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7FAEB" w14:textId="5A73AEAD" w:rsidR="002F7835" w:rsidRPr="00A30D7A" w:rsidRDefault="00787D25" w:rsidP="00780233">
      <w:pPr>
        <w:tabs>
          <w:tab w:val="right" w:pos="9071"/>
        </w:tabs>
        <w:rPr>
          <w:rFonts w:cs="Arial"/>
          <w:szCs w:val="18"/>
        </w:rPr>
      </w:pPr>
      <w:r w:rsidRPr="00A30D7A">
        <w:rPr>
          <w:noProof/>
          <w:lang w:eastAsia="en-AU"/>
        </w:rPr>
        <w:drawing>
          <wp:anchor distT="0" distB="0" distL="114300" distR="114300" simplePos="0" relativeHeight="251662848" behindDoc="0" locked="0" layoutInCell="1" allowOverlap="1" wp14:anchorId="30763EE3" wp14:editId="4D4F82FA">
            <wp:simplePos x="0" y="0"/>
            <wp:positionH relativeFrom="column">
              <wp:posOffset>5377170</wp:posOffset>
            </wp:positionH>
            <wp:positionV relativeFrom="paragraph">
              <wp:posOffset>7013</wp:posOffset>
            </wp:positionV>
            <wp:extent cx="444500" cy="504825"/>
            <wp:effectExtent l="0" t="0" r="0" b="9525"/>
            <wp:wrapNone/>
            <wp:docPr id="215782300" name="Picture 215782300" descr="NATSPEC_BIM_Logo_13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SPEC_BIM_Logo_1302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500" cy="504825"/>
                    </a:xfrm>
                    <a:prstGeom prst="rect">
                      <a:avLst/>
                    </a:prstGeom>
                    <a:noFill/>
                    <a:ln>
                      <a:noFill/>
                    </a:ln>
                  </pic:spPr>
                </pic:pic>
              </a:graphicData>
            </a:graphic>
          </wp:anchor>
        </w:drawing>
      </w:r>
      <w:r w:rsidR="00527E8F" w:rsidRPr="00A30D7A">
        <w:rPr>
          <w:noProof/>
        </w:rPr>
        <mc:AlternateContent>
          <mc:Choice Requires="wps">
            <w:drawing>
              <wp:anchor distT="0" distB="0" distL="114300" distR="114300" simplePos="0" relativeHeight="251661824" behindDoc="0" locked="0" layoutInCell="1" allowOverlap="1" wp14:anchorId="706A2577" wp14:editId="332C3174">
                <wp:simplePos x="0" y="0"/>
                <wp:positionH relativeFrom="column">
                  <wp:posOffset>2357120</wp:posOffset>
                </wp:positionH>
                <wp:positionV relativeFrom="paragraph">
                  <wp:posOffset>126365</wp:posOffset>
                </wp:positionV>
                <wp:extent cx="1800000" cy="360000"/>
                <wp:effectExtent l="0" t="0" r="10160" b="21590"/>
                <wp:wrapNone/>
                <wp:docPr id="409119912" name="Text Box 8"/>
                <wp:cNvGraphicFramePr/>
                <a:graphic xmlns:a="http://schemas.openxmlformats.org/drawingml/2006/main">
                  <a:graphicData uri="http://schemas.microsoft.com/office/word/2010/wordprocessingShape">
                    <wps:wsp>
                      <wps:cNvSpPr txBox="1"/>
                      <wps:spPr>
                        <a:xfrm>
                          <a:off x="0" y="0"/>
                          <a:ext cx="1800000" cy="360000"/>
                        </a:xfrm>
                        <a:prstGeom prst="rect">
                          <a:avLst/>
                        </a:prstGeom>
                        <a:solidFill>
                          <a:srgbClr val="6600CC"/>
                        </a:solidFill>
                        <a:ln w="22225">
                          <a:solidFill>
                            <a:schemeClr val="bg1"/>
                          </a:solidFill>
                        </a:ln>
                        <a:effectLst/>
                      </wps:spPr>
                      <wps:style>
                        <a:lnRef idx="2">
                          <a:schemeClr val="dk1"/>
                        </a:lnRef>
                        <a:fillRef idx="1">
                          <a:schemeClr val="lt1"/>
                        </a:fillRef>
                        <a:effectRef idx="0">
                          <a:schemeClr val="dk1"/>
                        </a:effectRef>
                        <a:fontRef idx="minor">
                          <a:schemeClr val="dk1"/>
                        </a:fontRef>
                      </wps:style>
                      <wps:txbx>
                        <w:txbxContent>
                          <w:p w14:paraId="38352D1C" w14:textId="77777777" w:rsidR="00527E8F" w:rsidRPr="00341DF5" w:rsidRDefault="00527E8F" w:rsidP="00527E8F">
                            <w:pPr>
                              <w:spacing w:line="256" w:lineRule="auto"/>
                              <w:jc w:val="center"/>
                              <w:rPr>
                                <w:rFonts w:asciiTheme="minorHAnsi" w:hAnsi="Calibri"/>
                                <w:b/>
                                <w:bCs/>
                                <w:color w:val="FFFFFF" w:themeColor="background1"/>
                                <w:kern w:val="24"/>
                                <w:sz w:val="28"/>
                                <w:lang w:val="en-US"/>
                              </w:rPr>
                            </w:pPr>
                            <w:r w:rsidRPr="00341DF5">
                              <w:rPr>
                                <w:rFonts w:asciiTheme="minorHAnsi" w:hAnsi="Calibri"/>
                                <w:b/>
                                <w:bCs/>
                                <w:color w:val="FFFFFF" w:themeColor="background1"/>
                                <w:kern w:val="24"/>
                                <w:sz w:val="28"/>
                                <w:lang w:val="en-US"/>
                              </w:rPr>
                              <w:t>AS ISO 19650 Aligned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A2577" id="_x0000_t202" coordsize="21600,21600" o:spt="202" path="m,l,21600r21600,l21600,xe">
                <v:stroke joinstyle="miter"/>
                <v:path gradientshapeok="t" o:connecttype="rect"/>
              </v:shapetype>
              <v:shape id="Text Box 8" o:spid="_x0000_s1026" type="#_x0000_t202" style="position:absolute;margin-left:185.6pt;margin-top:9.95pt;width:141.75pt;height:28.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" fillcolor="#60c" strokecolor="white [3212]" strokeweight="1.75pt">
                <v:textbox>
                  <w:txbxContent>
                    <w:p w14:paraId="38352D1C" w14:textId="77777777" w:rsidR="00527E8F" w:rsidRPr="00341DF5" w:rsidRDefault="00527E8F" w:rsidP="00527E8F">
                      <w:pPr>
                        <w:spacing w:line="256" w:lineRule="auto"/>
                        <w:jc w:val="center"/>
                        <w:rPr>
                          <w:rFonts w:asciiTheme="minorHAnsi" w:hAnsi="Calibri"/>
                          <w:b/>
                          <w:bCs/>
                          <w:color w:val="FFFFFF" w:themeColor="background1"/>
                          <w:kern w:val="24"/>
                          <w:sz w:val="28"/>
                          <w:lang w:val="en-US"/>
                        </w:rPr>
                      </w:pPr>
                      <w:r w:rsidRPr="00341DF5">
                        <w:rPr>
                          <w:rFonts w:asciiTheme="minorHAnsi" w:hAnsi="Calibri"/>
                          <w:b/>
                          <w:bCs/>
                          <w:color w:val="FFFFFF" w:themeColor="background1"/>
                          <w:kern w:val="24"/>
                          <w:sz w:val="28"/>
                          <w:lang w:val="en-US"/>
                        </w:rPr>
                        <w:t>AS ISO 19650 Aligned</w:t>
                      </w:r>
                    </w:p>
                  </w:txbxContent>
                </v:textbox>
              </v:shape>
            </w:pict>
          </mc:Fallback>
        </mc:AlternateContent>
      </w:r>
      <w:r w:rsidR="002F7835" w:rsidRPr="00A30D7A">
        <w:rPr>
          <w:rFonts w:cs="Arial"/>
          <w:noProof/>
          <w:lang w:eastAsia="en-AU"/>
        </w:rPr>
        <w:drawing>
          <wp:inline distT="0" distB="0" distL="0" distR="0" wp14:anchorId="50D5BE0E" wp14:editId="32E9098F">
            <wp:extent cx="1510718" cy="468000"/>
            <wp:effectExtent l="0" t="0" r="0" b="8255"/>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0718" cy="468000"/>
                    </a:xfrm>
                    <a:prstGeom prst="rect">
                      <a:avLst/>
                    </a:prstGeom>
                  </pic:spPr>
                </pic:pic>
              </a:graphicData>
            </a:graphic>
          </wp:inline>
        </w:drawing>
      </w:r>
      <w:r w:rsidR="002F7835" w:rsidRPr="00A30D7A">
        <w:rPr>
          <w:rFonts w:cs="Arial"/>
        </w:rPr>
        <w:t xml:space="preserve"> </w:t>
      </w:r>
      <w:r w:rsidR="002F7835" w:rsidRPr="00A30D7A">
        <w:rPr>
          <w:rFonts w:cs="Arial"/>
        </w:rPr>
        <w:tab/>
      </w:r>
    </w:p>
    <w:p w14:paraId="20B1FF29" w14:textId="77777777" w:rsidR="002F7835" w:rsidRPr="00A30D7A" w:rsidRDefault="002F7835" w:rsidP="00780233">
      <w:pPr>
        <w:jc w:val="right"/>
        <w:rPr>
          <w:rFonts w:cs="Arial"/>
          <w:szCs w:val="18"/>
        </w:rPr>
      </w:pPr>
    </w:p>
    <w:p w14:paraId="6796900C" w14:textId="77777777" w:rsidR="002F7835" w:rsidRPr="00A30D7A" w:rsidRDefault="002F7835" w:rsidP="00780233">
      <w:pPr>
        <w:jc w:val="right"/>
        <w:rPr>
          <w:rFonts w:cs="Arial"/>
          <w:szCs w:val="18"/>
        </w:rPr>
      </w:pPr>
    </w:p>
    <w:p w14:paraId="1621197E" w14:textId="42728EE9" w:rsidR="002F7835" w:rsidRPr="00A30D7A" w:rsidRDefault="00DB4462" w:rsidP="00780233">
      <w:pPr>
        <w:jc w:val="right"/>
        <w:rPr>
          <w:rFonts w:cs="Arial"/>
          <w:szCs w:val="18"/>
        </w:rPr>
      </w:pPr>
      <w:r>
        <w:rPr>
          <w:rFonts w:cs="Arial"/>
          <w:szCs w:val="18"/>
        </w:rPr>
        <w:t xml:space="preserve">V1.0 </w:t>
      </w:r>
      <w:r w:rsidR="002F7835" w:rsidRPr="00A30D7A">
        <w:rPr>
          <w:rFonts w:cs="Arial"/>
          <w:szCs w:val="18"/>
        </w:rPr>
        <w:t xml:space="preserve">– </w:t>
      </w:r>
      <w:r>
        <w:rPr>
          <w:rFonts w:cs="Arial"/>
          <w:szCs w:val="18"/>
        </w:rPr>
        <w:t>April</w:t>
      </w:r>
      <w:r w:rsidR="000C49E9" w:rsidRPr="00A30D7A">
        <w:rPr>
          <w:rFonts w:cs="Arial"/>
          <w:szCs w:val="18"/>
        </w:rPr>
        <w:t xml:space="preserve"> 2024</w:t>
      </w:r>
    </w:p>
    <w:p w14:paraId="0EDBB74A" w14:textId="77777777" w:rsidR="002F7835" w:rsidRPr="00A30D7A" w:rsidRDefault="002F7835" w:rsidP="00780233">
      <w:pPr>
        <w:rPr>
          <w:rFonts w:cs="Arial"/>
          <w:szCs w:val="18"/>
        </w:rPr>
      </w:pPr>
    </w:p>
    <w:p w14:paraId="1E13546C" w14:textId="77777777" w:rsidR="002F7835" w:rsidRPr="00A30D7A" w:rsidRDefault="002F7835" w:rsidP="00520C23">
      <w:pPr>
        <w:rPr>
          <w:rFonts w:cs="Arial"/>
          <w:szCs w:val="18"/>
        </w:rPr>
      </w:pPr>
    </w:p>
    <w:p w14:paraId="6BFC8FA2" w14:textId="77777777" w:rsidR="00520C23" w:rsidRPr="00A30D7A" w:rsidRDefault="00520C23" w:rsidP="00520C23">
      <w:pPr>
        <w:rPr>
          <w:rFonts w:cs="Arial"/>
          <w:szCs w:val="18"/>
        </w:rPr>
      </w:pPr>
    </w:p>
    <w:p w14:paraId="44DA636B" w14:textId="77777777" w:rsidR="00520C23" w:rsidRPr="00A30D7A" w:rsidRDefault="00520C23" w:rsidP="00520C23">
      <w:pPr>
        <w:rPr>
          <w:rFonts w:cs="Arial"/>
          <w:szCs w:val="18"/>
        </w:rPr>
      </w:pPr>
    </w:p>
    <w:p w14:paraId="2810C128" w14:textId="77777777" w:rsidR="00520C23" w:rsidRPr="00A30D7A" w:rsidRDefault="00520C23" w:rsidP="00520C23">
      <w:pPr>
        <w:rPr>
          <w:rFonts w:cs="Arial"/>
          <w:szCs w:val="18"/>
        </w:rPr>
      </w:pPr>
    </w:p>
    <w:p w14:paraId="782111AD" w14:textId="77777777" w:rsidR="00520C23" w:rsidRPr="00A30D7A" w:rsidRDefault="00520C23" w:rsidP="00780233">
      <w:pPr>
        <w:rPr>
          <w:rFonts w:cs="Arial"/>
          <w:szCs w:val="18"/>
        </w:rPr>
      </w:pPr>
    </w:p>
    <w:p w14:paraId="78188726" w14:textId="6157E77F" w:rsidR="00FA4796" w:rsidRPr="00A30D7A" w:rsidRDefault="00DB4462" w:rsidP="002F7835">
      <w:pPr>
        <w:jc w:val="center"/>
        <w:rPr>
          <w:rFonts w:cs="Arial"/>
          <w:b/>
          <w:sz w:val="44"/>
          <w:szCs w:val="44"/>
        </w:rPr>
      </w:pPr>
      <w:r>
        <w:rPr>
          <w:rFonts w:cs="Arial"/>
          <w:b/>
          <w:sz w:val="44"/>
          <w:szCs w:val="44"/>
        </w:rPr>
        <w:t xml:space="preserve">Delivery Team </w:t>
      </w:r>
      <w:r w:rsidR="002F7835" w:rsidRPr="00A30D7A">
        <w:rPr>
          <w:rFonts w:cs="Arial"/>
          <w:b/>
          <w:sz w:val="44"/>
          <w:szCs w:val="44"/>
        </w:rPr>
        <w:t>BIM Execution Plan (BEP)</w:t>
      </w:r>
    </w:p>
    <w:p w14:paraId="4E181222" w14:textId="57C360F4" w:rsidR="002F7835" w:rsidRPr="00A30D7A" w:rsidRDefault="002F7835" w:rsidP="002F7835">
      <w:pPr>
        <w:jc w:val="center"/>
        <w:rPr>
          <w:rFonts w:cs="Arial"/>
          <w:b/>
          <w:sz w:val="44"/>
          <w:szCs w:val="44"/>
        </w:rPr>
      </w:pPr>
      <w:r w:rsidRPr="00A30D7A">
        <w:rPr>
          <w:rFonts w:cs="Arial"/>
          <w:b/>
          <w:sz w:val="44"/>
          <w:szCs w:val="44"/>
        </w:rPr>
        <w:t>Template</w:t>
      </w:r>
      <w:r w:rsidR="00FA4796" w:rsidRPr="00A30D7A">
        <w:rPr>
          <w:rFonts w:cs="Arial"/>
          <w:b/>
          <w:sz w:val="44"/>
          <w:szCs w:val="44"/>
        </w:rPr>
        <w:t xml:space="preserve"> - </w:t>
      </w:r>
      <w:r w:rsidRPr="00A30D7A">
        <w:rPr>
          <w:rFonts w:cs="Arial"/>
          <w:b/>
          <w:sz w:val="44"/>
          <w:szCs w:val="44"/>
        </w:rPr>
        <w:t>Combined</w:t>
      </w:r>
    </w:p>
    <w:p w14:paraId="0C7C6F28" w14:textId="77777777" w:rsidR="002F7835" w:rsidRPr="00A30D7A" w:rsidRDefault="002F7835" w:rsidP="002F7835">
      <w:pPr>
        <w:spacing w:after="0"/>
        <w:rPr>
          <w:rFonts w:cs="Arial"/>
        </w:rPr>
      </w:pPr>
    </w:p>
    <w:p w14:paraId="1CC10BFA" w14:textId="77777777" w:rsidR="002F7835" w:rsidRPr="00A30D7A" w:rsidRDefault="002F7835" w:rsidP="002F7835">
      <w:pPr>
        <w:spacing w:after="0"/>
        <w:rPr>
          <w:rFonts w:cs="Arial"/>
        </w:rPr>
      </w:pPr>
    </w:p>
    <w:tbl>
      <w:tblPr>
        <w:tblW w:w="0" w:type="auto"/>
        <w:tblLook w:val="04A0" w:firstRow="1" w:lastRow="0" w:firstColumn="1" w:lastColumn="0" w:noHBand="0" w:noVBand="1"/>
      </w:tblPr>
      <w:tblGrid>
        <w:gridCol w:w="2721"/>
        <w:gridCol w:w="6237"/>
      </w:tblGrid>
      <w:tr w:rsidR="002F7835" w:rsidRPr="00A30D7A" w14:paraId="1D3B0780" w14:textId="77777777" w:rsidTr="008D3F1F">
        <w:trPr>
          <w:trHeight w:val="680"/>
        </w:trPr>
        <w:tc>
          <w:tcPr>
            <w:tcW w:w="2721" w:type="dxa"/>
            <w:tcBorders>
              <w:top w:val="single" w:sz="4" w:space="0" w:color="auto"/>
              <w:bottom w:val="single" w:sz="4" w:space="0" w:color="auto"/>
            </w:tcBorders>
            <w:shd w:val="clear" w:color="auto" w:fill="DBE5F1"/>
            <w:vAlign w:val="center"/>
          </w:tcPr>
          <w:p w14:paraId="34F5435F" w14:textId="20A82E34" w:rsidR="002F7835" w:rsidRPr="00A30D7A" w:rsidRDefault="002F7835" w:rsidP="007D0605">
            <w:pPr>
              <w:pStyle w:val="Tabletitle"/>
            </w:pPr>
            <w:r w:rsidRPr="00A30D7A">
              <w:t xml:space="preserve">Project </w:t>
            </w:r>
            <w:r w:rsidR="00D81DA7">
              <w:t>r</w:t>
            </w:r>
            <w:r w:rsidRPr="00A30D7A">
              <w:t>eference:</w:t>
            </w:r>
          </w:p>
        </w:tc>
        <w:tc>
          <w:tcPr>
            <w:tcW w:w="6237" w:type="dxa"/>
            <w:tcBorders>
              <w:top w:val="single" w:sz="4" w:space="0" w:color="auto"/>
              <w:bottom w:val="single" w:sz="4" w:space="0" w:color="auto"/>
            </w:tcBorders>
            <w:vAlign w:val="center"/>
          </w:tcPr>
          <w:p w14:paraId="40266D47" w14:textId="77777777" w:rsidR="002F7835" w:rsidRPr="00A30D7A" w:rsidRDefault="002F7835" w:rsidP="00D86288">
            <w:pPr>
              <w:rPr>
                <w:rFonts w:cs="Arial"/>
              </w:rPr>
            </w:pPr>
          </w:p>
        </w:tc>
      </w:tr>
      <w:tr w:rsidR="002F7835" w:rsidRPr="00A30D7A" w14:paraId="3751F3E2" w14:textId="77777777" w:rsidTr="008D3F1F">
        <w:trPr>
          <w:trHeight w:val="680"/>
        </w:trPr>
        <w:tc>
          <w:tcPr>
            <w:tcW w:w="2721" w:type="dxa"/>
            <w:tcBorders>
              <w:top w:val="single" w:sz="4" w:space="0" w:color="auto"/>
              <w:bottom w:val="single" w:sz="4" w:space="0" w:color="auto"/>
            </w:tcBorders>
            <w:shd w:val="clear" w:color="auto" w:fill="DBE5F1"/>
            <w:vAlign w:val="center"/>
          </w:tcPr>
          <w:p w14:paraId="7C9B70A5" w14:textId="77777777" w:rsidR="002F7835" w:rsidRPr="00A30D7A" w:rsidRDefault="002F7835" w:rsidP="007D0605">
            <w:pPr>
              <w:pStyle w:val="Tabletitle"/>
            </w:pPr>
            <w:r w:rsidRPr="00A30D7A">
              <w:t>Project name:</w:t>
            </w:r>
          </w:p>
        </w:tc>
        <w:tc>
          <w:tcPr>
            <w:tcW w:w="6237" w:type="dxa"/>
            <w:tcBorders>
              <w:top w:val="single" w:sz="4" w:space="0" w:color="auto"/>
              <w:bottom w:val="single" w:sz="4" w:space="0" w:color="auto"/>
            </w:tcBorders>
            <w:vAlign w:val="center"/>
          </w:tcPr>
          <w:p w14:paraId="723D5E27" w14:textId="77777777" w:rsidR="002F7835" w:rsidRPr="00A30D7A" w:rsidRDefault="002F7835" w:rsidP="00D86288">
            <w:pPr>
              <w:rPr>
                <w:rFonts w:cs="Arial"/>
              </w:rPr>
            </w:pPr>
          </w:p>
        </w:tc>
      </w:tr>
      <w:tr w:rsidR="002F7835" w:rsidRPr="00A30D7A" w14:paraId="3658F8F6" w14:textId="77777777" w:rsidTr="008D3F1F">
        <w:trPr>
          <w:trHeight w:val="680"/>
        </w:trPr>
        <w:tc>
          <w:tcPr>
            <w:tcW w:w="2721" w:type="dxa"/>
            <w:tcBorders>
              <w:top w:val="single" w:sz="4" w:space="0" w:color="auto"/>
              <w:bottom w:val="single" w:sz="4" w:space="0" w:color="auto"/>
            </w:tcBorders>
            <w:shd w:val="clear" w:color="auto" w:fill="DBE5F1"/>
            <w:vAlign w:val="center"/>
          </w:tcPr>
          <w:p w14:paraId="5E05E65D" w14:textId="77777777" w:rsidR="002F7835" w:rsidRPr="00A30D7A" w:rsidRDefault="002F7835" w:rsidP="007D0605">
            <w:pPr>
              <w:pStyle w:val="Tabletitle"/>
            </w:pPr>
            <w:r w:rsidRPr="00A30D7A">
              <w:t>Project address/location:</w:t>
            </w:r>
          </w:p>
        </w:tc>
        <w:tc>
          <w:tcPr>
            <w:tcW w:w="6237" w:type="dxa"/>
            <w:tcBorders>
              <w:top w:val="single" w:sz="4" w:space="0" w:color="auto"/>
              <w:bottom w:val="single" w:sz="4" w:space="0" w:color="auto"/>
            </w:tcBorders>
            <w:vAlign w:val="center"/>
          </w:tcPr>
          <w:p w14:paraId="23635FA5" w14:textId="77777777" w:rsidR="002F7835" w:rsidRPr="00A30D7A" w:rsidRDefault="002F7835" w:rsidP="00D86288">
            <w:pPr>
              <w:rPr>
                <w:rFonts w:cs="Arial"/>
              </w:rPr>
            </w:pPr>
          </w:p>
        </w:tc>
      </w:tr>
      <w:tr w:rsidR="002F7835" w:rsidRPr="00A30D7A" w14:paraId="05EA3CCF" w14:textId="77777777" w:rsidTr="008D3F1F">
        <w:trPr>
          <w:trHeight w:val="680"/>
        </w:trPr>
        <w:tc>
          <w:tcPr>
            <w:tcW w:w="2721" w:type="dxa"/>
            <w:tcBorders>
              <w:top w:val="single" w:sz="4" w:space="0" w:color="auto"/>
              <w:bottom w:val="single" w:sz="4" w:space="0" w:color="auto"/>
            </w:tcBorders>
            <w:shd w:val="clear" w:color="auto" w:fill="DBE5F1"/>
            <w:vAlign w:val="center"/>
          </w:tcPr>
          <w:p w14:paraId="0E53BBCE" w14:textId="77777777" w:rsidR="002F7835" w:rsidRPr="00A30D7A" w:rsidRDefault="002F7835" w:rsidP="007D0605">
            <w:pPr>
              <w:pStyle w:val="Tabletitle"/>
            </w:pPr>
            <w:r w:rsidRPr="00A30D7A">
              <w:t>Brief project description:</w:t>
            </w:r>
          </w:p>
        </w:tc>
        <w:tc>
          <w:tcPr>
            <w:tcW w:w="6237" w:type="dxa"/>
            <w:tcBorders>
              <w:top w:val="single" w:sz="4" w:space="0" w:color="auto"/>
              <w:bottom w:val="single" w:sz="4" w:space="0" w:color="auto"/>
            </w:tcBorders>
            <w:vAlign w:val="center"/>
          </w:tcPr>
          <w:p w14:paraId="3D58776C" w14:textId="77777777" w:rsidR="002F7835" w:rsidRPr="00A30D7A" w:rsidRDefault="002F7835" w:rsidP="00D86288">
            <w:pPr>
              <w:rPr>
                <w:rFonts w:cs="Arial"/>
              </w:rPr>
            </w:pPr>
          </w:p>
        </w:tc>
      </w:tr>
      <w:tr w:rsidR="002F7835" w:rsidRPr="00A30D7A" w14:paraId="38AE044E" w14:textId="77777777" w:rsidTr="008D3F1F">
        <w:trPr>
          <w:trHeight w:val="680"/>
        </w:trPr>
        <w:tc>
          <w:tcPr>
            <w:tcW w:w="2721" w:type="dxa"/>
            <w:tcBorders>
              <w:top w:val="single" w:sz="4" w:space="0" w:color="auto"/>
              <w:bottom w:val="single" w:sz="4" w:space="0" w:color="auto"/>
            </w:tcBorders>
            <w:shd w:val="clear" w:color="auto" w:fill="DBE5F1"/>
            <w:vAlign w:val="center"/>
          </w:tcPr>
          <w:p w14:paraId="062B8B1F" w14:textId="72EF2CB4" w:rsidR="002F7835" w:rsidRPr="00A30D7A" w:rsidRDefault="00520C23" w:rsidP="007D0605">
            <w:pPr>
              <w:pStyle w:val="Tabletitle"/>
            </w:pPr>
            <w:r w:rsidRPr="00A30D7A">
              <w:t>Appointing party</w:t>
            </w:r>
            <w:r w:rsidR="002F7835" w:rsidRPr="00A30D7A">
              <w:t>:</w:t>
            </w:r>
          </w:p>
        </w:tc>
        <w:tc>
          <w:tcPr>
            <w:tcW w:w="6237" w:type="dxa"/>
            <w:tcBorders>
              <w:top w:val="single" w:sz="4" w:space="0" w:color="auto"/>
              <w:bottom w:val="single" w:sz="4" w:space="0" w:color="auto"/>
            </w:tcBorders>
            <w:vAlign w:val="center"/>
          </w:tcPr>
          <w:p w14:paraId="4F84E766" w14:textId="77777777" w:rsidR="002F7835" w:rsidRPr="00A30D7A" w:rsidRDefault="002F7835" w:rsidP="00D86288">
            <w:pPr>
              <w:rPr>
                <w:rFonts w:cs="Arial"/>
              </w:rPr>
            </w:pPr>
          </w:p>
        </w:tc>
      </w:tr>
    </w:tbl>
    <w:p w14:paraId="06E7EC6C" w14:textId="77777777" w:rsidR="002F7835" w:rsidRPr="00A30D7A" w:rsidRDefault="002F7835" w:rsidP="003F195B">
      <w:pPr>
        <w:rPr>
          <w:rFonts w:cs="Arial"/>
        </w:rPr>
      </w:pPr>
    </w:p>
    <w:p w14:paraId="0A6594AC" w14:textId="77777777" w:rsidR="002F7835" w:rsidRPr="00A30D7A" w:rsidRDefault="002F7835" w:rsidP="003F195B">
      <w:pPr>
        <w:rPr>
          <w:rFonts w:cs="Arial"/>
        </w:rPr>
      </w:pPr>
    </w:p>
    <w:p w14:paraId="54E9A80F" w14:textId="77777777" w:rsidR="002F7835" w:rsidRPr="00A30D7A" w:rsidRDefault="002F7835" w:rsidP="003F195B">
      <w:pPr>
        <w:rPr>
          <w:rFonts w:cs="Arial"/>
        </w:rPr>
      </w:pPr>
    </w:p>
    <w:p w14:paraId="22E134EC" w14:textId="77777777" w:rsidR="002F7835" w:rsidRPr="00A30D7A" w:rsidRDefault="002F7835" w:rsidP="003F195B">
      <w:pPr>
        <w:rPr>
          <w:rFonts w:cs="Arial"/>
        </w:rPr>
      </w:pPr>
    </w:p>
    <w:p w14:paraId="565718DA" w14:textId="77777777" w:rsidR="002F7835" w:rsidRPr="00A30D7A" w:rsidRDefault="002F7835" w:rsidP="007D5ABD">
      <w:pPr>
        <w:rPr>
          <w:rFonts w:cs="Arial"/>
        </w:rPr>
      </w:pPr>
    </w:p>
    <w:p w14:paraId="269122AA" w14:textId="77777777" w:rsidR="007D5ABD" w:rsidRPr="00A30D7A" w:rsidRDefault="007D5ABD" w:rsidP="007D5ABD">
      <w:pPr>
        <w:rPr>
          <w:rFonts w:cs="Arial"/>
        </w:rPr>
      </w:pPr>
    </w:p>
    <w:p w14:paraId="3ECB6C83" w14:textId="77777777" w:rsidR="007D5ABD" w:rsidRPr="00A30D7A" w:rsidRDefault="007D5ABD" w:rsidP="007D5ABD">
      <w:pPr>
        <w:rPr>
          <w:rFonts w:cs="Arial"/>
        </w:rPr>
      </w:pPr>
    </w:p>
    <w:p w14:paraId="54D08C1C" w14:textId="77777777" w:rsidR="007D5ABD" w:rsidRPr="00A30D7A" w:rsidRDefault="007D5ABD" w:rsidP="007D5ABD">
      <w:pPr>
        <w:rPr>
          <w:rFonts w:cs="Arial"/>
        </w:rPr>
      </w:pPr>
    </w:p>
    <w:p w14:paraId="21E060CC" w14:textId="77777777" w:rsidR="007D5ABD" w:rsidRPr="00A30D7A" w:rsidRDefault="007D5ABD" w:rsidP="007D5ABD">
      <w:pPr>
        <w:rPr>
          <w:rFonts w:cs="Arial"/>
        </w:rPr>
      </w:pPr>
    </w:p>
    <w:p w14:paraId="6FC6FE15" w14:textId="77777777" w:rsidR="007D5ABD" w:rsidRPr="00A30D7A" w:rsidRDefault="007D5ABD" w:rsidP="007D5ABD">
      <w:pPr>
        <w:rPr>
          <w:rFonts w:cs="Arial"/>
        </w:rPr>
      </w:pPr>
    </w:p>
    <w:p w14:paraId="7380BE07" w14:textId="77777777" w:rsidR="007D5ABD" w:rsidRPr="00A30D7A" w:rsidRDefault="007D5ABD" w:rsidP="007D5ABD">
      <w:pPr>
        <w:rPr>
          <w:rFonts w:cs="Arial"/>
        </w:rPr>
      </w:pPr>
    </w:p>
    <w:p w14:paraId="32AB1C78" w14:textId="77777777" w:rsidR="007D5ABD" w:rsidRPr="00A30D7A" w:rsidRDefault="007D5ABD" w:rsidP="007D5ABD">
      <w:pPr>
        <w:rPr>
          <w:rFonts w:cs="Arial"/>
        </w:rPr>
      </w:pPr>
    </w:p>
    <w:p w14:paraId="791D2C1F" w14:textId="77777777" w:rsidR="007D5ABD" w:rsidRPr="00A30D7A" w:rsidRDefault="007D5ABD" w:rsidP="007D5ABD">
      <w:pPr>
        <w:rPr>
          <w:rFonts w:cs="Arial"/>
        </w:rPr>
      </w:pPr>
    </w:p>
    <w:p w14:paraId="6AB175F3" w14:textId="77777777" w:rsidR="007D5ABD" w:rsidRPr="00A30D7A" w:rsidRDefault="007D5ABD" w:rsidP="007D5ABD">
      <w:pPr>
        <w:rPr>
          <w:rFonts w:cs="Arial"/>
        </w:rPr>
      </w:pPr>
    </w:p>
    <w:tbl>
      <w:tblPr>
        <w:tblW w:w="2722" w:type="dxa"/>
        <w:tblLook w:val="04A0" w:firstRow="1" w:lastRow="0" w:firstColumn="1" w:lastColumn="0" w:noHBand="0" w:noVBand="1"/>
      </w:tblPr>
      <w:tblGrid>
        <w:gridCol w:w="1439"/>
        <w:gridCol w:w="1283"/>
      </w:tblGrid>
      <w:tr w:rsidR="007D5ABD" w:rsidRPr="00A30D7A" w14:paraId="371E86ED" w14:textId="77777777" w:rsidTr="000102A5">
        <w:trPr>
          <w:trHeight w:val="454"/>
        </w:trPr>
        <w:tc>
          <w:tcPr>
            <w:tcW w:w="1439" w:type="dxa"/>
            <w:shd w:val="clear" w:color="auto" w:fill="auto"/>
            <w:vAlign w:val="center"/>
          </w:tcPr>
          <w:p w14:paraId="1DF74BAB" w14:textId="77777777" w:rsidR="007D5ABD" w:rsidRPr="00A30D7A" w:rsidRDefault="007D5ABD" w:rsidP="007D0605">
            <w:pPr>
              <w:pStyle w:val="Tabletitle"/>
            </w:pPr>
            <w:r w:rsidRPr="00A30D7A">
              <w:t>Version:</w:t>
            </w:r>
          </w:p>
        </w:tc>
        <w:tc>
          <w:tcPr>
            <w:tcW w:w="1283" w:type="dxa"/>
            <w:shd w:val="clear" w:color="auto" w:fill="auto"/>
            <w:vAlign w:val="center"/>
          </w:tcPr>
          <w:p w14:paraId="331E93F2" w14:textId="77777777" w:rsidR="007D5ABD" w:rsidRPr="00A30D7A" w:rsidRDefault="007D5ABD" w:rsidP="000102A5">
            <w:pPr>
              <w:pStyle w:val="Tabletitle"/>
            </w:pPr>
          </w:p>
        </w:tc>
      </w:tr>
      <w:tr w:rsidR="007D5ABD" w:rsidRPr="00A30D7A" w14:paraId="1834B141" w14:textId="77777777" w:rsidTr="000102A5">
        <w:trPr>
          <w:trHeight w:val="454"/>
        </w:trPr>
        <w:tc>
          <w:tcPr>
            <w:tcW w:w="1439" w:type="dxa"/>
            <w:shd w:val="clear" w:color="auto" w:fill="auto"/>
            <w:vAlign w:val="center"/>
          </w:tcPr>
          <w:p w14:paraId="292B0E09" w14:textId="77777777" w:rsidR="007D5ABD" w:rsidRPr="00A30D7A" w:rsidRDefault="007D5ABD" w:rsidP="007D0605">
            <w:pPr>
              <w:pStyle w:val="Tabletitle"/>
            </w:pPr>
            <w:r w:rsidRPr="00A30D7A">
              <w:t>Date:</w:t>
            </w:r>
          </w:p>
        </w:tc>
        <w:tc>
          <w:tcPr>
            <w:tcW w:w="1283" w:type="dxa"/>
            <w:shd w:val="clear" w:color="auto" w:fill="auto"/>
            <w:vAlign w:val="center"/>
          </w:tcPr>
          <w:p w14:paraId="73C6443C" w14:textId="77777777" w:rsidR="007D5ABD" w:rsidRPr="00A30D7A" w:rsidRDefault="007D5ABD" w:rsidP="000102A5">
            <w:pPr>
              <w:rPr>
                <w:rFonts w:cs="Arial"/>
                <w:b/>
                <w:bCs/>
              </w:rPr>
            </w:pPr>
          </w:p>
        </w:tc>
      </w:tr>
    </w:tbl>
    <w:p w14:paraId="474A65E1" w14:textId="77777777" w:rsidR="00787D25" w:rsidRPr="00A30D7A" w:rsidRDefault="00787D25" w:rsidP="002F7835">
      <w:pPr>
        <w:spacing w:after="0"/>
        <w:rPr>
          <w:rFonts w:cs="Arial"/>
          <w:szCs w:val="18"/>
        </w:rPr>
      </w:pPr>
    </w:p>
    <w:p w14:paraId="115300AF" w14:textId="77777777" w:rsidR="00787D25" w:rsidRPr="00A30D7A" w:rsidRDefault="00787D25" w:rsidP="002F7835">
      <w:pPr>
        <w:spacing w:after="0"/>
        <w:rPr>
          <w:rFonts w:cs="Arial"/>
          <w:szCs w:val="18"/>
        </w:rPr>
        <w:sectPr w:rsidR="00787D25" w:rsidRPr="00A30D7A" w:rsidSect="00536EA5">
          <w:headerReference w:type="default" r:id="rId10"/>
          <w:footerReference w:type="default" r:id="rId11"/>
          <w:pgSz w:w="11906" w:h="16838"/>
          <w:pgMar w:top="851" w:right="1418" w:bottom="851" w:left="1418" w:header="709" w:footer="709" w:gutter="0"/>
          <w:pgNumType w:fmt="lowerRoman" w:start="1"/>
          <w:cols w:space="708"/>
          <w:docGrid w:linePitch="360"/>
        </w:sectPr>
      </w:pPr>
    </w:p>
    <w:p w14:paraId="257F9A16" w14:textId="77777777" w:rsidR="00787D25" w:rsidRPr="00A30D7A" w:rsidRDefault="00787D25" w:rsidP="002F7835">
      <w:pPr>
        <w:spacing w:after="0"/>
        <w:rPr>
          <w:rFonts w:cs="Arial"/>
          <w:szCs w:val="18"/>
        </w:rPr>
      </w:pPr>
    </w:p>
    <w:p w14:paraId="5383A411" w14:textId="764E558C" w:rsidR="00520C23" w:rsidRPr="00A30D7A" w:rsidRDefault="00520C23" w:rsidP="00780233">
      <w:pPr>
        <w:rPr>
          <w:b/>
        </w:rPr>
      </w:pPr>
      <w:r w:rsidRPr="00A30D7A">
        <w:rPr>
          <w:b/>
        </w:rPr>
        <w:t xml:space="preserve">NATSPEC </w:t>
      </w:r>
      <w:r w:rsidR="00D1642E">
        <w:rPr>
          <w:b/>
        </w:rPr>
        <w:t xml:space="preserve">Delivery Team </w:t>
      </w:r>
      <w:r w:rsidR="006F1367" w:rsidRPr="00A30D7A">
        <w:rPr>
          <w:b/>
        </w:rPr>
        <w:t>BIM Execution Plan (BEP) Template - Combined</w:t>
      </w:r>
    </w:p>
    <w:p w14:paraId="7C39EF72" w14:textId="36225D93" w:rsidR="00520C23" w:rsidRPr="00A30D7A" w:rsidRDefault="00D1642E" w:rsidP="00780233">
      <w:pPr>
        <w:rPr>
          <w:sz w:val="16"/>
          <w:szCs w:val="16"/>
        </w:rPr>
      </w:pPr>
      <w:r>
        <w:rPr>
          <w:sz w:val="16"/>
          <w:szCs w:val="16"/>
        </w:rPr>
        <w:t>April</w:t>
      </w:r>
      <w:r w:rsidR="000C49E9" w:rsidRPr="00A30D7A">
        <w:rPr>
          <w:sz w:val="16"/>
          <w:szCs w:val="16"/>
        </w:rPr>
        <w:t xml:space="preserve"> 2024</w:t>
      </w:r>
    </w:p>
    <w:p w14:paraId="55A3EF5C" w14:textId="77777777" w:rsidR="00520C23" w:rsidRPr="00A30D7A" w:rsidRDefault="00520C23" w:rsidP="00780233">
      <w:pPr>
        <w:rPr>
          <w:sz w:val="16"/>
          <w:szCs w:val="16"/>
        </w:rPr>
      </w:pPr>
      <w:r w:rsidRPr="00A30D7A">
        <w:rPr>
          <w:sz w:val="16"/>
          <w:szCs w:val="16"/>
        </w:rPr>
        <w:t>Publisher: Construction Information Systems Limited ABN 20 117 574 606</w:t>
      </w:r>
    </w:p>
    <w:p w14:paraId="0D227B82" w14:textId="77777777" w:rsidR="00520C23" w:rsidRPr="00A30D7A" w:rsidRDefault="00520C23" w:rsidP="00780233">
      <w:pPr>
        <w:rPr>
          <w:sz w:val="16"/>
          <w:szCs w:val="16"/>
        </w:rPr>
      </w:pPr>
    </w:p>
    <w:p w14:paraId="7EE8F0F5" w14:textId="77777777" w:rsidR="00520C23" w:rsidRPr="00A30D7A" w:rsidRDefault="00520C23" w:rsidP="00BC0AD7">
      <w:pPr>
        <w:rPr>
          <w:sz w:val="16"/>
          <w:szCs w:val="16"/>
        </w:rPr>
      </w:pPr>
    </w:p>
    <w:p w14:paraId="4970D2D3" w14:textId="77777777" w:rsidR="00520C23" w:rsidRPr="00A30D7A" w:rsidRDefault="00520C23" w:rsidP="00780233">
      <w:pPr>
        <w:rPr>
          <w:sz w:val="16"/>
          <w:szCs w:val="16"/>
        </w:rPr>
      </w:pPr>
    </w:p>
    <w:p w14:paraId="0854D12E" w14:textId="77777777" w:rsidR="00520C23" w:rsidRPr="00A30D7A" w:rsidRDefault="00520C23" w:rsidP="00780233">
      <w:pPr>
        <w:rPr>
          <w:sz w:val="16"/>
          <w:szCs w:val="16"/>
        </w:rPr>
      </w:pPr>
    </w:p>
    <w:p w14:paraId="38E99419" w14:textId="77777777" w:rsidR="00520C23" w:rsidRPr="00A30D7A" w:rsidRDefault="00520C23" w:rsidP="00780233">
      <w:pPr>
        <w:rPr>
          <w:b/>
          <w:sz w:val="16"/>
          <w:szCs w:val="16"/>
        </w:rPr>
      </w:pPr>
      <w:r w:rsidRPr="00A30D7A">
        <w:rPr>
          <w:b/>
          <w:sz w:val="16"/>
          <w:szCs w:val="16"/>
        </w:rPr>
        <w:t>Copyright Notice</w:t>
      </w:r>
    </w:p>
    <w:p w14:paraId="73E35A5F" w14:textId="24F7D3AD" w:rsidR="00520C23" w:rsidRPr="00A30D7A" w:rsidRDefault="00520C23" w:rsidP="00520C23">
      <w:r w:rsidRPr="00A30D7A">
        <w:rPr>
          <w:sz w:val="16"/>
          <w:szCs w:val="16"/>
        </w:rPr>
        <w:t>© Construction Information Systems Limited (NATSPEC) 202</w:t>
      </w:r>
      <w:r w:rsidR="000C49E9" w:rsidRPr="00A30D7A">
        <w:rPr>
          <w:sz w:val="16"/>
          <w:szCs w:val="16"/>
        </w:rPr>
        <w:t>4</w:t>
      </w:r>
      <w:r w:rsidRPr="00A30D7A">
        <w:rPr>
          <w:sz w:val="16"/>
          <w:szCs w:val="16"/>
        </w:rPr>
        <w:t xml:space="preserve">. In keeping with NATSPEC’s commitment to encouraging the availability of information, you are welcome to reproduce the material that appears in this publication for personal, </w:t>
      </w:r>
      <w:proofErr w:type="gramStart"/>
      <w:r w:rsidRPr="00A30D7A">
        <w:rPr>
          <w:sz w:val="16"/>
          <w:szCs w:val="16"/>
        </w:rPr>
        <w:t>in-house</w:t>
      </w:r>
      <w:proofErr w:type="gramEnd"/>
      <w:r w:rsidRPr="00A30D7A">
        <w:rPr>
          <w:sz w:val="16"/>
          <w:szCs w:val="16"/>
        </w:rPr>
        <w:t xml:space="preserve"> or non-commercial use without formal permission or charge. </w:t>
      </w:r>
      <w:r w:rsidR="00E93123" w:rsidRPr="00E93123">
        <w:rPr>
          <w:sz w:val="16"/>
          <w:szCs w:val="16"/>
        </w:rPr>
        <w:t xml:space="preserve">You may distribute this Document to other persons </w:t>
      </w:r>
      <w:proofErr w:type="gramStart"/>
      <w:r w:rsidR="00E93123" w:rsidRPr="00E93123">
        <w:rPr>
          <w:sz w:val="16"/>
          <w:szCs w:val="16"/>
        </w:rPr>
        <w:t>provided that</w:t>
      </w:r>
      <w:proofErr w:type="gramEnd"/>
      <w:r w:rsidR="00E93123" w:rsidRPr="00E93123">
        <w:rPr>
          <w:sz w:val="16"/>
          <w:szCs w:val="16"/>
        </w:rPr>
        <w:t xml:space="preserve"> you attribute the original template as having been generated by NATSPEC and that the template is available free of charge at </w:t>
      </w:r>
      <w:hyperlink r:id="rId12" w:history="1">
        <w:r w:rsidR="00D551BD" w:rsidRPr="00D551BD">
          <w:rPr>
            <w:rStyle w:val="Hyperlink"/>
            <w:sz w:val="16"/>
            <w:szCs w:val="16"/>
            <w:u w:val="single"/>
          </w:rPr>
          <w:t>www.natspe</w:t>
        </w:r>
        <w:r w:rsidR="00D551BD" w:rsidRPr="00D551BD">
          <w:rPr>
            <w:rStyle w:val="Hyperlink"/>
            <w:sz w:val="16"/>
            <w:szCs w:val="16"/>
            <w:u w:val="single"/>
          </w:rPr>
          <w:t>c.com.au</w:t>
        </w:r>
      </w:hyperlink>
      <w:r w:rsidR="00E93123" w:rsidRPr="00E93123">
        <w:rPr>
          <w:sz w:val="16"/>
          <w:szCs w:val="16"/>
        </w:rPr>
        <w:t xml:space="preserve">. Click on the ‘NATSPEC BIM’ logo. </w:t>
      </w:r>
      <w:r w:rsidRPr="00A30D7A">
        <w:rPr>
          <w:sz w:val="16"/>
          <w:szCs w:val="16"/>
        </w:rPr>
        <w:t xml:space="preserve">All other rights are reserved. If you wish to reproduce, </w:t>
      </w:r>
      <w:proofErr w:type="gramStart"/>
      <w:r w:rsidRPr="00A30D7A">
        <w:rPr>
          <w:sz w:val="16"/>
          <w:szCs w:val="16"/>
        </w:rPr>
        <w:t>store</w:t>
      </w:r>
      <w:proofErr w:type="gramEnd"/>
      <w:r w:rsidRPr="00A30D7A">
        <w:rPr>
          <w:sz w:val="16"/>
          <w:szCs w:val="16"/>
        </w:rPr>
        <w:t xml:space="preserve"> or transmit material appearing in this publication for any other purpose, a request for formal permission should be directed to </w:t>
      </w:r>
      <w:hyperlink r:id="rId13" w:history="1">
        <w:r w:rsidRPr="00A30D7A">
          <w:rPr>
            <w:rStyle w:val="Hyperlink"/>
            <w:rFonts w:cs="Arial"/>
            <w:sz w:val="16"/>
            <w:szCs w:val="16"/>
          </w:rPr>
          <w:t>mail@natspec.com.au</w:t>
        </w:r>
      </w:hyperlink>
      <w:r w:rsidRPr="00A30D7A">
        <w:rPr>
          <w:rStyle w:val="Hyperlink"/>
          <w:rFonts w:cs="Arial"/>
          <w:sz w:val="16"/>
          <w:szCs w:val="16"/>
        </w:rPr>
        <w:t>.</w:t>
      </w:r>
    </w:p>
    <w:p w14:paraId="740EDFCD" w14:textId="77777777" w:rsidR="00520C23" w:rsidRPr="00A30D7A" w:rsidRDefault="00520C23" w:rsidP="00780233">
      <w:pPr>
        <w:rPr>
          <w:sz w:val="16"/>
          <w:szCs w:val="16"/>
        </w:rPr>
      </w:pPr>
    </w:p>
    <w:p w14:paraId="79ACADE3" w14:textId="77777777" w:rsidR="00520C23" w:rsidRPr="00A30D7A" w:rsidRDefault="00520C23" w:rsidP="00780233">
      <w:pPr>
        <w:rPr>
          <w:sz w:val="16"/>
          <w:szCs w:val="16"/>
        </w:rPr>
      </w:pPr>
    </w:p>
    <w:p w14:paraId="7097C563" w14:textId="77777777" w:rsidR="00520C23" w:rsidRPr="00A30D7A" w:rsidRDefault="00520C23" w:rsidP="00780233">
      <w:pPr>
        <w:rPr>
          <w:sz w:val="16"/>
          <w:szCs w:val="16"/>
        </w:rPr>
      </w:pPr>
    </w:p>
    <w:p w14:paraId="097C64C6" w14:textId="77777777" w:rsidR="00520C23" w:rsidRPr="00A30D7A" w:rsidRDefault="00520C23" w:rsidP="00780233">
      <w:pPr>
        <w:rPr>
          <w:sz w:val="16"/>
          <w:szCs w:val="16"/>
        </w:rPr>
      </w:pPr>
    </w:p>
    <w:p w14:paraId="0432B283" w14:textId="77777777" w:rsidR="00520C23" w:rsidRPr="00A30D7A" w:rsidRDefault="00520C23" w:rsidP="00780233">
      <w:pPr>
        <w:rPr>
          <w:b/>
          <w:sz w:val="16"/>
          <w:szCs w:val="16"/>
        </w:rPr>
      </w:pPr>
      <w:r w:rsidRPr="00A30D7A">
        <w:rPr>
          <w:b/>
          <w:sz w:val="16"/>
          <w:szCs w:val="16"/>
        </w:rPr>
        <w:t>Disclaimer</w:t>
      </w:r>
    </w:p>
    <w:p w14:paraId="27F6F002" w14:textId="77777777" w:rsidR="00520C23" w:rsidRPr="00A30D7A" w:rsidRDefault="00520C23" w:rsidP="00780233">
      <w:pPr>
        <w:rPr>
          <w:sz w:val="16"/>
          <w:szCs w:val="16"/>
        </w:rPr>
      </w:pPr>
      <w:r w:rsidRPr="00A30D7A">
        <w:rPr>
          <w:sz w:val="16"/>
          <w:szCs w:val="16"/>
        </w:rPr>
        <w:t>This Document is intended for use by professional personnel competent to evaluate the significance and limitations of its content and able to accept responsibility for the application of the material it contains.</w:t>
      </w:r>
    </w:p>
    <w:p w14:paraId="47623AD8" w14:textId="77777777" w:rsidR="00520C23" w:rsidRPr="00A30D7A" w:rsidRDefault="00520C23" w:rsidP="00520C23">
      <w:pPr>
        <w:rPr>
          <w:sz w:val="16"/>
          <w:szCs w:val="16"/>
        </w:rPr>
      </w:pPr>
      <w:r w:rsidRPr="00A30D7A">
        <w:rPr>
          <w:sz w:val="16"/>
          <w:szCs w:val="16"/>
        </w:rPr>
        <w:t xml:space="preserve">NATSPEC and its contributors hereby disclaim all warranties and conditions </w:t>
      </w:r>
      <w:proofErr w:type="gramStart"/>
      <w:r w:rsidRPr="00A30D7A">
        <w:rPr>
          <w:sz w:val="16"/>
          <w:szCs w:val="16"/>
        </w:rPr>
        <w:t>with regard to</w:t>
      </w:r>
      <w:proofErr w:type="gramEnd"/>
      <w:r w:rsidRPr="00A30D7A">
        <w:rPr>
          <w:sz w:val="16"/>
          <w:szCs w:val="16"/>
        </w:rPr>
        <w:t xml:space="preserve"> this information and related graphics, including all implied warranties, fitness for a particular purpose, workmanlike effort, title and non-infringement. In no event shall NATSPEC be liable for any direct, indirect, punitive, incidental, special, or consequential damages or damages for loss of profits, revenue, data, down time, or use, arising out of or in any way connected with the use of the Document or performance of any services, whether based on contract, tort, negligence, strict liability or otherwise. NATSPEC disclaims any responsibility to update any information, including with respect to any new legal, business, or technology developments. If you are dissatisfied with any portion of the Document, or with any of these terms of use, your sole and exclusive remedy is to discontinue using the Document.</w:t>
      </w:r>
    </w:p>
    <w:p w14:paraId="1E783A33" w14:textId="77777777" w:rsidR="00520C23" w:rsidRPr="00A30D7A" w:rsidRDefault="00520C23" w:rsidP="00780233">
      <w:pPr>
        <w:rPr>
          <w:sz w:val="16"/>
          <w:szCs w:val="16"/>
        </w:rPr>
      </w:pPr>
    </w:p>
    <w:p w14:paraId="055D862E" w14:textId="77777777" w:rsidR="00520C23" w:rsidRPr="00A30D7A" w:rsidRDefault="00520C23" w:rsidP="00780233">
      <w:pPr>
        <w:rPr>
          <w:sz w:val="16"/>
          <w:szCs w:val="16"/>
        </w:rPr>
      </w:pPr>
    </w:p>
    <w:p w14:paraId="2EB9E1F0" w14:textId="77777777" w:rsidR="00520C23" w:rsidRPr="00A30D7A" w:rsidRDefault="00520C23" w:rsidP="00780233">
      <w:pPr>
        <w:rPr>
          <w:rFonts w:cs="Arial"/>
          <w:b/>
          <w:bCs/>
          <w:sz w:val="16"/>
          <w:szCs w:val="16"/>
        </w:rPr>
      </w:pPr>
      <w:r w:rsidRPr="00A30D7A">
        <w:rPr>
          <w:rFonts w:cs="Arial"/>
          <w:b/>
          <w:bCs/>
          <w:sz w:val="16"/>
          <w:szCs w:val="16"/>
        </w:rPr>
        <w:t xml:space="preserve">Document </w:t>
      </w:r>
      <w:proofErr w:type="gramStart"/>
      <w:r w:rsidRPr="00A30D7A">
        <w:rPr>
          <w:rFonts w:cs="Arial"/>
          <w:b/>
          <w:bCs/>
          <w:sz w:val="16"/>
          <w:szCs w:val="16"/>
        </w:rPr>
        <w:t>references</w:t>
      </w:r>
      <w:proofErr w:type="gramEnd"/>
    </w:p>
    <w:p w14:paraId="2C1D7321" w14:textId="77777777" w:rsidR="00520C23" w:rsidRPr="00A30D7A" w:rsidRDefault="00520C23" w:rsidP="00780233">
      <w:pPr>
        <w:rPr>
          <w:sz w:val="16"/>
          <w:szCs w:val="16"/>
        </w:rPr>
      </w:pPr>
      <w:r w:rsidRPr="00A30D7A">
        <w:rPr>
          <w:sz w:val="16"/>
          <w:szCs w:val="16"/>
        </w:rPr>
        <w:t>In this document:</w:t>
      </w:r>
    </w:p>
    <w:p w14:paraId="00D682A6" w14:textId="09A22066" w:rsidR="00520C23" w:rsidRPr="00A30D7A" w:rsidRDefault="00520C23" w:rsidP="00EC464B">
      <w:pPr>
        <w:numPr>
          <w:ilvl w:val="0"/>
          <w:numId w:val="16"/>
        </w:numPr>
        <w:rPr>
          <w:sz w:val="16"/>
          <w:szCs w:val="16"/>
        </w:rPr>
      </w:pPr>
      <w:r w:rsidRPr="00A30D7A">
        <w:rPr>
          <w:sz w:val="16"/>
          <w:szCs w:val="16"/>
        </w:rPr>
        <w:t>The ‘</w:t>
      </w:r>
      <w:r w:rsidR="006F1367" w:rsidRPr="00A30D7A">
        <w:rPr>
          <w:i/>
          <w:iCs/>
          <w:sz w:val="16"/>
          <w:szCs w:val="16"/>
        </w:rPr>
        <w:t>BEP</w:t>
      </w:r>
      <w:r w:rsidRPr="00A30D7A">
        <w:rPr>
          <w:i/>
          <w:iCs/>
          <w:sz w:val="16"/>
          <w:szCs w:val="16"/>
        </w:rPr>
        <w:t xml:space="preserve"> Template</w:t>
      </w:r>
      <w:r w:rsidRPr="00A30D7A">
        <w:rPr>
          <w:sz w:val="16"/>
          <w:szCs w:val="16"/>
        </w:rPr>
        <w:t>’ or ‘</w:t>
      </w:r>
      <w:r w:rsidRPr="00A30D7A">
        <w:rPr>
          <w:i/>
          <w:iCs/>
          <w:sz w:val="16"/>
          <w:szCs w:val="16"/>
        </w:rPr>
        <w:t>Template</w:t>
      </w:r>
      <w:r w:rsidRPr="00A30D7A">
        <w:rPr>
          <w:sz w:val="16"/>
          <w:szCs w:val="16"/>
        </w:rPr>
        <w:t xml:space="preserve">’ means the </w:t>
      </w:r>
      <w:r w:rsidRPr="00A30D7A">
        <w:rPr>
          <w:i/>
          <w:iCs/>
          <w:sz w:val="16"/>
          <w:szCs w:val="16"/>
        </w:rPr>
        <w:t xml:space="preserve">NATSPEC </w:t>
      </w:r>
      <w:r w:rsidR="006F1367" w:rsidRPr="00A30D7A">
        <w:rPr>
          <w:i/>
          <w:iCs/>
          <w:sz w:val="16"/>
          <w:szCs w:val="16"/>
        </w:rPr>
        <w:t>BIM Execution Plan (BEP) Template - Combined</w:t>
      </w:r>
      <w:r w:rsidRPr="00A30D7A">
        <w:rPr>
          <w:sz w:val="16"/>
          <w:szCs w:val="16"/>
        </w:rPr>
        <w:t>.</w:t>
      </w:r>
    </w:p>
    <w:p w14:paraId="0D7700F3" w14:textId="52451FD6" w:rsidR="00520C23" w:rsidRPr="00A30D7A" w:rsidRDefault="00520C23" w:rsidP="00EC464B">
      <w:pPr>
        <w:numPr>
          <w:ilvl w:val="0"/>
          <w:numId w:val="16"/>
        </w:numPr>
        <w:rPr>
          <w:sz w:val="16"/>
          <w:szCs w:val="16"/>
        </w:rPr>
      </w:pPr>
      <w:r w:rsidRPr="00A30D7A">
        <w:rPr>
          <w:sz w:val="16"/>
          <w:szCs w:val="16"/>
        </w:rPr>
        <w:t>The ‘</w:t>
      </w:r>
      <w:r w:rsidRPr="00A30D7A">
        <w:rPr>
          <w:i/>
          <w:iCs/>
          <w:sz w:val="16"/>
          <w:szCs w:val="16"/>
        </w:rPr>
        <w:t>BEP</w:t>
      </w:r>
      <w:r w:rsidRPr="00A30D7A">
        <w:rPr>
          <w:sz w:val="16"/>
          <w:szCs w:val="16"/>
        </w:rPr>
        <w:t xml:space="preserve">’ means the </w:t>
      </w:r>
      <w:r w:rsidRPr="00A30D7A">
        <w:rPr>
          <w:i/>
          <w:iCs/>
          <w:sz w:val="16"/>
          <w:szCs w:val="16"/>
        </w:rPr>
        <w:t>BIM Execution Plan</w:t>
      </w:r>
      <w:r w:rsidRPr="00A30D7A">
        <w:rPr>
          <w:sz w:val="16"/>
          <w:szCs w:val="16"/>
        </w:rPr>
        <w:t xml:space="preserve"> for </w:t>
      </w:r>
      <w:r w:rsidR="00B30CEE" w:rsidRPr="00A30D7A">
        <w:rPr>
          <w:sz w:val="16"/>
          <w:szCs w:val="16"/>
        </w:rPr>
        <w:t>the nominated</w:t>
      </w:r>
      <w:r w:rsidRPr="00A30D7A">
        <w:rPr>
          <w:sz w:val="16"/>
          <w:szCs w:val="16"/>
        </w:rPr>
        <w:t xml:space="preserve"> project.</w:t>
      </w:r>
    </w:p>
    <w:p w14:paraId="1F1CCA58" w14:textId="77777777" w:rsidR="0078171F" w:rsidRPr="00A30D7A" w:rsidRDefault="0078171F" w:rsidP="00EC464B">
      <w:pPr>
        <w:numPr>
          <w:ilvl w:val="0"/>
          <w:numId w:val="16"/>
        </w:numPr>
        <w:rPr>
          <w:sz w:val="16"/>
          <w:szCs w:val="16"/>
        </w:rPr>
      </w:pPr>
      <w:r w:rsidRPr="00A30D7A">
        <w:rPr>
          <w:sz w:val="16"/>
          <w:szCs w:val="16"/>
        </w:rPr>
        <w:t>The ‘</w:t>
      </w:r>
      <w:r w:rsidRPr="00A30D7A">
        <w:rPr>
          <w:i/>
          <w:sz w:val="16"/>
          <w:szCs w:val="16"/>
        </w:rPr>
        <w:t>EIR Template’</w:t>
      </w:r>
      <w:r w:rsidRPr="00A30D7A">
        <w:rPr>
          <w:sz w:val="16"/>
          <w:szCs w:val="16"/>
        </w:rPr>
        <w:t xml:space="preserve"> or ‘</w:t>
      </w:r>
      <w:r w:rsidRPr="00A30D7A">
        <w:rPr>
          <w:i/>
          <w:sz w:val="16"/>
          <w:szCs w:val="16"/>
        </w:rPr>
        <w:t>Template</w:t>
      </w:r>
      <w:r w:rsidRPr="00A30D7A">
        <w:rPr>
          <w:sz w:val="16"/>
          <w:szCs w:val="16"/>
        </w:rPr>
        <w:t xml:space="preserve">’ means the </w:t>
      </w:r>
      <w:r w:rsidRPr="00A30D7A">
        <w:rPr>
          <w:i/>
          <w:sz w:val="16"/>
          <w:szCs w:val="16"/>
        </w:rPr>
        <w:t>NATSPEC Exchange Information Requirements (EIR) Template</w:t>
      </w:r>
      <w:r w:rsidRPr="00A30D7A">
        <w:rPr>
          <w:sz w:val="16"/>
          <w:szCs w:val="16"/>
        </w:rPr>
        <w:t>.</w:t>
      </w:r>
    </w:p>
    <w:p w14:paraId="2E8B5E9F" w14:textId="77777777" w:rsidR="0078171F" w:rsidRPr="00A30D7A" w:rsidRDefault="0078171F" w:rsidP="00EC464B">
      <w:pPr>
        <w:numPr>
          <w:ilvl w:val="0"/>
          <w:numId w:val="16"/>
        </w:numPr>
        <w:rPr>
          <w:sz w:val="16"/>
          <w:szCs w:val="16"/>
        </w:rPr>
      </w:pPr>
      <w:r w:rsidRPr="00A30D7A">
        <w:rPr>
          <w:sz w:val="16"/>
          <w:szCs w:val="16"/>
        </w:rPr>
        <w:t>The ‘EIR’</w:t>
      </w:r>
      <w:r w:rsidRPr="00A30D7A">
        <w:rPr>
          <w:i/>
          <w:sz w:val="16"/>
          <w:szCs w:val="16"/>
        </w:rPr>
        <w:t xml:space="preserve"> </w:t>
      </w:r>
      <w:r w:rsidRPr="00A30D7A">
        <w:rPr>
          <w:sz w:val="16"/>
          <w:szCs w:val="16"/>
        </w:rPr>
        <w:t>means the</w:t>
      </w:r>
      <w:r w:rsidRPr="00A30D7A">
        <w:rPr>
          <w:i/>
          <w:sz w:val="16"/>
          <w:szCs w:val="16"/>
        </w:rPr>
        <w:t xml:space="preserve"> </w:t>
      </w:r>
      <w:r w:rsidRPr="00A30D7A">
        <w:rPr>
          <w:sz w:val="16"/>
          <w:szCs w:val="16"/>
        </w:rPr>
        <w:t>exchange information requirements for the nominated project.</w:t>
      </w:r>
    </w:p>
    <w:p w14:paraId="77FBE99D" w14:textId="77777777" w:rsidR="0078171F" w:rsidRPr="00A30D7A" w:rsidRDefault="0078171F" w:rsidP="00EC464B">
      <w:pPr>
        <w:numPr>
          <w:ilvl w:val="0"/>
          <w:numId w:val="16"/>
        </w:numPr>
        <w:rPr>
          <w:rFonts w:eastAsia="Calibri"/>
          <w:i/>
          <w:sz w:val="16"/>
          <w:szCs w:val="16"/>
          <w:lang w:eastAsia="en-AU"/>
        </w:rPr>
      </w:pPr>
      <w:r w:rsidRPr="00A30D7A">
        <w:rPr>
          <w:rFonts w:eastAsia="Calibri"/>
          <w:iCs/>
          <w:sz w:val="16"/>
          <w:szCs w:val="16"/>
          <w:lang w:eastAsia="en-AU"/>
        </w:rPr>
        <w:t>The</w:t>
      </w:r>
      <w:r w:rsidRPr="00A30D7A">
        <w:rPr>
          <w:rFonts w:eastAsia="Calibri"/>
          <w:i/>
          <w:sz w:val="16"/>
          <w:szCs w:val="16"/>
          <w:lang w:eastAsia="en-AU"/>
        </w:rPr>
        <w:t xml:space="preserve"> ‘PBB Template’ </w:t>
      </w:r>
      <w:r w:rsidRPr="00A30D7A">
        <w:rPr>
          <w:rFonts w:eastAsia="Calibri"/>
          <w:iCs/>
          <w:sz w:val="16"/>
          <w:szCs w:val="16"/>
          <w:lang w:eastAsia="en-AU"/>
        </w:rPr>
        <w:t>or</w:t>
      </w:r>
      <w:r w:rsidRPr="00A30D7A">
        <w:rPr>
          <w:rFonts w:eastAsia="Calibri"/>
          <w:i/>
          <w:sz w:val="16"/>
          <w:szCs w:val="16"/>
          <w:lang w:eastAsia="en-AU"/>
        </w:rPr>
        <w:t xml:space="preserve"> ‘Template’ </w:t>
      </w:r>
      <w:r w:rsidRPr="00A30D7A">
        <w:rPr>
          <w:rFonts w:eastAsia="Calibri"/>
          <w:iCs/>
          <w:sz w:val="16"/>
          <w:szCs w:val="16"/>
          <w:lang w:eastAsia="en-AU"/>
        </w:rPr>
        <w:t>means the</w:t>
      </w:r>
      <w:r w:rsidRPr="00A30D7A">
        <w:rPr>
          <w:rFonts w:eastAsia="Calibri"/>
          <w:i/>
          <w:sz w:val="16"/>
          <w:szCs w:val="16"/>
          <w:lang w:eastAsia="en-AU"/>
        </w:rPr>
        <w:t xml:space="preserve"> NATSPEC Project BIM Brief Template.</w:t>
      </w:r>
    </w:p>
    <w:p w14:paraId="163E2E6A" w14:textId="7F598B39" w:rsidR="0078171F" w:rsidRPr="00A30D7A" w:rsidRDefault="0078171F" w:rsidP="00EC464B">
      <w:pPr>
        <w:numPr>
          <w:ilvl w:val="0"/>
          <w:numId w:val="16"/>
        </w:numPr>
        <w:rPr>
          <w:rFonts w:eastAsia="Calibri"/>
          <w:i/>
          <w:sz w:val="16"/>
          <w:szCs w:val="16"/>
          <w:lang w:eastAsia="en-AU"/>
        </w:rPr>
      </w:pPr>
      <w:r w:rsidRPr="00A30D7A">
        <w:rPr>
          <w:rFonts w:eastAsia="Calibri"/>
          <w:iCs/>
          <w:sz w:val="16"/>
          <w:szCs w:val="16"/>
          <w:lang w:eastAsia="en-AU"/>
        </w:rPr>
        <w:t>The</w:t>
      </w:r>
      <w:r w:rsidRPr="00A30D7A">
        <w:rPr>
          <w:rFonts w:eastAsia="Calibri"/>
          <w:i/>
          <w:sz w:val="16"/>
          <w:szCs w:val="16"/>
          <w:lang w:eastAsia="en-AU"/>
        </w:rPr>
        <w:t xml:space="preserve"> ‘P</w:t>
      </w:r>
      <w:r w:rsidR="00D81DA7">
        <w:rPr>
          <w:rFonts w:eastAsia="Calibri"/>
          <w:i/>
          <w:sz w:val="16"/>
          <w:szCs w:val="16"/>
          <w:lang w:eastAsia="en-AU"/>
        </w:rPr>
        <w:t>BB</w:t>
      </w:r>
      <w:r w:rsidRPr="00A30D7A">
        <w:rPr>
          <w:rFonts w:eastAsia="Calibri"/>
          <w:i/>
          <w:sz w:val="16"/>
          <w:szCs w:val="16"/>
          <w:lang w:eastAsia="en-AU"/>
        </w:rPr>
        <w:t xml:space="preserve">’ </w:t>
      </w:r>
      <w:r w:rsidRPr="00A30D7A">
        <w:rPr>
          <w:rFonts w:eastAsia="Calibri"/>
          <w:iCs/>
          <w:sz w:val="16"/>
          <w:szCs w:val="16"/>
          <w:lang w:eastAsia="en-AU"/>
        </w:rPr>
        <w:t>means the</w:t>
      </w:r>
      <w:r w:rsidRPr="00A30D7A">
        <w:rPr>
          <w:rFonts w:eastAsia="Calibri"/>
          <w:i/>
          <w:sz w:val="16"/>
          <w:szCs w:val="16"/>
          <w:lang w:eastAsia="en-AU"/>
        </w:rPr>
        <w:t xml:space="preserve"> </w:t>
      </w:r>
      <w:r w:rsidR="00D81DA7">
        <w:rPr>
          <w:rFonts w:eastAsia="Calibri"/>
          <w:i/>
          <w:sz w:val="16"/>
          <w:szCs w:val="16"/>
          <w:lang w:eastAsia="en-AU"/>
        </w:rPr>
        <w:t>Project BIM Brief</w:t>
      </w:r>
      <w:r w:rsidRPr="00D81DA7">
        <w:rPr>
          <w:rFonts w:eastAsia="Calibri"/>
          <w:iCs/>
          <w:sz w:val="16"/>
          <w:szCs w:val="16"/>
          <w:lang w:eastAsia="en-AU"/>
        </w:rPr>
        <w:t xml:space="preserve"> </w:t>
      </w:r>
      <w:r w:rsidRPr="00A30D7A">
        <w:rPr>
          <w:rFonts w:eastAsia="Calibri"/>
          <w:iCs/>
          <w:sz w:val="16"/>
          <w:szCs w:val="16"/>
          <w:lang w:eastAsia="en-AU"/>
        </w:rPr>
        <w:t>for the nominated project.</w:t>
      </w:r>
    </w:p>
    <w:p w14:paraId="296C1969" w14:textId="7B9D4339" w:rsidR="00520C23" w:rsidRPr="00A30D7A" w:rsidRDefault="00520C23" w:rsidP="00EC464B">
      <w:pPr>
        <w:numPr>
          <w:ilvl w:val="0"/>
          <w:numId w:val="16"/>
        </w:numPr>
        <w:rPr>
          <w:sz w:val="16"/>
          <w:szCs w:val="16"/>
        </w:rPr>
      </w:pPr>
      <w:r w:rsidRPr="00A30D7A">
        <w:rPr>
          <w:sz w:val="16"/>
          <w:szCs w:val="16"/>
        </w:rPr>
        <w:t>The ‘</w:t>
      </w:r>
      <w:r w:rsidRPr="00A30D7A">
        <w:rPr>
          <w:i/>
          <w:iCs/>
          <w:sz w:val="16"/>
          <w:szCs w:val="16"/>
        </w:rPr>
        <w:t>National BIM Guide’</w:t>
      </w:r>
      <w:r w:rsidR="001D6642">
        <w:rPr>
          <w:i/>
          <w:iCs/>
          <w:sz w:val="16"/>
          <w:szCs w:val="16"/>
        </w:rPr>
        <w:t>, ‘NBG’</w:t>
      </w:r>
      <w:r w:rsidRPr="00A30D7A">
        <w:rPr>
          <w:sz w:val="16"/>
          <w:szCs w:val="16"/>
        </w:rPr>
        <w:t xml:space="preserve"> or ‘</w:t>
      </w:r>
      <w:r w:rsidRPr="00A30D7A">
        <w:rPr>
          <w:i/>
          <w:iCs/>
          <w:sz w:val="16"/>
          <w:szCs w:val="16"/>
        </w:rPr>
        <w:t>Guide</w:t>
      </w:r>
      <w:r w:rsidRPr="00A30D7A">
        <w:rPr>
          <w:sz w:val="16"/>
          <w:szCs w:val="16"/>
        </w:rPr>
        <w:t xml:space="preserve">’ means the </w:t>
      </w:r>
      <w:r w:rsidRPr="00A30D7A">
        <w:rPr>
          <w:i/>
          <w:iCs/>
          <w:sz w:val="16"/>
          <w:szCs w:val="16"/>
        </w:rPr>
        <w:t>NATSPEC National BIM Guide</w:t>
      </w:r>
      <w:r w:rsidRPr="00A30D7A">
        <w:rPr>
          <w:sz w:val="16"/>
          <w:szCs w:val="16"/>
        </w:rPr>
        <w:t>.</w:t>
      </w:r>
    </w:p>
    <w:p w14:paraId="33178E4A" w14:textId="77777777" w:rsidR="00520C23" w:rsidRPr="00A30D7A" w:rsidRDefault="00520C23" w:rsidP="00780233">
      <w:pPr>
        <w:rPr>
          <w:sz w:val="16"/>
          <w:szCs w:val="16"/>
        </w:rPr>
      </w:pPr>
    </w:p>
    <w:p w14:paraId="5C26B2FE" w14:textId="77777777" w:rsidR="006F1367" w:rsidRPr="00A30D7A" w:rsidRDefault="006F1367" w:rsidP="00780233">
      <w:pPr>
        <w:rPr>
          <w:sz w:val="16"/>
          <w:szCs w:val="16"/>
        </w:rPr>
      </w:pPr>
    </w:p>
    <w:p w14:paraId="6F50142E" w14:textId="77777777" w:rsidR="00520C23" w:rsidRPr="00A30D7A" w:rsidRDefault="00520C23" w:rsidP="00780233">
      <w:pPr>
        <w:rPr>
          <w:b/>
          <w:sz w:val="16"/>
          <w:szCs w:val="16"/>
        </w:rPr>
      </w:pPr>
      <w:r w:rsidRPr="00A30D7A">
        <w:rPr>
          <w:b/>
          <w:sz w:val="16"/>
          <w:szCs w:val="16"/>
        </w:rPr>
        <w:t>Acknowledgements</w:t>
      </w:r>
    </w:p>
    <w:p w14:paraId="6E231701" w14:textId="77777777" w:rsidR="00520C23" w:rsidRPr="00A30D7A" w:rsidRDefault="00520C23" w:rsidP="00520C23">
      <w:pPr>
        <w:rPr>
          <w:sz w:val="16"/>
          <w:szCs w:val="16"/>
        </w:rPr>
      </w:pPr>
      <w:r w:rsidRPr="00A30D7A">
        <w:rPr>
          <w:sz w:val="16"/>
          <w:szCs w:val="16"/>
        </w:rPr>
        <w:t>NATSPEC thanks the numerous individuals and organisations who contributed to the development of this document through material they provided and/or comments they made on drafts.</w:t>
      </w:r>
    </w:p>
    <w:p w14:paraId="53366996" w14:textId="77777777" w:rsidR="00520C23" w:rsidRPr="00A30D7A" w:rsidRDefault="00520C23" w:rsidP="00780233">
      <w:pPr>
        <w:rPr>
          <w:sz w:val="16"/>
          <w:szCs w:val="16"/>
        </w:rPr>
      </w:pPr>
    </w:p>
    <w:p w14:paraId="697D92CE" w14:textId="77777777" w:rsidR="00520C23" w:rsidRPr="00A30D7A" w:rsidRDefault="00520C23" w:rsidP="00780233">
      <w:pPr>
        <w:rPr>
          <w:sz w:val="16"/>
          <w:szCs w:val="16"/>
        </w:rPr>
      </w:pPr>
    </w:p>
    <w:p w14:paraId="1175D795" w14:textId="77777777" w:rsidR="00520C23" w:rsidRPr="00A30D7A" w:rsidRDefault="00520C23" w:rsidP="00780233">
      <w:pPr>
        <w:rPr>
          <w:sz w:val="16"/>
          <w:szCs w:val="16"/>
        </w:rPr>
      </w:pPr>
    </w:p>
    <w:p w14:paraId="70DC346F" w14:textId="77777777" w:rsidR="00520C23" w:rsidRPr="00A30D7A" w:rsidRDefault="00520C23" w:rsidP="00780233">
      <w:pPr>
        <w:rPr>
          <w:sz w:val="16"/>
          <w:szCs w:val="16"/>
        </w:rPr>
      </w:pPr>
    </w:p>
    <w:p w14:paraId="4AD48733" w14:textId="77777777" w:rsidR="00520C23" w:rsidRPr="00A30D7A" w:rsidRDefault="00520C23" w:rsidP="00780233">
      <w:pPr>
        <w:rPr>
          <w:b/>
          <w:sz w:val="16"/>
          <w:szCs w:val="16"/>
        </w:rPr>
      </w:pPr>
      <w:r w:rsidRPr="00A30D7A">
        <w:rPr>
          <w:b/>
          <w:sz w:val="16"/>
          <w:szCs w:val="16"/>
        </w:rPr>
        <w:t>Comments</w:t>
      </w:r>
    </w:p>
    <w:p w14:paraId="5653998D" w14:textId="77777777" w:rsidR="00520C23" w:rsidRPr="00A30D7A" w:rsidRDefault="00520C23" w:rsidP="00780233">
      <w:pPr>
        <w:rPr>
          <w:sz w:val="16"/>
          <w:szCs w:val="16"/>
        </w:rPr>
      </w:pPr>
      <w:r w:rsidRPr="00A30D7A">
        <w:rPr>
          <w:sz w:val="16"/>
          <w:szCs w:val="16"/>
        </w:rPr>
        <w:t>NATSPEC welcomes comments or suggestions for improvements to this document and encourages readers to notify us immediately of any apparent inaccuracies or ambiguities. NATSPEC also encourages users to share their experiences of applying it on projects with us. The input of industry stakeholders helps keep NATSPEC documents relevant to current practice and useful.</w:t>
      </w:r>
    </w:p>
    <w:p w14:paraId="13B6B321" w14:textId="2485F1CF" w:rsidR="00520C23" w:rsidRPr="00A30D7A" w:rsidRDefault="00520C23" w:rsidP="00780233">
      <w:pPr>
        <w:rPr>
          <w:sz w:val="16"/>
          <w:szCs w:val="16"/>
        </w:rPr>
      </w:pPr>
      <w:r w:rsidRPr="00A30D7A">
        <w:rPr>
          <w:sz w:val="16"/>
          <w:szCs w:val="16"/>
        </w:rPr>
        <w:t xml:space="preserve">Contact us via email at </w:t>
      </w:r>
      <w:hyperlink r:id="rId14" w:history="1">
        <w:r w:rsidRPr="00A30D7A">
          <w:rPr>
            <w:rStyle w:val="Hyperlink"/>
            <w:rFonts w:cs="Arial"/>
            <w:sz w:val="16"/>
            <w:szCs w:val="16"/>
          </w:rPr>
          <w:t>bim@natspec.com.au</w:t>
        </w:r>
      </w:hyperlink>
      <w:r w:rsidRPr="00A30D7A">
        <w:rPr>
          <w:sz w:val="16"/>
          <w:szCs w:val="16"/>
        </w:rPr>
        <w:t>.</w:t>
      </w:r>
    </w:p>
    <w:p w14:paraId="206075CE" w14:textId="1BA7EBE8" w:rsidR="00520C23" w:rsidRPr="00A30D7A" w:rsidRDefault="00520C23" w:rsidP="006F1367">
      <w:pPr>
        <w:rPr>
          <w:sz w:val="16"/>
          <w:szCs w:val="16"/>
        </w:rPr>
      </w:pPr>
      <w:r w:rsidRPr="00A30D7A">
        <w:rPr>
          <w:sz w:val="16"/>
          <w:szCs w:val="16"/>
        </w:rPr>
        <w:br w:type="page"/>
      </w:r>
    </w:p>
    <w:p w14:paraId="20D9F7E1" w14:textId="0295A18A" w:rsidR="006F1367" w:rsidRPr="00A30D7A" w:rsidRDefault="00D1642E" w:rsidP="00780233">
      <w:pPr>
        <w:rPr>
          <w:rFonts w:cs="Arial"/>
          <w:b/>
          <w:bCs/>
        </w:rPr>
      </w:pPr>
      <w:bookmarkStart w:id="0" w:name="_Hlk111556846"/>
      <w:r>
        <w:rPr>
          <w:rFonts w:cs="Arial"/>
          <w:b/>
          <w:bCs/>
          <w:sz w:val="28"/>
        </w:rPr>
        <w:lastRenderedPageBreak/>
        <w:t xml:space="preserve">Delivery Team </w:t>
      </w:r>
      <w:r w:rsidR="00584E41" w:rsidRPr="00A30D7A">
        <w:rPr>
          <w:rFonts w:cs="Arial"/>
          <w:b/>
          <w:bCs/>
          <w:sz w:val="28"/>
        </w:rPr>
        <w:t>BIM Execution Plan (BEP) - Combined</w:t>
      </w:r>
    </w:p>
    <w:p w14:paraId="6507417C" w14:textId="77777777" w:rsidR="006F1367" w:rsidRPr="00A30D7A" w:rsidRDefault="006F1367" w:rsidP="006F1367">
      <w:pPr>
        <w:rPr>
          <w:rFonts w:cs="Arial"/>
          <w:b/>
          <w:bCs/>
        </w:rPr>
      </w:pPr>
    </w:p>
    <w:p w14:paraId="653E7839" w14:textId="77777777" w:rsidR="00584E41" w:rsidRPr="00A30D7A" w:rsidRDefault="00584E41" w:rsidP="00780233">
      <w:pPr>
        <w:rPr>
          <w:rFonts w:cs="Arial"/>
          <w:b/>
          <w:bCs/>
        </w:rPr>
      </w:pPr>
    </w:p>
    <w:p w14:paraId="62682E93" w14:textId="77777777" w:rsidR="006F1367" w:rsidRPr="00A30D7A" w:rsidRDefault="006F1367" w:rsidP="00780233">
      <w:pPr>
        <w:spacing w:line="276" w:lineRule="auto"/>
        <w:rPr>
          <w:rFonts w:cs="Arial"/>
          <w:b/>
          <w:bCs/>
        </w:rPr>
      </w:pPr>
      <w:bookmarkStart w:id="1" w:name="_Hlk111737258"/>
      <w:r w:rsidRPr="00A30D7A">
        <w:rPr>
          <w:rFonts w:cs="Arial"/>
          <w:b/>
          <w:bCs/>
        </w:rPr>
        <w:t xml:space="preserve">Document </w:t>
      </w:r>
      <w:proofErr w:type="gramStart"/>
      <w:r w:rsidRPr="00A30D7A">
        <w:rPr>
          <w:rFonts w:cs="Arial"/>
          <w:b/>
          <w:bCs/>
        </w:rPr>
        <w:t>control</w:t>
      </w:r>
      <w:proofErr w:type="gramEnd"/>
    </w:p>
    <w:p w14:paraId="51CFB942" w14:textId="79ADE602" w:rsidR="006F1367" w:rsidRPr="00A30D7A" w:rsidRDefault="006F1367" w:rsidP="007D6850">
      <w:pPr>
        <w:pStyle w:val="Instructions"/>
        <w:ind w:right="141"/>
      </w:pPr>
      <w:r w:rsidRPr="00A30D7A">
        <w:t xml:space="preserve">This table is for listing the contacts who worked on the development of the </w:t>
      </w:r>
      <w:r w:rsidR="0078171F" w:rsidRPr="00A30D7A">
        <w:t>BEP</w:t>
      </w:r>
      <w:r w:rsidRPr="00A30D7A">
        <w:t xml:space="preserve">, and who can be contacted to answer queries about them. </w:t>
      </w:r>
      <w:bookmarkStart w:id="2" w:name="_Hlk117175039"/>
      <w:r w:rsidRPr="00A30D7A">
        <w:t xml:space="preserve">Indicate responsibilities for the development of the </w:t>
      </w:r>
      <w:r w:rsidR="0078171F" w:rsidRPr="00A30D7A">
        <w:t>BEP</w:t>
      </w:r>
      <w:r w:rsidRPr="00A30D7A">
        <w:t xml:space="preserve"> in the ‘RACI’ column.</w:t>
      </w:r>
    </w:p>
    <w:tbl>
      <w:tblPr>
        <w:tblW w:w="9185" w:type="dxa"/>
        <w:tblLayout w:type="fixed"/>
        <w:tblLook w:val="04A0" w:firstRow="1" w:lastRow="0" w:firstColumn="1" w:lastColumn="0" w:noHBand="0" w:noVBand="1"/>
      </w:tblPr>
      <w:tblGrid>
        <w:gridCol w:w="1701"/>
        <w:gridCol w:w="1701"/>
        <w:gridCol w:w="1701"/>
        <w:gridCol w:w="1701"/>
        <w:gridCol w:w="1701"/>
        <w:gridCol w:w="680"/>
      </w:tblGrid>
      <w:tr w:rsidR="006F1367" w:rsidRPr="00A30D7A" w14:paraId="61C74950" w14:textId="77777777" w:rsidTr="00615D4B">
        <w:trPr>
          <w:trHeight w:val="454"/>
          <w:tblHeader/>
        </w:trPr>
        <w:tc>
          <w:tcPr>
            <w:tcW w:w="1701" w:type="dxa"/>
            <w:tcBorders>
              <w:top w:val="single" w:sz="4" w:space="0" w:color="auto"/>
              <w:bottom w:val="single" w:sz="4" w:space="0" w:color="auto"/>
            </w:tcBorders>
            <w:shd w:val="clear" w:color="auto" w:fill="D9E2F3" w:themeFill="accent1" w:themeFillTint="33"/>
            <w:vAlign w:val="center"/>
          </w:tcPr>
          <w:bookmarkEnd w:id="2"/>
          <w:p w14:paraId="2902FC7C" w14:textId="77777777" w:rsidR="006F1367" w:rsidRPr="00A30D7A" w:rsidRDefault="006F1367" w:rsidP="00615D4B">
            <w:pPr>
              <w:rPr>
                <w:rFonts w:cs="Arial"/>
                <w:b/>
                <w:szCs w:val="18"/>
              </w:rPr>
            </w:pPr>
            <w:r w:rsidRPr="00A30D7A">
              <w:rPr>
                <w:szCs w:val="18"/>
              </w:rPr>
              <w:t>Title/Role</w:t>
            </w:r>
          </w:p>
        </w:tc>
        <w:tc>
          <w:tcPr>
            <w:tcW w:w="1701" w:type="dxa"/>
            <w:tcBorders>
              <w:top w:val="single" w:sz="4" w:space="0" w:color="auto"/>
              <w:bottom w:val="single" w:sz="4" w:space="0" w:color="auto"/>
            </w:tcBorders>
            <w:shd w:val="clear" w:color="auto" w:fill="DBE5F1"/>
            <w:vAlign w:val="center"/>
          </w:tcPr>
          <w:p w14:paraId="729CDCE9" w14:textId="77777777" w:rsidR="006F1367" w:rsidRPr="00A30D7A" w:rsidRDefault="006F1367" w:rsidP="00615D4B">
            <w:pPr>
              <w:rPr>
                <w:szCs w:val="18"/>
              </w:rPr>
            </w:pPr>
            <w:r w:rsidRPr="00A30D7A">
              <w:rPr>
                <w:szCs w:val="18"/>
              </w:rPr>
              <w:t>Name</w:t>
            </w:r>
          </w:p>
        </w:tc>
        <w:tc>
          <w:tcPr>
            <w:tcW w:w="1701" w:type="dxa"/>
            <w:tcBorders>
              <w:top w:val="single" w:sz="4" w:space="0" w:color="auto"/>
              <w:bottom w:val="single" w:sz="4" w:space="0" w:color="auto"/>
            </w:tcBorders>
            <w:shd w:val="clear" w:color="auto" w:fill="DBE5F1"/>
            <w:vAlign w:val="center"/>
          </w:tcPr>
          <w:p w14:paraId="06D3DBDF" w14:textId="77777777" w:rsidR="006F1367" w:rsidRPr="00A30D7A" w:rsidRDefault="006F1367" w:rsidP="00615D4B">
            <w:pPr>
              <w:rPr>
                <w:szCs w:val="18"/>
              </w:rPr>
            </w:pPr>
            <w:r w:rsidRPr="00A30D7A">
              <w:rPr>
                <w:szCs w:val="18"/>
              </w:rPr>
              <w:t>Company/</w:t>
            </w:r>
          </w:p>
          <w:p w14:paraId="08A6ABFE" w14:textId="77777777" w:rsidR="006F1367" w:rsidRPr="00A30D7A" w:rsidRDefault="006F1367" w:rsidP="00615D4B">
            <w:pPr>
              <w:rPr>
                <w:szCs w:val="18"/>
              </w:rPr>
            </w:pPr>
            <w:r w:rsidRPr="00A30D7A">
              <w:rPr>
                <w:szCs w:val="18"/>
              </w:rPr>
              <w:t>Organisation</w:t>
            </w:r>
          </w:p>
        </w:tc>
        <w:tc>
          <w:tcPr>
            <w:tcW w:w="1701" w:type="dxa"/>
            <w:tcBorders>
              <w:top w:val="single" w:sz="4" w:space="0" w:color="auto"/>
              <w:bottom w:val="single" w:sz="4" w:space="0" w:color="auto"/>
            </w:tcBorders>
            <w:shd w:val="clear" w:color="auto" w:fill="DBE5F1"/>
            <w:vAlign w:val="center"/>
          </w:tcPr>
          <w:p w14:paraId="7D20E8AA" w14:textId="77777777" w:rsidR="006F1367" w:rsidRPr="00A30D7A" w:rsidRDefault="006F1367" w:rsidP="00615D4B">
            <w:pPr>
              <w:rPr>
                <w:szCs w:val="18"/>
              </w:rPr>
            </w:pPr>
            <w:r w:rsidRPr="00A30D7A">
              <w:rPr>
                <w:szCs w:val="18"/>
              </w:rPr>
              <w:t>Email</w:t>
            </w:r>
          </w:p>
        </w:tc>
        <w:tc>
          <w:tcPr>
            <w:tcW w:w="1701" w:type="dxa"/>
            <w:tcBorders>
              <w:top w:val="single" w:sz="4" w:space="0" w:color="auto"/>
              <w:bottom w:val="single" w:sz="4" w:space="0" w:color="auto"/>
            </w:tcBorders>
            <w:shd w:val="clear" w:color="auto" w:fill="DBE5F1"/>
            <w:vAlign w:val="center"/>
          </w:tcPr>
          <w:p w14:paraId="728AC734" w14:textId="77777777" w:rsidR="006F1367" w:rsidRPr="00A30D7A" w:rsidRDefault="006F1367" w:rsidP="00615D4B">
            <w:pPr>
              <w:rPr>
                <w:szCs w:val="18"/>
              </w:rPr>
            </w:pPr>
            <w:r w:rsidRPr="00A30D7A">
              <w:rPr>
                <w:szCs w:val="18"/>
              </w:rPr>
              <w:t>Tel. No.</w:t>
            </w:r>
          </w:p>
        </w:tc>
        <w:tc>
          <w:tcPr>
            <w:tcW w:w="680" w:type="dxa"/>
            <w:tcBorders>
              <w:top w:val="single" w:sz="4" w:space="0" w:color="auto"/>
              <w:bottom w:val="single" w:sz="4" w:space="0" w:color="auto"/>
            </w:tcBorders>
            <w:shd w:val="clear" w:color="auto" w:fill="DBE5F1"/>
            <w:vAlign w:val="center"/>
          </w:tcPr>
          <w:p w14:paraId="5109030F" w14:textId="77777777" w:rsidR="006F1367" w:rsidRPr="00A30D7A" w:rsidRDefault="006F1367" w:rsidP="00D81DA7">
            <w:pPr>
              <w:ind w:left="-105"/>
              <w:rPr>
                <w:szCs w:val="18"/>
              </w:rPr>
            </w:pPr>
            <w:r w:rsidRPr="00A30D7A">
              <w:rPr>
                <w:szCs w:val="18"/>
              </w:rPr>
              <w:t>RACI</w:t>
            </w:r>
          </w:p>
        </w:tc>
      </w:tr>
      <w:tr w:rsidR="006F1367" w:rsidRPr="00A30D7A" w14:paraId="0312923B" w14:textId="77777777" w:rsidTr="00615D4B">
        <w:trPr>
          <w:trHeight w:val="454"/>
          <w:tblHeader/>
        </w:trPr>
        <w:tc>
          <w:tcPr>
            <w:tcW w:w="1701" w:type="dxa"/>
            <w:tcBorders>
              <w:top w:val="single" w:sz="4" w:space="0" w:color="auto"/>
              <w:bottom w:val="single" w:sz="4" w:space="0" w:color="auto"/>
            </w:tcBorders>
            <w:shd w:val="clear" w:color="auto" w:fill="auto"/>
            <w:vAlign w:val="center"/>
          </w:tcPr>
          <w:p w14:paraId="35546D5C" w14:textId="77777777" w:rsidR="006F1367" w:rsidRPr="00A30D7A" w:rsidRDefault="006F1367" w:rsidP="00615D4B">
            <w:pPr>
              <w:rPr>
                <w:b/>
                <w:bCs/>
                <w:szCs w:val="18"/>
              </w:rPr>
            </w:pPr>
            <w:r w:rsidRPr="00A30D7A">
              <w:rPr>
                <w:szCs w:val="18"/>
              </w:rPr>
              <w:t>Author</w:t>
            </w:r>
          </w:p>
        </w:tc>
        <w:tc>
          <w:tcPr>
            <w:tcW w:w="1701" w:type="dxa"/>
            <w:tcBorders>
              <w:top w:val="single" w:sz="4" w:space="0" w:color="auto"/>
              <w:bottom w:val="single" w:sz="4" w:space="0" w:color="auto"/>
            </w:tcBorders>
            <w:shd w:val="clear" w:color="auto" w:fill="auto"/>
            <w:vAlign w:val="center"/>
          </w:tcPr>
          <w:p w14:paraId="02F44076" w14:textId="77777777" w:rsidR="006F1367" w:rsidRPr="00A30D7A" w:rsidRDefault="006F1367" w:rsidP="00615D4B">
            <w:pPr>
              <w:rPr>
                <w:b/>
                <w:bCs/>
                <w:szCs w:val="18"/>
              </w:rPr>
            </w:pPr>
          </w:p>
        </w:tc>
        <w:tc>
          <w:tcPr>
            <w:tcW w:w="1701" w:type="dxa"/>
            <w:tcBorders>
              <w:top w:val="single" w:sz="4" w:space="0" w:color="auto"/>
              <w:bottom w:val="single" w:sz="4" w:space="0" w:color="auto"/>
            </w:tcBorders>
            <w:shd w:val="clear" w:color="auto" w:fill="auto"/>
            <w:vAlign w:val="center"/>
          </w:tcPr>
          <w:p w14:paraId="6F59A0C4" w14:textId="77777777" w:rsidR="006F1367" w:rsidRPr="00A30D7A" w:rsidRDefault="006F1367" w:rsidP="00615D4B">
            <w:pPr>
              <w:rPr>
                <w:b/>
                <w:bCs/>
                <w:szCs w:val="18"/>
              </w:rPr>
            </w:pPr>
          </w:p>
        </w:tc>
        <w:tc>
          <w:tcPr>
            <w:tcW w:w="1701" w:type="dxa"/>
            <w:tcBorders>
              <w:top w:val="single" w:sz="4" w:space="0" w:color="auto"/>
              <w:bottom w:val="single" w:sz="4" w:space="0" w:color="auto"/>
            </w:tcBorders>
            <w:shd w:val="clear" w:color="auto" w:fill="auto"/>
            <w:vAlign w:val="center"/>
          </w:tcPr>
          <w:p w14:paraId="5C797E5B" w14:textId="77777777" w:rsidR="006F1367" w:rsidRPr="00A30D7A" w:rsidRDefault="006F1367" w:rsidP="00615D4B">
            <w:pPr>
              <w:rPr>
                <w:b/>
                <w:bCs/>
                <w:szCs w:val="18"/>
              </w:rPr>
            </w:pPr>
          </w:p>
        </w:tc>
        <w:tc>
          <w:tcPr>
            <w:tcW w:w="1701" w:type="dxa"/>
            <w:tcBorders>
              <w:top w:val="single" w:sz="4" w:space="0" w:color="auto"/>
              <w:bottom w:val="single" w:sz="4" w:space="0" w:color="auto"/>
            </w:tcBorders>
          </w:tcPr>
          <w:p w14:paraId="3BF16344" w14:textId="77777777" w:rsidR="006F1367" w:rsidRPr="00A30D7A" w:rsidRDefault="006F1367" w:rsidP="00615D4B">
            <w:pPr>
              <w:rPr>
                <w:b/>
                <w:bCs/>
                <w:szCs w:val="18"/>
              </w:rPr>
            </w:pPr>
          </w:p>
        </w:tc>
        <w:tc>
          <w:tcPr>
            <w:tcW w:w="680" w:type="dxa"/>
            <w:tcBorders>
              <w:top w:val="single" w:sz="4" w:space="0" w:color="auto"/>
              <w:bottom w:val="single" w:sz="4" w:space="0" w:color="auto"/>
            </w:tcBorders>
          </w:tcPr>
          <w:p w14:paraId="367A0B5C" w14:textId="77777777" w:rsidR="006F1367" w:rsidRPr="00A30D7A" w:rsidRDefault="006F1367" w:rsidP="00615D4B">
            <w:pPr>
              <w:rPr>
                <w:b/>
                <w:bCs/>
                <w:szCs w:val="18"/>
              </w:rPr>
            </w:pPr>
          </w:p>
        </w:tc>
      </w:tr>
      <w:tr w:rsidR="006F1367" w:rsidRPr="00A30D7A" w14:paraId="6AD1E2A3" w14:textId="77777777" w:rsidTr="00615D4B">
        <w:trPr>
          <w:trHeight w:val="454"/>
          <w:tblHeader/>
        </w:trPr>
        <w:tc>
          <w:tcPr>
            <w:tcW w:w="1701" w:type="dxa"/>
            <w:tcBorders>
              <w:top w:val="single" w:sz="4" w:space="0" w:color="auto"/>
              <w:bottom w:val="single" w:sz="4" w:space="0" w:color="auto"/>
            </w:tcBorders>
            <w:vAlign w:val="center"/>
          </w:tcPr>
          <w:p w14:paraId="7A8091AF" w14:textId="77777777" w:rsidR="006F1367" w:rsidRPr="00A30D7A" w:rsidRDefault="006F1367" w:rsidP="00615D4B">
            <w:pPr>
              <w:rPr>
                <w:rFonts w:cs="Arial"/>
                <w:szCs w:val="18"/>
              </w:rPr>
            </w:pPr>
            <w:r w:rsidRPr="00A30D7A">
              <w:rPr>
                <w:rFonts w:cs="Arial"/>
                <w:szCs w:val="18"/>
              </w:rPr>
              <w:t>Owner</w:t>
            </w:r>
          </w:p>
        </w:tc>
        <w:tc>
          <w:tcPr>
            <w:tcW w:w="1701" w:type="dxa"/>
            <w:tcBorders>
              <w:top w:val="single" w:sz="4" w:space="0" w:color="auto"/>
              <w:bottom w:val="single" w:sz="4" w:space="0" w:color="auto"/>
            </w:tcBorders>
            <w:vAlign w:val="center"/>
          </w:tcPr>
          <w:p w14:paraId="3161E5E2"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13BCCA86"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4CB22BBA"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tcPr>
          <w:p w14:paraId="6A446F7C" w14:textId="77777777" w:rsidR="006F1367" w:rsidRPr="00A30D7A" w:rsidRDefault="006F1367" w:rsidP="00615D4B">
            <w:pPr>
              <w:rPr>
                <w:rFonts w:cs="Arial"/>
                <w:szCs w:val="18"/>
              </w:rPr>
            </w:pPr>
          </w:p>
        </w:tc>
        <w:tc>
          <w:tcPr>
            <w:tcW w:w="680" w:type="dxa"/>
            <w:tcBorders>
              <w:top w:val="single" w:sz="4" w:space="0" w:color="auto"/>
              <w:bottom w:val="single" w:sz="4" w:space="0" w:color="auto"/>
            </w:tcBorders>
          </w:tcPr>
          <w:p w14:paraId="5E75DDFC" w14:textId="77777777" w:rsidR="006F1367" w:rsidRPr="00A30D7A" w:rsidRDefault="006F1367" w:rsidP="00615D4B">
            <w:pPr>
              <w:rPr>
                <w:rFonts w:cs="Arial"/>
                <w:szCs w:val="18"/>
              </w:rPr>
            </w:pPr>
          </w:p>
        </w:tc>
      </w:tr>
      <w:tr w:rsidR="006F1367" w:rsidRPr="00A30D7A" w14:paraId="4D497ADA" w14:textId="77777777" w:rsidTr="00615D4B">
        <w:trPr>
          <w:trHeight w:val="454"/>
          <w:tblHeader/>
        </w:trPr>
        <w:tc>
          <w:tcPr>
            <w:tcW w:w="1701" w:type="dxa"/>
            <w:tcBorders>
              <w:top w:val="single" w:sz="4" w:space="0" w:color="auto"/>
              <w:bottom w:val="single" w:sz="4" w:space="0" w:color="auto"/>
            </w:tcBorders>
            <w:vAlign w:val="center"/>
          </w:tcPr>
          <w:p w14:paraId="10F07C1B" w14:textId="77777777" w:rsidR="006F1367" w:rsidRPr="00A30D7A" w:rsidRDefault="006F1367" w:rsidP="00615D4B">
            <w:pPr>
              <w:rPr>
                <w:rFonts w:cs="Arial"/>
                <w:szCs w:val="18"/>
              </w:rPr>
            </w:pPr>
            <w:r w:rsidRPr="00A30D7A">
              <w:rPr>
                <w:rFonts w:cs="Arial"/>
                <w:szCs w:val="18"/>
              </w:rPr>
              <w:t>Appointing party representative</w:t>
            </w:r>
          </w:p>
        </w:tc>
        <w:tc>
          <w:tcPr>
            <w:tcW w:w="1701" w:type="dxa"/>
            <w:tcBorders>
              <w:top w:val="single" w:sz="4" w:space="0" w:color="auto"/>
              <w:bottom w:val="single" w:sz="4" w:space="0" w:color="auto"/>
            </w:tcBorders>
            <w:vAlign w:val="center"/>
          </w:tcPr>
          <w:p w14:paraId="74D5D911"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4AF56965"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43D92A39"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tcPr>
          <w:p w14:paraId="7D35A113" w14:textId="77777777" w:rsidR="006F1367" w:rsidRPr="00A30D7A" w:rsidRDefault="006F1367" w:rsidP="00615D4B">
            <w:pPr>
              <w:rPr>
                <w:rFonts w:cs="Arial"/>
                <w:szCs w:val="18"/>
              </w:rPr>
            </w:pPr>
          </w:p>
        </w:tc>
        <w:tc>
          <w:tcPr>
            <w:tcW w:w="680" w:type="dxa"/>
            <w:tcBorders>
              <w:top w:val="single" w:sz="4" w:space="0" w:color="auto"/>
              <w:bottom w:val="single" w:sz="4" w:space="0" w:color="auto"/>
            </w:tcBorders>
          </w:tcPr>
          <w:p w14:paraId="0D7143FA" w14:textId="77777777" w:rsidR="006F1367" w:rsidRPr="00A30D7A" w:rsidRDefault="006F1367" w:rsidP="00615D4B">
            <w:pPr>
              <w:rPr>
                <w:rFonts w:cs="Arial"/>
                <w:szCs w:val="18"/>
              </w:rPr>
            </w:pPr>
          </w:p>
        </w:tc>
      </w:tr>
      <w:tr w:rsidR="003276A3" w:rsidRPr="00A30D7A" w14:paraId="74593538" w14:textId="77777777" w:rsidTr="00615D4B">
        <w:trPr>
          <w:trHeight w:val="454"/>
          <w:tblHeader/>
        </w:trPr>
        <w:tc>
          <w:tcPr>
            <w:tcW w:w="1701" w:type="dxa"/>
            <w:tcBorders>
              <w:top w:val="single" w:sz="4" w:space="0" w:color="auto"/>
              <w:bottom w:val="single" w:sz="4" w:space="0" w:color="auto"/>
            </w:tcBorders>
            <w:vAlign w:val="center"/>
          </w:tcPr>
          <w:p w14:paraId="10BABDCD" w14:textId="21217A4E" w:rsidR="003276A3" w:rsidRPr="00A30D7A" w:rsidRDefault="003276A3" w:rsidP="00615D4B">
            <w:pPr>
              <w:rPr>
                <w:rFonts w:cs="Arial"/>
                <w:szCs w:val="18"/>
              </w:rPr>
            </w:pPr>
            <w:r w:rsidRPr="00A30D7A">
              <w:rPr>
                <w:rFonts w:cs="Arial"/>
                <w:szCs w:val="18"/>
              </w:rPr>
              <w:t>BIM Manager</w:t>
            </w:r>
          </w:p>
        </w:tc>
        <w:tc>
          <w:tcPr>
            <w:tcW w:w="1701" w:type="dxa"/>
            <w:tcBorders>
              <w:top w:val="single" w:sz="4" w:space="0" w:color="auto"/>
              <w:bottom w:val="single" w:sz="4" w:space="0" w:color="auto"/>
            </w:tcBorders>
            <w:vAlign w:val="center"/>
          </w:tcPr>
          <w:p w14:paraId="67100BCE" w14:textId="77777777" w:rsidR="003276A3" w:rsidRPr="00A30D7A" w:rsidRDefault="003276A3" w:rsidP="00615D4B">
            <w:pPr>
              <w:rPr>
                <w:rFonts w:cs="Arial"/>
                <w:szCs w:val="18"/>
              </w:rPr>
            </w:pPr>
          </w:p>
        </w:tc>
        <w:tc>
          <w:tcPr>
            <w:tcW w:w="1701" w:type="dxa"/>
            <w:tcBorders>
              <w:top w:val="single" w:sz="4" w:space="0" w:color="auto"/>
              <w:bottom w:val="single" w:sz="4" w:space="0" w:color="auto"/>
            </w:tcBorders>
            <w:vAlign w:val="center"/>
          </w:tcPr>
          <w:p w14:paraId="6DA1CFB9" w14:textId="77777777" w:rsidR="003276A3" w:rsidRPr="00A30D7A" w:rsidRDefault="003276A3" w:rsidP="00615D4B">
            <w:pPr>
              <w:rPr>
                <w:rFonts w:cs="Arial"/>
                <w:szCs w:val="18"/>
              </w:rPr>
            </w:pPr>
          </w:p>
        </w:tc>
        <w:tc>
          <w:tcPr>
            <w:tcW w:w="1701" w:type="dxa"/>
            <w:tcBorders>
              <w:top w:val="single" w:sz="4" w:space="0" w:color="auto"/>
              <w:bottom w:val="single" w:sz="4" w:space="0" w:color="auto"/>
            </w:tcBorders>
            <w:vAlign w:val="center"/>
          </w:tcPr>
          <w:p w14:paraId="73AAF001" w14:textId="77777777" w:rsidR="003276A3" w:rsidRPr="00A30D7A" w:rsidRDefault="003276A3" w:rsidP="00615D4B">
            <w:pPr>
              <w:rPr>
                <w:rFonts w:cs="Arial"/>
                <w:szCs w:val="18"/>
              </w:rPr>
            </w:pPr>
          </w:p>
        </w:tc>
        <w:tc>
          <w:tcPr>
            <w:tcW w:w="1701" w:type="dxa"/>
            <w:tcBorders>
              <w:top w:val="single" w:sz="4" w:space="0" w:color="auto"/>
              <w:bottom w:val="single" w:sz="4" w:space="0" w:color="auto"/>
            </w:tcBorders>
          </w:tcPr>
          <w:p w14:paraId="7FC643AE" w14:textId="77777777" w:rsidR="003276A3" w:rsidRPr="00A30D7A" w:rsidRDefault="003276A3" w:rsidP="00615D4B">
            <w:pPr>
              <w:rPr>
                <w:rFonts w:cs="Arial"/>
                <w:szCs w:val="18"/>
              </w:rPr>
            </w:pPr>
          </w:p>
        </w:tc>
        <w:tc>
          <w:tcPr>
            <w:tcW w:w="680" w:type="dxa"/>
            <w:tcBorders>
              <w:top w:val="single" w:sz="4" w:space="0" w:color="auto"/>
              <w:bottom w:val="single" w:sz="4" w:space="0" w:color="auto"/>
            </w:tcBorders>
          </w:tcPr>
          <w:p w14:paraId="741F6B03" w14:textId="77777777" w:rsidR="003276A3" w:rsidRPr="00A30D7A" w:rsidRDefault="003276A3" w:rsidP="00615D4B">
            <w:pPr>
              <w:rPr>
                <w:rFonts w:cs="Arial"/>
                <w:szCs w:val="18"/>
              </w:rPr>
            </w:pPr>
          </w:p>
        </w:tc>
      </w:tr>
      <w:tr w:rsidR="006F1367" w:rsidRPr="00A30D7A" w14:paraId="7A9A3C41" w14:textId="77777777" w:rsidTr="00615D4B">
        <w:trPr>
          <w:trHeight w:val="454"/>
          <w:tblHeader/>
        </w:trPr>
        <w:tc>
          <w:tcPr>
            <w:tcW w:w="1701" w:type="dxa"/>
            <w:tcBorders>
              <w:top w:val="single" w:sz="4" w:space="0" w:color="auto"/>
              <w:bottom w:val="single" w:sz="4" w:space="0" w:color="auto"/>
            </w:tcBorders>
            <w:vAlign w:val="center"/>
          </w:tcPr>
          <w:p w14:paraId="16FADD68" w14:textId="77777777" w:rsidR="006F1367" w:rsidRPr="00A30D7A" w:rsidRDefault="006F1367" w:rsidP="00615D4B">
            <w:pPr>
              <w:rPr>
                <w:b/>
                <w:szCs w:val="18"/>
              </w:rPr>
            </w:pPr>
            <w:r w:rsidRPr="00A30D7A">
              <w:rPr>
                <w:szCs w:val="18"/>
              </w:rPr>
              <w:t>Information Manager</w:t>
            </w:r>
          </w:p>
        </w:tc>
        <w:tc>
          <w:tcPr>
            <w:tcW w:w="1701" w:type="dxa"/>
            <w:tcBorders>
              <w:top w:val="single" w:sz="4" w:space="0" w:color="auto"/>
              <w:bottom w:val="single" w:sz="4" w:space="0" w:color="auto"/>
            </w:tcBorders>
            <w:vAlign w:val="center"/>
          </w:tcPr>
          <w:p w14:paraId="310C9AF3"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4BA130A5"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01D41804"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tcPr>
          <w:p w14:paraId="40A9FE69" w14:textId="77777777" w:rsidR="006F1367" w:rsidRPr="00A30D7A" w:rsidRDefault="006F1367" w:rsidP="00615D4B">
            <w:pPr>
              <w:rPr>
                <w:rFonts w:cs="Arial"/>
                <w:szCs w:val="18"/>
              </w:rPr>
            </w:pPr>
          </w:p>
        </w:tc>
        <w:tc>
          <w:tcPr>
            <w:tcW w:w="680" w:type="dxa"/>
            <w:tcBorders>
              <w:top w:val="single" w:sz="4" w:space="0" w:color="auto"/>
              <w:bottom w:val="single" w:sz="4" w:space="0" w:color="auto"/>
            </w:tcBorders>
          </w:tcPr>
          <w:p w14:paraId="5491DB63" w14:textId="77777777" w:rsidR="006F1367" w:rsidRPr="00A30D7A" w:rsidRDefault="006F1367" w:rsidP="00615D4B">
            <w:pPr>
              <w:rPr>
                <w:rFonts w:cs="Arial"/>
                <w:szCs w:val="18"/>
              </w:rPr>
            </w:pPr>
          </w:p>
        </w:tc>
      </w:tr>
    </w:tbl>
    <w:p w14:paraId="0A067AE9" w14:textId="1FA44A81" w:rsidR="006F1367" w:rsidRPr="00A30D7A" w:rsidRDefault="006F1367" w:rsidP="00780233">
      <w:pPr>
        <w:rPr>
          <w:b/>
          <w:bCs/>
        </w:rPr>
      </w:pPr>
      <w:r w:rsidRPr="00A30D7A">
        <w:rPr>
          <w:b/>
          <w:bCs/>
        </w:rPr>
        <w:t>Key to responsibilities for developing</w:t>
      </w:r>
      <w:r w:rsidR="00275B52" w:rsidRPr="00A30D7A">
        <w:rPr>
          <w:b/>
          <w:bCs/>
        </w:rPr>
        <w:t xml:space="preserve"> the</w:t>
      </w:r>
      <w:r w:rsidRPr="00A30D7A">
        <w:rPr>
          <w:b/>
          <w:bCs/>
        </w:rPr>
        <w:t xml:space="preserve"> </w:t>
      </w:r>
      <w:proofErr w:type="gramStart"/>
      <w:r w:rsidR="0078171F" w:rsidRPr="00A30D7A">
        <w:rPr>
          <w:b/>
          <w:bCs/>
        </w:rPr>
        <w:t>BEP</w:t>
      </w:r>
      <w:proofErr w:type="gramEnd"/>
    </w:p>
    <w:p w14:paraId="35A5E256" w14:textId="77777777" w:rsidR="006F1367" w:rsidRPr="00A30D7A" w:rsidRDefault="006F1367" w:rsidP="00780233">
      <w:pPr>
        <w:tabs>
          <w:tab w:val="left" w:pos="426"/>
        </w:tabs>
      </w:pPr>
      <w:r w:rsidRPr="00A30D7A">
        <w:t>R</w:t>
      </w:r>
      <w:r w:rsidRPr="00A30D7A">
        <w:tab/>
        <w:t>Responsible for undertaking activity</w:t>
      </w:r>
    </w:p>
    <w:p w14:paraId="37E8BEBB" w14:textId="77777777" w:rsidR="006F1367" w:rsidRPr="00A30D7A" w:rsidRDefault="006F1367" w:rsidP="00780233">
      <w:pPr>
        <w:tabs>
          <w:tab w:val="left" w:pos="426"/>
        </w:tabs>
      </w:pPr>
      <w:proofErr w:type="gramStart"/>
      <w:r w:rsidRPr="00A30D7A">
        <w:t>A</w:t>
      </w:r>
      <w:proofErr w:type="gramEnd"/>
      <w:r w:rsidRPr="00A30D7A">
        <w:tab/>
        <w:t>Accountable for activity completion</w:t>
      </w:r>
    </w:p>
    <w:p w14:paraId="76E9DC54" w14:textId="77777777" w:rsidR="006F1367" w:rsidRPr="00A30D7A" w:rsidRDefault="006F1367" w:rsidP="00780233">
      <w:pPr>
        <w:tabs>
          <w:tab w:val="left" w:pos="426"/>
        </w:tabs>
      </w:pPr>
      <w:r w:rsidRPr="00A30D7A">
        <w:t>C</w:t>
      </w:r>
      <w:r w:rsidRPr="00A30D7A">
        <w:tab/>
        <w:t>Consulted during activity</w:t>
      </w:r>
    </w:p>
    <w:p w14:paraId="04B67EE7" w14:textId="77777777" w:rsidR="006F1367" w:rsidRPr="00A30D7A" w:rsidRDefault="006F1367" w:rsidP="00780233">
      <w:pPr>
        <w:tabs>
          <w:tab w:val="left" w:pos="426"/>
        </w:tabs>
      </w:pPr>
      <w:r w:rsidRPr="00A30D7A">
        <w:t>I</w:t>
      </w:r>
      <w:r w:rsidRPr="00A30D7A">
        <w:tab/>
        <w:t>Informed following activity completion</w:t>
      </w:r>
    </w:p>
    <w:p w14:paraId="682F051C" w14:textId="77777777" w:rsidR="006F1367" w:rsidRPr="00A30D7A" w:rsidRDefault="006F1367" w:rsidP="006F1367">
      <w:pPr>
        <w:pStyle w:val="Instructions"/>
        <w:ind w:right="141"/>
      </w:pPr>
      <w:r w:rsidRPr="00A30D7A">
        <w:t xml:space="preserve">Add or amend roles in the table as required. </w:t>
      </w:r>
      <w:bookmarkStart w:id="3" w:name="_Hlk108368401"/>
      <w:r w:rsidRPr="00A30D7A">
        <w:t>Those shown are examples only – customise to suit the project.</w:t>
      </w:r>
      <w:bookmarkEnd w:id="3"/>
    </w:p>
    <w:p w14:paraId="1ECB3B8C" w14:textId="46BC0271" w:rsidR="003970A6" w:rsidRPr="00A30D7A" w:rsidRDefault="003970A6" w:rsidP="006F1367">
      <w:pPr>
        <w:pStyle w:val="Instructions"/>
        <w:ind w:right="141"/>
      </w:pPr>
      <w:r w:rsidRPr="00A30D7A">
        <w:t xml:space="preserve">Note that AS ISO 19650.2 </w:t>
      </w:r>
      <w:r w:rsidR="00D81DA7">
        <w:t xml:space="preserve">(2019) </w:t>
      </w:r>
      <w:r w:rsidRPr="00A30D7A">
        <w:t>never uses the term ‘Information Manager’ but instead always refers to an “</w:t>
      </w:r>
      <w:r w:rsidRPr="00A30D7A">
        <w:rPr>
          <w:i/>
          <w:iCs/>
        </w:rPr>
        <w:t>individual or individuals nominated by the appointing party to undertake the information management function</w:t>
      </w:r>
      <w:r w:rsidRPr="00A30D7A">
        <w:t>” for a project. The intent is that the information management function is embedded into existing roles, and independent of an individual’s contractual role.</w:t>
      </w:r>
    </w:p>
    <w:p w14:paraId="52A5913F" w14:textId="1ECEFAB2" w:rsidR="000B0BAE" w:rsidRPr="00A30D7A" w:rsidRDefault="000B0BAE" w:rsidP="006F1367">
      <w:pPr>
        <w:pStyle w:val="Instructions"/>
        <w:ind w:right="141"/>
      </w:pPr>
      <w:r w:rsidRPr="00A30D7A">
        <w:t>Information Manager is used in the interests of brevity. If there is more than one individual undertaking this function responsible for developing the BEP, add more rows and details as required.</w:t>
      </w:r>
    </w:p>
    <w:p w14:paraId="6EE3EEEB" w14:textId="2581CBAB" w:rsidR="006F1367" w:rsidRPr="00A30D7A" w:rsidRDefault="006F1367" w:rsidP="006F1367">
      <w:pPr>
        <w:pStyle w:val="Prompt"/>
      </w:pPr>
      <w:r w:rsidRPr="00A30D7A">
        <w:t xml:space="preserve">Role responsible for maintaining and updating </w:t>
      </w:r>
      <w:r w:rsidR="00275B52" w:rsidRPr="00A30D7A">
        <w:t xml:space="preserve">the </w:t>
      </w:r>
      <w:r w:rsidR="00D1642E">
        <w:t xml:space="preserve">Delivery Team </w:t>
      </w:r>
      <w:r w:rsidR="0078171F" w:rsidRPr="00A30D7A">
        <w:t>BEP</w:t>
      </w:r>
      <w:r w:rsidRPr="00A30D7A">
        <w:t xml:space="preserve">: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39518EDB" w14:textId="1A67F439" w:rsidR="006F1367" w:rsidRPr="00A30D7A" w:rsidRDefault="006F1367" w:rsidP="003F195B">
      <w:pPr>
        <w:pStyle w:val="Instructions"/>
        <w:ind w:right="141"/>
      </w:pPr>
      <w:r w:rsidRPr="00A30D7A">
        <w:t xml:space="preserve">Enter the role or individual/s responsible. Refer to required procedures for consultation, notification, review, approval, etc in </w:t>
      </w:r>
      <w:r w:rsidRPr="00A30D7A">
        <w:rPr>
          <w:b/>
          <w:bCs/>
        </w:rPr>
        <w:t>T</w:t>
      </w:r>
      <w:r w:rsidR="0078171F" w:rsidRPr="00A30D7A">
        <w:rPr>
          <w:b/>
          <w:bCs/>
        </w:rPr>
        <w:t>ECHNICAL</w:t>
      </w:r>
      <w:r w:rsidRPr="00D81DA7">
        <w:t xml:space="preserve">, </w:t>
      </w:r>
      <w:r w:rsidR="00D81DA7" w:rsidRPr="00D81DA7">
        <w:rPr>
          <w:b/>
          <w:bCs/>
          <w:vanish w:val="0"/>
        </w:rPr>
        <w:t>Proposed amendments to project information production methods and procedures table</w:t>
      </w:r>
      <w:r w:rsidR="00D81DA7" w:rsidRPr="00D81DA7">
        <w:rPr>
          <w:vanish w:val="0"/>
        </w:rPr>
        <w:t>.</w:t>
      </w:r>
    </w:p>
    <w:p w14:paraId="08E2272D" w14:textId="77777777" w:rsidR="006F1367" w:rsidRPr="00A30D7A" w:rsidRDefault="006F1367" w:rsidP="00780233">
      <w:pPr>
        <w:rPr>
          <w:b/>
          <w:bCs/>
        </w:rPr>
      </w:pPr>
    </w:p>
    <w:p w14:paraId="6705A4FD" w14:textId="77777777" w:rsidR="006F1367" w:rsidRPr="00A30D7A" w:rsidRDefault="006F1367" w:rsidP="00780233">
      <w:pPr>
        <w:rPr>
          <w:b/>
          <w:bCs/>
        </w:rPr>
      </w:pPr>
    </w:p>
    <w:bookmarkEnd w:id="1"/>
    <w:p w14:paraId="5E976E3A" w14:textId="77777777" w:rsidR="006F1367" w:rsidRPr="00A30D7A" w:rsidRDefault="006F1367" w:rsidP="00780233">
      <w:pPr>
        <w:rPr>
          <w:b/>
          <w:bCs/>
        </w:rPr>
      </w:pPr>
      <w:r w:rsidRPr="00A30D7A">
        <w:rPr>
          <w:b/>
          <w:bCs/>
        </w:rPr>
        <w:t>Version history</w:t>
      </w:r>
    </w:p>
    <w:tbl>
      <w:tblPr>
        <w:tblW w:w="9185" w:type="dxa"/>
        <w:tblLook w:val="04A0" w:firstRow="1" w:lastRow="0" w:firstColumn="1" w:lastColumn="0" w:noHBand="0" w:noVBand="1"/>
      </w:tblPr>
      <w:tblGrid>
        <w:gridCol w:w="1355"/>
        <w:gridCol w:w="1351"/>
        <w:gridCol w:w="1693"/>
        <w:gridCol w:w="1693"/>
        <w:gridCol w:w="3093"/>
      </w:tblGrid>
      <w:tr w:rsidR="006F1367" w:rsidRPr="00A30D7A" w14:paraId="36441889" w14:textId="77777777" w:rsidTr="00615D4B">
        <w:trPr>
          <w:trHeight w:val="454"/>
        </w:trPr>
        <w:tc>
          <w:tcPr>
            <w:tcW w:w="1361" w:type="dxa"/>
            <w:tcBorders>
              <w:top w:val="single" w:sz="4" w:space="0" w:color="auto"/>
              <w:bottom w:val="single" w:sz="4" w:space="0" w:color="auto"/>
            </w:tcBorders>
            <w:shd w:val="clear" w:color="auto" w:fill="DBE5F1"/>
            <w:vAlign w:val="center"/>
          </w:tcPr>
          <w:p w14:paraId="726C8B9F" w14:textId="77777777" w:rsidR="006F1367" w:rsidRPr="00A30D7A" w:rsidRDefault="006F1367" w:rsidP="007D0605">
            <w:pPr>
              <w:pStyle w:val="Tabletitle"/>
            </w:pPr>
            <w:r w:rsidRPr="00A30D7A">
              <w:t>Version</w:t>
            </w:r>
          </w:p>
        </w:tc>
        <w:tc>
          <w:tcPr>
            <w:tcW w:w="1361" w:type="dxa"/>
            <w:tcBorders>
              <w:top w:val="single" w:sz="4" w:space="0" w:color="auto"/>
              <w:bottom w:val="single" w:sz="4" w:space="0" w:color="auto"/>
            </w:tcBorders>
            <w:shd w:val="clear" w:color="auto" w:fill="DBE5F1"/>
            <w:vAlign w:val="center"/>
          </w:tcPr>
          <w:p w14:paraId="493549D3" w14:textId="77777777" w:rsidR="006F1367" w:rsidRPr="00A30D7A" w:rsidRDefault="006F1367" w:rsidP="007D0605">
            <w:pPr>
              <w:pStyle w:val="Tabletitle"/>
            </w:pPr>
            <w:r w:rsidRPr="00A30D7A">
              <w:t>Date</w:t>
            </w:r>
          </w:p>
        </w:tc>
        <w:tc>
          <w:tcPr>
            <w:tcW w:w="1701" w:type="dxa"/>
            <w:tcBorders>
              <w:top w:val="single" w:sz="4" w:space="0" w:color="auto"/>
              <w:bottom w:val="single" w:sz="4" w:space="0" w:color="auto"/>
            </w:tcBorders>
            <w:shd w:val="clear" w:color="auto" w:fill="DBE5F1"/>
            <w:vAlign w:val="center"/>
          </w:tcPr>
          <w:p w14:paraId="1C5DEF42" w14:textId="77777777" w:rsidR="006F1367" w:rsidRPr="00A30D7A" w:rsidRDefault="006F1367" w:rsidP="007D0605">
            <w:pPr>
              <w:pStyle w:val="Tabletitle"/>
            </w:pPr>
            <w:r w:rsidRPr="00A30D7A">
              <w:t>Amended by</w:t>
            </w:r>
          </w:p>
        </w:tc>
        <w:tc>
          <w:tcPr>
            <w:tcW w:w="1701" w:type="dxa"/>
            <w:tcBorders>
              <w:top w:val="single" w:sz="4" w:space="0" w:color="auto"/>
              <w:bottom w:val="single" w:sz="4" w:space="0" w:color="auto"/>
            </w:tcBorders>
            <w:shd w:val="clear" w:color="auto" w:fill="DBE5F1"/>
            <w:vAlign w:val="center"/>
          </w:tcPr>
          <w:p w14:paraId="5AB07504" w14:textId="77777777" w:rsidR="006F1367" w:rsidRPr="00A30D7A" w:rsidRDefault="006F1367" w:rsidP="007D0605">
            <w:pPr>
              <w:pStyle w:val="Tabletitle"/>
            </w:pPr>
            <w:r w:rsidRPr="00A30D7A">
              <w:t>Approved by</w:t>
            </w:r>
          </w:p>
        </w:tc>
        <w:tc>
          <w:tcPr>
            <w:tcW w:w="3119" w:type="dxa"/>
            <w:tcBorders>
              <w:top w:val="single" w:sz="4" w:space="0" w:color="auto"/>
              <w:bottom w:val="single" w:sz="4" w:space="0" w:color="auto"/>
            </w:tcBorders>
            <w:shd w:val="clear" w:color="auto" w:fill="DBE5F1"/>
            <w:vAlign w:val="center"/>
          </w:tcPr>
          <w:p w14:paraId="3E860394" w14:textId="77777777" w:rsidR="006F1367" w:rsidRPr="00A30D7A" w:rsidRDefault="006F1367" w:rsidP="007D0605">
            <w:pPr>
              <w:pStyle w:val="Tabletitle"/>
            </w:pPr>
            <w:r w:rsidRPr="00A30D7A">
              <w:t>Comments</w:t>
            </w:r>
          </w:p>
        </w:tc>
      </w:tr>
      <w:tr w:rsidR="006F1367" w:rsidRPr="00A30D7A" w14:paraId="4A4E28DF" w14:textId="77777777" w:rsidTr="00615D4B">
        <w:trPr>
          <w:trHeight w:val="454"/>
        </w:trPr>
        <w:tc>
          <w:tcPr>
            <w:tcW w:w="1361" w:type="dxa"/>
            <w:tcBorders>
              <w:top w:val="single" w:sz="4" w:space="0" w:color="auto"/>
              <w:bottom w:val="single" w:sz="4" w:space="0" w:color="auto"/>
            </w:tcBorders>
            <w:vAlign w:val="center"/>
          </w:tcPr>
          <w:p w14:paraId="6D6E1C74" w14:textId="77777777" w:rsidR="006F1367" w:rsidRPr="00A30D7A" w:rsidRDefault="006F1367" w:rsidP="00615D4B">
            <w:pPr>
              <w:rPr>
                <w:rFonts w:cs="Arial"/>
              </w:rPr>
            </w:pPr>
          </w:p>
        </w:tc>
        <w:tc>
          <w:tcPr>
            <w:tcW w:w="1361" w:type="dxa"/>
            <w:tcBorders>
              <w:top w:val="single" w:sz="4" w:space="0" w:color="auto"/>
              <w:bottom w:val="single" w:sz="4" w:space="0" w:color="auto"/>
            </w:tcBorders>
            <w:vAlign w:val="center"/>
          </w:tcPr>
          <w:p w14:paraId="3446826E"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10068C35"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663D835A" w14:textId="77777777" w:rsidR="006F1367" w:rsidRPr="00A30D7A" w:rsidRDefault="006F1367" w:rsidP="00615D4B">
            <w:pPr>
              <w:rPr>
                <w:rFonts w:cs="Arial"/>
                <w:szCs w:val="18"/>
              </w:rPr>
            </w:pPr>
          </w:p>
        </w:tc>
        <w:tc>
          <w:tcPr>
            <w:tcW w:w="3119" w:type="dxa"/>
            <w:tcBorders>
              <w:top w:val="single" w:sz="4" w:space="0" w:color="auto"/>
              <w:bottom w:val="single" w:sz="4" w:space="0" w:color="auto"/>
            </w:tcBorders>
            <w:vAlign w:val="center"/>
          </w:tcPr>
          <w:p w14:paraId="60E4F314" w14:textId="77777777" w:rsidR="006F1367" w:rsidRPr="00A30D7A" w:rsidRDefault="006F1367" w:rsidP="00615D4B">
            <w:pPr>
              <w:rPr>
                <w:rFonts w:cs="Arial"/>
                <w:szCs w:val="18"/>
              </w:rPr>
            </w:pPr>
          </w:p>
        </w:tc>
      </w:tr>
      <w:tr w:rsidR="006F1367" w:rsidRPr="00A30D7A" w14:paraId="5A0CECF4" w14:textId="77777777" w:rsidTr="00615D4B">
        <w:trPr>
          <w:trHeight w:val="454"/>
        </w:trPr>
        <w:tc>
          <w:tcPr>
            <w:tcW w:w="1361" w:type="dxa"/>
            <w:tcBorders>
              <w:top w:val="single" w:sz="4" w:space="0" w:color="auto"/>
              <w:bottom w:val="single" w:sz="4" w:space="0" w:color="auto"/>
            </w:tcBorders>
            <w:vAlign w:val="center"/>
          </w:tcPr>
          <w:p w14:paraId="3382CE5A" w14:textId="77777777" w:rsidR="006F1367" w:rsidRPr="00A30D7A" w:rsidRDefault="006F1367" w:rsidP="00615D4B">
            <w:pPr>
              <w:rPr>
                <w:rFonts w:cs="Arial"/>
              </w:rPr>
            </w:pPr>
          </w:p>
        </w:tc>
        <w:tc>
          <w:tcPr>
            <w:tcW w:w="1361" w:type="dxa"/>
            <w:tcBorders>
              <w:top w:val="single" w:sz="4" w:space="0" w:color="auto"/>
              <w:bottom w:val="single" w:sz="4" w:space="0" w:color="auto"/>
            </w:tcBorders>
            <w:vAlign w:val="center"/>
          </w:tcPr>
          <w:p w14:paraId="3C331648"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0EEA9BDB"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5969CFE9" w14:textId="77777777" w:rsidR="006F1367" w:rsidRPr="00A30D7A" w:rsidRDefault="006F1367" w:rsidP="00615D4B">
            <w:pPr>
              <w:rPr>
                <w:rFonts w:cs="Arial"/>
                <w:szCs w:val="18"/>
              </w:rPr>
            </w:pPr>
          </w:p>
        </w:tc>
        <w:tc>
          <w:tcPr>
            <w:tcW w:w="3119" w:type="dxa"/>
            <w:tcBorders>
              <w:top w:val="single" w:sz="4" w:space="0" w:color="auto"/>
              <w:bottom w:val="single" w:sz="4" w:space="0" w:color="auto"/>
            </w:tcBorders>
            <w:vAlign w:val="center"/>
          </w:tcPr>
          <w:p w14:paraId="4B5A160E" w14:textId="77777777" w:rsidR="006F1367" w:rsidRPr="00A30D7A" w:rsidRDefault="006F1367" w:rsidP="00615D4B">
            <w:pPr>
              <w:rPr>
                <w:rFonts w:cs="Arial"/>
                <w:szCs w:val="18"/>
              </w:rPr>
            </w:pPr>
          </w:p>
        </w:tc>
      </w:tr>
      <w:tr w:rsidR="006F1367" w:rsidRPr="00A30D7A" w14:paraId="06AC5735" w14:textId="77777777" w:rsidTr="00615D4B">
        <w:trPr>
          <w:trHeight w:val="454"/>
        </w:trPr>
        <w:tc>
          <w:tcPr>
            <w:tcW w:w="1361" w:type="dxa"/>
            <w:tcBorders>
              <w:top w:val="single" w:sz="4" w:space="0" w:color="auto"/>
              <w:bottom w:val="single" w:sz="4" w:space="0" w:color="auto"/>
            </w:tcBorders>
            <w:vAlign w:val="center"/>
          </w:tcPr>
          <w:p w14:paraId="3CEB2CA0" w14:textId="77777777" w:rsidR="006F1367" w:rsidRPr="00A30D7A" w:rsidRDefault="006F1367" w:rsidP="00615D4B">
            <w:pPr>
              <w:rPr>
                <w:b/>
              </w:rPr>
            </w:pPr>
          </w:p>
        </w:tc>
        <w:tc>
          <w:tcPr>
            <w:tcW w:w="1361" w:type="dxa"/>
            <w:tcBorders>
              <w:top w:val="single" w:sz="4" w:space="0" w:color="auto"/>
              <w:bottom w:val="single" w:sz="4" w:space="0" w:color="auto"/>
            </w:tcBorders>
            <w:vAlign w:val="center"/>
          </w:tcPr>
          <w:p w14:paraId="251BC3C1"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35317D7C" w14:textId="77777777" w:rsidR="006F1367" w:rsidRPr="00A30D7A" w:rsidRDefault="006F1367" w:rsidP="00615D4B">
            <w:pPr>
              <w:rPr>
                <w:rFonts w:cs="Arial"/>
                <w:szCs w:val="18"/>
              </w:rPr>
            </w:pPr>
          </w:p>
        </w:tc>
        <w:tc>
          <w:tcPr>
            <w:tcW w:w="1701" w:type="dxa"/>
            <w:tcBorders>
              <w:top w:val="single" w:sz="4" w:space="0" w:color="auto"/>
              <w:bottom w:val="single" w:sz="4" w:space="0" w:color="auto"/>
            </w:tcBorders>
            <w:vAlign w:val="center"/>
          </w:tcPr>
          <w:p w14:paraId="46A7C4A1" w14:textId="77777777" w:rsidR="006F1367" w:rsidRPr="00A30D7A" w:rsidRDefault="006F1367" w:rsidP="00615D4B">
            <w:pPr>
              <w:rPr>
                <w:rFonts w:cs="Arial"/>
                <w:szCs w:val="18"/>
              </w:rPr>
            </w:pPr>
          </w:p>
        </w:tc>
        <w:tc>
          <w:tcPr>
            <w:tcW w:w="3119" w:type="dxa"/>
            <w:tcBorders>
              <w:top w:val="single" w:sz="4" w:space="0" w:color="auto"/>
              <w:bottom w:val="single" w:sz="4" w:space="0" w:color="auto"/>
            </w:tcBorders>
            <w:vAlign w:val="center"/>
          </w:tcPr>
          <w:p w14:paraId="2D2F3260" w14:textId="77777777" w:rsidR="006F1367" w:rsidRPr="00A30D7A" w:rsidRDefault="006F1367" w:rsidP="00615D4B">
            <w:pPr>
              <w:rPr>
                <w:rFonts w:cs="Arial"/>
                <w:szCs w:val="18"/>
              </w:rPr>
            </w:pPr>
          </w:p>
        </w:tc>
      </w:tr>
      <w:bookmarkEnd w:id="0"/>
    </w:tbl>
    <w:p w14:paraId="40ECEE32" w14:textId="77777777" w:rsidR="006F1367" w:rsidRPr="00A30D7A" w:rsidRDefault="006F1367" w:rsidP="006F1367">
      <w:pPr>
        <w:rPr>
          <w:sz w:val="16"/>
          <w:szCs w:val="16"/>
        </w:rPr>
      </w:pPr>
    </w:p>
    <w:p w14:paraId="07A77C74" w14:textId="77777777" w:rsidR="006F1367" w:rsidRPr="00A30D7A" w:rsidRDefault="006F1367" w:rsidP="006F1367">
      <w:pPr>
        <w:rPr>
          <w:sz w:val="16"/>
          <w:szCs w:val="16"/>
        </w:rPr>
        <w:sectPr w:rsidR="006F1367" w:rsidRPr="00A30D7A" w:rsidSect="00536EA5">
          <w:headerReference w:type="default" r:id="rId15"/>
          <w:footerReference w:type="default" r:id="rId16"/>
          <w:pgSz w:w="11906" w:h="16838"/>
          <w:pgMar w:top="851" w:right="1418" w:bottom="851" w:left="1418" w:header="709" w:footer="709" w:gutter="0"/>
          <w:pgNumType w:fmt="lowerRoman" w:start="1"/>
          <w:cols w:space="708"/>
          <w:docGrid w:linePitch="360"/>
        </w:sectPr>
      </w:pPr>
    </w:p>
    <w:p w14:paraId="1411D962" w14:textId="77777777" w:rsidR="002F7835" w:rsidRPr="00A30D7A" w:rsidRDefault="002F7835" w:rsidP="00780233">
      <w:pPr>
        <w:rPr>
          <w:sz w:val="16"/>
          <w:szCs w:val="16"/>
        </w:rPr>
      </w:pPr>
    </w:p>
    <w:sdt>
      <w:sdtPr>
        <w:rPr>
          <w:rFonts w:asciiTheme="minorHAnsi" w:eastAsiaTheme="minorEastAsia" w:hAnsiTheme="minorHAnsi" w:cstheme="minorBidi"/>
          <w:b/>
          <w:bCs/>
          <w:color w:val="auto"/>
          <w:sz w:val="22"/>
          <w:szCs w:val="28"/>
          <w:lang w:val="en-AU" w:eastAsia="zh-CN" w:bidi="th-TH"/>
        </w:rPr>
        <w:id w:val="-908231423"/>
        <w:docPartObj>
          <w:docPartGallery w:val="Table of Contents"/>
          <w:docPartUnique/>
        </w:docPartObj>
      </w:sdtPr>
      <w:sdtEndPr>
        <w:rPr>
          <w:rFonts w:ascii="Arial" w:eastAsia="Times New Roman" w:hAnsi="Arial" w:cs="Times New Roman"/>
          <w:noProof/>
          <w:sz w:val="20"/>
          <w:szCs w:val="20"/>
          <w:lang w:eastAsia="en-US" w:bidi="ar-SA"/>
        </w:rPr>
      </w:sdtEndPr>
      <w:sdtContent>
        <w:p w14:paraId="11A60C4D" w14:textId="4258D4F8" w:rsidR="00C5127F" w:rsidRPr="00A30D7A" w:rsidRDefault="00C5127F" w:rsidP="003D628C">
          <w:pPr>
            <w:pStyle w:val="TOCHeading"/>
            <w:rPr>
              <w:rFonts w:ascii="Arial" w:hAnsi="Arial" w:cs="Arial"/>
              <w:color w:val="auto"/>
            </w:rPr>
          </w:pPr>
          <w:r w:rsidRPr="00A30D7A">
            <w:rPr>
              <w:rFonts w:ascii="Arial" w:hAnsi="Arial" w:cs="Arial"/>
              <w:color w:val="auto"/>
            </w:rPr>
            <w:t>Contents</w:t>
          </w:r>
        </w:p>
        <w:p w14:paraId="1C590322" w14:textId="414F086E" w:rsidR="007549B9" w:rsidRDefault="00B6332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r w:rsidRPr="00A30D7A">
            <w:fldChar w:fldCharType="begin"/>
          </w:r>
          <w:r w:rsidRPr="00A30D7A">
            <w:instrText xml:space="preserve"> TOC \o "1-2" \h \z \u </w:instrText>
          </w:r>
          <w:r w:rsidRPr="00A30D7A">
            <w:fldChar w:fldCharType="separate"/>
          </w:r>
          <w:hyperlink w:anchor="_Toc163550121" w:history="1">
            <w:r w:rsidR="007549B9" w:rsidRPr="00EA6F33">
              <w:rPr>
                <w:rStyle w:val="Hyperlink"/>
                <w:noProof/>
              </w:rPr>
              <w:t>1</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Delivery Team BIM Execution Plan (BEP) document</w:t>
            </w:r>
            <w:r w:rsidR="007549B9">
              <w:rPr>
                <w:noProof/>
                <w:webHidden/>
              </w:rPr>
              <w:tab/>
            </w:r>
            <w:r w:rsidR="007549B9">
              <w:rPr>
                <w:noProof/>
                <w:webHidden/>
              </w:rPr>
              <w:fldChar w:fldCharType="begin"/>
            </w:r>
            <w:r w:rsidR="007549B9">
              <w:rPr>
                <w:noProof/>
                <w:webHidden/>
              </w:rPr>
              <w:instrText xml:space="preserve"> PAGEREF _Toc163550121 \h </w:instrText>
            </w:r>
            <w:r w:rsidR="007549B9">
              <w:rPr>
                <w:noProof/>
                <w:webHidden/>
              </w:rPr>
            </w:r>
            <w:r w:rsidR="007549B9">
              <w:rPr>
                <w:noProof/>
                <w:webHidden/>
              </w:rPr>
              <w:fldChar w:fldCharType="separate"/>
            </w:r>
            <w:r w:rsidR="00E93123">
              <w:rPr>
                <w:noProof/>
                <w:webHidden/>
              </w:rPr>
              <w:t>1</w:t>
            </w:r>
            <w:r w:rsidR="007549B9">
              <w:rPr>
                <w:noProof/>
                <w:webHidden/>
              </w:rPr>
              <w:fldChar w:fldCharType="end"/>
            </w:r>
          </w:hyperlink>
        </w:p>
        <w:p w14:paraId="1DD9DF29" w14:textId="4C972620"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2" w:history="1">
            <w:r w:rsidR="007549B9" w:rsidRPr="00EA6F33">
              <w:rPr>
                <w:rStyle w:val="Hyperlink"/>
                <w:rFonts w:cs="Arial"/>
                <w:noProof/>
              </w:rPr>
              <w:t>1.1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AS ISO 19650 alignment</w:t>
            </w:r>
            <w:r w:rsidR="007549B9">
              <w:rPr>
                <w:noProof/>
                <w:webHidden/>
              </w:rPr>
              <w:tab/>
            </w:r>
            <w:r w:rsidR="007549B9">
              <w:rPr>
                <w:noProof/>
                <w:webHidden/>
              </w:rPr>
              <w:fldChar w:fldCharType="begin"/>
            </w:r>
            <w:r w:rsidR="007549B9">
              <w:rPr>
                <w:noProof/>
                <w:webHidden/>
              </w:rPr>
              <w:instrText xml:space="preserve"> PAGEREF _Toc163550122 \h </w:instrText>
            </w:r>
            <w:r w:rsidR="007549B9">
              <w:rPr>
                <w:noProof/>
                <w:webHidden/>
              </w:rPr>
            </w:r>
            <w:r w:rsidR="007549B9">
              <w:rPr>
                <w:noProof/>
                <w:webHidden/>
              </w:rPr>
              <w:fldChar w:fldCharType="separate"/>
            </w:r>
            <w:r w:rsidR="00E93123">
              <w:rPr>
                <w:noProof/>
                <w:webHidden/>
              </w:rPr>
              <w:t>1</w:t>
            </w:r>
            <w:r w:rsidR="007549B9">
              <w:rPr>
                <w:noProof/>
                <w:webHidden/>
              </w:rPr>
              <w:fldChar w:fldCharType="end"/>
            </w:r>
          </w:hyperlink>
        </w:p>
        <w:p w14:paraId="4A52D706" w14:textId="251932E0"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3" w:history="1">
            <w:r w:rsidR="007549B9" w:rsidRPr="00EA6F33">
              <w:rPr>
                <w:rStyle w:val="Hyperlink"/>
                <w:rFonts w:cs="Arial"/>
                <w:noProof/>
              </w:rPr>
              <w:t>1.2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Purpose</w:t>
            </w:r>
            <w:r w:rsidR="007549B9">
              <w:rPr>
                <w:noProof/>
                <w:webHidden/>
              </w:rPr>
              <w:tab/>
            </w:r>
            <w:r w:rsidR="007549B9">
              <w:rPr>
                <w:noProof/>
                <w:webHidden/>
              </w:rPr>
              <w:fldChar w:fldCharType="begin"/>
            </w:r>
            <w:r w:rsidR="007549B9">
              <w:rPr>
                <w:noProof/>
                <w:webHidden/>
              </w:rPr>
              <w:instrText xml:space="preserve"> PAGEREF _Toc163550123 \h </w:instrText>
            </w:r>
            <w:r w:rsidR="007549B9">
              <w:rPr>
                <w:noProof/>
                <w:webHidden/>
              </w:rPr>
            </w:r>
            <w:r w:rsidR="007549B9">
              <w:rPr>
                <w:noProof/>
                <w:webHidden/>
              </w:rPr>
              <w:fldChar w:fldCharType="separate"/>
            </w:r>
            <w:r w:rsidR="00E93123">
              <w:rPr>
                <w:noProof/>
                <w:webHidden/>
              </w:rPr>
              <w:t>1</w:t>
            </w:r>
            <w:r w:rsidR="007549B9">
              <w:rPr>
                <w:noProof/>
                <w:webHidden/>
              </w:rPr>
              <w:fldChar w:fldCharType="end"/>
            </w:r>
          </w:hyperlink>
        </w:p>
        <w:p w14:paraId="670FE4AF" w14:textId="64DCEF4D"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4" w:history="1">
            <w:r w:rsidR="007549B9" w:rsidRPr="00EA6F33">
              <w:rPr>
                <w:rStyle w:val="Hyperlink"/>
                <w:rFonts w:cs="Arial"/>
                <w:noProof/>
              </w:rPr>
              <w:t>1.3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Application</w:t>
            </w:r>
            <w:r w:rsidR="007549B9">
              <w:rPr>
                <w:noProof/>
                <w:webHidden/>
              </w:rPr>
              <w:tab/>
            </w:r>
            <w:r w:rsidR="007549B9">
              <w:rPr>
                <w:noProof/>
                <w:webHidden/>
              </w:rPr>
              <w:fldChar w:fldCharType="begin"/>
            </w:r>
            <w:r w:rsidR="007549B9">
              <w:rPr>
                <w:noProof/>
                <w:webHidden/>
              </w:rPr>
              <w:instrText xml:space="preserve"> PAGEREF _Toc163550124 \h </w:instrText>
            </w:r>
            <w:r w:rsidR="007549B9">
              <w:rPr>
                <w:noProof/>
                <w:webHidden/>
              </w:rPr>
            </w:r>
            <w:r w:rsidR="007549B9">
              <w:rPr>
                <w:noProof/>
                <w:webHidden/>
              </w:rPr>
              <w:fldChar w:fldCharType="separate"/>
            </w:r>
            <w:r w:rsidR="00E93123">
              <w:rPr>
                <w:noProof/>
                <w:webHidden/>
              </w:rPr>
              <w:t>1</w:t>
            </w:r>
            <w:r w:rsidR="007549B9">
              <w:rPr>
                <w:noProof/>
                <w:webHidden/>
              </w:rPr>
              <w:fldChar w:fldCharType="end"/>
            </w:r>
          </w:hyperlink>
        </w:p>
        <w:p w14:paraId="67C4EFCE" w14:textId="3336DD9F"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5" w:history="1">
            <w:r w:rsidR="007549B9" w:rsidRPr="00EA6F33">
              <w:rPr>
                <w:rStyle w:val="Hyperlink"/>
                <w:rFonts w:cs="Arial"/>
                <w:noProof/>
              </w:rPr>
              <w:t>1.4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Updates and revisions</w:t>
            </w:r>
            <w:r w:rsidR="007549B9">
              <w:rPr>
                <w:noProof/>
                <w:webHidden/>
              </w:rPr>
              <w:tab/>
            </w:r>
            <w:r w:rsidR="007549B9">
              <w:rPr>
                <w:noProof/>
                <w:webHidden/>
              </w:rPr>
              <w:fldChar w:fldCharType="begin"/>
            </w:r>
            <w:r w:rsidR="007549B9">
              <w:rPr>
                <w:noProof/>
                <w:webHidden/>
              </w:rPr>
              <w:instrText xml:space="preserve"> PAGEREF _Toc163550125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093090B3" w14:textId="7FDD8C18"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26" w:history="1">
            <w:r w:rsidR="007549B9" w:rsidRPr="00EA6F33">
              <w:rPr>
                <w:rStyle w:val="Hyperlink"/>
                <w:noProof/>
              </w:rPr>
              <w:t>2</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Project details</w:t>
            </w:r>
            <w:r w:rsidR="007549B9">
              <w:rPr>
                <w:noProof/>
                <w:webHidden/>
              </w:rPr>
              <w:tab/>
            </w:r>
            <w:r w:rsidR="007549B9">
              <w:rPr>
                <w:noProof/>
                <w:webHidden/>
              </w:rPr>
              <w:fldChar w:fldCharType="begin"/>
            </w:r>
            <w:r w:rsidR="007549B9">
              <w:rPr>
                <w:noProof/>
                <w:webHidden/>
              </w:rPr>
              <w:instrText xml:space="preserve"> PAGEREF _Toc163550126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272BD4DB" w14:textId="4DDA4D24"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7" w:history="1">
            <w:r w:rsidR="007549B9" w:rsidRPr="00EA6F33">
              <w:rPr>
                <w:rStyle w:val="Hyperlink"/>
                <w:rFonts w:cs="Arial"/>
                <w:noProof/>
              </w:rPr>
              <w:t>2.1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Project description</w:t>
            </w:r>
            <w:r w:rsidR="007549B9">
              <w:rPr>
                <w:noProof/>
                <w:webHidden/>
              </w:rPr>
              <w:tab/>
            </w:r>
            <w:r w:rsidR="007549B9">
              <w:rPr>
                <w:noProof/>
                <w:webHidden/>
              </w:rPr>
              <w:fldChar w:fldCharType="begin"/>
            </w:r>
            <w:r w:rsidR="007549B9">
              <w:rPr>
                <w:noProof/>
                <w:webHidden/>
              </w:rPr>
              <w:instrText xml:space="preserve"> PAGEREF _Toc163550127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5791A761" w14:textId="66606BBA"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28" w:history="1">
            <w:r w:rsidR="007549B9" w:rsidRPr="00EA6F33">
              <w:rPr>
                <w:rStyle w:val="Hyperlink"/>
                <w:rFonts w:cs="Arial"/>
                <w:noProof/>
              </w:rPr>
              <w:t>2.2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Project goals</w:t>
            </w:r>
            <w:r w:rsidR="007549B9">
              <w:rPr>
                <w:noProof/>
                <w:webHidden/>
              </w:rPr>
              <w:tab/>
            </w:r>
            <w:r w:rsidR="007549B9">
              <w:rPr>
                <w:noProof/>
                <w:webHidden/>
              </w:rPr>
              <w:fldChar w:fldCharType="begin"/>
            </w:r>
            <w:r w:rsidR="007549B9">
              <w:rPr>
                <w:noProof/>
                <w:webHidden/>
              </w:rPr>
              <w:instrText xml:space="preserve"> PAGEREF _Toc163550128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09CF1B91" w14:textId="6E9FD14F"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29" w:history="1">
            <w:r w:rsidR="007549B9" w:rsidRPr="00EA6F33">
              <w:rPr>
                <w:rStyle w:val="Hyperlink"/>
                <w:noProof/>
              </w:rPr>
              <w:t>3</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Commercial</w:t>
            </w:r>
            <w:r w:rsidR="007549B9">
              <w:rPr>
                <w:noProof/>
                <w:webHidden/>
              </w:rPr>
              <w:tab/>
            </w:r>
            <w:r w:rsidR="007549B9">
              <w:rPr>
                <w:noProof/>
                <w:webHidden/>
              </w:rPr>
              <w:fldChar w:fldCharType="begin"/>
            </w:r>
            <w:r w:rsidR="007549B9">
              <w:rPr>
                <w:noProof/>
                <w:webHidden/>
              </w:rPr>
              <w:instrText xml:space="preserve"> PAGEREF _Toc163550129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69614FA8" w14:textId="6729700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0" w:history="1">
            <w:r w:rsidR="007549B9" w:rsidRPr="00EA6F33">
              <w:rPr>
                <w:rStyle w:val="Hyperlink"/>
                <w:rFonts w:cs="Arial"/>
                <w:noProof/>
              </w:rPr>
              <w:t>3.1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Procurement strategy</w:t>
            </w:r>
            <w:r w:rsidR="007549B9">
              <w:rPr>
                <w:noProof/>
                <w:webHidden/>
              </w:rPr>
              <w:tab/>
            </w:r>
            <w:r w:rsidR="007549B9">
              <w:rPr>
                <w:noProof/>
                <w:webHidden/>
              </w:rPr>
              <w:fldChar w:fldCharType="begin"/>
            </w:r>
            <w:r w:rsidR="007549B9">
              <w:rPr>
                <w:noProof/>
                <w:webHidden/>
              </w:rPr>
              <w:instrText xml:space="preserve"> PAGEREF _Toc163550130 \h </w:instrText>
            </w:r>
            <w:r w:rsidR="007549B9">
              <w:rPr>
                <w:noProof/>
                <w:webHidden/>
              </w:rPr>
            </w:r>
            <w:r w:rsidR="007549B9">
              <w:rPr>
                <w:noProof/>
                <w:webHidden/>
              </w:rPr>
              <w:fldChar w:fldCharType="separate"/>
            </w:r>
            <w:r w:rsidR="00E93123">
              <w:rPr>
                <w:noProof/>
                <w:webHidden/>
              </w:rPr>
              <w:t>2</w:t>
            </w:r>
            <w:r w:rsidR="007549B9">
              <w:rPr>
                <w:noProof/>
                <w:webHidden/>
              </w:rPr>
              <w:fldChar w:fldCharType="end"/>
            </w:r>
          </w:hyperlink>
        </w:p>
        <w:p w14:paraId="5539D2E5" w14:textId="4665B01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1" w:history="1">
            <w:r w:rsidR="007549B9" w:rsidRPr="00EA6F33">
              <w:rPr>
                <w:rStyle w:val="Hyperlink"/>
                <w:rFonts w:cs="Arial"/>
                <w:noProof/>
              </w:rPr>
              <w:t>3.2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Delivery team members</w:t>
            </w:r>
            <w:r w:rsidR="007549B9">
              <w:rPr>
                <w:noProof/>
                <w:webHidden/>
              </w:rPr>
              <w:tab/>
            </w:r>
            <w:r w:rsidR="007549B9">
              <w:rPr>
                <w:noProof/>
                <w:webHidden/>
              </w:rPr>
              <w:fldChar w:fldCharType="begin"/>
            </w:r>
            <w:r w:rsidR="007549B9">
              <w:rPr>
                <w:noProof/>
                <w:webHidden/>
              </w:rPr>
              <w:instrText xml:space="preserve"> PAGEREF _Toc163550131 \h </w:instrText>
            </w:r>
            <w:r w:rsidR="007549B9">
              <w:rPr>
                <w:noProof/>
                <w:webHidden/>
              </w:rPr>
            </w:r>
            <w:r w:rsidR="007549B9">
              <w:rPr>
                <w:noProof/>
                <w:webHidden/>
              </w:rPr>
              <w:fldChar w:fldCharType="separate"/>
            </w:r>
            <w:r w:rsidR="00E93123">
              <w:rPr>
                <w:noProof/>
                <w:webHidden/>
              </w:rPr>
              <w:t>3</w:t>
            </w:r>
            <w:r w:rsidR="007549B9">
              <w:rPr>
                <w:noProof/>
                <w:webHidden/>
              </w:rPr>
              <w:fldChar w:fldCharType="end"/>
            </w:r>
          </w:hyperlink>
        </w:p>
        <w:p w14:paraId="265C867E" w14:textId="2C672B2B"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2" w:history="1">
            <w:r w:rsidR="007549B9" w:rsidRPr="00EA6F33">
              <w:rPr>
                <w:rStyle w:val="Hyperlink"/>
                <w:noProof/>
              </w:rPr>
              <w:t>3.3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Common data environment (CDE)</w:t>
            </w:r>
            <w:r w:rsidR="007549B9">
              <w:rPr>
                <w:noProof/>
                <w:webHidden/>
              </w:rPr>
              <w:tab/>
            </w:r>
            <w:r w:rsidR="007549B9">
              <w:rPr>
                <w:noProof/>
                <w:webHidden/>
              </w:rPr>
              <w:fldChar w:fldCharType="begin"/>
            </w:r>
            <w:r w:rsidR="007549B9">
              <w:rPr>
                <w:noProof/>
                <w:webHidden/>
              </w:rPr>
              <w:instrText xml:space="preserve"> PAGEREF _Toc163550132 \h </w:instrText>
            </w:r>
            <w:r w:rsidR="007549B9">
              <w:rPr>
                <w:noProof/>
                <w:webHidden/>
              </w:rPr>
            </w:r>
            <w:r w:rsidR="007549B9">
              <w:rPr>
                <w:noProof/>
                <w:webHidden/>
              </w:rPr>
              <w:fldChar w:fldCharType="separate"/>
            </w:r>
            <w:r w:rsidR="00E93123">
              <w:rPr>
                <w:noProof/>
                <w:webHidden/>
              </w:rPr>
              <w:t>3</w:t>
            </w:r>
            <w:r w:rsidR="007549B9">
              <w:rPr>
                <w:noProof/>
                <w:webHidden/>
              </w:rPr>
              <w:fldChar w:fldCharType="end"/>
            </w:r>
          </w:hyperlink>
        </w:p>
        <w:p w14:paraId="46A04772" w14:textId="6B22211D"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3" w:history="1">
            <w:r w:rsidR="007549B9" w:rsidRPr="00EA6F33">
              <w:rPr>
                <w:rStyle w:val="Hyperlink"/>
                <w:noProof/>
              </w:rPr>
              <w:t>3.4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BIM coordination facilities</w:t>
            </w:r>
            <w:r w:rsidR="007549B9">
              <w:rPr>
                <w:noProof/>
                <w:webHidden/>
              </w:rPr>
              <w:tab/>
            </w:r>
            <w:r w:rsidR="007549B9">
              <w:rPr>
                <w:noProof/>
                <w:webHidden/>
              </w:rPr>
              <w:fldChar w:fldCharType="begin"/>
            </w:r>
            <w:r w:rsidR="007549B9">
              <w:rPr>
                <w:noProof/>
                <w:webHidden/>
              </w:rPr>
              <w:instrText xml:space="preserve"> PAGEREF _Toc163550133 \h </w:instrText>
            </w:r>
            <w:r w:rsidR="007549B9">
              <w:rPr>
                <w:noProof/>
                <w:webHidden/>
              </w:rPr>
            </w:r>
            <w:r w:rsidR="007549B9">
              <w:rPr>
                <w:noProof/>
                <w:webHidden/>
              </w:rPr>
              <w:fldChar w:fldCharType="separate"/>
            </w:r>
            <w:r w:rsidR="00E93123">
              <w:rPr>
                <w:noProof/>
                <w:webHidden/>
              </w:rPr>
              <w:t>3</w:t>
            </w:r>
            <w:r w:rsidR="007549B9">
              <w:rPr>
                <w:noProof/>
                <w:webHidden/>
              </w:rPr>
              <w:fldChar w:fldCharType="end"/>
            </w:r>
          </w:hyperlink>
        </w:p>
        <w:p w14:paraId="0DE1B8AF" w14:textId="7192722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4" w:history="1">
            <w:r w:rsidR="007549B9" w:rsidRPr="00EA6F33">
              <w:rPr>
                <w:rStyle w:val="Hyperlink"/>
                <w:rFonts w:cs="Arial"/>
                <w:noProof/>
              </w:rPr>
              <w:t>3.5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Project information delivery milestones</w:t>
            </w:r>
            <w:r w:rsidR="007549B9">
              <w:rPr>
                <w:noProof/>
                <w:webHidden/>
              </w:rPr>
              <w:tab/>
            </w:r>
            <w:r w:rsidR="007549B9">
              <w:rPr>
                <w:noProof/>
                <w:webHidden/>
              </w:rPr>
              <w:fldChar w:fldCharType="begin"/>
            </w:r>
            <w:r w:rsidR="007549B9">
              <w:rPr>
                <w:noProof/>
                <w:webHidden/>
              </w:rPr>
              <w:instrText xml:space="preserve"> PAGEREF _Toc163550134 \h </w:instrText>
            </w:r>
            <w:r w:rsidR="007549B9">
              <w:rPr>
                <w:noProof/>
                <w:webHidden/>
              </w:rPr>
            </w:r>
            <w:r w:rsidR="007549B9">
              <w:rPr>
                <w:noProof/>
                <w:webHidden/>
              </w:rPr>
              <w:fldChar w:fldCharType="separate"/>
            </w:r>
            <w:r w:rsidR="00E93123">
              <w:rPr>
                <w:noProof/>
                <w:webHidden/>
              </w:rPr>
              <w:t>4</w:t>
            </w:r>
            <w:r w:rsidR="007549B9">
              <w:rPr>
                <w:noProof/>
                <w:webHidden/>
              </w:rPr>
              <w:fldChar w:fldCharType="end"/>
            </w:r>
          </w:hyperlink>
        </w:p>
        <w:p w14:paraId="2776C401" w14:textId="763F8C5D"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5" w:history="1">
            <w:r w:rsidR="007549B9" w:rsidRPr="00EA6F33">
              <w:rPr>
                <w:rStyle w:val="Hyperlink"/>
                <w:noProof/>
              </w:rPr>
              <w:t>3.6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Amendments to EIR</w:t>
            </w:r>
            <w:r w:rsidR="007549B9">
              <w:rPr>
                <w:noProof/>
                <w:webHidden/>
              </w:rPr>
              <w:tab/>
            </w:r>
            <w:r w:rsidR="007549B9">
              <w:rPr>
                <w:noProof/>
                <w:webHidden/>
              </w:rPr>
              <w:fldChar w:fldCharType="begin"/>
            </w:r>
            <w:r w:rsidR="007549B9">
              <w:rPr>
                <w:noProof/>
                <w:webHidden/>
              </w:rPr>
              <w:instrText xml:space="preserve"> PAGEREF _Toc163550135 \h </w:instrText>
            </w:r>
            <w:r w:rsidR="007549B9">
              <w:rPr>
                <w:noProof/>
                <w:webHidden/>
              </w:rPr>
            </w:r>
            <w:r w:rsidR="007549B9">
              <w:rPr>
                <w:noProof/>
                <w:webHidden/>
              </w:rPr>
              <w:fldChar w:fldCharType="separate"/>
            </w:r>
            <w:r w:rsidR="00E93123">
              <w:rPr>
                <w:noProof/>
                <w:webHidden/>
              </w:rPr>
              <w:t>4</w:t>
            </w:r>
            <w:r w:rsidR="007549B9">
              <w:rPr>
                <w:noProof/>
                <w:webHidden/>
              </w:rPr>
              <w:fldChar w:fldCharType="end"/>
            </w:r>
          </w:hyperlink>
        </w:p>
        <w:p w14:paraId="124A1735" w14:textId="2A32152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6" w:history="1">
            <w:r w:rsidR="007549B9" w:rsidRPr="00EA6F33">
              <w:rPr>
                <w:rStyle w:val="Hyperlink"/>
                <w:rFonts w:cs="Arial"/>
                <w:noProof/>
              </w:rPr>
              <w:t>3.7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Additional BIM uses</w:t>
            </w:r>
            <w:r w:rsidR="007549B9">
              <w:rPr>
                <w:noProof/>
                <w:webHidden/>
              </w:rPr>
              <w:tab/>
            </w:r>
            <w:r w:rsidR="007549B9">
              <w:rPr>
                <w:noProof/>
                <w:webHidden/>
              </w:rPr>
              <w:fldChar w:fldCharType="begin"/>
            </w:r>
            <w:r w:rsidR="007549B9">
              <w:rPr>
                <w:noProof/>
                <w:webHidden/>
              </w:rPr>
              <w:instrText xml:space="preserve"> PAGEREF _Toc163550136 \h </w:instrText>
            </w:r>
            <w:r w:rsidR="007549B9">
              <w:rPr>
                <w:noProof/>
                <w:webHidden/>
              </w:rPr>
            </w:r>
            <w:r w:rsidR="007549B9">
              <w:rPr>
                <w:noProof/>
                <w:webHidden/>
              </w:rPr>
              <w:fldChar w:fldCharType="separate"/>
            </w:r>
            <w:r w:rsidR="00E93123">
              <w:rPr>
                <w:noProof/>
                <w:webHidden/>
              </w:rPr>
              <w:t>4</w:t>
            </w:r>
            <w:r w:rsidR="007549B9">
              <w:rPr>
                <w:noProof/>
                <w:webHidden/>
              </w:rPr>
              <w:fldChar w:fldCharType="end"/>
            </w:r>
          </w:hyperlink>
        </w:p>
        <w:p w14:paraId="3F69129D" w14:textId="184F0BEA"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7" w:history="1">
            <w:r w:rsidR="007549B9" w:rsidRPr="00EA6F33">
              <w:rPr>
                <w:rStyle w:val="Hyperlink"/>
                <w:rFonts w:cs="Arial"/>
                <w:noProof/>
              </w:rPr>
              <w:t>3.8</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Delivery team structure</w:t>
            </w:r>
            <w:r w:rsidR="007549B9">
              <w:rPr>
                <w:noProof/>
                <w:webHidden/>
              </w:rPr>
              <w:tab/>
            </w:r>
            <w:r w:rsidR="007549B9">
              <w:rPr>
                <w:noProof/>
                <w:webHidden/>
              </w:rPr>
              <w:fldChar w:fldCharType="begin"/>
            </w:r>
            <w:r w:rsidR="007549B9">
              <w:rPr>
                <w:noProof/>
                <w:webHidden/>
              </w:rPr>
              <w:instrText xml:space="preserve"> PAGEREF _Toc163550137 \h </w:instrText>
            </w:r>
            <w:r w:rsidR="007549B9">
              <w:rPr>
                <w:noProof/>
                <w:webHidden/>
              </w:rPr>
            </w:r>
            <w:r w:rsidR="007549B9">
              <w:rPr>
                <w:noProof/>
                <w:webHidden/>
              </w:rPr>
              <w:fldChar w:fldCharType="separate"/>
            </w:r>
            <w:r w:rsidR="00E93123">
              <w:rPr>
                <w:noProof/>
                <w:webHidden/>
              </w:rPr>
              <w:t>5</w:t>
            </w:r>
            <w:r w:rsidR="007549B9">
              <w:rPr>
                <w:noProof/>
                <w:webHidden/>
              </w:rPr>
              <w:fldChar w:fldCharType="end"/>
            </w:r>
          </w:hyperlink>
        </w:p>
        <w:p w14:paraId="3CFBDA04" w14:textId="3C2FD625"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8" w:history="1">
            <w:r w:rsidR="007549B9" w:rsidRPr="00EA6F33">
              <w:rPr>
                <w:rStyle w:val="Hyperlink"/>
                <w:rFonts w:cs="Arial"/>
                <w:noProof/>
              </w:rPr>
              <w:t>3.9</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Roles and responsibilities</w:t>
            </w:r>
            <w:r w:rsidR="007549B9">
              <w:rPr>
                <w:noProof/>
                <w:webHidden/>
              </w:rPr>
              <w:tab/>
            </w:r>
            <w:r w:rsidR="007549B9">
              <w:rPr>
                <w:noProof/>
                <w:webHidden/>
              </w:rPr>
              <w:fldChar w:fldCharType="begin"/>
            </w:r>
            <w:r w:rsidR="007549B9">
              <w:rPr>
                <w:noProof/>
                <w:webHidden/>
              </w:rPr>
              <w:instrText xml:space="preserve"> PAGEREF _Toc163550138 \h </w:instrText>
            </w:r>
            <w:r w:rsidR="007549B9">
              <w:rPr>
                <w:noProof/>
                <w:webHidden/>
              </w:rPr>
            </w:r>
            <w:r w:rsidR="007549B9">
              <w:rPr>
                <w:noProof/>
                <w:webHidden/>
              </w:rPr>
              <w:fldChar w:fldCharType="separate"/>
            </w:r>
            <w:r w:rsidR="00E93123">
              <w:rPr>
                <w:noProof/>
                <w:webHidden/>
              </w:rPr>
              <w:t>5</w:t>
            </w:r>
            <w:r w:rsidR="007549B9">
              <w:rPr>
                <w:noProof/>
                <w:webHidden/>
              </w:rPr>
              <w:fldChar w:fldCharType="end"/>
            </w:r>
          </w:hyperlink>
        </w:p>
        <w:p w14:paraId="24E7A226" w14:textId="68FDCB11"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39" w:history="1">
            <w:r w:rsidR="007549B9" w:rsidRPr="00EA6F33">
              <w:rPr>
                <w:rStyle w:val="Hyperlink"/>
                <w:rFonts w:cs="Arial"/>
                <w:noProof/>
              </w:rPr>
              <w:t>3.10</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Deliverables</w:t>
            </w:r>
            <w:r w:rsidR="007549B9">
              <w:rPr>
                <w:noProof/>
                <w:webHidden/>
              </w:rPr>
              <w:tab/>
            </w:r>
            <w:r w:rsidR="007549B9">
              <w:rPr>
                <w:noProof/>
                <w:webHidden/>
              </w:rPr>
              <w:fldChar w:fldCharType="begin"/>
            </w:r>
            <w:r w:rsidR="007549B9">
              <w:rPr>
                <w:noProof/>
                <w:webHidden/>
              </w:rPr>
              <w:instrText xml:space="preserve"> PAGEREF _Toc163550139 \h </w:instrText>
            </w:r>
            <w:r w:rsidR="007549B9">
              <w:rPr>
                <w:noProof/>
                <w:webHidden/>
              </w:rPr>
            </w:r>
            <w:r w:rsidR="007549B9">
              <w:rPr>
                <w:noProof/>
                <w:webHidden/>
              </w:rPr>
              <w:fldChar w:fldCharType="separate"/>
            </w:r>
            <w:r w:rsidR="00E93123">
              <w:rPr>
                <w:noProof/>
                <w:webHidden/>
              </w:rPr>
              <w:t>6</w:t>
            </w:r>
            <w:r w:rsidR="007549B9">
              <w:rPr>
                <w:noProof/>
                <w:webHidden/>
              </w:rPr>
              <w:fldChar w:fldCharType="end"/>
            </w:r>
          </w:hyperlink>
        </w:p>
        <w:p w14:paraId="65444559" w14:textId="7F0BF82B"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40" w:history="1">
            <w:r w:rsidR="007549B9" w:rsidRPr="00EA6F33">
              <w:rPr>
                <w:rStyle w:val="Hyperlink"/>
                <w:noProof/>
              </w:rPr>
              <w:t>4</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Management – General information</w:t>
            </w:r>
            <w:r w:rsidR="007549B9">
              <w:rPr>
                <w:noProof/>
                <w:webHidden/>
              </w:rPr>
              <w:tab/>
            </w:r>
            <w:r w:rsidR="007549B9">
              <w:rPr>
                <w:noProof/>
                <w:webHidden/>
              </w:rPr>
              <w:fldChar w:fldCharType="begin"/>
            </w:r>
            <w:r w:rsidR="007549B9">
              <w:rPr>
                <w:noProof/>
                <w:webHidden/>
              </w:rPr>
              <w:instrText xml:space="preserve"> PAGEREF _Toc163550140 \h </w:instrText>
            </w:r>
            <w:r w:rsidR="007549B9">
              <w:rPr>
                <w:noProof/>
                <w:webHidden/>
              </w:rPr>
            </w:r>
            <w:r w:rsidR="007549B9">
              <w:rPr>
                <w:noProof/>
                <w:webHidden/>
              </w:rPr>
              <w:fldChar w:fldCharType="separate"/>
            </w:r>
            <w:r w:rsidR="00E93123">
              <w:rPr>
                <w:noProof/>
                <w:webHidden/>
              </w:rPr>
              <w:t>7</w:t>
            </w:r>
            <w:r w:rsidR="007549B9">
              <w:rPr>
                <w:noProof/>
                <w:webHidden/>
              </w:rPr>
              <w:fldChar w:fldCharType="end"/>
            </w:r>
          </w:hyperlink>
        </w:p>
        <w:p w14:paraId="0725545B" w14:textId="73382D1F"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1" w:history="1">
            <w:r w:rsidR="007549B9" w:rsidRPr="00EA6F33">
              <w:rPr>
                <w:rStyle w:val="Hyperlink"/>
                <w:rFonts w:cs="Arial"/>
                <w:noProof/>
              </w:rPr>
              <w:t>4.1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Delivery team EIR delivery strategy</w:t>
            </w:r>
            <w:r w:rsidR="007549B9">
              <w:rPr>
                <w:noProof/>
                <w:webHidden/>
              </w:rPr>
              <w:tab/>
            </w:r>
            <w:r w:rsidR="007549B9">
              <w:rPr>
                <w:noProof/>
                <w:webHidden/>
              </w:rPr>
              <w:fldChar w:fldCharType="begin"/>
            </w:r>
            <w:r w:rsidR="007549B9">
              <w:rPr>
                <w:noProof/>
                <w:webHidden/>
              </w:rPr>
              <w:instrText xml:space="preserve"> PAGEREF _Toc163550141 \h </w:instrText>
            </w:r>
            <w:r w:rsidR="007549B9">
              <w:rPr>
                <w:noProof/>
                <w:webHidden/>
              </w:rPr>
            </w:r>
            <w:r w:rsidR="007549B9">
              <w:rPr>
                <w:noProof/>
                <w:webHidden/>
              </w:rPr>
              <w:fldChar w:fldCharType="separate"/>
            </w:r>
            <w:r w:rsidR="00E93123">
              <w:rPr>
                <w:noProof/>
                <w:webHidden/>
              </w:rPr>
              <w:t>7</w:t>
            </w:r>
            <w:r w:rsidR="007549B9">
              <w:rPr>
                <w:noProof/>
                <w:webHidden/>
              </w:rPr>
              <w:fldChar w:fldCharType="end"/>
            </w:r>
          </w:hyperlink>
        </w:p>
        <w:p w14:paraId="3E21E58D" w14:textId="0E4C3BB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2" w:history="1">
            <w:r w:rsidR="007549B9" w:rsidRPr="00EA6F33">
              <w:rPr>
                <w:rStyle w:val="Hyperlink"/>
                <w:rFonts w:cs="Arial"/>
                <w:noProof/>
              </w:rPr>
              <w:t>4.2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Federation strategy and information container breakdown structure</w:t>
            </w:r>
            <w:r w:rsidR="007549B9">
              <w:rPr>
                <w:noProof/>
                <w:webHidden/>
              </w:rPr>
              <w:tab/>
            </w:r>
            <w:r w:rsidR="007549B9">
              <w:rPr>
                <w:noProof/>
                <w:webHidden/>
              </w:rPr>
              <w:fldChar w:fldCharType="begin"/>
            </w:r>
            <w:r w:rsidR="007549B9">
              <w:rPr>
                <w:noProof/>
                <w:webHidden/>
              </w:rPr>
              <w:instrText xml:space="preserve"> PAGEREF _Toc163550142 \h </w:instrText>
            </w:r>
            <w:r w:rsidR="007549B9">
              <w:rPr>
                <w:noProof/>
                <w:webHidden/>
              </w:rPr>
            </w:r>
            <w:r w:rsidR="007549B9">
              <w:rPr>
                <w:noProof/>
                <w:webHidden/>
              </w:rPr>
              <w:fldChar w:fldCharType="separate"/>
            </w:r>
            <w:r w:rsidR="00E93123">
              <w:rPr>
                <w:noProof/>
                <w:webHidden/>
              </w:rPr>
              <w:t>7</w:t>
            </w:r>
            <w:r w:rsidR="007549B9">
              <w:rPr>
                <w:noProof/>
                <w:webHidden/>
              </w:rPr>
              <w:fldChar w:fldCharType="end"/>
            </w:r>
          </w:hyperlink>
        </w:p>
        <w:p w14:paraId="3570186E" w14:textId="1CC6E68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3" w:history="1">
            <w:r w:rsidR="007549B9" w:rsidRPr="00EA6F33">
              <w:rPr>
                <w:rStyle w:val="Hyperlink"/>
                <w:rFonts w:cs="Arial"/>
                <w:noProof/>
              </w:rPr>
              <w:t>4.3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Detailed responsibility matrix</w:t>
            </w:r>
            <w:r w:rsidR="007549B9">
              <w:rPr>
                <w:noProof/>
                <w:webHidden/>
              </w:rPr>
              <w:tab/>
            </w:r>
            <w:r w:rsidR="007549B9">
              <w:rPr>
                <w:noProof/>
                <w:webHidden/>
              </w:rPr>
              <w:fldChar w:fldCharType="begin"/>
            </w:r>
            <w:r w:rsidR="007549B9">
              <w:rPr>
                <w:noProof/>
                <w:webHidden/>
              </w:rPr>
              <w:instrText xml:space="preserve"> PAGEREF _Toc163550143 \h </w:instrText>
            </w:r>
            <w:r w:rsidR="007549B9">
              <w:rPr>
                <w:noProof/>
                <w:webHidden/>
              </w:rPr>
            </w:r>
            <w:r w:rsidR="007549B9">
              <w:rPr>
                <w:noProof/>
                <w:webHidden/>
              </w:rPr>
              <w:fldChar w:fldCharType="separate"/>
            </w:r>
            <w:r w:rsidR="00E93123">
              <w:rPr>
                <w:noProof/>
                <w:webHidden/>
              </w:rPr>
              <w:t>8</w:t>
            </w:r>
            <w:r w:rsidR="007549B9">
              <w:rPr>
                <w:noProof/>
                <w:webHidden/>
              </w:rPr>
              <w:fldChar w:fldCharType="end"/>
            </w:r>
          </w:hyperlink>
        </w:p>
        <w:p w14:paraId="2866155F" w14:textId="4B3142AF"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4" w:history="1">
            <w:r w:rsidR="007549B9" w:rsidRPr="00EA6F33">
              <w:rPr>
                <w:rStyle w:val="Hyperlink"/>
                <w:rFonts w:cs="Arial"/>
                <w:noProof/>
              </w:rPr>
              <w:t>4.4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Lead appointed party’s EIR</w:t>
            </w:r>
            <w:r w:rsidR="007549B9">
              <w:rPr>
                <w:noProof/>
                <w:webHidden/>
              </w:rPr>
              <w:tab/>
            </w:r>
            <w:r w:rsidR="007549B9">
              <w:rPr>
                <w:noProof/>
                <w:webHidden/>
              </w:rPr>
              <w:fldChar w:fldCharType="begin"/>
            </w:r>
            <w:r w:rsidR="007549B9">
              <w:rPr>
                <w:noProof/>
                <w:webHidden/>
              </w:rPr>
              <w:instrText xml:space="preserve"> PAGEREF _Toc163550144 \h </w:instrText>
            </w:r>
            <w:r w:rsidR="007549B9">
              <w:rPr>
                <w:noProof/>
                <w:webHidden/>
              </w:rPr>
            </w:r>
            <w:r w:rsidR="007549B9">
              <w:rPr>
                <w:noProof/>
                <w:webHidden/>
              </w:rPr>
              <w:fldChar w:fldCharType="separate"/>
            </w:r>
            <w:r w:rsidR="00E93123">
              <w:rPr>
                <w:noProof/>
                <w:webHidden/>
              </w:rPr>
              <w:t>8</w:t>
            </w:r>
            <w:r w:rsidR="007549B9">
              <w:rPr>
                <w:noProof/>
                <w:webHidden/>
              </w:rPr>
              <w:fldChar w:fldCharType="end"/>
            </w:r>
          </w:hyperlink>
        </w:p>
        <w:p w14:paraId="6F4E9614" w14:textId="6D4D6D3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5" w:history="1">
            <w:r w:rsidR="007549B9" w:rsidRPr="00EA6F33">
              <w:rPr>
                <w:rStyle w:val="Hyperlink"/>
                <w:rFonts w:cs="Arial"/>
                <w:noProof/>
              </w:rPr>
              <w:t>4.5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Master information delivery plan</w:t>
            </w:r>
            <w:r w:rsidR="007549B9">
              <w:rPr>
                <w:noProof/>
                <w:webHidden/>
              </w:rPr>
              <w:tab/>
            </w:r>
            <w:r w:rsidR="007549B9">
              <w:rPr>
                <w:noProof/>
                <w:webHidden/>
              </w:rPr>
              <w:fldChar w:fldCharType="begin"/>
            </w:r>
            <w:r w:rsidR="007549B9">
              <w:rPr>
                <w:noProof/>
                <w:webHidden/>
              </w:rPr>
              <w:instrText xml:space="preserve"> PAGEREF _Toc163550145 \h </w:instrText>
            </w:r>
            <w:r w:rsidR="007549B9">
              <w:rPr>
                <w:noProof/>
                <w:webHidden/>
              </w:rPr>
            </w:r>
            <w:r w:rsidR="007549B9">
              <w:rPr>
                <w:noProof/>
                <w:webHidden/>
              </w:rPr>
              <w:fldChar w:fldCharType="separate"/>
            </w:r>
            <w:r w:rsidR="00E93123">
              <w:rPr>
                <w:noProof/>
                <w:webHidden/>
              </w:rPr>
              <w:t>8</w:t>
            </w:r>
            <w:r w:rsidR="007549B9">
              <w:rPr>
                <w:noProof/>
                <w:webHidden/>
              </w:rPr>
              <w:fldChar w:fldCharType="end"/>
            </w:r>
          </w:hyperlink>
        </w:p>
        <w:p w14:paraId="34E082CA" w14:textId="00DFB0C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6" w:history="1">
            <w:r w:rsidR="007549B9" w:rsidRPr="00EA6F33">
              <w:rPr>
                <w:rStyle w:val="Hyperlink"/>
                <w:rFonts w:cs="Arial"/>
                <w:noProof/>
              </w:rPr>
              <w:t>4.6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Level of information need</w:t>
            </w:r>
            <w:r w:rsidR="007549B9">
              <w:rPr>
                <w:noProof/>
                <w:webHidden/>
              </w:rPr>
              <w:tab/>
            </w:r>
            <w:r w:rsidR="007549B9">
              <w:rPr>
                <w:noProof/>
                <w:webHidden/>
              </w:rPr>
              <w:fldChar w:fldCharType="begin"/>
            </w:r>
            <w:r w:rsidR="007549B9">
              <w:rPr>
                <w:noProof/>
                <w:webHidden/>
              </w:rPr>
              <w:instrText xml:space="preserve"> PAGEREF _Toc163550146 \h </w:instrText>
            </w:r>
            <w:r w:rsidR="007549B9">
              <w:rPr>
                <w:noProof/>
                <w:webHidden/>
              </w:rPr>
            </w:r>
            <w:r w:rsidR="007549B9">
              <w:rPr>
                <w:noProof/>
                <w:webHidden/>
              </w:rPr>
              <w:fldChar w:fldCharType="separate"/>
            </w:r>
            <w:r w:rsidR="00E93123">
              <w:rPr>
                <w:noProof/>
                <w:webHidden/>
              </w:rPr>
              <w:t>8</w:t>
            </w:r>
            <w:r w:rsidR="007549B9">
              <w:rPr>
                <w:noProof/>
                <w:webHidden/>
              </w:rPr>
              <w:fldChar w:fldCharType="end"/>
            </w:r>
          </w:hyperlink>
        </w:p>
        <w:p w14:paraId="24064D3C" w14:textId="50F0C607"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7" w:history="1">
            <w:r w:rsidR="007549B9" w:rsidRPr="00EA6F33">
              <w:rPr>
                <w:rStyle w:val="Hyperlink"/>
                <w:rFonts w:cs="Arial"/>
                <w:noProof/>
              </w:rPr>
              <w:t>4.7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Information quality assurance</w:t>
            </w:r>
            <w:r w:rsidR="007549B9">
              <w:rPr>
                <w:noProof/>
                <w:webHidden/>
              </w:rPr>
              <w:tab/>
            </w:r>
            <w:r w:rsidR="007549B9">
              <w:rPr>
                <w:noProof/>
                <w:webHidden/>
              </w:rPr>
              <w:fldChar w:fldCharType="begin"/>
            </w:r>
            <w:r w:rsidR="007549B9">
              <w:rPr>
                <w:noProof/>
                <w:webHidden/>
              </w:rPr>
              <w:instrText xml:space="preserve"> PAGEREF _Toc163550147 \h </w:instrText>
            </w:r>
            <w:r w:rsidR="007549B9">
              <w:rPr>
                <w:noProof/>
                <w:webHidden/>
              </w:rPr>
            </w:r>
            <w:r w:rsidR="007549B9">
              <w:rPr>
                <w:noProof/>
                <w:webHidden/>
              </w:rPr>
              <w:fldChar w:fldCharType="separate"/>
            </w:r>
            <w:r w:rsidR="00E93123">
              <w:rPr>
                <w:noProof/>
                <w:webHidden/>
              </w:rPr>
              <w:t>9</w:t>
            </w:r>
            <w:r w:rsidR="007549B9">
              <w:rPr>
                <w:noProof/>
                <w:webHidden/>
              </w:rPr>
              <w:fldChar w:fldCharType="end"/>
            </w:r>
          </w:hyperlink>
        </w:p>
        <w:p w14:paraId="20CDC613" w14:textId="0BA61139"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8" w:history="1">
            <w:r w:rsidR="007549B9" w:rsidRPr="00EA6F33">
              <w:rPr>
                <w:rStyle w:val="Hyperlink"/>
                <w:rFonts w:cs="Arial"/>
                <w:noProof/>
              </w:rPr>
              <w:t>4.8</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Information security and privacy</w:t>
            </w:r>
            <w:r w:rsidR="007549B9">
              <w:rPr>
                <w:noProof/>
                <w:webHidden/>
              </w:rPr>
              <w:tab/>
            </w:r>
            <w:r w:rsidR="007549B9">
              <w:rPr>
                <w:noProof/>
                <w:webHidden/>
              </w:rPr>
              <w:fldChar w:fldCharType="begin"/>
            </w:r>
            <w:r w:rsidR="007549B9">
              <w:rPr>
                <w:noProof/>
                <w:webHidden/>
              </w:rPr>
              <w:instrText xml:space="preserve"> PAGEREF _Toc163550148 \h </w:instrText>
            </w:r>
            <w:r w:rsidR="007549B9">
              <w:rPr>
                <w:noProof/>
                <w:webHidden/>
              </w:rPr>
            </w:r>
            <w:r w:rsidR="007549B9">
              <w:rPr>
                <w:noProof/>
                <w:webHidden/>
              </w:rPr>
              <w:fldChar w:fldCharType="separate"/>
            </w:r>
            <w:r w:rsidR="00E93123">
              <w:rPr>
                <w:noProof/>
                <w:webHidden/>
              </w:rPr>
              <w:t>9</w:t>
            </w:r>
            <w:r w:rsidR="007549B9">
              <w:rPr>
                <w:noProof/>
                <w:webHidden/>
              </w:rPr>
              <w:fldChar w:fldCharType="end"/>
            </w:r>
          </w:hyperlink>
        </w:p>
        <w:p w14:paraId="11348120" w14:textId="07D2FD0B"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49" w:history="1">
            <w:r w:rsidR="007549B9" w:rsidRPr="00EA6F33">
              <w:rPr>
                <w:rStyle w:val="Hyperlink"/>
                <w:rFonts w:cs="Arial"/>
                <w:noProof/>
              </w:rPr>
              <w:t>4.9</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CDE management</w:t>
            </w:r>
            <w:r w:rsidR="007549B9">
              <w:rPr>
                <w:noProof/>
                <w:webHidden/>
              </w:rPr>
              <w:tab/>
            </w:r>
            <w:r w:rsidR="007549B9">
              <w:rPr>
                <w:noProof/>
                <w:webHidden/>
              </w:rPr>
              <w:fldChar w:fldCharType="begin"/>
            </w:r>
            <w:r w:rsidR="007549B9">
              <w:rPr>
                <w:noProof/>
                <w:webHidden/>
              </w:rPr>
              <w:instrText xml:space="preserve"> PAGEREF _Toc163550149 \h </w:instrText>
            </w:r>
            <w:r w:rsidR="007549B9">
              <w:rPr>
                <w:noProof/>
                <w:webHidden/>
              </w:rPr>
            </w:r>
            <w:r w:rsidR="007549B9">
              <w:rPr>
                <w:noProof/>
                <w:webHidden/>
              </w:rPr>
              <w:fldChar w:fldCharType="separate"/>
            </w:r>
            <w:r w:rsidR="00E93123">
              <w:rPr>
                <w:noProof/>
                <w:webHidden/>
              </w:rPr>
              <w:t>9</w:t>
            </w:r>
            <w:r w:rsidR="007549B9">
              <w:rPr>
                <w:noProof/>
                <w:webHidden/>
              </w:rPr>
              <w:fldChar w:fldCharType="end"/>
            </w:r>
          </w:hyperlink>
        </w:p>
        <w:p w14:paraId="264A6146" w14:textId="3D58E97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0" w:history="1">
            <w:r w:rsidR="007549B9" w:rsidRPr="00EA6F33">
              <w:rPr>
                <w:rStyle w:val="Hyperlink"/>
                <w:rFonts w:cs="Arial"/>
                <w:noProof/>
              </w:rPr>
              <w:t>4.10</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Collaboration arrangements</w:t>
            </w:r>
            <w:r w:rsidR="007549B9">
              <w:rPr>
                <w:noProof/>
                <w:webHidden/>
              </w:rPr>
              <w:tab/>
            </w:r>
            <w:r w:rsidR="007549B9">
              <w:rPr>
                <w:noProof/>
                <w:webHidden/>
              </w:rPr>
              <w:fldChar w:fldCharType="begin"/>
            </w:r>
            <w:r w:rsidR="007549B9">
              <w:rPr>
                <w:noProof/>
                <w:webHidden/>
              </w:rPr>
              <w:instrText xml:space="preserve"> PAGEREF _Toc163550150 \h </w:instrText>
            </w:r>
            <w:r w:rsidR="007549B9">
              <w:rPr>
                <w:noProof/>
                <w:webHidden/>
              </w:rPr>
            </w:r>
            <w:r w:rsidR="007549B9">
              <w:rPr>
                <w:noProof/>
                <w:webHidden/>
              </w:rPr>
              <w:fldChar w:fldCharType="separate"/>
            </w:r>
            <w:r w:rsidR="00E93123">
              <w:rPr>
                <w:noProof/>
                <w:webHidden/>
              </w:rPr>
              <w:t>10</w:t>
            </w:r>
            <w:r w:rsidR="007549B9">
              <w:rPr>
                <w:noProof/>
                <w:webHidden/>
              </w:rPr>
              <w:fldChar w:fldCharType="end"/>
            </w:r>
          </w:hyperlink>
        </w:p>
        <w:p w14:paraId="0E827A32" w14:textId="4EAC1674"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51" w:history="1">
            <w:r w:rsidR="007549B9" w:rsidRPr="00EA6F33">
              <w:rPr>
                <w:rStyle w:val="Hyperlink"/>
                <w:noProof/>
              </w:rPr>
              <w:t>5</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Management – 3D Modelling</w:t>
            </w:r>
            <w:r w:rsidR="007549B9">
              <w:rPr>
                <w:noProof/>
                <w:webHidden/>
              </w:rPr>
              <w:tab/>
            </w:r>
            <w:r w:rsidR="007549B9">
              <w:rPr>
                <w:noProof/>
                <w:webHidden/>
              </w:rPr>
              <w:fldChar w:fldCharType="begin"/>
            </w:r>
            <w:r w:rsidR="007549B9">
              <w:rPr>
                <w:noProof/>
                <w:webHidden/>
              </w:rPr>
              <w:instrText xml:space="preserve"> PAGEREF _Toc163550151 \h </w:instrText>
            </w:r>
            <w:r w:rsidR="007549B9">
              <w:rPr>
                <w:noProof/>
                <w:webHidden/>
              </w:rPr>
            </w:r>
            <w:r w:rsidR="007549B9">
              <w:rPr>
                <w:noProof/>
                <w:webHidden/>
              </w:rPr>
              <w:fldChar w:fldCharType="separate"/>
            </w:r>
            <w:r w:rsidR="00E93123">
              <w:rPr>
                <w:noProof/>
                <w:webHidden/>
              </w:rPr>
              <w:t>11</w:t>
            </w:r>
            <w:r w:rsidR="007549B9">
              <w:rPr>
                <w:noProof/>
                <w:webHidden/>
              </w:rPr>
              <w:fldChar w:fldCharType="end"/>
            </w:r>
          </w:hyperlink>
        </w:p>
        <w:p w14:paraId="3E9699BE" w14:textId="2B8AB808"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2" w:history="1">
            <w:r w:rsidR="007549B9" w:rsidRPr="00EA6F33">
              <w:rPr>
                <w:rStyle w:val="Hyperlink"/>
                <w:rFonts w:cs="Arial"/>
                <w:noProof/>
              </w:rPr>
              <w:t>5.1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Project location and set-out</w:t>
            </w:r>
            <w:r w:rsidR="007549B9">
              <w:rPr>
                <w:noProof/>
                <w:webHidden/>
              </w:rPr>
              <w:tab/>
            </w:r>
            <w:r w:rsidR="007549B9">
              <w:rPr>
                <w:noProof/>
                <w:webHidden/>
              </w:rPr>
              <w:fldChar w:fldCharType="begin"/>
            </w:r>
            <w:r w:rsidR="007549B9">
              <w:rPr>
                <w:noProof/>
                <w:webHidden/>
              </w:rPr>
              <w:instrText xml:space="preserve"> PAGEREF _Toc163550152 \h </w:instrText>
            </w:r>
            <w:r w:rsidR="007549B9">
              <w:rPr>
                <w:noProof/>
                <w:webHidden/>
              </w:rPr>
            </w:r>
            <w:r w:rsidR="007549B9">
              <w:rPr>
                <w:noProof/>
                <w:webHidden/>
              </w:rPr>
              <w:fldChar w:fldCharType="separate"/>
            </w:r>
            <w:r w:rsidR="00E93123">
              <w:rPr>
                <w:noProof/>
                <w:webHidden/>
              </w:rPr>
              <w:t>11</w:t>
            </w:r>
            <w:r w:rsidR="007549B9">
              <w:rPr>
                <w:noProof/>
                <w:webHidden/>
              </w:rPr>
              <w:fldChar w:fldCharType="end"/>
            </w:r>
          </w:hyperlink>
        </w:p>
        <w:p w14:paraId="3294F61A" w14:textId="655895D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3" w:history="1">
            <w:r w:rsidR="007549B9" w:rsidRPr="00EA6F33">
              <w:rPr>
                <w:rStyle w:val="Hyperlink"/>
                <w:rFonts w:cs="Arial"/>
                <w:noProof/>
              </w:rPr>
              <w:t>5.2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Existing conditions modelling</w:t>
            </w:r>
            <w:r w:rsidR="007549B9">
              <w:rPr>
                <w:noProof/>
                <w:webHidden/>
              </w:rPr>
              <w:tab/>
            </w:r>
            <w:r w:rsidR="007549B9">
              <w:rPr>
                <w:noProof/>
                <w:webHidden/>
              </w:rPr>
              <w:fldChar w:fldCharType="begin"/>
            </w:r>
            <w:r w:rsidR="007549B9">
              <w:rPr>
                <w:noProof/>
                <w:webHidden/>
              </w:rPr>
              <w:instrText xml:space="preserve"> PAGEREF _Toc163550153 \h </w:instrText>
            </w:r>
            <w:r w:rsidR="007549B9">
              <w:rPr>
                <w:noProof/>
                <w:webHidden/>
              </w:rPr>
            </w:r>
            <w:r w:rsidR="007549B9">
              <w:rPr>
                <w:noProof/>
                <w:webHidden/>
              </w:rPr>
              <w:fldChar w:fldCharType="separate"/>
            </w:r>
            <w:r w:rsidR="00E93123">
              <w:rPr>
                <w:noProof/>
                <w:webHidden/>
              </w:rPr>
              <w:t>11</w:t>
            </w:r>
            <w:r w:rsidR="007549B9">
              <w:rPr>
                <w:noProof/>
                <w:webHidden/>
              </w:rPr>
              <w:fldChar w:fldCharType="end"/>
            </w:r>
          </w:hyperlink>
        </w:p>
        <w:p w14:paraId="17B20263" w14:textId="7C5D30F8"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4" w:history="1">
            <w:r w:rsidR="007549B9" w:rsidRPr="00EA6F33">
              <w:rPr>
                <w:rStyle w:val="Hyperlink"/>
                <w:rFonts w:cs="Arial"/>
                <w:noProof/>
              </w:rPr>
              <w:t>5.3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Model quality assurance</w:t>
            </w:r>
            <w:r w:rsidR="007549B9">
              <w:rPr>
                <w:noProof/>
                <w:webHidden/>
              </w:rPr>
              <w:tab/>
            </w:r>
            <w:r w:rsidR="007549B9">
              <w:rPr>
                <w:noProof/>
                <w:webHidden/>
              </w:rPr>
              <w:fldChar w:fldCharType="begin"/>
            </w:r>
            <w:r w:rsidR="007549B9">
              <w:rPr>
                <w:noProof/>
                <w:webHidden/>
              </w:rPr>
              <w:instrText xml:space="preserve"> PAGEREF _Toc163550154 \h </w:instrText>
            </w:r>
            <w:r w:rsidR="007549B9">
              <w:rPr>
                <w:noProof/>
                <w:webHidden/>
              </w:rPr>
            </w:r>
            <w:r w:rsidR="007549B9">
              <w:rPr>
                <w:noProof/>
                <w:webHidden/>
              </w:rPr>
              <w:fldChar w:fldCharType="separate"/>
            </w:r>
            <w:r w:rsidR="00E93123">
              <w:rPr>
                <w:noProof/>
                <w:webHidden/>
              </w:rPr>
              <w:t>11</w:t>
            </w:r>
            <w:r w:rsidR="007549B9">
              <w:rPr>
                <w:noProof/>
                <w:webHidden/>
              </w:rPr>
              <w:fldChar w:fldCharType="end"/>
            </w:r>
          </w:hyperlink>
        </w:p>
        <w:p w14:paraId="2312599F" w14:textId="2DAA0411"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5" w:history="1">
            <w:r w:rsidR="007549B9" w:rsidRPr="00EA6F33">
              <w:rPr>
                <w:rStyle w:val="Hyperlink"/>
                <w:rFonts w:cs="Arial"/>
                <w:noProof/>
              </w:rPr>
              <w:t>5.4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Model development and sharing</w:t>
            </w:r>
            <w:r w:rsidR="007549B9">
              <w:rPr>
                <w:noProof/>
                <w:webHidden/>
              </w:rPr>
              <w:tab/>
            </w:r>
            <w:r w:rsidR="007549B9">
              <w:rPr>
                <w:noProof/>
                <w:webHidden/>
              </w:rPr>
              <w:fldChar w:fldCharType="begin"/>
            </w:r>
            <w:r w:rsidR="007549B9">
              <w:rPr>
                <w:noProof/>
                <w:webHidden/>
              </w:rPr>
              <w:instrText xml:space="preserve"> PAGEREF _Toc163550155 \h </w:instrText>
            </w:r>
            <w:r w:rsidR="007549B9">
              <w:rPr>
                <w:noProof/>
                <w:webHidden/>
              </w:rPr>
            </w:r>
            <w:r w:rsidR="007549B9">
              <w:rPr>
                <w:noProof/>
                <w:webHidden/>
              </w:rPr>
              <w:fldChar w:fldCharType="separate"/>
            </w:r>
            <w:r w:rsidR="00E93123">
              <w:rPr>
                <w:noProof/>
                <w:webHidden/>
              </w:rPr>
              <w:t>12</w:t>
            </w:r>
            <w:r w:rsidR="007549B9">
              <w:rPr>
                <w:noProof/>
                <w:webHidden/>
              </w:rPr>
              <w:fldChar w:fldCharType="end"/>
            </w:r>
          </w:hyperlink>
        </w:p>
        <w:p w14:paraId="1204F172" w14:textId="14547BF7"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6" w:history="1">
            <w:r w:rsidR="007549B9" w:rsidRPr="00EA6F33">
              <w:rPr>
                <w:rStyle w:val="Hyperlink"/>
                <w:rFonts w:cs="Arial"/>
                <w:noProof/>
              </w:rPr>
              <w:t>5.5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Model development</w:t>
            </w:r>
            <w:r w:rsidR="007549B9">
              <w:rPr>
                <w:noProof/>
                <w:webHidden/>
              </w:rPr>
              <w:tab/>
            </w:r>
            <w:r w:rsidR="007549B9">
              <w:rPr>
                <w:noProof/>
                <w:webHidden/>
              </w:rPr>
              <w:fldChar w:fldCharType="begin"/>
            </w:r>
            <w:r w:rsidR="007549B9">
              <w:rPr>
                <w:noProof/>
                <w:webHidden/>
              </w:rPr>
              <w:instrText xml:space="preserve"> PAGEREF _Toc163550156 \h </w:instrText>
            </w:r>
            <w:r w:rsidR="007549B9">
              <w:rPr>
                <w:noProof/>
                <w:webHidden/>
              </w:rPr>
            </w:r>
            <w:r w:rsidR="007549B9">
              <w:rPr>
                <w:noProof/>
                <w:webHidden/>
              </w:rPr>
              <w:fldChar w:fldCharType="separate"/>
            </w:r>
            <w:r w:rsidR="00E93123">
              <w:rPr>
                <w:noProof/>
                <w:webHidden/>
              </w:rPr>
              <w:t>12</w:t>
            </w:r>
            <w:r w:rsidR="007549B9">
              <w:rPr>
                <w:noProof/>
                <w:webHidden/>
              </w:rPr>
              <w:fldChar w:fldCharType="end"/>
            </w:r>
          </w:hyperlink>
        </w:p>
        <w:p w14:paraId="62AF5D3B" w14:textId="77944F5F"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7" w:history="1">
            <w:r w:rsidR="007549B9" w:rsidRPr="00EA6F33">
              <w:rPr>
                <w:rStyle w:val="Hyperlink"/>
                <w:noProof/>
              </w:rPr>
              <w:t>5.6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3D coordination</w:t>
            </w:r>
            <w:r w:rsidR="007549B9">
              <w:rPr>
                <w:noProof/>
                <w:webHidden/>
              </w:rPr>
              <w:tab/>
            </w:r>
            <w:r w:rsidR="007549B9">
              <w:rPr>
                <w:noProof/>
                <w:webHidden/>
              </w:rPr>
              <w:fldChar w:fldCharType="begin"/>
            </w:r>
            <w:r w:rsidR="007549B9">
              <w:rPr>
                <w:noProof/>
                <w:webHidden/>
              </w:rPr>
              <w:instrText xml:space="preserve"> PAGEREF _Toc163550157 \h </w:instrText>
            </w:r>
            <w:r w:rsidR="007549B9">
              <w:rPr>
                <w:noProof/>
                <w:webHidden/>
              </w:rPr>
            </w:r>
            <w:r w:rsidR="007549B9">
              <w:rPr>
                <w:noProof/>
                <w:webHidden/>
              </w:rPr>
              <w:fldChar w:fldCharType="separate"/>
            </w:r>
            <w:r w:rsidR="00E93123">
              <w:rPr>
                <w:noProof/>
                <w:webHidden/>
              </w:rPr>
              <w:t>12</w:t>
            </w:r>
            <w:r w:rsidR="007549B9">
              <w:rPr>
                <w:noProof/>
                <w:webHidden/>
              </w:rPr>
              <w:fldChar w:fldCharType="end"/>
            </w:r>
          </w:hyperlink>
        </w:p>
        <w:p w14:paraId="7C9890D3" w14:textId="4FFF6525"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58" w:history="1">
            <w:r w:rsidR="007549B9" w:rsidRPr="00EA6F33">
              <w:rPr>
                <w:rStyle w:val="Hyperlink"/>
                <w:noProof/>
              </w:rPr>
              <w:t>5.7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Key model handovers</w:t>
            </w:r>
            <w:r w:rsidR="007549B9">
              <w:rPr>
                <w:noProof/>
                <w:webHidden/>
              </w:rPr>
              <w:tab/>
            </w:r>
            <w:r w:rsidR="007549B9">
              <w:rPr>
                <w:noProof/>
                <w:webHidden/>
              </w:rPr>
              <w:fldChar w:fldCharType="begin"/>
            </w:r>
            <w:r w:rsidR="007549B9">
              <w:rPr>
                <w:noProof/>
                <w:webHidden/>
              </w:rPr>
              <w:instrText xml:space="preserve"> PAGEREF _Toc163550158 \h </w:instrText>
            </w:r>
            <w:r w:rsidR="007549B9">
              <w:rPr>
                <w:noProof/>
                <w:webHidden/>
              </w:rPr>
            </w:r>
            <w:r w:rsidR="007549B9">
              <w:rPr>
                <w:noProof/>
                <w:webHidden/>
              </w:rPr>
              <w:fldChar w:fldCharType="separate"/>
            </w:r>
            <w:r w:rsidR="00E93123">
              <w:rPr>
                <w:noProof/>
                <w:webHidden/>
              </w:rPr>
              <w:t>13</w:t>
            </w:r>
            <w:r w:rsidR="007549B9">
              <w:rPr>
                <w:noProof/>
                <w:webHidden/>
              </w:rPr>
              <w:fldChar w:fldCharType="end"/>
            </w:r>
          </w:hyperlink>
        </w:p>
        <w:p w14:paraId="03F8DA2E" w14:textId="62350CD6"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59" w:history="1">
            <w:r w:rsidR="007549B9" w:rsidRPr="00EA6F33">
              <w:rPr>
                <w:rStyle w:val="Hyperlink"/>
                <w:noProof/>
              </w:rPr>
              <w:t>6</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Technical</w:t>
            </w:r>
            <w:r w:rsidR="007549B9">
              <w:rPr>
                <w:noProof/>
                <w:webHidden/>
              </w:rPr>
              <w:tab/>
            </w:r>
            <w:r w:rsidR="007549B9">
              <w:rPr>
                <w:noProof/>
                <w:webHidden/>
              </w:rPr>
              <w:fldChar w:fldCharType="begin"/>
            </w:r>
            <w:r w:rsidR="007549B9">
              <w:rPr>
                <w:noProof/>
                <w:webHidden/>
              </w:rPr>
              <w:instrText xml:space="preserve"> PAGEREF _Toc163550159 \h </w:instrText>
            </w:r>
            <w:r w:rsidR="007549B9">
              <w:rPr>
                <w:noProof/>
                <w:webHidden/>
              </w:rPr>
            </w:r>
            <w:r w:rsidR="007549B9">
              <w:rPr>
                <w:noProof/>
                <w:webHidden/>
              </w:rPr>
              <w:fldChar w:fldCharType="separate"/>
            </w:r>
            <w:r w:rsidR="00E93123">
              <w:rPr>
                <w:noProof/>
                <w:webHidden/>
              </w:rPr>
              <w:t>14</w:t>
            </w:r>
            <w:r w:rsidR="007549B9">
              <w:rPr>
                <w:noProof/>
                <w:webHidden/>
              </w:rPr>
              <w:fldChar w:fldCharType="end"/>
            </w:r>
          </w:hyperlink>
        </w:p>
        <w:p w14:paraId="7CD6BCFF" w14:textId="6353DD33"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0" w:history="1">
            <w:r w:rsidR="007549B9" w:rsidRPr="00EA6F33">
              <w:rPr>
                <w:rStyle w:val="Hyperlink"/>
                <w:noProof/>
              </w:rPr>
              <w:t>6.1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Software</w:t>
            </w:r>
            <w:r w:rsidR="007549B9">
              <w:rPr>
                <w:noProof/>
                <w:webHidden/>
              </w:rPr>
              <w:tab/>
            </w:r>
            <w:r w:rsidR="007549B9">
              <w:rPr>
                <w:noProof/>
                <w:webHidden/>
              </w:rPr>
              <w:fldChar w:fldCharType="begin"/>
            </w:r>
            <w:r w:rsidR="007549B9">
              <w:rPr>
                <w:noProof/>
                <w:webHidden/>
              </w:rPr>
              <w:instrText xml:space="preserve"> PAGEREF _Toc163550160 \h </w:instrText>
            </w:r>
            <w:r w:rsidR="007549B9">
              <w:rPr>
                <w:noProof/>
                <w:webHidden/>
              </w:rPr>
            </w:r>
            <w:r w:rsidR="007549B9">
              <w:rPr>
                <w:noProof/>
                <w:webHidden/>
              </w:rPr>
              <w:fldChar w:fldCharType="separate"/>
            </w:r>
            <w:r w:rsidR="00E93123">
              <w:rPr>
                <w:noProof/>
                <w:webHidden/>
              </w:rPr>
              <w:t>14</w:t>
            </w:r>
            <w:r w:rsidR="007549B9">
              <w:rPr>
                <w:noProof/>
                <w:webHidden/>
              </w:rPr>
              <w:fldChar w:fldCharType="end"/>
            </w:r>
          </w:hyperlink>
        </w:p>
        <w:p w14:paraId="551D7BDF" w14:textId="46FD0A6A"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1" w:history="1">
            <w:r w:rsidR="007549B9" w:rsidRPr="00EA6F33">
              <w:rPr>
                <w:rStyle w:val="Hyperlink"/>
                <w:rFonts w:cs="Arial"/>
                <w:noProof/>
              </w:rPr>
              <w:t>6.2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IT infrastructure</w:t>
            </w:r>
            <w:r w:rsidR="007549B9">
              <w:rPr>
                <w:noProof/>
                <w:webHidden/>
              </w:rPr>
              <w:tab/>
            </w:r>
            <w:r w:rsidR="007549B9">
              <w:rPr>
                <w:noProof/>
                <w:webHidden/>
              </w:rPr>
              <w:fldChar w:fldCharType="begin"/>
            </w:r>
            <w:r w:rsidR="007549B9">
              <w:rPr>
                <w:noProof/>
                <w:webHidden/>
              </w:rPr>
              <w:instrText xml:space="preserve"> PAGEREF _Toc163550161 \h </w:instrText>
            </w:r>
            <w:r w:rsidR="007549B9">
              <w:rPr>
                <w:noProof/>
                <w:webHidden/>
              </w:rPr>
            </w:r>
            <w:r w:rsidR="007549B9">
              <w:rPr>
                <w:noProof/>
                <w:webHidden/>
              </w:rPr>
              <w:fldChar w:fldCharType="separate"/>
            </w:r>
            <w:r w:rsidR="00E93123">
              <w:rPr>
                <w:noProof/>
                <w:webHidden/>
              </w:rPr>
              <w:t>14</w:t>
            </w:r>
            <w:r w:rsidR="007549B9">
              <w:rPr>
                <w:noProof/>
                <w:webHidden/>
              </w:rPr>
              <w:fldChar w:fldCharType="end"/>
            </w:r>
          </w:hyperlink>
        </w:p>
        <w:p w14:paraId="6725EFF4" w14:textId="3B89ED9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2" w:history="1">
            <w:r w:rsidR="007549B9" w:rsidRPr="00EA6F33">
              <w:rPr>
                <w:rStyle w:val="Hyperlink"/>
                <w:noProof/>
              </w:rPr>
              <w:t>6.3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Collaboration resources</w:t>
            </w:r>
            <w:r w:rsidR="007549B9">
              <w:rPr>
                <w:noProof/>
                <w:webHidden/>
              </w:rPr>
              <w:tab/>
            </w:r>
            <w:r w:rsidR="007549B9">
              <w:rPr>
                <w:noProof/>
                <w:webHidden/>
              </w:rPr>
              <w:fldChar w:fldCharType="begin"/>
            </w:r>
            <w:r w:rsidR="007549B9">
              <w:rPr>
                <w:noProof/>
                <w:webHidden/>
              </w:rPr>
              <w:instrText xml:space="preserve"> PAGEREF _Toc163550162 \h </w:instrText>
            </w:r>
            <w:r w:rsidR="007549B9">
              <w:rPr>
                <w:noProof/>
                <w:webHidden/>
              </w:rPr>
            </w:r>
            <w:r w:rsidR="007549B9">
              <w:rPr>
                <w:noProof/>
                <w:webHidden/>
              </w:rPr>
              <w:fldChar w:fldCharType="separate"/>
            </w:r>
            <w:r w:rsidR="00E93123">
              <w:rPr>
                <w:noProof/>
                <w:webHidden/>
              </w:rPr>
              <w:t>14</w:t>
            </w:r>
            <w:r w:rsidR="007549B9">
              <w:rPr>
                <w:noProof/>
                <w:webHidden/>
              </w:rPr>
              <w:fldChar w:fldCharType="end"/>
            </w:r>
          </w:hyperlink>
        </w:p>
        <w:p w14:paraId="35734A98" w14:textId="47C06BD1"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3" w:history="1">
            <w:r w:rsidR="007549B9" w:rsidRPr="00EA6F33">
              <w:rPr>
                <w:rStyle w:val="Hyperlink"/>
                <w:noProof/>
              </w:rPr>
              <w:t>6.4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BIM coordination facilities</w:t>
            </w:r>
            <w:r w:rsidR="007549B9">
              <w:rPr>
                <w:noProof/>
                <w:webHidden/>
              </w:rPr>
              <w:tab/>
            </w:r>
            <w:r w:rsidR="007549B9">
              <w:rPr>
                <w:noProof/>
                <w:webHidden/>
              </w:rPr>
              <w:fldChar w:fldCharType="begin"/>
            </w:r>
            <w:r w:rsidR="007549B9">
              <w:rPr>
                <w:noProof/>
                <w:webHidden/>
              </w:rPr>
              <w:instrText xml:space="preserve"> PAGEREF _Toc163550163 \h </w:instrText>
            </w:r>
            <w:r w:rsidR="007549B9">
              <w:rPr>
                <w:noProof/>
                <w:webHidden/>
              </w:rPr>
            </w:r>
            <w:r w:rsidR="007549B9">
              <w:rPr>
                <w:noProof/>
                <w:webHidden/>
              </w:rPr>
              <w:fldChar w:fldCharType="separate"/>
            </w:r>
            <w:r w:rsidR="00E93123">
              <w:rPr>
                <w:noProof/>
                <w:webHidden/>
              </w:rPr>
              <w:t>15</w:t>
            </w:r>
            <w:r w:rsidR="007549B9">
              <w:rPr>
                <w:noProof/>
                <w:webHidden/>
              </w:rPr>
              <w:fldChar w:fldCharType="end"/>
            </w:r>
          </w:hyperlink>
        </w:p>
        <w:p w14:paraId="230172BA" w14:textId="441AC25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4" w:history="1">
            <w:r w:rsidR="007549B9" w:rsidRPr="00EA6F33">
              <w:rPr>
                <w:rStyle w:val="Hyperlink"/>
                <w:rFonts w:cs="Arial"/>
                <w:noProof/>
              </w:rPr>
              <w:t>6.5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Data standards</w:t>
            </w:r>
            <w:r w:rsidR="007549B9">
              <w:rPr>
                <w:noProof/>
                <w:webHidden/>
              </w:rPr>
              <w:tab/>
            </w:r>
            <w:r w:rsidR="007549B9">
              <w:rPr>
                <w:noProof/>
                <w:webHidden/>
              </w:rPr>
              <w:fldChar w:fldCharType="begin"/>
            </w:r>
            <w:r w:rsidR="007549B9">
              <w:rPr>
                <w:noProof/>
                <w:webHidden/>
              </w:rPr>
              <w:instrText xml:space="preserve"> PAGEREF _Toc163550164 \h </w:instrText>
            </w:r>
            <w:r w:rsidR="007549B9">
              <w:rPr>
                <w:noProof/>
                <w:webHidden/>
              </w:rPr>
            </w:r>
            <w:r w:rsidR="007549B9">
              <w:rPr>
                <w:noProof/>
                <w:webHidden/>
              </w:rPr>
              <w:fldChar w:fldCharType="separate"/>
            </w:r>
            <w:r w:rsidR="00E93123">
              <w:rPr>
                <w:noProof/>
                <w:webHidden/>
              </w:rPr>
              <w:t>15</w:t>
            </w:r>
            <w:r w:rsidR="007549B9">
              <w:rPr>
                <w:noProof/>
                <w:webHidden/>
              </w:rPr>
              <w:fldChar w:fldCharType="end"/>
            </w:r>
          </w:hyperlink>
        </w:p>
        <w:p w14:paraId="099B0451" w14:textId="2813AB6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5" w:history="1">
            <w:r w:rsidR="007549B9" w:rsidRPr="00EA6F33">
              <w:rPr>
                <w:rStyle w:val="Hyperlink"/>
                <w:rFonts w:cs="Arial"/>
                <w:noProof/>
              </w:rPr>
              <w:t>6.6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BIM object modelling</w:t>
            </w:r>
            <w:r w:rsidR="007549B9">
              <w:rPr>
                <w:noProof/>
                <w:webHidden/>
              </w:rPr>
              <w:tab/>
            </w:r>
            <w:r w:rsidR="007549B9">
              <w:rPr>
                <w:noProof/>
                <w:webHidden/>
              </w:rPr>
              <w:fldChar w:fldCharType="begin"/>
            </w:r>
            <w:r w:rsidR="007549B9">
              <w:rPr>
                <w:noProof/>
                <w:webHidden/>
              </w:rPr>
              <w:instrText xml:space="preserve"> PAGEREF _Toc163550165 \h </w:instrText>
            </w:r>
            <w:r w:rsidR="007549B9">
              <w:rPr>
                <w:noProof/>
                <w:webHidden/>
              </w:rPr>
            </w:r>
            <w:r w:rsidR="007549B9">
              <w:rPr>
                <w:noProof/>
                <w:webHidden/>
              </w:rPr>
              <w:fldChar w:fldCharType="separate"/>
            </w:r>
            <w:r w:rsidR="00E93123">
              <w:rPr>
                <w:noProof/>
                <w:webHidden/>
              </w:rPr>
              <w:t>16</w:t>
            </w:r>
            <w:r w:rsidR="007549B9">
              <w:rPr>
                <w:noProof/>
                <w:webHidden/>
              </w:rPr>
              <w:fldChar w:fldCharType="end"/>
            </w:r>
          </w:hyperlink>
        </w:p>
        <w:p w14:paraId="1B015A7D" w14:textId="1B78507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6" w:history="1">
            <w:r w:rsidR="007549B9" w:rsidRPr="00EA6F33">
              <w:rPr>
                <w:rStyle w:val="Hyperlink"/>
                <w:rFonts w:cs="Arial"/>
                <w:noProof/>
              </w:rPr>
              <w:t>6.7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Standards and project reference information</w:t>
            </w:r>
            <w:r w:rsidR="007549B9">
              <w:rPr>
                <w:noProof/>
                <w:webHidden/>
              </w:rPr>
              <w:tab/>
            </w:r>
            <w:r w:rsidR="007549B9">
              <w:rPr>
                <w:noProof/>
                <w:webHidden/>
              </w:rPr>
              <w:fldChar w:fldCharType="begin"/>
            </w:r>
            <w:r w:rsidR="007549B9">
              <w:rPr>
                <w:noProof/>
                <w:webHidden/>
              </w:rPr>
              <w:instrText xml:space="preserve"> PAGEREF _Toc163550166 \h </w:instrText>
            </w:r>
            <w:r w:rsidR="007549B9">
              <w:rPr>
                <w:noProof/>
                <w:webHidden/>
              </w:rPr>
            </w:r>
            <w:r w:rsidR="007549B9">
              <w:rPr>
                <w:noProof/>
                <w:webHidden/>
              </w:rPr>
              <w:fldChar w:fldCharType="separate"/>
            </w:r>
            <w:r w:rsidR="00E93123">
              <w:rPr>
                <w:noProof/>
                <w:webHidden/>
              </w:rPr>
              <w:t>16</w:t>
            </w:r>
            <w:r w:rsidR="007549B9">
              <w:rPr>
                <w:noProof/>
                <w:webHidden/>
              </w:rPr>
              <w:fldChar w:fldCharType="end"/>
            </w:r>
          </w:hyperlink>
        </w:p>
        <w:p w14:paraId="1DF936B1" w14:textId="313301A4"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67" w:history="1">
            <w:r w:rsidR="007549B9" w:rsidRPr="00EA6F33">
              <w:rPr>
                <w:rStyle w:val="Hyperlink"/>
                <w:noProof/>
              </w:rPr>
              <w:t>7</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References</w:t>
            </w:r>
            <w:r w:rsidR="007549B9">
              <w:rPr>
                <w:noProof/>
                <w:webHidden/>
              </w:rPr>
              <w:tab/>
            </w:r>
            <w:r w:rsidR="007549B9">
              <w:rPr>
                <w:noProof/>
                <w:webHidden/>
              </w:rPr>
              <w:fldChar w:fldCharType="begin"/>
            </w:r>
            <w:r w:rsidR="007549B9">
              <w:rPr>
                <w:noProof/>
                <w:webHidden/>
              </w:rPr>
              <w:instrText xml:space="preserve"> PAGEREF _Toc163550167 \h </w:instrText>
            </w:r>
            <w:r w:rsidR="007549B9">
              <w:rPr>
                <w:noProof/>
                <w:webHidden/>
              </w:rPr>
            </w:r>
            <w:r w:rsidR="007549B9">
              <w:rPr>
                <w:noProof/>
                <w:webHidden/>
              </w:rPr>
              <w:fldChar w:fldCharType="separate"/>
            </w:r>
            <w:r w:rsidR="00E93123">
              <w:rPr>
                <w:noProof/>
                <w:webHidden/>
              </w:rPr>
              <w:t>18</w:t>
            </w:r>
            <w:r w:rsidR="007549B9">
              <w:rPr>
                <w:noProof/>
                <w:webHidden/>
              </w:rPr>
              <w:fldChar w:fldCharType="end"/>
            </w:r>
          </w:hyperlink>
        </w:p>
        <w:p w14:paraId="7CB3F080" w14:textId="0E7B333C"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68" w:history="1">
            <w:r w:rsidR="007549B9" w:rsidRPr="00EA6F33">
              <w:rPr>
                <w:rStyle w:val="Hyperlink"/>
                <w:noProof/>
              </w:rPr>
              <w:t>8</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A – Delivery team roles and responsibilities</w:t>
            </w:r>
            <w:r w:rsidR="007549B9">
              <w:rPr>
                <w:noProof/>
                <w:webHidden/>
              </w:rPr>
              <w:tab/>
            </w:r>
            <w:r w:rsidR="007549B9">
              <w:rPr>
                <w:noProof/>
                <w:webHidden/>
              </w:rPr>
              <w:fldChar w:fldCharType="begin"/>
            </w:r>
            <w:r w:rsidR="007549B9">
              <w:rPr>
                <w:noProof/>
                <w:webHidden/>
              </w:rPr>
              <w:instrText xml:space="preserve"> PAGEREF _Toc163550168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1E1E544A" w14:textId="0C16564B"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69" w:history="1">
            <w:r w:rsidR="007549B9" w:rsidRPr="00EA6F33">
              <w:rPr>
                <w:rStyle w:val="Hyperlink"/>
                <w:rFonts w:cs="Arial"/>
                <w:noProof/>
              </w:rPr>
              <w:t>8.1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Information Manager</w:t>
            </w:r>
            <w:r w:rsidR="007549B9">
              <w:rPr>
                <w:noProof/>
                <w:webHidden/>
              </w:rPr>
              <w:tab/>
            </w:r>
            <w:r w:rsidR="007549B9">
              <w:rPr>
                <w:noProof/>
                <w:webHidden/>
              </w:rPr>
              <w:fldChar w:fldCharType="begin"/>
            </w:r>
            <w:r w:rsidR="007549B9">
              <w:rPr>
                <w:noProof/>
                <w:webHidden/>
              </w:rPr>
              <w:instrText xml:space="preserve"> PAGEREF _Toc163550169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0C94630B" w14:textId="25A4BF54"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0" w:history="1">
            <w:r w:rsidR="007549B9" w:rsidRPr="00EA6F33">
              <w:rPr>
                <w:rStyle w:val="Hyperlink"/>
                <w:rFonts w:cs="Arial"/>
                <w:noProof/>
              </w:rPr>
              <w:t>8.2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Project BIM Manager</w:t>
            </w:r>
            <w:r w:rsidR="007549B9">
              <w:rPr>
                <w:noProof/>
                <w:webHidden/>
              </w:rPr>
              <w:tab/>
            </w:r>
            <w:r w:rsidR="007549B9">
              <w:rPr>
                <w:noProof/>
                <w:webHidden/>
              </w:rPr>
              <w:fldChar w:fldCharType="begin"/>
            </w:r>
            <w:r w:rsidR="007549B9">
              <w:rPr>
                <w:noProof/>
                <w:webHidden/>
              </w:rPr>
              <w:instrText xml:space="preserve"> PAGEREF _Toc163550170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33A84D67" w14:textId="689A6FA5"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1" w:history="1">
            <w:r w:rsidR="007549B9" w:rsidRPr="00EA6F33">
              <w:rPr>
                <w:rStyle w:val="Hyperlink"/>
                <w:rFonts w:cs="Arial"/>
                <w:noProof/>
              </w:rPr>
              <w:t>8.3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Design BIM Manager</w:t>
            </w:r>
            <w:r w:rsidR="007549B9">
              <w:rPr>
                <w:noProof/>
                <w:webHidden/>
              </w:rPr>
              <w:tab/>
            </w:r>
            <w:r w:rsidR="007549B9">
              <w:rPr>
                <w:noProof/>
                <w:webHidden/>
              </w:rPr>
              <w:fldChar w:fldCharType="begin"/>
            </w:r>
            <w:r w:rsidR="007549B9">
              <w:rPr>
                <w:noProof/>
                <w:webHidden/>
              </w:rPr>
              <w:instrText xml:space="preserve"> PAGEREF _Toc163550171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5AAE28EE" w14:textId="04E53528"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2" w:history="1">
            <w:r w:rsidR="007549B9" w:rsidRPr="00EA6F33">
              <w:rPr>
                <w:rStyle w:val="Hyperlink"/>
                <w:rFonts w:cs="Arial"/>
                <w:noProof/>
              </w:rPr>
              <w:t>8.4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Discipline BIM Leads</w:t>
            </w:r>
            <w:r w:rsidR="007549B9">
              <w:rPr>
                <w:noProof/>
                <w:webHidden/>
              </w:rPr>
              <w:tab/>
            </w:r>
            <w:r w:rsidR="007549B9">
              <w:rPr>
                <w:noProof/>
                <w:webHidden/>
              </w:rPr>
              <w:fldChar w:fldCharType="begin"/>
            </w:r>
            <w:r w:rsidR="007549B9">
              <w:rPr>
                <w:noProof/>
                <w:webHidden/>
              </w:rPr>
              <w:instrText xml:space="preserve"> PAGEREF _Toc163550172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66651B5C" w14:textId="510834A8"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3" w:history="1">
            <w:r w:rsidR="007549B9" w:rsidRPr="00EA6F33">
              <w:rPr>
                <w:rStyle w:val="Hyperlink"/>
                <w:rFonts w:cs="Arial"/>
                <w:noProof/>
              </w:rPr>
              <w:t>8.5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rFonts w:cs="Arial"/>
                <w:noProof/>
              </w:rPr>
              <w:t>Construction BIM Manager</w:t>
            </w:r>
            <w:r w:rsidR="007549B9">
              <w:rPr>
                <w:noProof/>
                <w:webHidden/>
              </w:rPr>
              <w:tab/>
            </w:r>
            <w:r w:rsidR="007549B9">
              <w:rPr>
                <w:noProof/>
                <w:webHidden/>
              </w:rPr>
              <w:fldChar w:fldCharType="begin"/>
            </w:r>
            <w:r w:rsidR="007549B9">
              <w:rPr>
                <w:noProof/>
                <w:webHidden/>
              </w:rPr>
              <w:instrText xml:space="preserve"> PAGEREF _Toc163550173 \h </w:instrText>
            </w:r>
            <w:r w:rsidR="007549B9">
              <w:rPr>
                <w:noProof/>
                <w:webHidden/>
              </w:rPr>
            </w:r>
            <w:r w:rsidR="007549B9">
              <w:rPr>
                <w:noProof/>
                <w:webHidden/>
              </w:rPr>
              <w:fldChar w:fldCharType="separate"/>
            </w:r>
            <w:r w:rsidR="00E93123">
              <w:rPr>
                <w:noProof/>
                <w:webHidden/>
              </w:rPr>
              <w:t>19</w:t>
            </w:r>
            <w:r w:rsidR="007549B9">
              <w:rPr>
                <w:noProof/>
                <w:webHidden/>
              </w:rPr>
              <w:fldChar w:fldCharType="end"/>
            </w:r>
          </w:hyperlink>
        </w:p>
        <w:p w14:paraId="4FD77DA6" w14:textId="1A8892B7"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4" w:history="1">
            <w:r w:rsidR="007549B9" w:rsidRPr="00EA6F33">
              <w:rPr>
                <w:rStyle w:val="Hyperlink"/>
                <w:noProof/>
              </w:rPr>
              <w:t>8.6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Amendments to roles and responsibilities</w:t>
            </w:r>
            <w:r w:rsidR="007549B9">
              <w:rPr>
                <w:noProof/>
                <w:webHidden/>
              </w:rPr>
              <w:tab/>
            </w:r>
            <w:r w:rsidR="007549B9">
              <w:rPr>
                <w:noProof/>
                <w:webHidden/>
              </w:rPr>
              <w:fldChar w:fldCharType="begin"/>
            </w:r>
            <w:r w:rsidR="007549B9">
              <w:rPr>
                <w:noProof/>
                <w:webHidden/>
              </w:rPr>
              <w:instrText xml:space="preserve"> PAGEREF _Toc163550174 \h </w:instrText>
            </w:r>
            <w:r w:rsidR="007549B9">
              <w:rPr>
                <w:noProof/>
                <w:webHidden/>
              </w:rPr>
            </w:r>
            <w:r w:rsidR="007549B9">
              <w:rPr>
                <w:noProof/>
                <w:webHidden/>
              </w:rPr>
              <w:fldChar w:fldCharType="separate"/>
            </w:r>
            <w:r w:rsidR="00E93123">
              <w:rPr>
                <w:noProof/>
                <w:webHidden/>
              </w:rPr>
              <w:t>20</w:t>
            </w:r>
            <w:r w:rsidR="007549B9">
              <w:rPr>
                <w:noProof/>
                <w:webHidden/>
              </w:rPr>
              <w:fldChar w:fldCharType="end"/>
            </w:r>
          </w:hyperlink>
        </w:p>
        <w:p w14:paraId="18FC325B" w14:textId="070F8EE6"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5" w:history="1">
            <w:r w:rsidR="007549B9" w:rsidRPr="00EA6F33">
              <w:rPr>
                <w:rStyle w:val="Hyperlink"/>
                <w:noProof/>
              </w:rPr>
              <w:t>8.7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Delivery team members’ résumés</w:t>
            </w:r>
            <w:r w:rsidR="007549B9">
              <w:rPr>
                <w:noProof/>
                <w:webHidden/>
              </w:rPr>
              <w:tab/>
            </w:r>
            <w:r w:rsidR="007549B9">
              <w:rPr>
                <w:noProof/>
                <w:webHidden/>
              </w:rPr>
              <w:fldChar w:fldCharType="begin"/>
            </w:r>
            <w:r w:rsidR="007549B9">
              <w:rPr>
                <w:noProof/>
                <w:webHidden/>
              </w:rPr>
              <w:instrText xml:space="preserve"> PAGEREF _Toc163550175 \h </w:instrText>
            </w:r>
            <w:r w:rsidR="007549B9">
              <w:rPr>
                <w:noProof/>
                <w:webHidden/>
              </w:rPr>
            </w:r>
            <w:r w:rsidR="007549B9">
              <w:rPr>
                <w:noProof/>
                <w:webHidden/>
              </w:rPr>
              <w:fldChar w:fldCharType="separate"/>
            </w:r>
            <w:r w:rsidR="00E93123">
              <w:rPr>
                <w:noProof/>
                <w:webHidden/>
              </w:rPr>
              <w:t>20</w:t>
            </w:r>
            <w:r w:rsidR="007549B9">
              <w:rPr>
                <w:noProof/>
                <w:webHidden/>
              </w:rPr>
              <w:fldChar w:fldCharType="end"/>
            </w:r>
          </w:hyperlink>
        </w:p>
        <w:p w14:paraId="1E2499DD" w14:textId="770C05A4"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6" w:history="1">
            <w:r w:rsidR="007549B9" w:rsidRPr="00EA6F33">
              <w:rPr>
                <w:rStyle w:val="Hyperlink"/>
                <w:noProof/>
              </w:rPr>
              <w:t>8.8</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Human resource allocation</w:t>
            </w:r>
            <w:r w:rsidR="007549B9">
              <w:rPr>
                <w:noProof/>
                <w:webHidden/>
              </w:rPr>
              <w:tab/>
            </w:r>
            <w:r w:rsidR="007549B9">
              <w:rPr>
                <w:noProof/>
                <w:webHidden/>
              </w:rPr>
              <w:fldChar w:fldCharType="begin"/>
            </w:r>
            <w:r w:rsidR="007549B9">
              <w:rPr>
                <w:noProof/>
                <w:webHidden/>
              </w:rPr>
              <w:instrText xml:space="preserve"> PAGEREF _Toc163550176 \h </w:instrText>
            </w:r>
            <w:r w:rsidR="007549B9">
              <w:rPr>
                <w:noProof/>
                <w:webHidden/>
              </w:rPr>
            </w:r>
            <w:r w:rsidR="007549B9">
              <w:rPr>
                <w:noProof/>
                <w:webHidden/>
              </w:rPr>
              <w:fldChar w:fldCharType="separate"/>
            </w:r>
            <w:r w:rsidR="00E93123">
              <w:rPr>
                <w:noProof/>
                <w:webHidden/>
              </w:rPr>
              <w:t>20</w:t>
            </w:r>
            <w:r w:rsidR="007549B9">
              <w:rPr>
                <w:noProof/>
                <w:webHidden/>
              </w:rPr>
              <w:fldChar w:fldCharType="end"/>
            </w:r>
          </w:hyperlink>
        </w:p>
        <w:p w14:paraId="7D2F6DBA" w14:textId="1D8DAC5F" w:rsidR="007549B9" w:rsidRDefault="00D551BD">
          <w:pPr>
            <w:pStyle w:val="TOC1"/>
            <w:tabs>
              <w:tab w:val="left" w:pos="44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77" w:history="1">
            <w:r w:rsidR="007549B9" w:rsidRPr="00EA6F33">
              <w:rPr>
                <w:rStyle w:val="Hyperlink"/>
                <w:noProof/>
              </w:rPr>
              <w:t>9</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B – Detailed responsibility matrix</w:t>
            </w:r>
            <w:r w:rsidR="007549B9">
              <w:rPr>
                <w:noProof/>
                <w:webHidden/>
              </w:rPr>
              <w:tab/>
            </w:r>
            <w:r w:rsidR="007549B9">
              <w:rPr>
                <w:noProof/>
                <w:webHidden/>
              </w:rPr>
              <w:fldChar w:fldCharType="begin"/>
            </w:r>
            <w:r w:rsidR="007549B9">
              <w:rPr>
                <w:noProof/>
                <w:webHidden/>
              </w:rPr>
              <w:instrText xml:space="preserve"> PAGEREF _Toc163550177 \h </w:instrText>
            </w:r>
            <w:r w:rsidR="007549B9">
              <w:rPr>
                <w:noProof/>
                <w:webHidden/>
              </w:rPr>
            </w:r>
            <w:r w:rsidR="007549B9">
              <w:rPr>
                <w:noProof/>
                <w:webHidden/>
              </w:rPr>
              <w:fldChar w:fldCharType="separate"/>
            </w:r>
            <w:r w:rsidR="00E93123">
              <w:rPr>
                <w:noProof/>
                <w:webHidden/>
              </w:rPr>
              <w:t>21</w:t>
            </w:r>
            <w:r w:rsidR="007549B9">
              <w:rPr>
                <w:noProof/>
                <w:webHidden/>
              </w:rPr>
              <w:fldChar w:fldCharType="end"/>
            </w:r>
          </w:hyperlink>
        </w:p>
        <w:p w14:paraId="1F916C7D" w14:textId="181D0780"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78" w:history="1">
            <w:r w:rsidR="007549B9" w:rsidRPr="00EA6F33">
              <w:rPr>
                <w:rStyle w:val="Hyperlink"/>
                <w:noProof/>
              </w:rPr>
              <w:t>9.1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Level of information</w:t>
            </w:r>
            <w:r w:rsidR="007549B9">
              <w:rPr>
                <w:noProof/>
                <w:webHidden/>
              </w:rPr>
              <w:tab/>
            </w:r>
            <w:r w:rsidR="007549B9">
              <w:rPr>
                <w:noProof/>
                <w:webHidden/>
              </w:rPr>
              <w:fldChar w:fldCharType="begin"/>
            </w:r>
            <w:r w:rsidR="007549B9">
              <w:rPr>
                <w:noProof/>
                <w:webHidden/>
              </w:rPr>
              <w:instrText xml:space="preserve"> PAGEREF _Toc163550178 \h </w:instrText>
            </w:r>
            <w:r w:rsidR="007549B9">
              <w:rPr>
                <w:noProof/>
                <w:webHidden/>
              </w:rPr>
            </w:r>
            <w:r w:rsidR="007549B9">
              <w:rPr>
                <w:noProof/>
                <w:webHidden/>
              </w:rPr>
              <w:fldChar w:fldCharType="separate"/>
            </w:r>
            <w:r w:rsidR="00E93123">
              <w:rPr>
                <w:noProof/>
                <w:webHidden/>
              </w:rPr>
              <w:t>21</w:t>
            </w:r>
            <w:r w:rsidR="007549B9">
              <w:rPr>
                <w:noProof/>
                <w:webHidden/>
              </w:rPr>
              <w:fldChar w:fldCharType="end"/>
            </w:r>
          </w:hyperlink>
        </w:p>
        <w:p w14:paraId="28FBAAE3" w14:textId="4A55BFA2" w:rsidR="007549B9" w:rsidRDefault="00D551BD">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79" w:history="1">
            <w:r w:rsidR="007549B9" w:rsidRPr="00EA6F33">
              <w:rPr>
                <w:rStyle w:val="Hyperlink"/>
                <w:noProof/>
              </w:rPr>
              <w:t>10</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C – Level of information</w:t>
            </w:r>
            <w:r w:rsidR="007549B9">
              <w:rPr>
                <w:noProof/>
                <w:webHidden/>
              </w:rPr>
              <w:tab/>
            </w:r>
            <w:r w:rsidR="007549B9">
              <w:rPr>
                <w:noProof/>
                <w:webHidden/>
              </w:rPr>
              <w:fldChar w:fldCharType="begin"/>
            </w:r>
            <w:r w:rsidR="007549B9">
              <w:rPr>
                <w:noProof/>
                <w:webHidden/>
              </w:rPr>
              <w:instrText xml:space="preserve"> PAGEREF _Toc163550179 \h </w:instrText>
            </w:r>
            <w:r w:rsidR="007549B9">
              <w:rPr>
                <w:noProof/>
                <w:webHidden/>
              </w:rPr>
            </w:r>
            <w:r w:rsidR="007549B9">
              <w:rPr>
                <w:noProof/>
                <w:webHidden/>
              </w:rPr>
              <w:fldChar w:fldCharType="separate"/>
            </w:r>
            <w:r w:rsidR="00E93123">
              <w:rPr>
                <w:noProof/>
                <w:webHidden/>
              </w:rPr>
              <w:t>28</w:t>
            </w:r>
            <w:r w:rsidR="007549B9">
              <w:rPr>
                <w:noProof/>
                <w:webHidden/>
              </w:rPr>
              <w:fldChar w:fldCharType="end"/>
            </w:r>
          </w:hyperlink>
        </w:p>
        <w:p w14:paraId="59D79823" w14:textId="28DEF646"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0" w:history="1">
            <w:r w:rsidR="007549B9" w:rsidRPr="00EA6F33">
              <w:rPr>
                <w:rStyle w:val="Hyperlink"/>
                <w:noProof/>
              </w:rPr>
              <w:t>10.1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Spatial object information</w:t>
            </w:r>
            <w:r w:rsidR="007549B9">
              <w:rPr>
                <w:noProof/>
                <w:webHidden/>
              </w:rPr>
              <w:tab/>
            </w:r>
            <w:r w:rsidR="007549B9">
              <w:rPr>
                <w:noProof/>
                <w:webHidden/>
              </w:rPr>
              <w:fldChar w:fldCharType="begin"/>
            </w:r>
            <w:r w:rsidR="007549B9">
              <w:rPr>
                <w:noProof/>
                <w:webHidden/>
              </w:rPr>
              <w:instrText xml:space="preserve"> PAGEREF _Toc163550180 \h </w:instrText>
            </w:r>
            <w:r w:rsidR="007549B9">
              <w:rPr>
                <w:noProof/>
                <w:webHidden/>
              </w:rPr>
            </w:r>
            <w:r w:rsidR="007549B9">
              <w:rPr>
                <w:noProof/>
                <w:webHidden/>
              </w:rPr>
              <w:fldChar w:fldCharType="separate"/>
            </w:r>
            <w:r w:rsidR="00E93123">
              <w:rPr>
                <w:noProof/>
                <w:webHidden/>
              </w:rPr>
              <w:t>28</w:t>
            </w:r>
            <w:r w:rsidR="007549B9">
              <w:rPr>
                <w:noProof/>
                <w:webHidden/>
              </w:rPr>
              <w:fldChar w:fldCharType="end"/>
            </w:r>
          </w:hyperlink>
        </w:p>
        <w:p w14:paraId="3EF4501B" w14:textId="231DECCA"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1" w:history="1">
            <w:r w:rsidR="007549B9" w:rsidRPr="00EA6F33">
              <w:rPr>
                <w:rStyle w:val="Hyperlink"/>
                <w:noProof/>
              </w:rPr>
              <w:t>10.2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Asset object alphanumeric information</w:t>
            </w:r>
            <w:r w:rsidR="007549B9">
              <w:rPr>
                <w:noProof/>
                <w:webHidden/>
              </w:rPr>
              <w:tab/>
            </w:r>
            <w:r w:rsidR="007549B9">
              <w:rPr>
                <w:noProof/>
                <w:webHidden/>
              </w:rPr>
              <w:fldChar w:fldCharType="begin"/>
            </w:r>
            <w:r w:rsidR="007549B9">
              <w:rPr>
                <w:noProof/>
                <w:webHidden/>
              </w:rPr>
              <w:instrText xml:space="preserve"> PAGEREF _Toc163550181 \h </w:instrText>
            </w:r>
            <w:r w:rsidR="007549B9">
              <w:rPr>
                <w:noProof/>
                <w:webHidden/>
              </w:rPr>
            </w:r>
            <w:r w:rsidR="007549B9">
              <w:rPr>
                <w:noProof/>
                <w:webHidden/>
              </w:rPr>
              <w:fldChar w:fldCharType="separate"/>
            </w:r>
            <w:r w:rsidR="00E93123">
              <w:rPr>
                <w:noProof/>
                <w:webHidden/>
              </w:rPr>
              <w:t>29</w:t>
            </w:r>
            <w:r w:rsidR="007549B9">
              <w:rPr>
                <w:noProof/>
                <w:webHidden/>
              </w:rPr>
              <w:fldChar w:fldCharType="end"/>
            </w:r>
          </w:hyperlink>
        </w:p>
        <w:p w14:paraId="3DB1EA09" w14:textId="18E6C700" w:rsidR="007549B9" w:rsidRDefault="00D551BD">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82" w:history="1">
            <w:r w:rsidR="007549B9" w:rsidRPr="00EA6F33">
              <w:rPr>
                <w:rStyle w:val="Hyperlink"/>
                <w:noProof/>
              </w:rPr>
              <w:t>11</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D – Master information delivery plan (MIDP)</w:t>
            </w:r>
            <w:r w:rsidR="007549B9">
              <w:rPr>
                <w:noProof/>
                <w:webHidden/>
              </w:rPr>
              <w:tab/>
            </w:r>
            <w:r w:rsidR="007549B9">
              <w:rPr>
                <w:noProof/>
                <w:webHidden/>
              </w:rPr>
              <w:fldChar w:fldCharType="begin"/>
            </w:r>
            <w:r w:rsidR="007549B9">
              <w:rPr>
                <w:noProof/>
                <w:webHidden/>
              </w:rPr>
              <w:instrText xml:space="preserve"> PAGEREF _Toc163550182 \h </w:instrText>
            </w:r>
            <w:r w:rsidR="007549B9">
              <w:rPr>
                <w:noProof/>
                <w:webHidden/>
              </w:rPr>
            </w:r>
            <w:r w:rsidR="007549B9">
              <w:rPr>
                <w:noProof/>
                <w:webHidden/>
              </w:rPr>
              <w:fldChar w:fldCharType="separate"/>
            </w:r>
            <w:r w:rsidR="00E93123">
              <w:rPr>
                <w:noProof/>
                <w:webHidden/>
              </w:rPr>
              <w:t>32</w:t>
            </w:r>
            <w:r w:rsidR="007549B9">
              <w:rPr>
                <w:noProof/>
                <w:webHidden/>
              </w:rPr>
              <w:fldChar w:fldCharType="end"/>
            </w:r>
          </w:hyperlink>
        </w:p>
        <w:p w14:paraId="6D6C2705" w14:textId="3B599E3D"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3" w:history="1">
            <w:r w:rsidR="007549B9" w:rsidRPr="00EA6F33">
              <w:rPr>
                <w:rStyle w:val="Hyperlink"/>
                <w:noProof/>
              </w:rPr>
              <w:t>11.1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Information deliverables</w:t>
            </w:r>
            <w:r w:rsidR="007549B9">
              <w:rPr>
                <w:noProof/>
                <w:webHidden/>
              </w:rPr>
              <w:tab/>
            </w:r>
            <w:r w:rsidR="007549B9">
              <w:rPr>
                <w:noProof/>
                <w:webHidden/>
              </w:rPr>
              <w:fldChar w:fldCharType="begin"/>
            </w:r>
            <w:r w:rsidR="007549B9">
              <w:rPr>
                <w:noProof/>
                <w:webHidden/>
              </w:rPr>
              <w:instrText xml:space="preserve"> PAGEREF _Toc163550183 \h </w:instrText>
            </w:r>
            <w:r w:rsidR="007549B9">
              <w:rPr>
                <w:noProof/>
                <w:webHidden/>
              </w:rPr>
            </w:r>
            <w:r w:rsidR="007549B9">
              <w:rPr>
                <w:noProof/>
                <w:webHidden/>
              </w:rPr>
              <w:fldChar w:fldCharType="separate"/>
            </w:r>
            <w:r w:rsidR="00E93123">
              <w:rPr>
                <w:noProof/>
                <w:webHidden/>
              </w:rPr>
              <w:t>32</w:t>
            </w:r>
            <w:r w:rsidR="007549B9">
              <w:rPr>
                <w:noProof/>
                <w:webHidden/>
              </w:rPr>
              <w:fldChar w:fldCharType="end"/>
            </w:r>
          </w:hyperlink>
        </w:p>
        <w:p w14:paraId="6921DD28" w14:textId="5A7948E7" w:rsidR="007549B9" w:rsidRDefault="00D551BD">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84" w:history="1">
            <w:r w:rsidR="007549B9" w:rsidRPr="00EA6F33">
              <w:rPr>
                <w:rStyle w:val="Hyperlink"/>
                <w:noProof/>
              </w:rPr>
              <w:t>12</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E – Model Description Document (MDD)</w:t>
            </w:r>
            <w:r w:rsidR="007549B9">
              <w:rPr>
                <w:noProof/>
                <w:webHidden/>
              </w:rPr>
              <w:tab/>
            </w:r>
            <w:r w:rsidR="007549B9">
              <w:rPr>
                <w:noProof/>
                <w:webHidden/>
              </w:rPr>
              <w:fldChar w:fldCharType="begin"/>
            </w:r>
            <w:r w:rsidR="007549B9">
              <w:rPr>
                <w:noProof/>
                <w:webHidden/>
              </w:rPr>
              <w:instrText xml:space="preserve"> PAGEREF _Toc163550184 \h </w:instrText>
            </w:r>
            <w:r w:rsidR="007549B9">
              <w:rPr>
                <w:noProof/>
                <w:webHidden/>
              </w:rPr>
            </w:r>
            <w:r w:rsidR="007549B9">
              <w:rPr>
                <w:noProof/>
                <w:webHidden/>
              </w:rPr>
              <w:fldChar w:fldCharType="separate"/>
            </w:r>
            <w:r w:rsidR="00E93123">
              <w:rPr>
                <w:noProof/>
                <w:webHidden/>
              </w:rPr>
              <w:t>33</w:t>
            </w:r>
            <w:r w:rsidR="007549B9">
              <w:rPr>
                <w:noProof/>
                <w:webHidden/>
              </w:rPr>
              <w:fldChar w:fldCharType="end"/>
            </w:r>
          </w:hyperlink>
        </w:p>
        <w:p w14:paraId="532E2890" w14:textId="56563A67"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5" w:history="1">
            <w:r w:rsidR="007549B9" w:rsidRPr="00EA6F33">
              <w:rPr>
                <w:rStyle w:val="Hyperlink"/>
                <w:noProof/>
              </w:rPr>
              <w:t>12.1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MDD Template</w:t>
            </w:r>
            <w:r w:rsidR="007549B9">
              <w:rPr>
                <w:noProof/>
                <w:webHidden/>
              </w:rPr>
              <w:tab/>
            </w:r>
            <w:r w:rsidR="007549B9">
              <w:rPr>
                <w:noProof/>
                <w:webHidden/>
              </w:rPr>
              <w:fldChar w:fldCharType="begin"/>
            </w:r>
            <w:r w:rsidR="007549B9">
              <w:rPr>
                <w:noProof/>
                <w:webHidden/>
              </w:rPr>
              <w:instrText xml:space="preserve"> PAGEREF _Toc163550185 \h </w:instrText>
            </w:r>
            <w:r w:rsidR="007549B9">
              <w:rPr>
                <w:noProof/>
                <w:webHidden/>
              </w:rPr>
            </w:r>
            <w:r w:rsidR="007549B9">
              <w:rPr>
                <w:noProof/>
                <w:webHidden/>
              </w:rPr>
              <w:fldChar w:fldCharType="separate"/>
            </w:r>
            <w:r w:rsidR="00E93123">
              <w:rPr>
                <w:noProof/>
                <w:webHidden/>
              </w:rPr>
              <w:t>33</w:t>
            </w:r>
            <w:r w:rsidR="007549B9">
              <w:rPr>
                <w:noProof/>
                <w:webHidden/>
              </w:rPr>
              <w:fldChar w:fldCharType="end"/>
            </w:r>
          </w:hyperlink>
        </w:p>
        <w:p w14:paraId="2CD6FEC5" w14:textId="5EB0508B" w:rsidR="007549B9" w:rsidRDefault="00D551BD">
          <w:pPr>
            <w:pStyle w:val="TOC1"/>
            <w:tabs>
              <w:tab w:val="left" w:pos="660"/>
              <w:tab w:val="right" w:leader="dot" w:pos="9060"/>
            </w:tabs>
            <w:rPr>
              <w:rFonts w:asciiTheme="minorHAnsi" w:eastAsiaTheme="minorEastAsia" w:hAnsiTheme="minorHAnsi" w:cstheme="minorBidi"/>
              <w:b w:val="0"/>
              <w:noProof/>
              <w:kern w:val="2"/>
              <w:sz w:val="24"/>
              <w:szCs w:val="24"/>
              <w:lang w:eastAsia="en-AU"/>
              <w14:ligatures w14:val="standardContextual"/>
            </w:rPr>
          </w:pPr>
          <w:hyperlink w:anchor="_Toc163550186" w:history="1">
            <w:r w:rsidR="007549B9" w:rsidRPr="00EA6F33">
              <w:rPr>
                <w:rStyle w:val="Hyperlink"/>
                <w:noProof/>
              </w:rPr>
              <w:t>13</w:t>
            </w:r>
            <w:r w:rsidR="007549B9">
              <w:rPr>
                <w:rFonts w:asciiTheme="minorHAnsi" w:eastAsiaTheme="minorEastAsia" w:hAnsiTheme="minorHAnsi" w:cstheme="minorBidi"/>
                <w:b w:val="0"/>
                <w:noProof/>
                <w:kern w:val="2"/>
                <w:sz w:val="24"/>
                <w:szCs w:val="24"/>
                <w:lang w:eastAsia="en-AU"/>
                <w14:ligatures w14:val="standardContextual"/>
              </w:rPr>
              <w:tab/>
            </w:r>
            <w:r w:rsidR="007549B9" w:rsidRPr="00EA6F33">
              <w:rPr>
                <w:rStyle w:val="Hyperlink"/>
                <w:noProof/>
              </w:rPr>
              <w:t>Annex F – Clash detection</w:t>
            </w:r>
            <w:r w:rsidR="007549B9">
              <w:rPr>
                <w:noProof/>
                <w:webHidden/>
              </w:rPr>
              <w:tab/>
            </w:r>
            <w:r w:rsidR="007549B9">
              <w:rPr>
                <w:noProof/>
                <w:webHidden/>
              </w:rPr>
              <w:fldChar w:fldCharType="begin"/>
            </w:r>
            <w:r w:rsidR="007549B9">
              <w:rPr>
                <w:noProof/>
                <w:webHidden/>
              </w:rPr>
              <w:instrText xml:space="preserve"> PAGEREF _Toc163550186 \h </w:instrText>
            </w:r>
            <w:r w:rsidR="007549B9">
              <w:rPr>
                <w:noProof/>
                <w:webHidden/>
              </w:rPr>
            </w:r>
            <w:r w:rsidR="007549B9">
              <w:rPr>
                <w:noProof/>
                <w:webHidden/>
              </w:rPr>
              <w:fldChar w:fldCharType="separate"/>
            </w:r>
            <w:r w:rsidR="00E93123">
              <w:rPr>
                <w:noProof/>
                <w:webHidden/>
              </w:rPr>
              <w:t>34</w:t>
            </w:r>
            <w:r w:rsidR="007549B9">
              <w:rPr>
                <w:noProof/>
                <w:webHidden/>
              </w:rPr>
              <w:fldChar w:fldCharType="end"/>
            </w:r>
          </w:hyperlink>
        </w:p>
        <w:p w14:paraId="4EF898F7" w14:textId="2EAAC13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7" w:history="1">
            <w:r w:rsidR="007549B9" w:rsidRPr="00EA6F33">
              <w:rPr>
                <w:rStyle w:val="Hyperlink"/>
                <w:noProof/>
              </w:rPr>
              <w:t>13.1</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objectives</w:t>
            </w:r>
            <w:r w:rsidR="007549B9">
              <w:rPr>
                <w:noProof/>
                <w:webHidden/>
              </w:rPr>
              <w:tab/>
            </w:r>
            <w:r w:rsidR="007549B9">
              <w:rPr>
                <w:noProof/>
                <w:webHidden/>
              </w:rPr>
              <w:fldChar w:fldCharType="begin"/>
            </w:r>
            <w:r w:rsidR="007549B9">
              <w:rPr>
                <w:noProof/>
                <w:webHidden/>
              </w:rPr>
              <w:instrText xml:space="preserve"> PAGEREF _Toc163550187 \h </w:instrText>
            </w:r>
            <w:r w:rsidR="007549B9">
              <w:rPr>
                <w:noProof/>
                <w:webHidden/>
              </w:rPr>
            </w:r>
            <w:r w:rsidR="007549B9">
              <w:rPr>
                <w:noProof/>
                <w:webHidden/>
              </w:rPr>
              <w:fldChar w:fldCharType="separate"/>
            </w:r>
            <w:r w:rsidR="00E93123">
              <w:rPr>
                <w:noProof/>
                <w:webHidden/>
              </w:rPr>
              <w:t>34</w:t>
            </w:r>
            <w:r w:rsidR="007549B9">
              <w:rPr>
                <w:noProof/>
                <w:webHidden/>
              </w:rPr>
              <w:fldChar w:fldCharType="end"/>
            </w:r>
          </w:hyperlink>
        </w:p>
        <w:p w14:paraId="32112DEC" w14:textId="63FFDDB6"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8" w:history="1">
            <w:r w:rsidR="007549B9" w:rsidRPr="00EA6F33">
              <w:rPr>
                <w:rStyle w:val="Hyperlink"/>
                <w:noProof/>
              </w:rPr>
              <w:t>13.2</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responsibilities</w:t>
            </w:r>
            <w:r w:rsidR="007549B9">
              <w:rPr>
                <w:noProof/>
                <w:webHidden/>
              </w:rPr>
              <w:tab/>
            </w:r>
            <w:r w:rsidR="007549B9">
              <w:rPr>
                <w:noProof/>
                <w:webHidden/>
              </w:rPr>
              <w:fldChar w:fldCharType="begin"/>
            </w:r>
            <w:r w:rsidR="007549B9">
              <w:rPr>
                <w:noProof/>
                <w:webHidden/>
              </w:rPr>
              <w:instrText xml:space="preserve"> PAGEREF _Toc163550188 \h </w:instrText>
            </w:r>
            <w:r w:rsidR="007549B9">
              <w:rPr>
                <w:noProof/>
                <w:webHidden/>
              </w:rPr>
            </w:r>
            <w:r w:rsidR="007549B9">
              <w:rPr>
                <w:noProof/>
                <w:webHidden/>
              </w:rPr>
              <w:fldChar w:fldCharType="separate"/>
            </w:r>
            <w:r w:rsidR="00E93123">
              <w:rPr>
                <w:noProof/>
                <w:webHidden/>
              </w:rPr>
              <w:t>34</w:t>
            </w:r>
            <w:r w:rsidR="007549B9">
              <w:rPr>
                <w:noProof/>
                <w:webHidden/>
              </w:rPr>
              <w:fldChar w:fldCharType="end"/>
            </w:r>
          </w:hyperlink>
        </w:p>
        <w:p w14:paraId="581B89AE" w14:textId="3E65E2E5"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89" w:history="1">
            <w:r w:rsidR="007549B9" w:rsidRPr="00EA6F33">
              <w:rPr>
                <w:rStyle w:val="Hyperlink"/>
                <w:noProof/>
              </w:rPr>
              <w:t>13.3</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meetings</w:t>
            </w:r>
            <w:r w:rsidR="007549B9">
              <w:rPr>
                <w:noProof/>
                <w:webHidden/>
              </w:rPr>
              <w:tab/>
            </w:r>
            <w:r w:rsidR="007549B9">
              <w:rPr>
                <w:noProof/>
                <w:webHidden/>
              </w:rPr>
              <w:fldChar w:fldCharType="begin"/>
            </w:r>
            <w:r w:rsidR="007549B9">
              <w:rPr>
                <w:noProof/>
                <w:webHidden/>
              </w:rPr>
              <w:instrText xml:space="preserve"> PAGEREF _Toc163550189 \h </w:instrText>
            </w:r>
            <w:r w:rsidR="007549B9">
              <w:rPr>
                <w:noProof/>
                <w:webHidden/>
              </w:rPr>
            </w:r>
            <w:r w:rsidR="007549B9">
              <w:rPr>
                <w:noProof/>
                <w:webHidden/>
              </w:rPr>
              <w:fldChar w:fldCharType="separate"/>
            </w:r>
            <w:r w:rsidR="00E93123">
              <w:rPr>
                <w:noProof/>
                <w:webHidden/>
              </w:rPr>
              <w:t>34</w:t>
            </w:r>
            <w:r w:rsidR="007549B9">
              <w:rPr>
                <w:noProof/>
                <w:webHidden/>
              </w:rPr>
              <w:fldChar w:fldCharType="end"/>
            </w:r>
          </w:hyperlink>
        </w:p>
        <w:p w14:paraId="337DB4F9" w14:textId="4F31982A"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0" w:history="1">
            <w:r w:rsidR="007549B9" w:rsidRPr="00EA6F33">
              <w:rPr>
                <w:rStyle w:val="Hyperlink"/>
                <w:noProof/>
              </w:rPr>
              <w:t>13.4</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schedule</w:t>
            </w:r>
            <w:r w:rsidR="007549B9">
              <w:rPr>
                <w:noProof/>
                <w:webHidden/>
              </w:rPr>
              <w:tab/>
            </w:r>
            <w:r w:rsidR="007549B9">
              <w:rPr>
                <w:noProof/>
                <w:webHidden/>
              </w:rPr>
              <w:fldChar w:fldCharType="begin"/>
            </w:r>
            <w:r w:rsidR="007549B9">
              <w:rPr>
                <w:noProof/>
                <w:webHidden/>
              </w:rPr>
              <w:instrText xml:space="preserve"> PAGEREF _Toc163550190 \h </w:instrText>
            </w:r>
            <w:r w:rsidR="007549B9">
              <w:rPr>
                <w:noProof/>
                <w:webHidden/>
              </w:rPr>
            </w:r>
            <w:r w:rsidR="007549B9">
              <w:rPr>
                <w:noProof/>
                <w:webHidden/>
              </w:rPr>
              <w:fldChar w:fldCharType="separate"/>
            </w:r>
            <w:r w:rsidR="00E93123">
              <w:rPr>
                <w:noProof/>
                <w:webHidden/>
              </w:rPr>
              <w:t>34</w:t>
            </w:r>
            <w:r w:rsidR="007549B9">
              <w:rPr>
                <w:noProof/>
                <w:webHidden/>
              </w:rPr>
              <w:fldChar w:fldCharType="end"/>
            </w:r>
          </w:hyperlink>
        </w:p>
        <w:p w14:paraId="78948959" w14:textId="7C7490B3"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1" w:history="1">
            <w:r w:rsidR="007549B9" w:rsidRPr="00EA6F33">
              <w:rPr>
                <w:rStyle w:val="Hyperlink"/>
                <w:noProof/>
              </w:rPr>
              <w:t>13.5</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rules</w:t>
            </w:r>
            <w:r w:rsidR="007549B9">
              <w:rPr>
                <w:noProof/>
                <w:webHidden/>
              </w:rPr>
              <w:tab/>
            </w:r>
            <w:r w:rsidR="007549B9">
              <w:rPr>
                <w:noProof/>
                <w:webHidden/>
              </w:rPr>
              <w:fldChar w:fldCharType="begin"/>
            </w:r>
            <w:r w:rsidR="007549B9">
              <w:rPr>
                <w:noProof/>
                <w:webHidden/>
              </w:rPr>
              <w:instrText xml:space="preserve"> PAGEREF _Toc163550191 \h </w:instrText>
            </w:r>
            <w:r w:rsidR="007549B9">
              <w:rPr>
                <w:noProof/>
                <w:webHidden/>
              </w:rPr>
            </w:r>
            <w:r w:rsidR="007549B9">
              <w:rPr>
                <w:noProof/>
                <w:webHidden/>
              </w:rPr>
              <w:fldChar w:fldCharType="separate"/>
            </w:r>
            <w:r w:rsidR="00E93123">
              <w:rPr>
                <w:noProof/>
                <w:webHidden/>
              </w:rPr>
              <w:t>35</w:t>
            </w:r>
            <w:r w:rsidR="007549B9">
              <w:rPr>
                <w:noProof/>
                <w:webHidden/>
              </w:rPr>
              <w:fldChar w:fldCharType="end"/>
            </w:r>
          </w:hyperlink>
        </w:p>
        <w:p w14:paraId="756613D0" w14:textId="14A6835C"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2" w:history="1">
            <w:r w:rsidR="007549B9" w:rsidRPr="00EA6F33">
              <w:rPr>
                <w:rStyle w:val="Hyperlink"/>
                <w:noProof/>
              </w:rPr>
              <w:t>13.6</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tolerances</w:t>
            </w:r>
            <w:r w:rsidR="007549B9">
              <w:rPr>
                <w:noProof/>
                <w:webHidden/>
              </w:rPr>
              <w:tab/>
            </w:r>
            <w:r w:rsidR="007549B9">
              <w:rPr>
                <w:noProof/>
                <w:webHidden/>
              </w:rPr>
              <w:fldChar w:fldCharType="begin"/>
            </w:r>
            <w:r w:rsidR="007549B9">
              <w:rPr>
                <w:noProof/>
                <w:webHidden/>
              </w:rPr>
              <w:instrText xml:space="preserve"> PAGEREF _Toc163550192 \h </w:instrText>
            </w:r>
            <w:r w:rsidR="007549B9">
              <w:rPr>
                <w:noProof/>
                <w:webHidden/>
              </w:rPr>
            </w:r>
            <w:r w:rsidR="007549B9">
              <w:rPr>
                <w:noProof/>
                <w:webHidden/>
              </w:rPr>
              <w:fldChar w:fldCharType="separate"/>
            </w:r>
            <w:r w:rsidR="00E93123">
              <w:rPr>
                <w:noProof/>
                <w:webHidden/>
              </w:rPr>
              <w:t>35</w:t>
            </w:r>
            <w:r w:rsidR="007549B9">
              <w:rPr>
                <w:noProof/>
                <w:webHidden/>
              </w:rPr>
              <w:fldChar w:fldCharType="end"/>
            </w:r>
          </w:hyperlink>
        </w:p>
        <w:p w14:paraId="681315C3" w14:textId="46E6367E"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3" w:history="1">
            <w:r w:rsidR="007549B9" w:rsidRPr="00EA6F33">
              <w:rPr>
                <w:rStyle w:val="Hyperlink"/>
                <w:noProof/>
              </w:rPr>
              <w:t>13.7</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resolution priorities</w:t>
            </w:r>
            <w:r w:rsidR="007549B9">
              <w:rPr>
                <w:noProof/>
                <w:webHidden/>
              </w:rPr>
              <w:tab/>
            </w:r>
            <w:r w:rsidR="007549B9">
              <w:rPr>
                <w:noProof/>
                <w:webHidden/>
              </w:rPr>
              <w:fldChar w:fldCharType="begin"/>
            </w:r>
            <w:r w:rsidR="007549B9">
              <w:rPr>
                <w:noProof/>
                <w:webHidden/>
              </w:rPr>
              <w:instrText xml:space="preserve"> PAGEREF _Toc163550193 \h </w:instrText>
            </w:r>
            <w:r w:rsidR="007549B9">
              <w:rPr>
                <w:noProof/>
                <w:webHidden/>
              </w:rPr>
            </w:r>
            <w:r w:rsidR="007549B9">
              <w:rPr>
                <w:noProof/>
                <w:webHidden/>
              </w:rPr>
              <w:fldChar w:fldCharType="separate"/>
            </w:r>
            <w:r w:rsidR="00E93123">
              <w:rPr>
                <w:noProof/>
                <w:webHidden/>
              </w:rPr>
              <w:t>35</w:t>
            </w:r>
            <w:r w:rsidR="007549B9">
              <w:rPr>
                <w:noProof/>
                <w:webHidden/>
              </w:rPr>
              <w:fldChar w:fldCharType="end"/>
            </w:r>
          </w:hyperlink>
        </w:p>
        <w:p w14:paraId="3F36B5C7" w14:textId="13CFA772"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4" w:history="1">
            <w:r w:rsidR="007549B9" w:rsidRPr="00EA6F33">
              <w:rPr>
                <w:rStyle w:val="Hyperlink"/>
                <w:noProof/>
              </w:rPr>
              <w:t>13.8</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reports</w:t>
            </w:r>
            <w:r w:rsidR="007549B9">
              <w:rPr>
                <w:noProof/>
                <w:webHidden/>
              </w:rPr>
              <w:tab/>
            </w:r>
            <w:r w:rsidR="007549B9">
              <w:rPr>
                <w:noProof/>
                <w:webHidden/>
              </w:rPr>
              <w:fldChar w:fldCharType="begin"/>
            </w:r>
            <w:r w:rsidR="007549B9">
              <w:rPr>
                <w:noProof/>
                <w:webHidden/>
              </w:rPr>
              <w:instrText xml:space="preserve"> PAGEREF _Toc163550194 \h </w:instrText>
            </w:r>
            <w:r w:rsidR="007549B9">
              <w:rPr>
                <w:noProof/>
                <w:webHidden/>
              </w:rPr>
            </w:r>
            <w:r w:rsidR="007549B9">
              <w:rPr>
                <w:noProof/>
                <w:webHidden/>
              </w:rPr>
              <w:fldChar w:fldCharType="separate"/>
            </w:r>
            <w:r w:rsidR="00E93123">
              <w:rPr>
                <w:noProof/>
                <w:webHidden/>
              </w:rPr>
              <w:t>37</w:t>
            </w:r>
            <w:r w:rsidR="007549B9">
              <w:rPr>
                <w:noProof/>
                <w:webHidden/>
              </w:rPr>
              <w:fldChar w:fldCharType="end"/>
            </w:r>
          </w:hyperlink>
        </w:p>
        <w:p w14:paraId="30E86843" w14:textId="581F4B51" w:rsidR="007549B9" w:rsidRDefault="00D551BD">
          <w:pPr>
            <w:pStyle w:val="TOC2"/>
            <w:tabs>
              <w:tab w:val="left" w:pos="880"/>
              <w:tab w:val="right" w:leader="dot" w:pos="9060"/>
            </w:tabs>
            <w:rPr>
              <w:rFonts w:asciiTheme="minorHAnsi" w:eastAsiaTheme="minorEastAsia" w:hAnsiTheme="minorHAnsi" w:cstheme="minorBidi"/>
              <w:noProof/>
              <w:kern w:val="2"/>
              <w:sz w:val="24"/>
              <w:szCs w:val="24"/>
              <w:lang w:eastAsia="en-AU"/>
              <w14:ligatures w14:val="standardContextual"/>
            </w:rPr>
          </w:pPr>
          <w:hyperlink w:anchor="_Toc163550195" w:history="1">
            <w:r w:rsidR="007549B9" w:rsidRPr="00EA6F33">
              <w:rPr>
                <w:rStyle w:val="Hyperlink"/>
                <w:noProof/>
              </w:rPr>
              <w:t>13.9</w:t>
            </w:r>
            <w:r w:rsidR="007549B9">
              <w:rPr>
                <w:rFonts w:asciiTheme="minorHAnsi" w:eastAsiaTheme="minorEastAsia" w:hAnsiTheme="minorHAnsi" w:cstheme="minorBidi"/>
                <w:noProof/>
                <w:kern w:val="2"/>
                <w:sz w:val="24"/>
                <w:szCs w:val="24"/>
                <w:lang w:eastAsia="en-AU"/>
                <w14:ligatures w14:val="standardContextual"/>
              </w:rPr>
              <w:tab/>
            </w:r>
            <w:r w:rsidR="007549B9" w:rsidRPr="00EA6F33">
              <w:rPr>
                <w:rStyle w:val="Hyperlink"/>
                <w:noProof/>
              </w:rPr>
              <w:t>Clash detection colours</w:t>
            </w:r>
            <w:r w:rsidR="007549B9">
              <w:rPr>
                <w:noProof/>
                <w:webHidden/>
              </w:rPr>
              <w:tab/>
            </w:r>
            <w:r w:rsidR="007549B9">
              <w:rPr>
                <w:noProof/>
                <w:webHidden/>
              </w:rPr>
              <w:fldChar w:fldCharType="begin"/>
            </w:r>
            <w:r w:rsidR="007549B9">
              <w:rPr>
                <w:noProof/>
                <w:webHidden/>
              </w:rPr>
              <w:instrText xml:space="preserve"> PAGEREF _Toc163550195 \h </w:instrText>
            </w:r>
            <w:r w:rsidR="007549B9">
              <w:rPr>
                <w:noProof/>
                <w:webHidden/>
              </w:rPr>
            </w:r>
            <w:r w:rsidR="007549B9">
              <w:rPr>
                <w:noProof/>
                <w:webHidden/>
              </w:rPr>
              <w:fldChar w:fldCharType="separate"/>
            </w:r>
            <w:r w:rsidR="00E93123">
              <w:rPr>
                <w:noProof/>
                <w:webHidden/>
              </w:rPr>
              <w:t>37</w:t>
            </w:r>
            <w:r w:rsidR="007549B9">
              <w:rPr>
                <w:noProof/>
                <w:webHidden/>
              </w:rPr>
              <w:fldChar w:fldCharType="end"/>
            </w:r>
          </w:hyperlink>
        </w:p>
        <w:p w14:paraId="2A32AA62" w14:textId="5EF4AB6E" w:rsidR="00C5127F" w:rsidRPr="00A30D7A" w:rsidRDefault="00B6332D">
          <w:r w:rsidRPr="00A30D7A">
            <w:fldChar w:fldCharType="end"/>
          </w:r>
        </w:p>
      </w:sdtContent>
    </w:sdt>
    <w:p w14:paraId="19F5D9AA" w14:textId="07AC077B" w:rsidR="00C5127F" w:rsidRPr="00A30D7A" w:rsidRDefault="00C5127F" w:rsidP="0063288D">
      <w:pPr>
        <w:spacing w:after="0"/>
        <w:rPr>
          <w:rFonts w:cs="Arial"/>
          <w:szCs w:val="18"/>
        </w:rPr>
      </w:pPr>
    </w:p>
    <w:p w14:paraId="272B6A9E" w14:textId="77777777" w:rsidR="008D3F1F" w:rsidRPr="00A30D7A" w:rsidRDefault="008D3F1F">
      <w:pPr>
        <w:rPr>
          <w:rFonts w:cs="Arial"/>
          <w:szCs w:val="18"/>
        </w:rPr>
        <w:sectPr w:rsidR="008D3F1F" w:rsidRPr="00A30D7A" w:rsidSect="00536EA5">
          <w:footerReference w:type="default" r:id="rId17"/>
          <w:pgSz w:w="11906" w:h="16838" w:code="9"/>
          <w:pgMar w:top="851" w:right="1418" w:bottom="851" w:left="1418" w:header="709" w:footer="709" w:gutter="0"/>
          <w:pgNumType w:fmt="lowerRoman"/>
          <w:cols w:space="708"/>
          <w:docGrid w:linePitch="360"/>
        </w:sectPr>
      </w:pPr>
    </w:p>
    <w:p w14:paraId="3931D76C" w14:textId="4C0B10E0" w:rsidR="00585EDD" w:rsidRPr="00A30D7A" w:rsidRDefault="00585EDD" w:rsidP="0060178F">
      <w:pPr>
        <w:pStyle w:val="Instructions"/>
        <w:rPr>
          <w:rFonts w:cs="Arial"/>
          <w:b/>
          <w:bCs/>
        </w:rPr>
      </w:pPr>
      <w:r w:rsidRPr="00A30D7A">
        <w:rPr>
          <w:rFonts w:cs="Arial"/>
          <w:b/>
          <w:bCs/>
        </w:rPr>
        <w:lastRenderedPageBreak/>
        <w:t>BIM Execution Plan</w:t>
      </w:r>
      <w:r w:rsidR="001A7573" w:rsidRPr="00A30D7A">
        <w:rPr>
          <w:rFonts w:cs="Arial"/>
          <w:b/>
          <w:bCs/>
        </w:rPr>
        <w:t>s</w:t>
      </w:r>
      <w:r w:rsidRPr="00A30D7A">
        <w:rPr>
          <w:rFonts w:cs="Arial"/>
          <w:b/>
          <w:bCs/>
        </w:rPr>
        <w:t xml:space="preserve"> (BEP)</w:t>
      </w:r>
    </w:p>
    <w:p w14:paraId="3A3FBF39" w14:textId="611645B3" w:rsidR="00585EDD" w:rsidRPr="00A30D7A" w:rsidRDefault="00585EDD" w:rsidP="00585EDD">
      <w:pPr>
        <w:pStyle w:val="Instructions"/>
        <w:rPr>
          <w:rFonts w:cs="Arial"/>
        </w:rPr>
      </w:pPr>
      <w:r w:rsidRPr="00A30D7A">
        <w:rPr>
          <w:rFonts w:cs="Arial"/>
        </w:rPr>
        <w:t xml:space="preserve">A BEP describes how the information the appointing party requires will be delivered and how the project will be executed, </w:t>
      </w:r>
      <w:proofErr w:type="gramStart"/>
      <w:r w:rsidRPr="00A30D7A">
        <w:rPr>
          <w:rFonts w:cs="Arial"/>
        </w:rPr>
        <w:t>monitored</w:t>
      </w:r>
      <w:proofErr w:type="gramEnd"/>
      <w:r w:rsidRPr="00A30D7A">
        <w:rPr>
          <w:rFonts w:cs="Arial"/>
        </w:rPr>
        <w:t xml:space="preserve"> and controlled with regard to BIM – who does what, when and how. It is crucial to the success of a project.</w:t>
      </w:r>
    </w:p>
    <w:p w14:paraId="3F1A8AA7" w14:textId="66E7DD04" w:rsidR="00585EDD" w:rsidRPr="00A30D7A" w:rsidRDefault="00585EDD" w:rsidP="0060178F">
      <w:pPr>
        <w:pStyle w:val="Instructions"/>
        <w:rPr>
          <w:rFonts w:cs="Arial"/>
        </w:rPr>
      </w:pPr>
      <w:r w:rsidRPr="00A30D7A">
        <w:rPr>
          <w:rFonts w:cs="Arial"/>
        </w:rPr>
        <w:t>There are two types:</w:t>
      </w:r>
    </w:p>
    <w:p w14:paraId="6B37BA25" w14:textId="41B44EF3" w:rsidR="00025362" w:rsidRPr="00A30D7A" w:rsidRDefault="00025362" w:rsidP="00025362">
      <w:pPr>
        <w:pStyle w:val="Instructionsindent"/>
      </w:pPr>
      <w:r w:rsidRPr="00A30D7A">
        <w:t xml:space="preserve">The pre-appointment BEP which is prepared by prospective lead appointed party in response to the appointing party’s exchange information requirements (EIR) and supporting invitation to tender information. See AS ISO 19650.2 </w:t>
      </w:r>
      <w:r w:rsidR="00BC226E">
        <w:t xml:space="preserve">(2019) </w:t>
      </w:r>
      <w:r w:rsidRPr="00A30D7A">
        <w:t>clause 5.3.2.</w:t>
      </w:r>
    </w:p>
    <w:p w14:paraId="53ED1181" w14:textId="734AF303" w:rsidR="00025362" w:rsidRPr="00A30D7A" w:rsidRDefault="00025362" w:rsidP="00025362">
      <w:pPr>
        <w:pStyle w:val="Instructionsindent"/>
      </w:pPr>
      <w:r w:rsidRPr="00A30D7A">
        <w:t>Delivery team’s BEP: Following the appointment of the successful tenderer, the lead appointed party – in agreement with appointed parties – should update and confirm any changes required to the pre-appointment BEP. This appointment BEP is known as the delivery team’s BEP. See AS ISO 19650.2</w:t>
      </w:r>
      <w:r w:rsidR="00BC226E">
        <w:t xml:space="preserve"> (2019)</w:t>
      </w:r>
      <w:r w:rsidRPr="00A30D7A">
        <w:t xml:space="preserve"> clause 5.4.1.</w:t>
      </w:r>
    </w:p>
    <w:p w14:paraId="17CE7F76" w14:textId="56B2D403" w:rsidR="00634EBA" w:rsidRPr="00A30D7A" w:rsidRDefault="001A7573" w:rsidP="00634EBA">
      <w:pPr>
        <w:pStyle w:val="Instructions"/>
        <w:rPr>
          <w:rFonts w:cs="Arial"/>
          <w:b/>
          <w:bCs/>
        </w:rPr>
      </w:pPr>
      <w:r w:rsidRPr="00A30D7A">
        <w:rPr>
          <w:rFonts w:cs="Arial"/>
          <w:b/>
          <w:bCs/>
        </w:rPr>
        <w:t xml:space="preserve">(Delivery team) </w:t>
      </w:r>
      <w:r w:rsidR="00634EBA" w:rsidRPr="00A30D7A">
        <w:rPr>
          <w:rFonts w:cs="Arial"/>
          <w:b/>
          <w:bCs/>
        </w:rPr>
        <w:t>C</w:t>
      </w:r>
      <w:r w:rsidR="00B30CEE" w:rsidRPr="00A30D7A">
        <w:rPr>
          <w:rFonts w:cs="Arial"/>
          <w:b/>
          <w:bCs/>
        </w:rPr>
        <w:t>ombined Template</w:t>
      </w:r>
    </w:p>
    <w:p w14:paraId="49341DBB" w14:textId="77777777" w:rsidR="00710666" w:rsidRPr="00A30D7A" w:rsidRDefault="003D2630" w:rsidP="003D2630">
      <w:pPr>
        <w:pStyle w:val="Instructions"/>
        <w:rPr>
          <w:rFonts w:cs="Arial"/>
        </w:rPr>
      </w:pPr>
      <w:r w:rsidRPr="00A30D7A">
        <w:rPr>
          <w:rFonts w:cs="Arial"/>
        </w:rPr>
        <w:t xml:space="preserve">This Template can be used for projects where the client or </w:t>
      </w:r>
      <w:r w:rsidR="00B30CEE" w:rsidRPr="00A30D7A">
        <w:rPr>
          <w:rFonts w:cs="Arial"/>
        </w:rPr>
        <w:t>a</w:t>
      </w:r>
      <w:r w:rsidRPr="00A30D7A">
        <w:rPr>
          <w:rFonts w:cs="Arial"/>
        </w:rPr>
        <w:t xml:space="preserve">ppointing </w:t>
      </w:r>
      <w:r w:rsidR="00B30CEE" w:rsidRPr="00A30D7A">
        <w:rPr>
          <w:rFonts w:cs="Arial"/>
        </w:rPr>
        <w:t>p</w:t>
      </w:r>
      <w:r w:rsidRPr="00A30D7A">
        <w:rPr>
          <w:rFonts w:cs="Arial"/>
        </w:rPr>
        <w:t>arty do not have their own. It</w:t>
      </w:r>
      <w:r w:rsidR="00634EBA" w:rsidRPr="00A30D7A">
        <w:rPr>
          <w:rFonts w:cs="Arial"/>
        </w:rPr>
        <w:t xml:space="preserve"> includes content for both design and construction stages of projects. It </w:t>
      </w:r>
      <w:r w:rsidR="001A7573" w:rsidRPr="00A30D7A">
        <w:rPr>
          <w:rFonts w:cs="Arial"/>
        </w:rPr>
        <w:t xml:space="preserve">is specifically for delivery team BEPs. Use the NATSPEC </w:t>
      </w:r>
      <w:r w:rsidR="00634EBA" w:rsidRPr="00A30D7A">
        <w:rPr>
          <w:rFonts w:cs="Arial"/>
        </w:rPr>
        <w:t>pre-appointment BEP</w:t>
      </w:r>
      <w:r w:rsidR="001A7573" w:rsidRPr="00A30D7A">
        <w:rPr>
          <w:rFonts w:cs="Arial"/>
        </w:rPr>
        <w:t xml:space="preserve"> Template for those types of</w:t>
      </w:r>
      <w:r w:rsidR="00634EBA" w:rsidRPr="00A30D7A">
        <w:rPr>
          <w:rFonts w:cs="Arial"/>
        </w:rPr>
        <w:t xml:space="preserve"> BEP</w:t>
      </w:r>
      <w:r w:rsidRPr="00A30D7A">
        <w:rPr>
          <w:rFonts w:cs="Arial"/>
        </w:rPr>
        <w:t>s.</w:t>
      </w:r>
    </w:p>
    <w:p w14:paraId="1FE2F9D0" w14:textId="1F4BB0F9" w:rsidR="003D2630" w:rsidRPr="00A30D7A" w:rsidRDefault="00710666" w:rsidP="003D2630">
      <w:pPr>
        <w:pStyle w:val="Instructions"/>
        <w:rPr>
          <w:rFonts w:cs="Arial"/>
        </w:rPr>
      </w:pPr>
      <w:r w:rsidRPr="00A30D7A">
        <w:rPr>
          <w:rFonts w:cs="Arial"/>
        </w:rPr>
        <w:t xml:space="preserve">When preparing the delivery team BEP, refer to the pre-appointment BEP and update relevant details as required. </w:t>
      </w:r>
      <w:r w:rsidR="00A161AD" w:rsidRPr="00A30D7A">
        <w:rPr>
          <w:rFonts w:cs="Arial"/>
        </w:rPr>
        <w:t>This will</w:t>
      </w:r>
      <w:r w:rsidRPr="00A30D7A">
        <w:rPr>
          <w:rFonts w:cs="Arial"/>
        </w:rPr>
        <w:t xml:space="preserve"> ensur</w:t>
      </w:r>
      <w:r w:rsidR="00A161AD" w:rsidRPr="00A30D7A">
        <w:rPr>
          <w:rFonts w:cs="Arial"/>
        </w:rPr>
        <w:t>e</w:t>
      </w:r>
      <w:r w:rsidRPr="00A30D7A">
        <w:rPr>
          <w:rFonts w:cs="Arial"/>
        </w:rPr>
        <w:t xml:space="preserve"> consistency</w:t>
      </w:r>
      <w:r w:rsidR="00A161AD" w:rsidRPr="00A30D7A">
        <w:rPr>
          <w:rFonts w:cs="Arial"/>
        </w:rPr>
        <w:t xml:space="preserve"> and</w:t>
      </w:r>
      <w:r w:rsidRPr="00A30D7A">
        <w:rPr>
          <w:rFonts w:cs="Arial"/>
        </w:rPr>
        <w:t xml:space="preserve"> save effort.</w:t>
      </w:r>
    </w:p>
    <w:p w14:paraId="316DA7E6" w14:textId="669CD67B" w:rsidR="003D2630" w:rsidRPr="00A30D7A" w:rsidRDefault="003D2630" w:rsidP="003D2630">
      <w:pPr>
        <w:pStyle w:val="Instructions"/>
        <w:rPr>
          <w:rFonts w:cs="Arial"/>
        </w:rPr>
      </w:pPr>
      <w:r w:rsidRPr="00A30D7A">
        <w:rPr>
          <w:rFonts w:cs="Arial"/>
        </w:rPr>
        <w:t>The Template must be edited to reflect project-specific requirements. In doing so, the party/parties assume responsibility for its content.</w:t>
      </w:r>
    </w:p>
    <w:p w14:paraId="60F4948D" w14:textId="77777777" w:rsidR="00B30CEE" w:rsidRPr="00A30D7A" w:rsidRDefault="00B30CEE" w:rsidP="00B30CEE">
      <w:pPr>
        <w:pStyle w:val="Instructions"/>
        <w:rPr>
          <w:rFonts w:cs="Arial"/>
        </w:rPr>
      </w:pPr>
      <w:r w:rsidRPr="00A30D7A">
        <w:rPr>
          <w:rFonts w:cs="Arial"/>
        </w:rPr>
        <w:t>The BEP should be updated throughout the project as required to reflect the delivery team’s response to changing circumstances and new insights gained during execution.</w:t>
      </w:r>
    </w:p>
    <w:p w14:paraId="3ABCA45E" w14:textId="4F669296" w:rsidR="003049B9" w:rsidRPr="00A30D7A" w:rsidRDefault="006F0729" w:rsidP="0060178F">
      <w:pPr>
        <w:pStyle w:val="Instructions"/>
        <w:rPr>
          <w:rFonts w:cs="Arial"/>
          <w:b/>
          <w:bCs/>
        </w:rPr>
      </w:pPr>
      <w:r w:rsidRPr="00A30D7A">
        <w:rPr>
          <w:rFonts w:cs="Arial"/>
          <w:b/>
          <w:bCs/>
        </w:rPr>
        <w:t>U</w:t>
      </w:r>
      <w:r w:rsidR="006757BE" w:rsidRPr="00A30D7A">
        <w:rPr>
          <w:rFonts w:cs="Arial"/>
          <w:b/>
          <w:bCs/>
        </w:rPr>
        <w:t>sing this Template</w:t>
      </w:r>
    </w:p>
    <w:p w14:paraId="30D447D7" w14:textId="5C7DF2E0" w:rsidR="00EB53A1" w:rsidRPr="00A30D7A" w:rsidRDefault="00EB53A1" w:rsidP="00EB53A1">
      <w:pPr>
        <w:pStyle w:val="Instructions"/>
      </w:pPr>
      <w:r w:rsidRPr="00A30D7A">
        <w:t xml:space="preserve">This Template includes prompts for eliciting BEP content and provides a structure for organising </w:t>
      </w:r>
      <w:r w:rsidR="006F0729" w:rsidRPr="00A30D7A">
        <w:t>it</w:t>
      </w:r>
      <w:r w:rsidRPr="00A30D7A">
        <w:t xml:space="preserve"> effectively.</w:t>
      </w:r>
    </w:p>
    <w:p w14:paraId="58988DA8" w14:textId="0458FCA8" w:rsidR="006757BE" w:rsidRPr="00A30D7A" w:rsidRDefault="00EB53A1" w:rsidP="0060178F">
      <w:pPr>
        <w:pStyle w:val="Instructions"/>
        <w:rPr>
          <w:rFonts w:cs="Arial"/>
        </w:rPr>
      </w:pPr>
      <w:bookmarkStart w:id="4" w:name="_Hlk100935885"/>
      <w:r w:rsidRPr="00A30D7A">
        <w:t xml:space="preserve">See </w:t>
      </w:r>
      <w:r w:rsidRPr="00A30D7A">
        <w:rPr>
          <w:i/>
          <w:iCs/>
        </w:rPr>
        <w:t xml:space="preserve">Appendix E – </w:t>
      </w:r>
      <w:r w:rsidR="00AB6EAC" w:rsidRPr="00A30D7A">
        <w:rPr>
          <w:i/>
          <w:iCs/>
        </w:rPr>
        <w:t>P</w:t>
      </w:r>
      <w:r w:rsidRPr="00A30D7A">
        <w:rPr>
          <w:i/>
          <w:iCs/>
        </w:rPr>
        <w:t>lanning information delivery</w:t>
      </w:r>
      <w:r w:rsidRPr="00A30D7A" w:rsidDel="001A6B44">
        <w:rPr>
          <w:i/>
          <w:iCs/>
        </w:rPr>
        <w:t xml:space="preserve"> </w:t>
      </w:r>
      <w:r w:rsidRPr="00A30D7A">
        <w:t>for an explanation of its structure and instructions for its use</w:t>
      </w:r>
      <w:bookmarkEnd w:id="4"/>
      <w:r w:rsidRPr="00A30D7A">
        <w:t>.</w:t>
      </w:r>
    </w:p>
    <w:p w14:paraId="60AE8224" w14:textId="6DAED246" w:rsidR="002B1E63" w:rsidRPr="00A30D7A" w:rsidRDefault="00D1642E" w:rsidP="003D628C">
      <w:pPr>
        <w:pStyle w:val="Heading1"/>
      </w:pPr>
      <w:bookmarkStart w:id="5" w:name="_Toc98842635"/>
      <w:bookmarkStart w:id="6" w:name="_Toc98843138"/>
      <w:bookmarkStart w:id="7" w:name="_Toc98842636"/>
      <w:bookmarkStart w:id="8" w:name="_Toc98843139"/>
      <w:bookmarkStart w:id="9" w:name="_Toc98842646"/>
      <w:bookmarkStart w:id="10" w:name="_Toc98843149"/>
      <w:bookmarkStart w:id="11" w:name="_Toc98842647"/>
      <w:bookmarkStart w:id="12" w:name="_Toc98843150"/>
      <w:bookmarkStart w:id="13" w:name="_Toc98842660"/>
      <w:bookmarkStart w:id="14" w:name="_Toc98843163"/>
      <w:bookmarkStart w:id="15" w:name="_Toc98842661"/>
      <w:bookmarkStart w:id="16" w:name="_Toc98843164"/>
      <w:bookmarkStart w:id="17" w:name="_Toc98842682"/>
      <w:bookmarkStart w:id="18" w:name="_Toc98843185"/>
      <w:bookmarkStart w:id="19" w:name="_Toc98842687"/>
      <w:bookmarkStart w:id="20" w:name="_Toc98843190"/>
      <w:bookmarkStart w:id="21" w:name="_Toc98842692"/>
      <w:bookmarkStart w:id="22" w:name="_Toc98843195"/>
      <w:bookmarkStart w:id="23" w:name="_Toc163550121"/>
      <w:bookmarkStart w:id="24" w:name="_Toc210542223"/>
      <w:bookmarkStart w:id="25" w:name="_Toc222800742"/>
      <w:bookmarkStart w:id="26" w:name="_Toc343867853"/>
      <w:bookmarkStart w:id="27" w:name="_Toc361655321"/>
      <w:bookmarkStart w:id="28" w:name="_Toc16160242"/>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 xml:space="preserve">Delivery Team </w:t>
      </w:r>
      <w:r w:rsidR="00EC39DC" w:rsidRPr="00A30D7A">
        <w:t>BIM Execution Plan (</w:t>
      </w:r>
      <w:r w:rsidR="00BF0B30" w:rsidRPr="00A30D7A">
        <w:t>BEP</w:t>
      </w:r>
      <w:r w:rsidR="00EC39DC" w:rsidRPr="00A30D7A">
        <w:t>)</w:t>
      </w:r>
      <w:r w:rsidR="002B1E63" w:rsidRPr="00A30D7A">
        <w:t xml:space="preserve"> document</w:t>
      </w:r>
      <w:bookmarkEnd w:id="23"/>
    </w:p>
    <w:p w14:paraId="11051B92" w14:textId="77777777" w:rsidR="006F0729" w:rsidRPr="00A30D7A" w:rsidRDefault="006F0729" w:rsidP="006F0729">
      <w:pPr>
        <w:pStyle w:val="Heading2"/>
        <w:rPr>
          <w:rFonts w:cs="Arial"/>
        </w:rPr>
      </w:pPr>
      <w:bookmarkStart w:id="29" w:name="_Toc117180725"/>
      <w:bookmarkStart w:id="30" w:name="_Toc163550122"/>
      <w:bookmarkStart w:id="31" w:name="_Hlk101171013"/>
      <w:r w:rsidRPr="00A30D7A">
        <w:rPr>
          <w:rFonts w:cs="Arial"/>
        </w:rPr>
        <w:t>AS ISO 19650 alignment</w:t>
      </w:r>
      <w:bookmarkEnd w:id="29"/>
      <w:bookmarkEnd w:id="30"/>
    </w:p>
    <w:p w14:paraId="0BFF75BA" w14:textId="77777777" w:rsidR="006F0729" w:rsidRPr="00A30D7A" w:rsidRDefault="006F0729" w:rsidP="003F195B">
      <w:r w:rsidRPr="00A30D7A">
        <w:t>This document is aligned with the requirements of the AS ISO 19650 series of standards and uses the terminology from them throughout. Refer to them for details of the requirements and definitions of terms.</w:t>
      </w:r>
    </w:p>
    <w:p w14:paraId="62541132" w14:textId="77777777" w:rsidR="006F0729" w:rsidRPr="00A30D7A" w:rsidRDefault="006F0729" w:rsidP="003F195B">
      <w:pPr>
        <w:rPr>
          <w:rStyle w:val="Hyperlink"/>
          <w:rFonts w:cs="Arial"/>
        </w:rPr>
      </w:pPr>
      <w:r w:rsidRPr="00A30D7A">
        <w:t xml:space="preserve">Definitions of terms can also be found on the ISO Online Browsing Platform (OBP): </w:t>
      </w:r>
      <w:hyperlink r:id="rId18" w:history="1">
        <w:r w:rsidRPr="00A30D7A">
          <w:rPr>
            <w:rStyle w:val="Hyperlink"/>
            <w:rFonts w:cs="Arial"/>
          </w:rPr>
          <w:t>https://www.iso.org/obp/ui</w:t>
        </w:r>
      </w:hyperlink>
    </w:p>
    <w:p w14:paraId="4E24A6F2" w14:textId="7ADA0917" w:rsidR="006F0729" w:rsidRPr="00A30D7A" w:rsidRDefault="006F0729" w:rsidP="006F0729">
      <w:pPr>
        <w:pStyle w:val="Instructions"/>
      </w:pPr>
      <w:r w:rsidRPr="00A30D7A">
        <w:t xml:space="preserve">A basic understanding of the concepts, principles and terminology found in </w:t>
      </w:r>
      <w:r w:rsidR="00D81DA7">
        <w:t xml:space="preserve">the </w:t>
      </w:r>
      <w:r w:rsidRPr="00A30D7A">
        <w:t xml:space="preserve">AS ISO 19650 </w:t>
      </w:r>
      <w:r w:rsidR="00D81DA7">
        <w:t xml:space="preserve">series </w:t>
      </w:r>
      <w:r w:rsidRPr="00A30D7A">
        <w:t xml:space="preserve">is crucial for making effective use of this Template. See the </w:t>
      </w:r>
      <w:r w:rsidRPr="00A30D7A">
        <w:rPr>
          <w:i/>
          <w:iCs/>
        </w:rPr>
        <w:t>NATSPEC National BIM Guide</w:t>
      </w:r>
      <w:r w:rsidRPr="00A30D7A">
        <w:t xml:space="preserve"> for an introduction to the subject.</w:t>
      </w:r>
    </w:p>
    <w:p w14:paraId="21C37D6A" w14:textId="2BA5A3BF" w:rsidR="002B1E63" w:rsidRPr="00A30D7A" w:rsidRDefault="002B1E63" w:rsidP="002B1E63">
      <w:pPr>
        <w:pStyle w:val="Heading2"/>
        <w:rPr>
          <w:rFonts w:cs="Arial"/>
        </w:rPr>
      </w:pPr>
      <w:bookmarkStart w:id="32" w:name="_Toc163550123"/>
      <w:bookmarkEnd w:id="31"/>
      <w:r w:rsidRPr="00A30D7A">
        <w:rPr>
          <w:rFonts w:cs="Arial"/>
        </w:rPr>
        <w:t>Purpose</w:t>
      </w:r>
      <w:bookmarkEnd w:id="32"/>
    </w:p>
    <w:p w14:paraId="0A718F18" w14:textId="199BA893" w:rsidR="00C0526B" w:rsidRPr="00A30D7A" w:rsidRDefault="00C0526B" w:rsidP="00C0526B">
      <w:pPr>
        <w:pStyle w:val="Instructions"/>
      </w:pPr>
      <w:r w:rsidRPr="00A30D7A">
        <w:t xml:space="preserve">Apart from demonstrating to the appointing party that due consideration </w:t>
      </w:r>
      <w:r w:rsidR="00D81DA7">
        <w:t>h</w:t>
      </w:r>
      <w:r w:rsidRPr="00A30D7A">
        <w:t>as been given to planning the information delivery process for their project, the BEP is essential for informing all members of the delivery team about the organisation of the process and their place in it.</w:t>
      </w:r>
    </w:p>
    <w:p w14:paraId="63AF1948" w14:textId="225D8E3A" w:rsidR="002B1E63" w:rsidRPr="00A30D7A" w:rsidRDefault="002B1E63" w:rsidP="002B1E63">
      <w:pPr>
        <w:rPr>
          <w:rFonts w:cs="Arial"/>
        </w:rPr>
      </w:pPr>
      <w:r w:rsidRPr="00A30D7A">
        <w:rPr>
          <w:rFonts w:cs="Arial"/>
        </w:rPr>
        <w:t>This BEP</w:t>
      </w:r>
      <w:r w:rsidR="007F39FD">
        <w:rPr>
          <w:rFonts w:cs="Arial"/>
        </w:rPr>
        <w:t xml:space="preserve"> </w:t>
      </w:r>
      <w:r w:rsidR="003C3C76" w:rsidRPr="00A30D7A">
        <w:rPr>
          <w:rFonts w:cs="Arial"/>
        </w:rPr>
        <w:t>describes</w:t>
      </w:r>
      <w:r w:rsidRPr="00A30D7A">
        <w:rPr>
          <w:rFonts w:cs="Arial"/>
        </w:rPr>
        <w:t xml:space="preserve"> the </w:t>
      </w:r>
      <w:r w:rsidR="003C3C76" w:rsidRPr="00A30D7A">
        <w:rPr>
          <w:rFonts w:cs="Arial"/>
        </w:rPr>
        <w:t xml:space="preserve">proposed approach </w:t>
      </w:r>
      <w:r w:rsidR="00B30CEE" w:rsidRPr="00A30D7A">
        <w:rPr>
          <w:rFonts w:cs="Arial"/>
        </w:rPr>
        <w:t xml:space="preserve">by the </w:t>
      </w:r>
      <w:r w:rsidR="006109AE" w:rsidRPr="00A30D7A">
        <w:rPr>
          <w:rFonts w:cs="Arial"/>
        </w:rPr>
        <w:t xml:space="preserve">lead </w:t>
      </w:r>
      <w:r w:rsidR="00B30CEE" w:rsidRPr="00A30D7A">
        <w:rPr>
          <w:rFonts w:cs="Arial"/>
        </w:rPr>
        <w:t xml:space="preserve">appointed party </w:t>
      </w:r>
      <w:r w:rsidR="003C3C76" w:rsidRPr="00A30D7A">
        <w:rPr>
          <w:rFonts w:cs="Arial"/>
        </w:rPr>
        <w:t xml:space="preserve">to the </w:t>
      </w:r>
      <w:r w:rsidRPr="00A30D7A">
        <w:rPr>
          <w:rFonts w:cs="Arial"/>
        </w:rPr>
        <w:t xml:space="preserve">execution, </w:t>
      </w:r>
      <w:proofErr w:type="gramStart"/>
      <w:r w:rsidRPr="00A30D7A">
        <w:rPr>
          <w:rFonts w:cs="Arial"/>
        </w:rPr>
        <w:t>monitoring</w:t>
      </w:r>
      <w:proofErr w:type="gramEnd"/>
      <w:r w:rsidRPr="00A30D7A">
        <w:rPr>
          <w:rFonts w:cs="Arial"/>
        </w:rPr>
        <w:t xml:space="preserve"> and control of BIM for this project</w:t>
      </w:r>
      <w:r w:rsidR="00DE7537" w:rsidRPr="00A30D7A">
        <w:rPr>
          <w:rFonts w:cs="Arial"/>
        </w:rPr>
        <w:t xml:space="preserve"> in response to the appointing party’s requirements.</w:t>
      </w:r>
    </w:p>
    <w:p w14:paraId="6EDE2172" w14:textId="425AA998" w:rsidR="002B1E63" w:rsidRPr="00A30D7A" w:rsidRDefault="002B1E63" w:rsidP="002B1E63">
      <w:pPr>
        <w:pStyle w:val="Heading2"/>
        <w:rPr>
          <w:rFonts w:cs="Arial"/>
        </w:rPr>
      </w:pPr>
      <w:bookmarkStart w:id="33" w:name="_Toc163550124"/>
      <w:bookmarkStart w:id="34" w:name="_Hlk3798622"/>
      <w:bookmarkStart w:id="35" w:name="_Hlk13140868"/>
      <w:bookmarkEnd w:id="24"/>
      <w:bookmarkEnd w:id="25"/>
      <w:bookmarkEnd w:id="26"/>
      <w:bookmarkEnd w:id="27"/>
      <w:bookmarkEnd w:id="28"/>
      <w:r w:rsidRPr="00A30D7A">
        <w:rPr>
          <w:rFonts w:cs="Arial"/>
        </w:rPr>
        <w:t>Application</w:t>
      </w:r>
      <w:bookmarkEnd w:id="33"/>
    </w:p>
    <w:p w14:paraId="5AB5FDA3" w14:textId="77777777" w:rsidR="002B1E63" w:rsidRPr="00A30D7A" w:rsidRDefault="002B1E63" w:rsidP="002B1E63">
      <w:pPr>
        <w:pStyle w:val="Prompt"/>
        <w:rPr>
          <w:rFonts w:cs="Arial"/>
        </w:rPr>
      </w:pPr>
      <w:bookmarkStart w:id="36" w:name="_Hlk98940828"/>
      <w:r w:rsidRPr="00A30D7A">
        <w:rPr>
          <w:rFonts w:cs="Arial"/>
        </w:rPr>
        <w:t xml:space="preserve">Applicable project phases: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2D02D5C" w14:textId="243FDA76" w:rsidR="002B1E63" w:rsidRPr="00A30D7A" w:rsidRDefault="002B1E63" w:rsidP="002B1E63">
      <w:pPr>
        <w:pStyle w:val="Instructions"/>
        <w:rPr>
          <w:rFonts w:cs="Arial"/>
        </w:rPr>
      </w:pPr>
      <w:r w:rsidRPr="00A30D7A">
        <w:rPr>
          <w:rFonts w:cs="Arial"/>
        </w:rPr>
        <w:t xml:space="preserve">Examples of options – adjust wording to suit </w:t>
      </w:r>
      <w:r w:rsidR="003C3C76" w:rsidRPr="00A30D7A">
        <w:rPr>
          <w:rFonts w:cs="Arial"/>
        </w:rPr>
        <w:t xml:space="preserve">the </w:t>
      </w:r>
      <w:r w:rsidRPr="00A30D7A">
        <w:rPr>
          <w:rFonts w:cs="Arial"/>
        </w:rPr>
        <w:t>project:</w:t>
      </w:r>
    </w:p>
    <w:p w14:paraId="5768DF6A" w14:textId="3364C360" w:rsidR="002B1E63" w:rsidRPr="00A30D7A" w:rsidRDefault="002B1E63" w:rsidP="00787D25">
      <w:pPr>
        <w:pStyle w:val="Instructionsindent"/>
      </w:pPr>
      <w:r w:rsidRPr="00A30D7A">
        <w:t xml:space="preserve">This </w:t>
      </w:r>
      <w:r w:rsidR="00D1642E">
        <w:t xml:space="preserve">Delivery Team </w:t>
      </w:r>
      <w:r w:rsidRPr="00A30D7A">
        <w:t>BIM Execution Plan applies to the design phases of the project</w:t>
      </w:r>
      <w:r w:rsidR="00D81DA7">
        <w:t xml:space="preserve"> only</w:t>
      </w:r>
      <w:r w:rsidRPr="00A30D7A">
        <w:t xml:space="preserve">, up to and including the handover of </w:t>
      </w:r>
      <w:r w:rsidR="00C0526B" w:rsidRPr="00A30D7A">
        <w:t xml:space="preserve">the project information </w:t>
      </w:r>
      <w:r w:rsidRPr="00A30D7A">
        <w:t xml:space="preserve">model </w:t>
      </w:r>
      <w:r w:rsidR="00C0526B" w:rsidRPr="00A30D7A">
        <w:t xml:space="preserve">(PIM) and asset information model (AIM) </w:t>
      </w:r>
      <w:r w:rsidRPr="00A30D7A">
        <w:t xml:space="preserve">from the </w:t>
      </w:r>
      <w:r w:rsidR="0048146C" w:rsidRPr="00A30D7A">
        <w:t>d</w:t>
      </w:r>
      <w:r w:rsidRPr="00A30D7A">
        <w:t xml:space="preserve">esign team to the </w:t>
      </w:r>
      <w:r w:rsidR="0048146C" w:rsidRPr="00A30D7A">
        <w:t>c</w:t>
      </w:r>
      <w:r w:rsidRPr="00A30D7A">
        <w:t>onstruction team.</w:t>
      </w:r>
    </w:p>
    <w:p w14:paraId="6D4FB9CD" w14:textId="59BBBE6F" w:rsidR="002B1E63" w:rsidRPr="00A30D7A" w:rsidRDefault="002B1E63" w:rsidP="00787D25">
      <w:pPr>
        <w:pStyle w:val="Instructionsindent"/>
      </w:pPr>
      <w:r w:rsidRPr="00A30D7A">
        <w:t xml:space="preserve">This </w:t>
      </w:r>
      <w:r w:rsidR="00D1642E">
        <w:t xml:space="preserve">Delivery Team </w:t>
      </w:r>
      <w:r w:rsidRPr="00A30D7A">
        <w:t>BIM Execution Plan applies to the construction phases of the project</w:t>
      </w:r>
      <w:r w:rsidR="00D81DA7">
        <w:t xml:space="preserve"> only</w:t>
      </w:r>
      <w:r w:rsidRPr="00A30D7A">
        <w:t xml:space="preserve">, from the handover of </w:t>
      </w:r>
      <w:r w:rsidR="00C0526B" w:rsidRPr="00A30D7A">
        <w:t>the PIM and AIM</w:t>
      </w:r>
      <w:r w:rsidRPr="00A30D7A">
        <w:t xml:space="preserve"> from the </w:t>
      </w:r>
      <w:r w:rsidR="0048146C" w:rsidRPr="00A30D7A">
        <w:t>d</w:t>
      </w:r>
      <w:r w:rsidRPr="00A30D7A">
        <w:t xml:space="preserve">esign team to the </w:t>
      </w:r>
      <w:r w:rsidR="0048146C" w:rsidRPr="00A30D7A">
        <w:t>c</w:t>
      </w:r>
      <w:r w:rsidRPr="00A30D7A">
        <w:t xml:space="preserve">onstruction team and up to and including the handover of </w:t>
      </w:r>
      <w:r w:rsidR="00C0526B" w:rsidRPr="00A30D7A">
        <w:t>the AIM</w:t>
      </w:r>
      <w:r w:rsidRPr="00A30D7A">
        <w:t xml:space="preserve"> from the </w:t>
      </w:r>
      <w:r w:rsidR="0048146C" w:rsidRPr="00A30D7A">
        <w:t>c</w:t>
      </w:r>
      <w:r w:rsidRPr="00A30D7A">
        <w:t>onstruction team to the operators of the completed building.</w:t>
      </w:r>
    </w:p>
    <w:p w14:paraId="2697D493" w14:textId="69CDE0EA" w:rsidR="002B1E63" w:rsidRPr="00A30D7A" w:rsidRDefault="002B1E63" w:rsidP="00787D25">
      <w:pPr>
        <w:pStyle w:val="Instructionsindent"/>
      </w:pPr>
      <w:r w:rsidRPr="00A30D7A">
        <w:t xml:space="preserve">This </w:t>
      </w:r>
      <w:r w:rsidR="00D1642E">
        <w:t xml:space="preserve">Delivery Team </w:t>
      </w:r>
      <w:r w:rsidRPr="00A30D7A">
        <w:t xml:space="preserve">BIM Execution Plan applies to the design and construction phases of the project, up to and including the handover of </w:t>
      </w:r>
      <w:r w:rsidR="00C0526B" w:rsidRPr="00A30D7A">
        <w:t>the AIM</w:t>
      </w:r>
      <w:r w:rsidRPr="00A30D7A">
        <w:t xml:space="preserve"> from the </w:t>
      </w:r>
      <w:r w:rsidR="0048146C" w:rsidRPr="00A30D7A">
        <w:t>d</w:t>
      </w:r>
      <w:r w:rsidRPr="00A30D7A">
        <w:t xml:space="preserve">esign and </w:t>
      </w:r>
      <w:r w:rsidR="0048146C" w:rsidRPr="00A30D7A">
        <w:t>c</w:t>
      </w:r>
      <w:r w:rsidRPr="00A30D7A">
        <w:t>onstruction teams to the operators of the completed building.</w:t>
      </w:r>
    </w:p>
    <w:p w14:paraId="29C2E2D8" w14:textId="77777777" w:rsidR="002B1E63" w:rsidRPr="00A30D7A" w:rsidRDefault="002B1E63" w:rsidP="00275B52">
      <w:pPr>
        <w:pStyle w:val="Instructionsindent"/>
        <w:numPr>
          <w:ilvl w:val="0"/>
          <w:numId w:val="0"/>
        </w:numPr>
      </w:pPr>
      <w:r w:rsidRPr="00A30D7A">
        <w:t>The last option offers the most opportunities to realise the potential benefits of BIM.</w:t>
      </w:r>
    </w:p>
    <w:p w14:paraId="7C553ADD" w14:textId="3CD32DC8" w:rsidR="003C3C76" w:rsidRPr="00A30D7A" w:rsidRDefault="003C3C76" w:rsidP="00275B52">
      <w:pPr>
        <w:pStyle w:val="Instructionsindent"/>
        <w:numPr>
          <w:ilvl w:val="0"/>
          <w:numId w:val="0"/>
        </w:numPr>
      </w:pPr>
      <w:r w:rsidRPr="00A30D7A">
        <w:t>Design status</w:t>
      </w:r>
      <w:r w:rsidR="00D81DA7">
        <w:t>:</w:t>
      </w:r>
    </w:p>
    <w:p w14:paraId="6CC03BCD" w14:textId="2D38C3F9" w:rsidR="003C3C76" w:rsidRPr="00A30D7A" w:rsidRDefault="003C3C76" w:rsidP="00787D25">
      <w:pPr>
        <w:pStyle w:val="Instructionsindent"/>
      </w:pPr>
      <w:r w:rsidRPr="00A30D7A">
        <w:t xml:space="preserve">A brief description of the point design development has reached </w:t>
      </w:r>
      <w:r w:rsidR="00DD50A7" w:rsidRPr="00A30D7A">
        <w:t xml:space="preserve">prior to appointment </w:t>
      </w:r>
      <w:r w:rsidRPr="00A30D7A">
        <w:t>will also give a clearer picture of the</w:t>
      </w:r>
      <w:r w:rsidR="00A07606" w:rsidRPr="00A30D7A">
        <w:t xml:space="preserve"> scope of the project</w:t>
      </w:r>
      <w:r w:rsidRPr="00A30D7A">
        <w:t xml:space="preserve">, without having to infer it from the details included in the </w:t>
      </w:r>
      <w:r w:rsidR="00A07606" w:rsidRPr="00A30D7A">
        <w:t>BEP</w:t>
      </w:r>
      <w:r w:rsidRPr="00A30D7A">
        <w:t xml:space="preserve"> alone.</w:t>
      </w:r>
      <w:r w:rsidR="00DD50A7" w:rsidRPr="00A30D7A">
        <w:t xml:space="preserve"> Ideally, this would have been included in the pre-appointment BEP.</w:t>
      </w:r>
    </w:p>
    <w:p w14:paraId="25C309B5" w14:textId="76C65772" w:rsidR="003C3C76" w:rsidRPr="00A30D7A" w:rsidRDefault="003C3C76" w:rsidP="00787D25">
      <w:pPr>
        <w:pStyle w:val="Instructionsindent"/>
      </w:pPr>
      <w:r w:rsidRPr="00A30D7A">
        <w:t xml:space="preserve">Include any additional </w:t>
      </w:r>
      <w:r w:rsidR="00A07606" w:rsidRPr="00A30D7A">
        <w:t>details</w:t>
      </w:r>
      <w:r w:rsidRPr="00A30D7A">
        <w:t xml:space="preserve"> that provide</w:t>
      </w:r>
      <w:r w:rsidR="00A07606" w:rsidRPr="00A30D7A">
        <w:t xml:space="preserve"> useful</w:t>
      </w:r>
      <w:r w:rsidRPr="00A30D7A">
        <w:t xml:space="preserve"> context</w:t>
      </w:r>
      <w:r w:rsidR="00A07606" w:rsidRPr="00A30D7A">
        <w:t>ual information</w:t>
      </w:r>
      <w:r w:rsidRPr="00A30D7A">
        <w:t xml:space="preserve"> for</w:t>
      </w:r>
      <w:r w:rsidR="00A07606" w:rsidRPr="00A30D7A">
        <w:t xml:space="preserve"> the BEP</w:t>
      </w:r>
      <w:r w:rsidRPr="00A30D7A">
        <w:t>.</w:t>
      </w:r>
    </w:p>
    <w:p w14:paraId="58A1BFE2" w14:textId="7B7A5DAF" w:rsidR="00D400DC" w:rsidRPr="00A30D7A" w:rsidRDefault="00D400DC" w:rsidP="00275B52">
      <w:pPr>
        <w:pStyle w:val="Instructions"/>
        <w:rPr>
          <w:rFonts w:cs="Arial"/>
        </w:rPr>
      </w:pPr>
      <w:r w:rsidRPr="00A30D7A">
        <w:rPr>
          <w:rFonts w:cs="Arial"/>
        </w:rPr>
        <w:t xml:space="preserve">Development </w:t>
      </w:r>
      <w:r w:rsidR="009E6B11" w:rsidRPr="00A30D7A">
        <w:rPr>
          <w:rFonts w:cs="Arial"/>
        </w:rPr>
        <w:t>sequence</w:t>
      </w:r>
      <w:r w:rsidRPr="00A30D7A">
        <w:rPr>
          <w:rFonts w:cs="Arial"/>
        </w:rPr>
        <w:t>: Always create a Design BEP (DBEP) prior to developing a Construction BEP (CBEP).</w:t>
      </w:r>
    </w:p>
    <w:p w14:paraId="6455A205" w14:textId="1D766E84" w:rsidR="00A50EF9" w:rsidRPr="00A30D7A" w:rsidRDefault="00A50EF9" w:rsidP="00A50EF9">
      <w:pPr>
        <w:pStyle w:val="Heading2"/>
        <w:rPr>
          <w:rFonts w:cs="Arial"/>
        </w:rPr>
      </w:pPr>
      <w:bookmarkStart w:id="37" w:name="_Toc163550125"/>
      <w:bookmarkEnd w:id="36"/>
      <w:r w:rsidRPr="00A30D7A">
        <w:rPr>
          <w:rFonts w:cs="Arial"/>
        </w:rPr>
        <w:lastRenderedPageBreak/>
        <w:t>Updates and revisions</w:t>
      </w:r>
      <w:bookmarkEnd w:id="37"/>
    </w:p>
    <w:p w14:paraId="5377509F" w14:textId="2FA9D2CB" w:rsidR="00A50EF9" w:rsidRPr="00A30D7A" w:rsidRDefault="00A50EF9" w:rsidP="0060178F">
      <w:pPr>
        <w:rPr>
          <w:rFonts w:cs="Arial"/>
          <w:vanish/>
        </w:rPr>
      </w:pPr>
      <w:r w:rsidRPr="00A30D7A">
        <w:rPr>
          <w:rFonts w:cs="Arial"/>
        </w:rPr>
        <w:t xml:space="preserve">Lead </w:t>
      </w:r>
      <w:r w:rsidR="003C3C76" w:rsidRPr="00A30D7A">
        <w:rPr>
          <w:rFonts w:cs="Arial"/>
        </w:rPr>
        <w:t>a</w:t>
      </w:r>
      <w:r w:rsidRPr="00A30D7A">
        <w:rPr>
          <w:rFonts w:cs="Arial"/>
        </w:rPr>
        <w:t xml:space="preserve">ppointed </w:t>
      </w:r>
      <w:r w:rsidR="003C3C76" w:rsidRPr="00A30D7A">
        <w:rPr>
          <w:rFonts w:cs="Arial"/>
        </w:rPr>
        <w:t>p</w:t>
      </w:r>
      <w:r w:rsidRPr="00A30D7A">
        <w:rPr>
          <w:rFonts w:cs="Arial"/>
        </w:rPr>
        <w:t xml:space="preserve">arty </w:t>
      </w:r>
      <w:r w:rsidR="003C3C76" w:rsidRPr="00A30D7A">
        <w:rPr>
          <w:rFonts w:cs="Arial"/>
        </w:rPr>
        <w:t>responsibilities:</w:t>
      </w:r>
      <w:r w:rsidRPr="00A30D7A">
        <w:rPr>
          <w:rFonts w:cs="Arial"/>
        </w:rPr>
        <w:t xml:space="preserve"> </w:t>
      </w:r>
      <w:r w:rsidR="003C3C76" w:rsidRPr="00A30D7A">
        <w:rPr>
          <w:rFonts w:cs="Arial"/>
        </w:rPr>
        <w:t>R</w:t>
      </w:r>
      <w:r w:rsidRPr="00A30D7A">
        <w:rPr>
          <w:rFonts w:cs="Arial"/>
        </w:rPr>
        <w:t xml:space="preserve">eview and update the BEP in consultation with the </w:t>
      </w:r>
      <w:r w:rsidR="003C3C76" w:rsidRPr="00A30D7A">
        <w:rPr>
          <w:rFonts w:cs="Arial"/>
        </w:rPr>
        <w:t>d</w:t>
      </w:r>
      <w:r w:rsidRPr="00A30D7A">
        <w:rPr>
          <w:rFonts w:cs="Arial"/>
        </w:rPr>
        <w:t xml:space="preserve">elivery </w:t>
      </w:r>
      <w:r w:rsidR="003C3C76" w:rsidRPr="00A30D7A">
        <w:rPr>
          <w:rFonts w:cs="Arial"/>
        </w:rPr>
        <w:t>t</w:t>
      </w:r>
      <w:r w:rsidRPr="00A30D7A">
        <w:rPr>
          <w:rFonts w:cs="Arial"/>
        </w:rPr>
        <w:t>eam to make sure the project remains on schedule and meets project requirements.</w:t>
      </w:r>
    </w:p>
    <w:p w14:paraId="519DCF60" w14:textId="40511631" w:rsidR="00D65D34" w:rsidRPr="00A30D7A" w:rsidRDefault="00D400DC" w:rsidP="003F195B">
      <w:pPr>
        <w:rPr>
          <w:rFonts w:cs="Arial"/>
        </w:rPr>
      </w:pPr>
      <w:r w:rsidRPr="00A30D7A">
        <w:rPr>
          <w:rFonts w:cs="Arial"/>
        </w:rPr>
        <w:t>Recording updates and revisions</w:t>
      </w:r>
      <w:r w:rsidR="00A50EF9" w:rsidRPr="00A30D7A">
        <w:rPr>
          <w:rFonts w:cs="Arial"/>
        </w:rPr>
        <w:t xml:space="preserve">: </w:t>
      </w:r>
      <w:r w:rsidR="00077814" w:rsidRPr="00A30D7A">
        <w:rPr>
          <w:rFonts w:cs="Arial"/>
        </w:rPr>
        <w:t xml:space="preserve">When </w:t>
      </w:r>
      <w:r w:rsidRPr="00A30D7A">
        <w:rPr>
          <w:rFonts w:cs="Arial"/>
        </w:rPr>
        <w:t xml:space="preserve">updating or </w:t>
      </w:r>
      <w:r w:rsidR="00077814" w:rsidRPr="00A30D7A">
        <w:rPr>
          <w:rFonts w:cs="Arial"/>
        </w:rPr>
        <w:t xml:space="preserve">revising the </w:t>
      </w:r>
      <w:r w:rsidR="00DD50A7" w:rsidRPr="00A30D7A">
        <w:rPr>
          <w:rFonts w:cs="Arial"/>
        </w:rPr>
        <w:t>delivery team</w:t>
      </w:r>
      <w:r w:rsidRPr="00A30D7A">
        <w:rPr>
          <w:rFonts w:cs="Arial"/>
        </w:rPr>
        <w:t xml:space="preserve"> </w:t>
      </w:r>
      <w:r w:rsidR="00077814" w:rsidRPr="00A30D7A">
        <w:rPr>
          <w:rFonts w:cs="Arial"/>
        </w:rPr>
        <w:t>BEP, e</w:t>
      </w:r>
      <w:r w:rsidR="008F1D0A" w:rsidRPr="00A30D7A">
        <w:rPr>
          <w:rFonts w:cs="Arial"/>
        </w:rPr>
        <w:t xml:space="preserve">dit </w:t>
      </w:r>
      <w:r w:rsidR="00DD50A7" w:rsidRPr="00A30D7A">
        <w:rPr>
          <w:rFonts w:cs="Arial"/>
        </w:rPr>
        <w:t>it</w:t>
      </w:r>
      <w:r w:rsidR="008F1D0A" w:rsidRPr="00A30D7A">
        <w:rPr>
          <w:rFonts w:cs="Arial"/>
        </w:rPr>
        <w:t xml:space="preserve"> using</w:t>
      </w:r>
      <w:r w:rsidR="00A07606" w:rsidRPr="00A30D7A">
        <w:rPr>
          <w:rFonts w:cs="Arial"/>
        </w:rPr>
        <w:t xml:space="preserve"> a word processing application</w:t>
      </w:r>
      <w:r w:rsidR="00077814" w:rsidRPr="00A30D7A">
        <w:rPr>
          <w:rFonts w:cs="Arial"/>
        </w:rPr>
        <w:t xml:space="preserve"> </w:t>
      </w:r>
      <w:r w:rsidR="00A50EF9" w:rsidRPr="00A30D7A">
        <w:rPr>
          <w:rFonts w:cs="Arial"/>
        </w:rPr>
        <w:t>with</w:t>
      </w:r>
      <w:r w:rsidR="008F1D0A" w:rsidRPr="00A30D7A">
        <w:rPr>
          <w:rFonts w:cs="Arial"/>
        </w:rPr>
        <w:t xml:space="preserve"> t</w:t>
      </w:r>
      <w:r w:rsidR="00D65D34" w:rsidRPr="00A30D7A">
        <w:rPr>
          <w:rFonts w:cs="Arial"/>
        </w:rPr>
        <w:t>rack change</w:t>
      </w:r>
      <w:r w:rsidR="008F1D0A" w:rsidRPr="00A30D7A">
        <w:rPr>
          <w:rFonts w:cs="Arial"/>
        </w:rPr>
        <w:t>s</w:t>
      </w:r>
      <w:r w:rsidR="00D65D34" w:rsidRPr="00A30D7A">
        <w:rPr>
          <w:rFonts w:cs="Arial"/>
        </w:rPr>
        <w:t xml:space="preserve"> </w:t>
      </w:r>
      <w:r w:rsidR="00A50EF9" w:rsidRPr="00A30D7A">
        <w:rPr>
          <w:rFonts w:cs="Arial"/>
        </w:rPr>
        <w:t xml:space="preserve">turned on </w:t>
      </w:r>
      <w:r w:rsidR="00D65D34" w:rsidRPr="00A30D7A">
        <w:rPr>
          <w:rFonts w:cs="Arial"/>
        </w:rPr>
        <w:t xml:space="preserve">to highlight any changes. Once agreed by the </w:t>
      </w:r>
      <w:r w:rsidR="009E6B11" w:rsidRPr="00A30D7A">
        <w:rPr>
          <w:rFonts w:cs="Arial"/>
        </w:rPr>
        <w:t>d</w:t>
      </w:r>
      <w:r w:rsidR="00D65D34" w:rsidRPr="00A30D7A">
        <w:rPr>
          <w:rFonts w:cs="Arial"/>
        </w:rPr>
        <w:t xml:space="preserve">elivery </w:t>
      </w:r>
      <w:r w:rsidR="009E6B11" w:rsidRPr="00A30D7A">
        <w:rPr>
          <w:rFonts w:cs="Arial"/>
        </w:rPr>
        <w:t>t</w:t>
      </w:r>
      <w:r w:rsidR="00D65D34" w:rsidRPr="00A30D7A">
        <w:rPr>
          <w:rFonts w:cs="Arial"/>
        </w:rPr>
        <w:t xml:space="preserve">eam and </w:t>
      </w:r>
      <w:r w:rsidR="008F1D0A" w:rsidRPr="00A30D7A">
        <w:rPr>
          <w:rFonts w:cs="Arial"/>
        </w:rPr>
        <w:t xml:space="preserve">the </w:t>
      </w:r>
      <w:r w:rsidR="009E6B11" w:rsidRPr="00A30D7A">
        <w:rPr>
          <w:rFonts w:cs="Arial"/>
        </w:rPr>
        <w:t>a</w:t>
      </w:r>
      <w:r w:rsidR="008F1D0A" w:rsidRPr="00A30D7A">
        <w:rPr>
          <w:rFonts w:cs="Arial"/>
        </w:rPr>
        <w:t>ppointing</w:t>
      </w:r>
      <w:r w:rsidR="009E6B11" w:rsidRPr="00A30D7A">
        <w:rPr>
          <w:rFonts w:cs="Arial"/>
        </w:rPr>
        <w:t xml:space="preserve"> p</w:t>
      </w:r>
      <w:r w:rsidR="008F1D0A" w:rsidRPr="00A30D7A">
        <w:rPr>
          <w:rFonts w:cs="Arial"/>
        </w:rPr>
        <w:t>arty</w:t>
      </w:r>
      <w:r w:rsidR="00D65D34" w:rsidRPr="00A30D7A">
        <w:rPr>
          <w:rFonts w:cs="Arial"/>
        </w:rPr>
        <w:t xml:space="preserve">, accept </w:t>
      </w:r>
      <w:proofErr w:type="gramStart"/>
      <w:r w:rsidR="00D65D34" w:rsidRPr="00A30D7A">
        <w:rPr>
          <w:rFonts w:cs="Arial"/>
        </w:rPr>
        <w:t>changes</w:t>
      </w:r>
      <w:proofErr w:type="gramEnd"/>
      <w:r w:rsidR="00D65D34" w:rsidRPr="00A30D7A">
        <w:rPr>
          <w:rFonts w:cs="Arial"/>
        </w:rPr>
        <w:t xml:space="preserve"> and record a summary </w:t>
      </w:r>
      <w:r w:rsidR="00077814" w:rsidRPr="00A30D7A">
        <w:rPr>
          <w:rFonts w:cs="Arial"/>
        </w:rPr>
        <w:t xml:space="preserve">of them </w:t>
      </w:r>
      <w:r w:rsidR="00D65D34" w:rsidRPr="00A30D7A">
        <w:rPr>
          <w:rFonts w:cs="Arial"/>
        </w:rPr>
        <w:t xml:space="preserve">in the </w:t>
      </w:r>
      <w:r w:rsidR="009E6B11" w:rsidRPr="00A30D7A">
        <w:rPr>
          <w:rFonts w:cs="Arial"/>
          <w:b/>
          <w:bCs/>
          <w:color w:val="595959" w:themeColor="text1" w:themeTint="A6"/>
        </w:rPr>
        <w:t>Ver</w:t>
      </w:r>
      <w:r w:rsidR="00D65D34" w:rsidRPr="00A30D7A">
        <w:rPr>
          <w:rFonts w:cs="Arial"/>
          <w:b/>
          <w:bCs/>
          <w:color w:val="595959" w:themeColor="text1" w:themeTint="A6"/>
        </w:rPr>
        <w:t xml:space="preserve">sion </w:t>
      </w:r>
      <w:r w:rsidR="009E6B11" w:rsidRPr="00A30D7A">
        <w:rPr>
          <w:rFonts w:cs="Arial"/>
          <w:b/>
          <w:bCs/>
          <w:color w:val="595959" w:themeColor="text1" w:themeTint="A6"/>
        </w:rPr>
        <w:t>history</w:t>
      </w:r>
      <w:r w:rsidR="009E6B11" w:rsidRPr="00A30D7A">
        <w:rPr>
          <w:rFonts w:cs="Arial"/>
        </w:rPr>
        <w:t xml:space="preserve"> </w:t>
      </w:r>
      <w:r w:rsidR="00D65D34" w:rsidRPr="00A30D7A">
        <w:rPr>
          <w:rFonts w:cs="Arial"/>
        </w:rPr>
        <w:t xml:space="preserve">table </w:t>
      </w:r>
      <w:r w:rsidR="00A07606" w:rsidRPr="00A30D7A">
        <w:rPr>
          <w:rFonts w:cs="Arial"/>
        </w:rPr>
        <w:t xml:space="preserve">on the page </w:t>
      </w:r>
      <w:r w:rsidR="009E6B11" w:rsidRPr="00A30D7A">
        <w:rPr>
          <w:rFonts w:cs="Arial"/>
        </w:rPr>
        <w:t>before the Table of Contents</w:t>
      </w:r>
      <w:r w:rsidR="00D65D34" w:rsidRPr="00A30D7A">
        <w:rPr>
          <w:rFonts w:cs="Arial"/>
        </w:rPr>
        <w:t>.</w:t>
      </w:r>
    </w:p>
    <w:p w14:paraId="01610914" w14:textId="60755128" w:rsidR="00706E73" w:rsidRPr="00A30D7A" w:rsidRDefault="007479D7" w:rsidP="003D628C">
      <w:pPr>
        <w:pStyle w:val="Heading1"/>
      </w:pPr>
      <w:bookmarkStart w:id="38" w:name="_Toc98842698"/>
      <w:bookmarkStart w:id="39" w:name="_Toc98843201"/>
      <w:bookmarkStart w:id="40" w:name="_Toc98842699"/>
      <w:bookmarkStart w:id="41" w:name="_Toc98843202"/>
      <w:bookmarkStart w:id="42" w:name="_Toc98842700"/>
      <w:bookmarkStart w:id="43" w:name="_Toc98843203"/>
      <w:bookmarkStart w:id="44" w:name="_Toc98842701"/>
      <w:bookmarkStart w:id="45" w:name="_Toc98843204"/>
      <w:bookmarkStart w:id="46" w:name="_Toc98842702"/>
      <w:bookmarkStart w:id="47" w:name="_Toc98843205"/>
      <w:bookmarkStart w:id="48" w:name="_Toc98842703"/>
      <w:bookmarkStart w:id="49" w:name="_Toc98843206"/>
      <w:bookmarkStart w:id="50" w:name="_Toc98842704"/>
      <w:bookmarkStart w:id="51" w:name="_Toc98843207"/>
      <w:bookmarkStart w:id="52" w:name="_Toc98842705"/>
      <w:bookmarkStart w:id="53" w:name="_Toc98843208"/>
      <w:bookmarkStart w:id="54" w:name="_Toc98842706"/>
      <w:bookmarkStart w:id="55" w:name="_Toc98843209"/>
      <w:bookmarkStart w:id="56" w:name="_Toc98842707"/>
      <w:bookmarkStart w:id="57" w:name="_Toc98843210"/>
      <w:bookmarkStart w:id="58" w:name="_Toc98842708"/>
      <w:bookmarkStart w:id="59" w:name="_Toc98843211"/>
      <w:bookmarkStart w:id="60" w:name="_Toc98842709"/>
      <w:bookmarkStart w:id="61" w:name="_Toc98843212"/>
      <w:bookmarkStart w:id="62" w:name="_Toc98842710"/>
      <w:bookmarkStart w:id="63" w:name="_Toc98843213"/>
      <w:bookmarkStart w:id="64" w:name="_Toc98842711"/>
      <w:bookmarkStart w:id="65" w:name="_Toc98843214"/>
      <w:bookmarkStart w:id="66" w:name="_Toc98842712"/>
      <w:bookmarkStart w:id="67" w:name="_Toc98843215"/>
      <w:bookmarkStart w:id="68" w:name="_Toc98842713"/>
      <w:bookmarkStart w:id="69" w:name="_Toc98843216"/>
      <w:bookmarkStart w:id="70" w:name="_Toc98842714"/>
      <w:bookmarkStart w:id="71" w:name="_Toc98843217"/>
      <w:bookmarkStart w:id="72" w:name="_Toc98842715"/>
      <w:bookmarkStart w:id="73" w:name="_Toc98843218"/>
      <w:bookmarkStart w:id="74" w:name="_Toc98842716"/>
      <w:bookmarkStart w:id="75" w:name="_Toc98843219"/>
      <w:bookmarkStart w:id="76" w:name="_Toc98842717"/>
      <w:bookmarkStart w:id="77" w:name="_Toc98843220"/>
      <w:bookmarkStart w:id="78" w:name="_Toc98842722"/>
      <w:bookmarkStart w:id="79" w:name="_Toc98843225"/>
      <w:bookmarkStart w:id="80" w:name="_Toc98842723"/>
      <w:bookmarkStart w:id="81" w:name="_Toc98843226"/>
      <w:bookmarkStart w:id="82" w:name="_Toc98842724"/>
      <w:bookmarkStart w:id="83" w:name="_Toc98843227"/>
      <w:bookmarkStart w:id="84" w:name="_Toc98842725"/>
      <w:bookmarkStart w:id="85" w:name="_Toc98843228"/>
      <w:bookmarkStart w:id="86" w:name="_Toc98842726"/>
      <w:bookmarkStart w:id="87" w:name="_Toc98843229"/>
      <w:bookmarkStart w:id="88" w:name="_Toc98842727"/>
      <w:bookmarkStart w:id="89" w:name="_Toc98843230"/>
      <w:bookmarkStart w:id="90" w:name="_Toc98842728"/>
      <w:bookmarkStart w:id="91" w:name="_Toc98843231"/>
      <w:bookmarkStart w:id="92" w:name="_Toc98842729"/>
      <w:bookmarkStart w:id="93" w:name="_Toc98843232"/>
      <w:bookmarkStart w:id="94" w:name="_Toc98842730"/>
      <w:bookmarkStart w:id="95" w:name="_Toc98843233"/>
      <w:bookmarkStart w:id="96" w:name="_Toc98842731"/>
      <w:bookmarkStart w:id="97" w:name="_Toc98843234"/>
      <w:bookmarkStart w:id="98" w:name="_Toc98842732"/>
      <w:bookmarkStart w:id="99" w:name="_Toc98843235"/>
      <w:bookmarkStart w:id="100" w:name="_Toc98842733"/>
      <w:bookmarkStart w:id="101" w:name="_Toc98843236"/>
      <w:bookmarkStart w:id="102" w:name="_Toc98842734"/>
      <w:bookmarkStart w:id="103" w:name="_Toc98843237"/>
      <w:bookmarkStart w:id="104" w:name="_Toc98842735"/>
      <w:bookmarkStart w:id="105" w:name="_Toc98843238"/>
      <w:bookmarkStart w:id="106" w:name="_Toc16160244"/>
      <w:bookmarkStart w:id="107" w:name="_Toc163550126"/>
      <w:bookmarkStart w:id="108" w:name="_Hlk13142267"/>
      <w:bookmarkStart w:id="109" w:name="_Hlk5113429"/>
      <w:bookmarkStart w:id="110" w:name="_Hlk98941743"/>
      <w:bookmarkEnd w:id="34"/>
      <w:bookmarkEnd w:id="35"/>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A30D7A">
        <w:t>Project details</w:t>
      </w:r>
      <w:bookmarkEnd w:id="106"/>
      <w:bookmarkEnd w:id="107"/>
    </w:p>
    <w:p w14:paraId="73013A25" w14:textId="0F417F8C" w:rsidR="00706E73" w:rsidRPr="00A30D7A" w:rsidRDefault="00706E73" w:rsidP="0060178F">
      <w:pPr>
        <w:pStyle w:val="Heading2"/>
        <w:rPr>
          <w:rFonts w:cs="Arial"/>
        </w:rPr>
      </w:pPr>
      <w:bookmarkStart w:id="111" w:name="_Toc163550127"/>
      <w:bookmarkStart w:id="112" w:name="_Toc16160245"/>
      <w:bookmarkStart w:id="113" w:name="_Hlk15984856"/>
      <w:bookmarkStart w:id="114" w:name="_Hlk99117509"/>
      <w:r w:rsidRPr="00A30D7A">
        <w:rPr>
          <w:rFonts w:cs="Arial"/>
        </w:rPr>
        <w:t>Project</w:t>
      </w:r>
      <w:r w:rsidR="005A770A" w:rsidRPr="00A30D7A">
        <w:rPr>
          <w:rFonts w:cs="Arial"/>
        </w:rPr>
        <w:t xml:space="preserve"> </w:t>
      </w:r>
      <w:r w:rsidRPr="00A30D7A">
        <w:rPr>
          <w:rFonts w:cs="Arial"/>
        </w:rPr>
        <w:t>description</w:t>
      </w:r>
      <w:bookmarkEnd w:id="111"/>
    </w:p>
    <w:p w14:paraId="4C251D80" w14:textId="137B6203" w:rsidR="005A770A" w:rsidRPr="00A30D7A" w:rsidRDefault="005A770A" w:rsidP="005A770A">
      <w:pPr>
        <w:pStyle w:val="Prompt"/>
        <w:rPr>
          <w:rFonts w:cs="Arial"/>
        </w:rPr>
      </w:pPr>
      <w:r w:rsidRPr="00A30D7A">
        <w:rPr>
          <w:rFonts w:cs="Arial"/>
        </w:rPr>
        <w:t xml:space="preserve">Outline description: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D18FF48" w14:textId="3FF0CA75" w:rsidR="00D54C9F" w:rsidRPr="00A30D7A" w:rsidRDefault="005A770A" w:rsidP="0060178F">
      <w:pPr>
        <w:pStyle w:val="Instructions"/>
        <w:rPr>
          <w:color w:val="auto"/>
        </w:rPr>
      </w:pPr>
      <w:r w:rsidRPr="00A30D7A">
        <w:rPr>
          <w:rFonts w:cs="Arial"/>
        </w:rPr>
        <w:t>I</w:t>
      </w:r>
      <w:r w:rsidR="00706E73" w:rsidRPr="00A30D7A">
        <w:rPr>
          <w:rFonts w:cs="Arial"/>
        </w:rPr>
        <w:t>nsert a brief description of the project</w:t>
      </w:r>
      <w:r w:rsidR="005022C2" w:rsidRPr="00A30D7A">
        <w:rPr>
          <w:rFonts w:cs="Arial"/>
        </w:rPr>
        <w:t xml:space="preserve"> and/or r</w:t>
      </w:r>
      <w:r w:rsidRPr="00A30D7A">
        <w:rPr>
          <w:rFonts w:cs="Arial"/>
        </w:rPr>
        <w:t>efer to document</w:t>
      </w:r>
      <w:r w:rsidR="005022C2" w:rsidRPr="00A30D7A">
        <w:rPr>
          <w:rFonts w:cs="Arial"/>
        </w:rPr>
        <w:t>s</w:t>
      </w:r>
      <w:r w:rsidRPr="00A30D7A">
        <w:rPr>
          <w:rFonts w:cs="Arial"/>
        </w:rPr>
        <w:t xml:space="preserve"> that describes it in more detail.</w:t>
      </w:r>
      <w:bookmarkEnd w:id="112"/>
    </w:p>
    <w:p w14:paraId="6ED625E6" w14:textId="77777777" w:rsidR="00D93947" w:rsidRPr="00A30D7A" w:rsidRDefault="00D93947" w:rsidP="00D93947">
      <w:pPr>
        <w:pStyle w:val="Heading2"/>
        <w:rPr>
          <w:rFonts w:cs="Arial"/>
        </w:rPr>
      </w:pPr>
      <w:bookmarkStart w:id="115" w:name="_Toc99101177"/>
      <w:bookmarkStart w:id="116" w:name="_Toc99295644"/>
      <w:bookmarkStart w:id="117" w:name="_Toc117180730"/>
      <w:bookmarkStart w:id="118" w:name="_Toc163550128"/>
      <w:bookmarkStart w:id="119" w:name="_Toc441587284"/>
      <w:bookmarkStart w:id="120" w:name="_Toc443997705"/>
      <w:bookmarkStart w:id="121" w:name="_Hlk3798277"/>
      <w:bookmarkStart w:id="122" w:name="_Hlk3798498"/>
      <w:bookmarkStart w:id="123" w:name="_Hlk5113643"/>
      <w:bookmarkEnd w:id="108"/>
      <w:bookmarkEnd w:id="109"/>
      <w:bookmarkEnd w:id="113"/>
      <w:r w:rsidRPr="00A30D7A">
        <w:rPr>
          <w:rFonts w:cs="Arial"/>
        </w:rPr>
        <w:t>Project goals</w:t>
      </w:r>
      <w:bookmarkEnd w:id="115"/>
      <w:bookmarkEnd w:id="116"/>
      <w:bookmarkEnd w:id="117"/>
      <w:bookmarkEnd w:id="118"/>
    </w:p>
    <w:p w14:paraId="2878E8FC" w14:textId="77777777" w:rsidR="00D93947" w:rsidRPr="00A30D7A" w:rsidRDefault="00D93947" w:rsidP="00D93947">
      <w:pPr>
        <w:rPr>
          <w:rFonts w:cs="Arial"/>
        </w:rPr>
      </w:pPr>
      <w:r w:rsidRPr="00A30D7A">
        <w:rPr>
          <w:rFonts w:cs="Arial"/>
        </w:rPr>
        <w:t xml:space="preserve">The </w:t>
      </w:r>
      <w:r w:rsidRPr="00A30D7A">
        <w:rPr>
          <w:rFonts w:cs="Arial"/>
          <w:szCs w:val="18"/>
        </w:rPr>
        <w:t>appointing party</w:t>
      </w:r>
      <w:r w:rsidRPr="00A30D7A">
        <w:rPr>
          <w:rFonts w:cs="Arial"/>
        </w:rPr>
        <w:t xml:space="preserve">’s goals for the project are shown in the </w:t>
      </w:r>
      <w:r w:rsidRPr="00A30D7A">
        <w:rPr>
          <w:rFonts w:cs="Arial"/>
          <w:b/>
          <w:bCs/>
          <w:color w:val="595959" w:themeColor="text1" w:themeTint="A6"/>
        </w:rPr>
        <w:t>Project goals table</w:t>
      </w:r>
      <w:r w:rsidRPr="00A30D7A">
        <w:rPr>
          <w:rFonts w:cs="Arial"/>
        </w:rPr>
        <w:t>.</w:t>
      </w:r>
    </w:p>
    <w:p w14:paraId="418ECBE9" w14:textId="77777777" w:rsidR="00D93947" w:rsidRPr="00A30D7A" w:rsidRDefault="00D93947" w:rsidP="002278A3">
      <w:pPr>
        <w:pStyle w:val="Tabletitle"/>
      </w:pPr>
      <w:r w:rsidRPr="00A30D7A">
        <w:t>Project goals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074"/>
        <w:gridCol w:w="2868"/>
      </w:tblGrid>
      <w:tr w:rsidR="00D93947" w:rsidRPr="00A30D7A" w14:paraId="7C8A600F" w14:textId="77777777" w:rsidTr="00615D4B">
        <w:trPr>
          <w:trHeight w:val="680"/>
        </w:trPr>
        <w:tc>
          <w:tcPr>
            <w:tcW w:w="946" w:type="dxa"/>
            <w:shd w:val="clear" w:color="auto" w:fill="D9E2F3" w:themeFill="accent1" w:themeFillTint="33"/>
            <w:vAlign w:val="center"/>
          </w:tcPr>
          <w:p w14:paraId="1E31849C" w14:textId="77777777" w:rsidR="00D93947" w:rsidRPr="00A30D7A" w:rsidRDefault="00D93947" w:rsidP="007D0605">
            <w:pPr>
              <w:pStyle w:val="Tabletitle"/>
            </w:pPr>
            <w:bookmarkStart w:id="124" w:name="_Hlk99300244"/>
            <w:r w:rsidRPr="00A30D7A">
              <w:t>Priority</w:t>
            </w:r>
          </w:p>
        </w:tc>
        <w:tc>
          <w:tcPr>
            <w:tcW w:w="5003" w:type="dxa"/>
            <w:shd w:val="clear" w:color="auto" w:fill="D9E2F3" w:themeFill="accent1" w:themeFillTint="33"/>
            <w:vAlign w:val="center"/>
          </w:tcPr>
          <w:p w14:paraId="6CB91BC7" w14:textId="77777777" w:rsidR="00D93947" w:rsidRPr="00A30D7A" w:rsidRDefault="00D93947" w:rsidP="007D0605">
            <w:pPr>
              <w:pStyle w:val="Tabletitle"/>
            </w:pPr>
            <w:r w:rsidRPr="00A30D7A">
              <w:t>Goal description</w:t>
            </w:r>
          </w:p>
        </w:tc>
        <w:tc>
          <w:tcPr>
            <w:tcW w:w="2828" w:type="dxa"/>
            <w:shd w:val="clear" w:color="auto" w:fill="D9E2F3" w:themeFill="accent1" w:themeFillTint="33"/>
            <w:vAlign w:val="center"/>
          </w:tcPr>
          <w:p w14:paraId="146B8999" w14:textId="77777777" w:rsidR="00D93947" w:rsidRPr="00A30D7A" w:rsidRDefault="00D93947" w:rsidP="007D0605">
            <w:pPr>
              <w:pStyle w:val="Tabletitle"/>
            </w:pPr>
            <w:r w:rsidRPr="00A30D7A">
              <w:t>Measures of success</w:t>
            </w:r>
          </w:p>
        </w:tc>
      </w:tr>
      <w:tr w:rsidR="00D93947" w:rsidRPr="00A30D7A" w14:paraId="780B3034" w14:textId="77777777" w:rsidTr="00615D4B">
        <w:trPr>
          <w:trHeight w:val="454"/>
        </w:trPr>
        <w:tc>
          <w:tcPr>
            <w:tcW w:w="946" w:type="dxa"/>
            <w:vAlign w:val="center"/>
          </w:tcPr>
          <w:p w14:paraId="63942977" w14:textId="77777777" w:rsidR="00D93947" w:rsidRPr="00A30D7A" w:rsidRDefault="00D93947" w:rsidP="00615D4B">
            <w:pPr>
              <w:rPr>
                <w:rFonts w:cs="Arial"/>
              </w:rPr>
            </w:pPr>
          </w:p>
        </w:tc>
        <w:tc>
          <w:tcPr>
            <w:tcW w:w="5003" w:type="dxa"/>
            <w:vAlign w:val="center"/>
          </w:tcPr>
          <w:p w14:paraId="4607AA8C" w14:textId="77777777" w:rsidR="00D93947" w:rsidRPr="00A30D7A" w:rsidRDefault="00D93947" w:rsidP="00615D4B">
            <w:pPr>
              <w:rPr>
                <w:rFonts w:cs="Arial"/>
              </w:rPr>
            </w:pPr>
          </w:p>
        </w:tc>
        <w:tc>
          <w:tcPr>
            <w:tcW w:w="2828" w:type="dxa"/>
            <w:vAlign w:val="center"/>
          </w:tcPr>
          <w:p w14:paraId="2F26A16A" w14:textId="77777777" w:rsidR="00D93947" w:rsidRPr="00A30D7A" w:rsidRDefault="00D93947" w:rsidP="00615D4B">
            <w:pPr>
              <w:rPr>
                <w:rFonts w:cs="Arial"/>
              </w:rPr>
            </w:pPr>
          </w:p>
        </w:tc>
      </w:tr>
      <w:tr w:rsidR="00D93947" w:rsidRPr="00A30D7A" w14:paraId="2C8A4C58" w14:textId="77777777" w:rsidTr="00615D4B">
        <w:trPr>
          <w:trHeight w:val="454"/>
        </w:trPr>
        <w:tc>
          <w:tcPr>
            <w:tcW w:w="946" w:type="dxa"/>
            <w:vAlign w:val="center"/>
          </w:tcPr>
          <w:p w14:paraId="60452CC8" w14:textId="77777777" w:rsidR="00D93947" w:rsidRPr="00A30D7A" w:rsidRDefault="00D93947" w:rsidP="00615D4B">
            <w:pPr>
              <w:rPr>
                <w:rFonts w:cs="Arial"/>
              </w:rPr>
            </w:pPr>
          </w:p>
        </w:tc>
        <w:tc>
          <w:tcPr>
            <w:tcW w:w="5003" w:type="dxa"/>
            <w:vAlign w:val="center"/>
          </w:tcPr>
          <w:p w14:paraId="58D3D217" w14:textId="77777777" w:rsidR="00D93947" w:rsidRPr="00A30D7A" w:rsidRDefault="00D93947" w:rsidP="00615D4B">
            <w:pPr>
              <w:rPr>
                <w:rFonts w:cs="Arial"/>
              </w:rPr>
            </w:pPr>
          </w:p>
        </w:tc>
        <w:tc>
          <w:tcPr>
            <w:tcW w:w="2828" w:type="dxa"/>
            <w:vAlign w:val="center"/>
          </w:tcPr>
          <w:p w14:paraId="512FA99A" w14:textId="77777777" w:rsidR="00D93947" w:rsidRPr="00A30D7A" w:rsidRDefault="00D93947" w:rsidP="00615D4B">
            <w:pPr>
              <w:rPr>
                <w:rFonts w:cs="Arial"/>
              </w:rPr>
            </w:pPr>
          </w:p>
        </w:tc>
      </w:tr>
      <w:tr w:rsidR="00D93947" w:rsidRPr="00A30D7A" w14:paraId="00286A11" w14:textId="77777777" w:rsidTr="00615D4B">
        <w:trPr>
          <w:trHeight w:val="454"/>
        </w:trPr>
        <w:tc>
          <w:tcPr>
            <w:tcW w:w="946" w:type="dxa"/>
            <w:vAlign w:val="center"/>
          </w:tcPr>
          <w:p w14:paraId="509F85D0" w14:textId="77777777" w:rsidR="00D93947" w:rsidRPr="00A30D7A" w:rsidRDefault="00D93947" w:rsidP="00615D4B">
            <w:pPr>
              <w:rPr>
                <w:rFonts w:cs="Arial"/>
              </w:rPr>
            </w:pPr>
          </w:p>
        </w:tc>
        <w:tc>
          <w:tcPr>
            <w:tcW w:w="5003" w:type="dxa"/>
            <w:vAlign w:val="center"/>
          </w:tcPr>
          <w:p w14:paraId="12DD5F19" w14:textId="77777777" w:rsidR="00D93947" w:rsidRPr="00A30D7A" w:rsidRDefault="00D93947" w:rsidP="00615D4B">
            <w:pPr>
              <w:rPr>
                <w:rFonts w:cs="Arial"/>
              </w:rPr>
            </w:pPr>
          </w:p>
        </w:tc>
        <w:tc>
          <w:tcPr>
            <w:tcW w:w="2828" w:type="dxa"/>
            <w:vAlign w:val="center"/>
          </w:tcPr>
          <w:p w14:paraId="5195F016" w14:textId="77777777" w:rsidR="00D93947" w:rsidRPr="00A30D7A" w:rsidRDefault="00D93947" w:rsidP="00615D4B">
            <w:pPr>
              <w:rPr>
                <w:rFonts w:cs="Arial"/>
              </w:rPr>
            </w:pPr>
          </w:p>
        </w:tc>
      </w:tr>
      <w:bookmarkEnd w:id="124"/>
    </w:tbl>
    <w:p w14:paraId="2979BB22" w14:textId="77777777" w:rsidR="00D93947" w:rsidRPr="00A30D7A" w:rsidRDefault="00D93947" w:rsidP="00D93947">
      <w:pPr>
        <w:rPr>
          <w:rFonts w:cs="Arial"/>
        </w:rPr>
      </w:pPr>
    </w:p>
    <w:p w14:paraId="1DA31323" w14:textId="2B0FA64A" w:rsidR="00D93947" w:rsidRPr="00A30D7A" w:rsidRDefault="00D93947" w:rsidP="00D93947">
      <w:pPr>
        <w:pStyle w:val="Instructions"/>
        <w:rPr>
          <w:rFonts w:cs="Arial"/>
          <w:bCs/>
        </w:rPr>
      </w:pPr>
      <w:r w:rsidRPr="00A30D7A">
        <w:rPr>
          <w:rFonts w:cs="Arial"/>
          <w:bCs/>
        </w:rPr>
        <w:t>Copy project goals from the asset information requirements (AIR), project information requirements (PIR) or</w:t>
      </w:r>
      <w:r w:rsidR="007F39FD">
        <w:rPr>
          <w:rFonts w:cs="Arial"/>
          <w:bCs/>
        </w:rPr>
        <w:t xml:space="preserve"> </w:t>
      </w:r>
      <w:r w:rsidRPr="00A30D7A">
        <w:rPr>
          <w:rFonts w:cs="Arial"/>
          <w:bCs/>
        </w:rPr>
        <w:t xml:space="preserve">EIR to provide overall context for the </w:t>
      </w:r>
      <w:r w:rsidR="00A07606" w:rsidRPr="00A30D7A">
        <w:rPr>
          <w:rFonts w:cs="Arial"/>
          <w:bCs/>
        </w:rPr>
        <w:t>next</w:t>
      </w:r>
      <w:r w:rsidRPr="00A30D7A">
        <w:rPr>
          <w:rFonts w:cs="Arial"/>
          <w:bCs/>
        </w:rPr>
        <w:t xml:space="preserve"> sections of the BEP.</w:t>
      </w:r>
    </w:p>
    <w:p w14:paraId="3E0CE098" w14:textId="5212285B" w:rsidR="00D93947" w:rsidRPr="00A30D7A" w:rsidRDefault="00D93947" w:rsidP="00D93947">
      <w:pPr>
        <w:pStyle w:val="Instructions"/>
        <w:rPr>
          <w:rFonts w:cs="Arial"/>
        </w:rPr>
      </w:pPr>
      <w:r w:rsidRPr="00A30D7A">
        <w:rPr>
          <w:rFonts w:cs="Arial"/>
          <w:b/>
        </w:rPr>
        <w:t>Priority:</w:t>
      </w:r>
      <w:r w:rsidRPr="00A30D7A">
        <w:rPr>
          <w:rFonts w:cs="Arial"/>
        </w:rPr>
        <w:t xml:space="preserve"> e.g. High, Medium, Low, 1, 2, 3, etc. Define numerical designations to make it clear what is meant by each.</w:t>
      </w:r>
    </w:p>
    <w:p w14:paraId="0F10F5E6" w14:textId="0C901CD0" w:rsidR="00D93947" w:rsidRPr="00A30D7A" w:rsidRDefault="00D93947" w:rsidP="00D93947">
      <w:pPr>
        <w:pStyle w:val="Instructions"/>
        <w:rPr>
          <w:rFonts w:cs="Arial"/>
        </w:rPr>
      </w:pPr>
      <w:r w:rsidRPr="00A30D7A">
        <w:rPr>
          <w:rFonts w:cs="Arial"/>
          <w:b/>
        </w:rPr>
        <w:t>Goal description:</w:t>
      </w:r>
      <w:r w:rsidRPr="00A30D7A">
        <w:rPr>
          <w:rFonts w:cs="Arial"/>
        </w:rPr>
        <w:t xml:space="preserve"> A brief description, e.g. Increase cost certainty. Refer to the goals described in the AIR and PIR when summarising them here.</w:t>
      </w:r>
    </w:p>
    <w:p w14:paraId="18B62165" w14:textId="097582EB" w:rsidR="00D93947" w:rsidRPr="00A30D7A" w:rsidRDefault="00D93947" w:rsidP="00D93947">
      <w:pPr>
        <w:pStyle w:val="Instructions"/>
        <w:rPr>
          <w:rFonts w:cs="Arial"/>
        </w:rPr>
      </w:pPr>
      <w:bookmarkStart w:id="125" w:name="_Hlk111730125"/>
      <w:r w:rsidRPr="00A30D7A">
        <w:rPr>
          <w:rFonts w:cs="Arial"/>
          <w:b/>
          <w:bCs/>
        </w:rPr>
        <w:t xml:space="preserve">Measures of success: </w:t>
      </w:r>
      <w:r w:rsidRPr="00A30D7A">
        <w:rPr>
          <w:rFonts w:cs="Arial"/>
        </w:rPr>
        <w:t xml:space="preserve">Quantifiable </w:t>
      </w:r>
      <w:r w:rsidR="00A07606" w:rsidRPr="00A30D7A">
        <w:rPr>
          <w:rFonts w:cs="Arial"/>
        </w:rPr>
        <w:t>where</w:t>
      </w:r>
      <w:r w:rsidRPr="00A30D7A">
        <w:rPr>
          <w:rFonts w:cs="Arial"/>
        </w:rPr>
        <w:t xml:space="preserve"> possible, e.g. reduced number of requests for information.</w:t>
      </w:r>
    </w:p>
    <w:p w14:paraId="1E2BD2F2" w14:textId="77777777" w:rsidR="00D93947" w:rsidRPr="00A30D7A" w:rsidRDefault="00D93947" w:rsidP="00D93947">
      <w:pPr>
        <w:pStyle w:val="Instructions"/>
        <w:rPr>
          <w:rFonts w:cs="Arial"/>
        </w:rPr>
      </w:pPr>
      <w:r w:rsidRPr="00A30D7A">
        <w:rPr>
          <w:rFonts w:cs="Arial"/>
        </w:rPr>
        <w:t>If goals are documented elsewhere, you may prefer to delete the table and reference the relevant document instead.</w:t>
      </w:r>
    </w:p>
    <w:p w14:paraId="684D96C5" w14:textId="6D0702E6" w:rsidR="00007FC3" w:rsidRPr="00A30D7A" w:rsidRDefault="00007FC3" w:rsidP="003D628C">
      <w:pPr>
        <w:pStyle w:val="Heading1"/>
      </w:pPr>
      <w:bookmarkStart w:id="126" w:name="_Toc163550129"/>
      <w:bookmarkEnd w:id="114"/>
      <w:bookmarkEnd w:id="125"/>
      <w:r w:rsidRPr="00A30D7A">
        <w:t>Commercial</w:t>
      </w:r>
      <w:bookmarkEnd w:id="126"/>
    </w:p>
    <w:p w14:paraId="227B3A13" w14:textId="77777777" w:rsidR="004F14AA" w:rsidRPr="00A30D7A" w:rsidRDefault="004F14AA" w:rsidP="004F14AA">
      <w:pPr>
        <w:pStyle w:val="Heading2"/>
        <w:rPr>
          <w:rFonts w:cs="Arial"/>
        </w:rPr>
      </w:pPr>
      <w:bookmarkStart w:id="127" w:name="_Toc163550130"/>
      <w:bookmarkEnd w:id="110"/>
      <w:r w:rsidRPr="00A30D7A">
        <w:rPr>
          <w:rFonts w:cs="Arial"/>
        </w:rPr>
        <w:t>Procurement strategy</w:t>
      </w:r>
      <w:bookmarkEnd w:id="127"/>
    </w:p>
    <w:p w14:paraId="6C6FBCF2" w14:textId="77777777" w:rsidR="004F14AA" w:rsidRPr="00A30D7A" w:rsidRDefault="004F14AA" w:rsidP="004F14AA">
      <w:pPr>
        <w:rPr>
          <w:rFonts w:cs="Arial"/>
        </w:rPr>
      </w:pPr>
      <w:r w:rsidRPr="00A30D7A">
        <w:rPr>
          <w:rFonts w:cs="Arial"/>
        </w:rPr>
        <w:t xml:space="preserve">The project procurement strategy is shown in the </w:t>
      </w:r>
      <w:r w:rsidRPr="00A30D7A">
        <w:rPr>
          <w:rFonts w:cs="Arial"/>
          <w:b/>
          <w:color w:val="595959" w:themeColor="text1" w:themeTint="A6"/>
        </w:rPr>
        <w:t>Project procurement strategy table</w:t>
      </w:r>
      <w:r w:rsidRPr="00A30D7A">
        <w:rPr>
          <w:rFonts w:cs="Arial"/>
        </w:rPr>
        <w:t>.</w:t>
      </w:r>
    </w:p>
    <w:p w14:paraId="15B08C26" w14:textId="77777777" w:rsidR="004F14AA" w:rsidRPr="00A30D7A" w:rsidRDefault="004F14AA" w:rsidP="002278A3">
      <w:pPr>
        <w:pStyle w:val="Tabletitle"/>
      </w:pPr>
      <w:r w:rsidRPr="00A30D7A">
        <w:t>Project procurement strategy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6"/>
        <w:gridCol w:w="4924"/>
      </w:tblGrid>
      <w:tr w:rsidR="004F14AA" w:rsidRPr="00A30D7A" w14:paraId="11B1B539" w14:textId="77777777" w:rsidTr="00615D4B">
        <w:trPr>
          <w:trHeight w:val="454"/>
        </w:trPr>
        <w:tc>
          <w:tcPr>
            <w:tcW w:w="4219" w:type="dxa"/>
            <w:shd w:val="clear" w:color="auto" w:fill="D9E2F3" w:themeFill="accent1" w:themeFillTint="33"/>
            <w:vAlign w:val="center"/>
          </w:tcPr>
          <w:p w14:paraId="30FD4793" w14:textId="0FAE1229" w:rsidR="004F14AA" w:rsidRPr="00A30D7A" w:rsidRDefault="004F14AA" w:rsidP="007D0605">
            <w:pPr>
              <w:pStyle w:val="Tabletitle"/>
            </w:pPr>
            <w:r w:rsidRPr="00A30D7A">
              <w:t>Project procurement strategy</w:t>
            </w:r>
          </w:p>
        </w:tc>
        <w:tc>
          <w:tcPr>
            <w:tcW w:w="5068" w:type="dxa"/>
            <w:vAlign w:val="center"/>
          </w:tcPr>
          <w:p w14:paraId="7FAFADF6" w14:textId="77777777" w:rsidR="004F14AA" w:rsidRPr="00A30D7A" w:rsidRDefault="004F14AA" w:rsidP="00615D4B">
            <w:pPr>
              <w:rPr>
                <w:rFonts w:cs="Arial"/>
                <w:szCs w:val="18"/>
              </w:rPr>
            </w:pPr>
          </w:p>
        </w:tc>
      </w:tr>
      <w:tr w:rsidR="004F14AA" w:rsidRPr="00A30D7A" w14:paraId="0A86A2B2" w14:textId="77777777" w:rsidTr="00615D4B">
        <w:trPr>
          <w:trHeight w:val="454"/>
        </w:trPr>
        <w:tc>
          <w:tcPr>
            <w:tcW w:w="4219" w:type="dxa"/>
            <w:shd w:val="clear" w:color="auto" w:fill="D9E2F3" w:themeFill="accent1" w:themeFillTint="33"/>
            <w:vAlign w:val="center"/>
          </w:tcPr>
          <w:p w14:paraId="6982131D" w14:textId="3FCC43FE" w:rsidR="004F14AA" w:rsidRPr="00A30D7A" w:rsidRDefault="004F14AA" w:rsidP="007D0605">
            <w:pPr>
              <w:pStyle w:val="Tabletitle"/>
            </w:pPr>
            <w:r w:rsidRPr="00A30D7A">
              <w:t xml:space="preserve">Contractor engagement </w:t>
            </w:r>
            <w:r w:rsidR="00D81DA7">
              <w:t>(</w:t>
            </w:r>
            <w:r w:rsidRPr="00A30D7A">
              <w:t>indicative date</w:t>
            </w:r>
            <w:r w:rsidR="00D81DA7">
              <w:t>)</w:t>
            </w:r>
          </w:p>
        </w:tc>
        <w:tc>
          <w:tcPr>
            <w:tcW w:w="5068" w:type="dxa"/>
            <w:vAlign w:val="center"/>
          </w:tcPr>
          <w:p w14:paraId="3E241D59" w14:textId="77777777" w:rsidR="004F14AA" w:rsidRPr="00A30D7A" w:rsidRDefault="004F14AA" w:rsidP="00615D4B">
            <w:pPr>
              <w:rPr>
                <w:rFonts w:cs="Arial"/>
                <w:szCs w:val="18"/>
              </w:rPr>
            </w:pPr>
          </w:p>
        </w:tc>
      </w:tr>
    </w:tbl>
    <w:p w14:paraId="6A1C4574" w14:textId="77777777" w:rsidR="004F14AA" w:rsidRPr="00A30D7A" w:rsidRDefault="004F14AA" w:rsidP="004F14AA">
      <w:pPr>
        <w:pStyle w:val="Prompt"/>
        <w:rPr>
          <w:rFonts w:cs="Arial"/>
          <w:color w:val="auto"/>
        </w:rPr>
      </w:pPr>
    </w:p>
    <w:p w14:paraId="59A15538" w14:textId="448E6A81" w:rsidR="004F14AA" w:rsidRPr="00A30D7A" w:rsidRDefault="004F14AA" w:rsidP="004F14AA">
      <w:pPr>
        <w:pStyle w:val="Instructions"/>
        <w:rPr>
          <w:rFonts w:cs="Arial"/>
        </w:rPr>
      </w:pPr>
      <w:r w:rsidRPr="00A30D7A">
        <w:rPr>
          <w:rFonts w:cs="Arial"/>
        </w:rPr>
        <w:t xml:space="preserve">Insert the details documented elsewhere, e.g. </w:t>
      </w:r>
      <w:r w:rsidR="00C23E58" w:rsidRPr="00A30D7A">
        <w:rPr>
          <w:rFonts w:cs="Arial"/>
        </w:rPr>
        <w:t xml:space="preserve">from </w:t>
      </w:r>
      <w:r w:rsidRPr="00A30D7A">
        <w:rPr>
          <w:rFonts w:cs="Arial"/>
        </w:rPr>
        <w:t xml:space="preserve">the </w:t>
      </w:r>
      <w:r w:rsidR="00A07606" w:rsidRPr="00A30D7A">
        <w:rPr>
          <w:rFonts w:cs="Arial"/>
        </w:rPr>
        <w:t xml:space="preserve">EIR or </w:t>
      </w:r>
      <w:r w:rsidRPr="00A30D7A">
        <w:rPr>
          <w:rFonts w:cs="Arial"/>
          <w:i/>
        </w:rPr>
        <w:t>Project BIM Brie</w:t>
      </w:r>
      <w:r w:rsidRPr="00A30D7A">
        <w:rPr>
          <w:rFonts w:cs="Arial"/>
          <w:i/>
          <w:iCs/>
        </w:rPr>
        <w:t>f</w:t>
      </w:r>
      <w:r w:rsidRPr="00A30D7A">
        <w:rPr>
          <w:rFonts w:cs="Arial"/>
        </w:rPr>
        <w:t>. For example</w:t>
      </w:r>
      <w:r w:rsidR="001B7BBB" w:rsidRPr="00A30D7A">
        <w:rPr>
          <w:rFonts w:cs="Arial"/>
        </w:rPr>
        <w:t>, for the procurement strategy</w:t>
      </w:r>
      <w:r w:rsidRPr="00A30D7A">
        <w:rPr>
          <w:rFonts w:cs="Arial"/>
        </w:rPr>
        <w:t>: Design Bid Build, Design and Construct, Integrated Project Delivery</w:t>
      </w:r>
      <w:r w:rsidRPr="00A30D7A">
        <w:rPr>
          <w:rFonts w:cs="Arial"/>
          <w:i/>
        </w:rPr>
        <w:t xml:space="preserve">. </w:t>
      </w:r>
      <w:r w:rsidRPr="00A30D7A">
        <w:rPr>
          <w:rFonts w:cs="Arial"/>
        </w:rPr>
        <w:t>If unknown, write ‘to be confirmed’. Highlight any amendments made after the issue of the EIR.</w:t>
      </w:r>
    </w:p>
    <w:p w14:paraId="1D4F3CA2" w14:textId="2601E960" w:rsidR="004F14AA" w:rsidRPr="00A30D7A" w:rsidRDefault="004F14AA" w:rsidP="004F14AA">
      <w:pPr>
        <w:pStyle w:val="Instructions"/>
        <w:rPr>
          <w:rFonts w:cs="Arial"/>
        </w:rPr>
      </w:pPr>
      <w:r w:rsidRPr="00A30D7A">
        <w:rPr>
          <w:rFonts w:cs="Arial"/>
        </w:rPr>
        <w:t>The procurement strategy will determine if a single or multiple BEPs are required and when/how the responsibility is handed over. If it involves the designer as part of the contractor engagement, the Design BEP and Construction BEP can be combined in one document.</w:t>
      </w:r>
    </w:p>
    <w:p w14:paraId="12EB03D9" w14:textId="77777777" w:rsidR="001E444B" w:rsidRPr="00A30D7A" w:rsidRDefault="001E444B" w:rsidP="00760A38">
      <w:pPr>
        <w:rPr>
          <w:rFonts w:cs="Arial"/>
        </w:rPr>
      </w:pPr>
      <w:r w:rsidRPr="00A30D7A">
        <w:rPr>
          <w:rFonts w:cs="Arial"/>
        </w:rPr>
        <w:br w:type="page"/>
      </w:r>
    </w:p>
    <w:p w14:paraId="4497A288" w14:textId="31BF321C" w:rsidR="001F0EE4" w:rsidRPr="00A30D7A" w:rsidRDefault="00552AD8" w:rsidP="001F0EE4">
      <w:pPr>
        <w:pStyle w:val="Heading2"/>
        <w:rPr>
          <w:rFonts w:cs="Arial"/>
        </w:rPr>
      </w:pPr>
      <w:bookmarkStart w:id="128" w:name="_Toc98842910"/>
      <w:bookmarkStart w:id="129" w:name="_Toc98843413"/>
      <w:bookmarkStart w:id="130" w:name="_Toc98842914"/>
      <w:bookmarkStart w:id="131" w:name="_Toc98843417"/>
      <w:bookmarkStart w:id="132" w:name="_Toc98842915"/>
      <w:bookmarkStart w:id="133" w:name="_Toc98843418"/>
      <w:bookmarkStart w:id="134" w:name="_Toc98842916"/>
      <w:bookmarkStart w:id="135" w:name="_Toc98843419"/>
      <w:bookmarkStart w:id="136" w:name="_Toc98842917"/>
      <w:bookmarkStart w:id="137" w:name="_Toc98843420"/>
      <w:bookmarkStart w:id="138" w:name="_Toc98842918"/>
      <w:bookmarkStart w:id="139" w:name="_Toc98843421"/>
      <w:bookmarkStart w:id="140" w:name="_Toc98842986"/>
      <w:bookmarkStart w:id="141" w:name="_Toc98843489"/>
      <w:bookmarkStart w:id="142" w:name="_Toc441587282"/>
      <w:bookmarkStart w:id="143" w:name="_Toc443997703"/>
      <w:bookmarkStart w:id="144" w:name="_Toc163550131"/>
      <w:bookmarkEnd w:id="119"/>
      <w:bookmarkEnd w:id="120"/>
      <w:bookmarkEnd w:id="121"/>
      <w:bookmarkEnd w:id="122"/>
      <w:bookmarkEnd w:id="123"/>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A30D7A">
        <w:rPr>
          <w:rFonts w:cs="Arial"/>
        </w:rPr>
        <w:lastRenderedPageBreak/>
        <w:t>Delivery</w:t>
      </w:r>
      <w:r w:rsidR="001F0EE4" w:rsidRPr="00A30D7A">
        <w:rPr>
          <w:rFonts w:cs="Arial"/>
        </w:rPr>
        <w:t xml:space="preserve"> team members</w:t>
      </w:r>
      <w:bookmarkEnd w:id="142"/>
      <w:bookmarkEnd w:id="143"/>
      <w:bookmarkEnd w:id="144"/>
    </w:p>
    <w:p w14:paraId="08432762" w14:textId="79646127" w:rsidR="001F0EE4" w:rsidRPr="00A30D7A" w:rsidRDefault="009E6B11" w:rsidP="003F195B">
      <w:pPr>
        <w:rPr>
          <w:rFonts w:cs="Arial"/>
        </w:rPr>
      </w:pPr>
      <w:r w:rsidRPr="00A30D7A">
        <w:rPr>
          <w:rFonts w:cs="Arial"/>
        </w:rPr>
        <w:t xml:space="preserve">Contact details: </w:t>
      </w:r>
      <w:r w:rsidR="001F0EE4" w:rsidRPr="00A30D7A">
        <w:rPr>
          <w:rFonts w:cs="Arial"/>
        </w:rPr>
        <w:t xml:space="preserve">The contact details </w:t>
      </w:r>
      <w:r w:rsidR="00353DE3">
        <w:rPr>
          <w:rFonts w:cs="Arial"/>
        </w:rPr>
        <w:t>of</w:t>
      </w:r>
      <w:r w:rsidR="001F0EE4" w:rsidRPr="00A30D7A">
        <w:rPr>
          <w:rFonts w:cs="Arial"/>
        </w:rPr>
        <w:t xml:space="preserve"> key stakeholders who will</w:t>
      </w:r>
      <w:r w:rsidRPr="00A30D7A">
        <w:rPr>
          <w:rFonts w:cs="Arial"/>
        </w:rPr>
        <w:t xml:space="preserve"> undertake the information management function on behalf of the delivery team</w:t>
      </w:r>
      <w:r w:rsidRPr="00A30D7A" w:rsidDel="009E6B11">
        <w:rPr>
          <w:rFonts w:cs="Arial"/>
        </w:rPr>
        <w:t xml:space="preserve"> </w:t>
      </w:r>
      <w:r w:rsidR="00B33CEE" w:rsidRPr="00A30D7A">
        <w:rPr>
          <w:rFonts w:cs="Arial"/>
        </w:rPr>
        <w:t xml:space="preserve">are </w:t>
      </w:r>
      <w:r w:rsidRPr="00A30D7A">
        <w:rPr>
          <w:rFonts w:cs="Arial"/>
        </w:rPr>
        <w:t>shown</w:t>
      </w:r>
      <w:r w:rsidR="00B33CEE" w:rsidRPr="00A30D7A">
        <w:rPr>
          <w:rFonts w:cs="Arial"/>
        </w:rPr>
        <w:t xml:space="preserve"> in the </w:t>
      </w:r>
      <w:r w:rsidR="00CE0871" w:rsidRPr="00A30D7A">
        <w:rPr>
          <w:rFonts w:cs="Arial"/>
          <w:b/>
          <w:bCs/>
          <w:color w:val="595959" w:themeColor="text1" w:themeTint="A6"/>
        </w:rPr>
        <w:t>Delivery</w:t>
      </w:r>
      <w:r w:rsidR="00B33CEE" w:rsidRPr="00A30D7A">
        <w:rPr>
          <w:rFonts w:cs="Arial"/>
          <w:b/>
          <w:bCs/>
          <w:color w:val="595959" w:themeColor="text1" w:themeTint="A6"/>
        </w:rPr>
        <w:t xml:space="preserve"> team </w:t>
      </w:r>
      <w:proofErr w:type="gramStart"/>
      <w:r w:rsidR="00B33CEE" w:rsidRPr="00A30D7A">
        <w:rPr>
          <w:rFonts w:cs="Arial"/>
          <w:b/>
          <w:bCs/>
          <w:color w:val="595959" w:themeColor="text1" w:themeTint="A6"/>
        </w:rPr>
        <w:t>member</w:t>
      </w:r>
      <w:r w:rsidR="00844A6B" w:rsidRPr="00A30D7A">
        <w:rPr>
          <w:rFonts w:cs="Arial"/>
          <w:b/>
          <w:bCs/>
          <w:color w:val="595959" w:themeColor="text1" w:themeTint="A6"/>
        </w:rPr>
        <w:t>s</w:t>
      </w:r>
      <w:proofErr w:type="gramEnd"/>
      <w:r w:rsidR="00B33CEE" w:rsidRPr="00A30D7A">
        <w:rPr>
          <w:rFonts w:cs="Arial"/>
          <w:b/>
          <w:bCs/>
          <w:color w:val="595959" w:themeColor="text1" w:themeTint="A6"/>
        </w:rPr>
        <w:t xml:space="preserve"> table</w:t>
      </w:r>
      <w:r w:rsidR="00B33CEE" w:rsidRPr="00A30D7A">
        <w:rPr>
          <w:rFonts w:cs="Arial"/>
        </w:rPr>
        <w:t>.</w:t>
      </w:r>
    </w:p>
    <w:p w14:paraId="1C670BA4" w14:textId="176AFD62" w:rsidR="00B33CEE" w:rsidRPr="00A30D7A" w:rsidRDefault="00552AD8" w:rsidP="002278A3">
      <w:pPr>
        <w:pStyle w:val="Tabletitle"/>
      </w:pPr>
      <w:r w:rsidRPr="00A30D7A">
        <w:t>Delivery</w:t>
      </w:r>
      <w:r w:rsidR="00B33CEE" w:rsidRPr="00A30D7A">
        <w:t xml:space="preserve"> team member</w:t>
      </w:r>
      <w:r w:rsidR="00844A6B" w:rsidRPr="00A30D7A">
        <w:t>s</w:t>
      </w:r>
      <w:r w:rsidR="00B33CEE" w:rsidRPr="00A30D7A">
        <w:t xml:space="preserve"> table</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1637"/>
        <w:gridCol w:w="1720"/>
        <w:gridCol w:w="1720"/>
        <w:gridCol w:w="1720"/>
      </w:tblGrid>
      <w:tr w:rsidR="001F0EE4" w:rsidRPr="00A30D7A" w14:paraId="54973DDB" w14:textId="77777777" w:rsidTr="003F195B">
        <w:trPr>
          <w:trHeight w:val="454"/>
          <w:tblHeader/>
        </w:trPr>
        <w:tc>
          <w:tcPr>
            <w:tcW w:w="2264" w:type="dxa"/>
            <w:shd w:val="clear" w:color="auto" w:fill="D9E2F3" w:themeFill="accent1" w:themeFillTint="33"/>
            <w:vAlign w:val="center"/>
          </w:tcPr>
          <w:p w14:paraId="134A8444" w14:textId="77777777" w:rsidR="001F0EE4" w:rsidRPr="00A30D7A" w:rsidRDefault="001F0EE4" w:rsidP="007D0605">
            <w:pPr>
              <w:pStyle w:val="Tabletitle"/>
            </w:pPr>
            <w:r w:rsidRPr="00A30D7A">
              <w:t>Role</w:t>
            </w:r>
          </w:p>
        </w:tc>
        <w:tc>
          <w:tcPr>
            <w:tcW w:w="1637" w:type="dxa"/>
            <w:shd w:val="clear" w:color="auto" w:fill="D9E2F3" w:themeFill="accent1" w:themeFillTint="33"/>
            <w:vAlign w:val="center"/>
          </w:tcPr>
          <w:p w14:paraId="2CC0D7E1" w14:textId="77777777" w:rsidR="001F0EE4" w:rsidRPr="00A30D7A" w:rsidRDefault="001F0EE4" w:rsidP="007D0605">
            <w:pPr>
              <w:pStyle w:val="Tabletitle"/>
            </w:pPr>
            <w:r w:rsidRPr="00A30D7A">
              <w:t>Discipline</w:t>
            </w:r>
          </w:p>
        </w:tc>
        <w:tc>
          <w:tcPr>
            <w:tcW w:w="1720" w:type="dxa"/>
            <w:shd w:val="clear" w:color="auto" w:fill="D9E2F3" w:themeFill="accent1" w:themeFillTint="33"/>
            <w:vAlign w:val="center"/>
          </w:tcPr>
          <w:p w14:paraId="7D26AEE6" w14:textId="77777777" w:rsidR="001F0EE4" w:rsidRPr="00A30D7A" w:rsidRDefault="001F0EE4" w:rsidP="007D0605">
            <w:pPr>
              <w:pStyle w:val="Tabletitle"/>
            </w:pPr>
            <w:r w:rsidRPr="00A30D7A">
              <w:t>Name</w:t>
            </w:r>
          </w:p>
        </w:tc>
        <w:tc>
          <w:tcPr>
            <w:tcW w:w="1720" w:type="dxa"/>
            <w:shd w:val="clear" w:color="auto" w:fill="D9E2F3" w:themeFill="accent1" w:themeFillTint="33"/>
            <w:vAlign w:val="center"/>
          </w:tcPr>
          <w:p w14:paraId="5010976D" w14:textId="77777777" w:rsidR="001F0EE4" w:rsidRPr="00A30D7A" w:rsidRDefault="001F0EE4" w:rsidP="007D0605">
            <w:pPr>
              <w:pStyle w:val="Tabletitle"/>
            </w:pPr>
            <w:r w:rsidRPr="00A30D7A">
              <w:t>Company/</w:t>
            </w:r>
          </w:p>
          <w:p w14:paraId="278E23C4" w14:textId="77777777" w:rsidR="001F0EE4" w:rsidRPr="00A30D7A" w:rsidRDefault="001F0EE4" w:rsidP="007D0605">
            <w:pPr>
              <w:pStyle w:val="Tabletitle"/>
            </w:pPr>
            <w:r w:rsidRPr="00A30D7A">
              <w:t>Organisation</w:t>
            </w:r>
          </w:p>
        </w:tc>
        <w:tc>
          <w:tcPr>
            <w:tcW w:w="1720" w:type="dxa"/>
            <w:shd w:val="clear" w:color="auto" w:fill="D9E2F3" w:themeFill="accent1" w:themeFillTint="33"/>
            <w:vAlign w:val="center"/>
          </w:tcPr>
          <w:p w14:paraId="12FED0A6" w14:textId="68DE812D" w:rsidR="001F0EE4" w:rsidRPr="00A30D7A" w:rsidRDefault="001F0EE4" w:rsidP="007D0605">
            <w:pPr>
              <w:pStyle w:val="Tabletitle"/>
            </w:pPr>
            <w:r w:rsidRPr="00A30D7A">
              <w:t>Email</w:t>
            </w:r>
            <w:r w:rsidR="00B33CEE" w:rsidRPr="00A30D7A">
              <w:t>/Phone</w:t>
            </w:r>
          </w:p>
        </w:tc>
      </w:tr>
      <w:tr w:rsidR="009D5280" w:rsidRPr="00A30D7A" w14:paraId="4EAE61A6" w14:textId="77777777" w:rsidTr="00184CAC">
        <w:trPr>
          <w:trHeight w:val="454"/>
          <w:tblHeader/>
        </w:trPr>
        <w:tc>
          <w:tcPr>
            <w:tcW w:w="2264" w:type="dxa"/>
            <w:vAlign w:val="center"/>
          </w:tcPr>
          <w:p w14:paraId="491C347F" w14:textId="412E3E04" w:rsidR="009D5280" w:rsidRPr="00A30D7A" w:rsidRDefault="009D5280" w:rsidP="007D0605">
            <w:pPr>
              <w:pStyle w:val="Tabletitle"/>
              <w:rPr>
                <w:b w:val="0"/>
                <w:bCs/>
              </w:rPr>
            </w:pPr>
            <w:r w:rsidRPr="00A30D7A">
              <w:rPr>
                <w:b w:val="0"/>
                <w:bCs/>
              </w:rPr>
              <w:t>Quantity Surveyor</w:t>
            </w:r>
          </w:p>
        </w:tc>
        <w:tc>
          <w:tcPr>
            <w:tcW w:w="1637" w:type="dxa"/>
            <w:vAlign w:val="center"/>
          </w:tcPr>
          <w:p w14:paraId="5A16CE11" w14:textId="260E0309" w:rsidR="009D5280" w:rsidRPr="00A30D7A" w:rsidRDefault="009D5280" w:rsidP="007D0605">
            <w:pPr>
              <w:pStyle w:val="Tabletitle"/>
              <w:rPr>
                <w:b w:val="0"/>
                <w:bCs/>
              </w:rPr>
            </w:pPr>
            <w:r w:rsidRPr="00A30D7A">
              <w:rPr>
                <w:b w:val="0"/>
                <w:bCs/>
              </w:rPr>
              <w:t>Cost Planning</w:t>
            </w:r>
          </w:p>
        </w:tc>
        <w:tc>
          <w:tcPr>
            <w:tcW w:w="1720" w:type="dxa"/>
            <w:vAlign w:val="center"/>
          </w:tcPr>
          <w:p w14:paraId="37EC4B87" w14:textId="77777777" w:rsidR="009D5280" w:rsidRPr="00A30D7A" w:rsidRDefault="009D5280" w:rsidP="009D5280">
            <w:pPr>
              <w:rPr>
                <w:rFonts w:cs="Arial"/>
                <w:bCs/>
              </w:rPr>
            </w:pPr>
          </w:p>
        </w:tc>
        <w:tc>
          <w:tcPr>
            <w:tcW w:w="1720" w:type="dxa"/>
            <w:vAlign w:val="center"/>
          </w:tcPr>
          <w:p w14:paraId="7F1A3C5A" w14:textId="77777777" w:rsidR="009D5280" w:rsidRPr="00A30D7A" w:rsidRDefault="009D5280" w:rsidP="009D5280">
            <w:pPr>
              <w:rPr>
                <w:rFonts w:cs="Arial"/>
                <w:bCs/>
              </w:rPr>
            </w:pPr>
          </w:p>
        </w:tc>
        <w:tc>
          <w:tcPr>
            <w:tcW w:w="1720" w:type="dxa"/>
            <w:vAlign w:val="center"/>
          </w:tcPr>
          <w:p w14:paraId="2C8A3F62" w14:textId="77777777" w:rsidR="009D5280" w:rsidRPr="00A30D7A" w:rsidRDefault="009D5280" w:rsidP="009D5280">
            <w:pPr>
              <w:rPr>
                <w:rFonts w:cs="Arial"/>
                <w:bCs/>
              </w:rPr>
            </w:pPr>
          </w:p>
        </w:tc>
      </w:tr>
      <w:tr w:rsidR="001F0EE4" w:rsidRPr="00A30D7A" w14:paraId="5D2D2622" w14:textId="77777777" w:rsidTr="003F195B">
        <w:trPr>
          <w:trHeight w:val="454"/>
          <w:tblHeader/>
        </w:trPr>
        <w:tc>
          <w:tcPr>
            <w:tcW w:w="2264" w:type="dxa"/>
            <w:vAlign w:val="center"/>
          </w:tcPr>
          <w:p w14:paraId="64BB5939" w14:textId="6803E2C1" w:rsidR="001F0EE4" w:rsidRPr="00A30D7A" w:rsidRDefault="001F0EE4" w:rsidP="007D0605">
            <w:pPr>
              <w:pStyle w:val="Tabletitle"/>
              <w:rPr>
                <w:b w:val="0"/>
                <w:bCs/>
              </w:rPr>
            </w:pPr>
            <w:r w:rsidRPr="00A30D7A">
              <w:rPr>
                <w:b w:val="0"/>
                <w:bCs/>
              </w:rPr>
              <w:t>BIM Manager</w:t>
            </w:r>
          </w:p>
        </w:tc>
        <w:tc>
          <w:tcPr>
            <w:tcW w:w="1637" w:type="dxa"/>
            <w:vAlign w:val="center"/>
          </w:tcPr>
          <w:p w14:paraId="025AD14D" w14:textId="35CF68FF" w:rsidR="001F0EE4" w:rsidRPr="00A30D7A" w:rsidRDefault="001F0EE4" w:rsidP="007D0605">
            <w:pPr>
              <w:pStyle w:val="Tabletitle"/>
              <w:rPr>
                <w:b w:val="0"/>
                <w:bCs/>
              </w:rPr>
            </w:pPr>
          </w:p>
        </w:tc>
        <w:tc>
          <w:tcPr>
            <w:tcW w:w="1720" w:type="dxa"/>
            <w:vAlign w:val="center"/>
          </w:tcPr>
          <w:p w14:paraId="711C3888" w14:textId="77777777" w:rsidR="001F0EE4" w:rsidRPr="00A30D7A" w:rsidRDefault="001F0EE4" w:rsidP="00E22DB2">
            <w:pPr>
              <w:rPr>
                <w:rFonts w:cs="Arial"/>
                <w:bCs/>
              </w:rPr>
            </w:pPr>
          </w:p>
        </w:tc>
        <w:tc>
          <w:tcPr>
            <w:tcW w:w="1720" w:type="dxa"/>
            <w:vAlign w:val="center"/>
          </w:tcPr>
          <w:p w14:paraId="62B1B723" w14:textId="77777777" w:rsidR="001F0EE4" w:rsidRPr="00A30D7A" w:rsidRDefault="001F0EE4" w:rsidP="00E22DB2">
            <w:pPr>
              <w:rPr>
                <w:rFonts w:cs="Arial"/>
                <w:bCs/>
              </w:rPr>
            </w:pPr>
          </w:p>
        </w:tc>
        <w:tc>
          <w:tcPr>
            <w:tcW w:w="1720" w:type="dxa"/>
            <w:vAlign w:val="center"/>
          </w:tcPr>
          <w:p w14:paraId="56CBA2B0" w14:textId="77777777" w:rsidR="001F0EE4" w:rsidRPr="00A30D7A" w:rsidRDefault="001F0EE4" w:rsidP="00E22DB2">
            <w:pPr>
              <w:rPr>
                <w:rFonts w:cs="Arial"/>
                <w:bCs/>
              </w:rPr>
            </w:pPr>
          </w:p>
        </w:tc>
      </w:tr>
      <w:tr w:rsidR="001D6B67" w:rsidRPr="00A30D7A" w14:paraId="65DE5E0C" w14:textId="77777777" w:rsidTr="003F195B">
        <w:trPr>
          <w:trHeight w:val="454"/>
          <w:tblHeader/>
        </w:trPr>
        <w:tc>
          <w:tcPr>
            <w:tcW w:w="2264" w:type="dxa"/>
            <w:vAlign w:val="center"/>
          </w:tcPr>
          <w:p w14:paraId="11FC3BF7" w14:textId="7738D052" w:rsidR="001D6B67" w:rsidRPr="00A30D7A" w:rsidDel="001D6B67" w:rsidRDefault="001D6B67" w:rsidP="007D0605">
            <w:pPr>
              <w:pStyle w:val="Tabletitle"/>
              <w:rPr>
                <w:b w:val="0"/>
                <w:bCs/>
              </w:rPr>
            </w:pPr>
            <w:r w:rsidRPr="00A30D7A">
              <w:rPr>
                <w:b w:val="0"/>
                <w:bCs/>
              </w:rPr>
              <w:t>Architect</w:t>
            </w:r>
            <w:r w:rsidR="00184CAC" w:rsidRPr="00A30D7A">
              <w:rPr>
                <w:b w:val="0"/>
                <w:bCs/>
              </w:rPr>
              <w:t>ural BIM Lead</w:t>
            </w:r>
          </w:p>
        </w:tc>
        <w:tc>
          <w:tcPr>
            <w:tcW w:w="1637" w:type="dxa"/>
            <w:vAlign w:val="center"/>
          </w:tcPr>
          <w:p w14:paraId="149537E4" w14:textId="231BC06C" w:rsidR="001D6B67" w:rsidRPr="00A30D7A" w:rsidRDefault="001D6B67" w:rsidP="007D0605">
            <w:pPr>
              <w:pStyle w:val="Tabletitle"/>
              <w:rPr>
                <w:b w:val="0"/>
                <w:bCs/>
              </w:rPr>
            </w:pPr>
            <w:r w:rsidRPr="00A30D7A">
              <w:rPr>
                <w:b w:val="0"/>
                <w:bCs/>
              </w:rPr>
              <w:t>Architecture</w:t>
            </w:r>
          </w:p>
        </w:tc>
        <w:tc>
          <w:tcPr>
            <w:tcW w:w="1720" w:type="dxa"/>
            <w:vAlign w:val="center"/>
          </w:tcPr>
          <w:p w14:paraId="3B8DF268" w14:textId="77777777" w:rsidR="001D6B67" w:rsidRPr="00A30D7A" w:rsidRDefault="001D6B67" w:rsidP="0060178F">
            <w:pPr>
              <w:pStyle w:val="Tabletitle"/>
              <w:rPr>
                <w:rFonts w:cs="Arial"/>
                <w:b w:val="0"/>
                <w:bCs/>
              </w:rPr>
            </w:pPr>
          </w:p>
        </w:tc>
        <w:tc>
          <w:tcPr>
            <w:tcW w:w="1720" w:type="dxa"/>
            <w:vAlign w:val="center"/>
          </w:tcPr>
          <w:p w14:paraId="4F994BAF" w14:textId="77777777" w:rsidR="001D6B67" w:rsidRPr="00A30D7A" w:rsidRDefault="001D6B67" w:rsidP="0060178F">
            <w:pPr>
              <w:pStyle w:val="Tabletitle"/>
              <w:rPr>
                <w:rFonts w:cs="Arial"/>
                <w:b w:val="0"/>
                <w:bCs/>
              </w:rPr>
            </w:pPr>
          </w:p>
        </w:tc>
        <w:tc>
          <w:tcPr>
            <w:tcW w:w="1720" w:type="dxa"/>
            <w:vAlign w:val="center"/>
          </w:tcPr>
          <w:p w14:paraId="46F9527D" w14:textId="77777777" w:rsidR="001D6B67" w:rsidRPr="00A30D7A" w:rsidRDefault="001D6B67" w:rsidP="0060178F">
            <w:pPr>
              <w:pStyle w:val="Tabletitle"/>
              <w:rPr>
                <w:rFonts w:cs="Arial"/>
                <w:b w:val="0"/>
                <w:bCs/>
              </w:rPr>
            </w:pPr>
          </w:p>
        </w:tc>
      </w:tr>
      <w:tr w:rsidR="001D6B67" w:rsidRPr="00A30D7A" w14:paraId="62293BAC" w14:textId="77777777" w:rsidTr="003F195B">
        <w:trPr>
          <w:trHeight w:val="454"/>
          <w:tblHeader/>
        </w:trPr>
        <w:tc>
          <w:tcPr>
            <w:tcW w:w="2264" w:type="dxa"/>
            <w:vAlign w:val="center"/>
          </w:tcPr>
          <w:p w14:paraId="16C43BA5" w14:textId="1EAA25A7" w:rsidR="001D6B67" w:rsidRPr="00A30D7A" w:rsidDel="001D6B67" w:rsidRDefault="001D6B67" w:rsidP="007D0605">
            <w:pPr>
              <w:pStyle w:val="Tabletitle"/>
              <w:rPr>
                <w:b w:val="0"/>
                <w:bCs/>
              </w:rPr>
            </w:pPr>
            <w:r w:rsidRPr="00A30D7A">
              <w:rPr>
                <w:b w:val="0"/>
                <w:bCs/>
              </w:rPr>
              <w:t>Civil Engineer</w:t>
            </w:r>
            <w:r w:rsidR="00184CAC" w:rsidRPr="00A30D7A">
              <w:rPr>
                <w:b w:val="0"/>
                <w:bCs/>
              </w:rPr>
              <w:t>ing BIM Lead</w:t>
            </w:r>
          </w:p>
        </w:tc>
        <w:tc>
          <w:tcPr>
            <w:tcW w:w="1637" w:type="dxa"/>
            <w:vAlign w:val="center"/>
          </w:tcPr>
          <w:p w14:paraId="0130DA79" w14:textId="40989B89" w:rsidR="001D6B67" w:rsidRPr="00A30D7A" w:rsidRDefault="001D6B67" w:rsidP="007D0605">
            <w:pPr>
              <w:pStyle w:val="Tabletitle"/>
              <w:rPr>
                <w:b w:val="0"/>
                <w:bCs/>
              </w:rPr>
            </w:pPr>
            <w:r w:rsidRPr="00A30D7A">
              <w:rPr>
                <w:b w:val="0"/>
                <w:bCs/>
              </w:rPr>
              <w:t>Civil</w:t>
            </w:r>
          </w:p>
        </w:tc>
        <w:tc>
          <w:tcPr>
            <w:tcW w:w="1720" w:type="dxa"/>
            <w:vAlign w:val="center"/>
          </w:tcPr>
          <w:p w14:paraId="4A3A09E8" w14:textId="77777777" w:rsidR="001D6B67" w:rsidRPr="00A30D7A" w:rsidRDefault="001D6B67" w:rsidP="0060178F">
            <w:pPr>
              <w:pStyle w:val="Tabletitle"/>
              <w:rPr>
                <w:rFonts w:cs="Arial"/>
                <w:b w:val="0"/>
                <w:bCs/>
              </w:rPr>
            </w:pPr>
          </w:p>
        </w:tc>
        <w:tc>
          <w:tcPr>
            <w:tcW w:w="1720" w:type="dxa"/>
            <w:vAlign w:val="center"/>
          </w:tcPr>
          <w:p w14:paraId="2F9ADABB" w14:textId="77777777" w:rsidR="001D6B67" w:rsidRPr="00A30D7A" w:rsidRDefault="001D6B67" w:rsidP="0060178F">
            <w:pPr>
              <w:pStyle w:val="Tabletitle"/>
              <w:rPr>
                <w:rFonts w:cs="Arial"/>
                <w:b w:val="0"/>
                <w:bCs/>
              </w:rPr>
            </w:pPr>
          </w:p>
        </w:tc>
        <w:tc>
          <w:tcPr>
            <w:tcW w:w="1720" w:type="dxa"/>
            <w:vAlign w:val="center"/>
          </w:tcPr>
          <w:p w14:paraId="62C607E1" w14:textId="77777777" w:rsidR="001D6B67" w:rsidRPr="00A30D7A" w:rsidRDefault="001D6B67" w:rsidP="0060178F">
            <w:pPr>
              <w:pStyle w:val="Tabletitle"/>
              <w:rPr>
                <w:rFonts w:cs="Arial"/>
                <w:b w:val="0"/>
                <w:bCs/>
              </w:rPr>
            </w:pPr>
          </w:p>
        </w:tc>
      </w:tr>
      <w:tr w:rsidR="001D6B67" w:rsidRPr="00A30D7A" w14:paraId="2D9E8B41" w14:textId="77777777" w:rsidTr="003F195B">
        <w:trPr>
          <w:trHeight w:val="454"/>
          <w:tblHeader/>
        </w:trPr>
        <w:tc>
          <w:tcPr>
            <w:tcW w:w="2264" w:type="dxa"/>
            <w:vAlign w:val="center"/>
          </w:tcPr>
          <w:p w14:paraId="1BABDCBC" w14:textId="40EBDF24" w:rsidR="001D6B67" w:rsidRPr="00A30D7A" w:rsidDel="001D6B67" w:rsidRDefault="001D6B67" w:rsidP="007D0605">
            <w:pPr>
              <w:pStyle w:val="Tabletitle"/>
              <w:rPr>
                <w:b w:val="0"/>
                <w:bCs/>
              </w:rPr>
            </w:pPr>
            <w:r w:rsidRPr="00A30D7A">
              <w:rPr>
                <w:b w:val="0"/>
                <w:bCs/>
              </w:rPr>
              <w:t>Structural Engineer</w:t>
            </w:r>
            <w:r w:rsidR="00184CAC" w:rsidRPr="00A30D7A">
              <w:rPr>
                <w:b w:val="0"/>
                <w:bCs/>
              </w:rPr>
              <w:t>ing BIM Lead</w:t>
            </w:r>
          </w:p>
        </w:tc>
        <w:tc>
          <w:tcPr>
            <w:tcW w:w="1637" w:type="dxa"/>
            <w:vAlign w:val="center"/>
          </w:tcPr>
          <w:p w14:paraId="2B3FDF08" w14:textId="68062ABE" w:rsidR="001D6B67" w:rsidRPr="00A30D7A" w:rsidRDefault="001D6B67" w:rsidP="007D0605">
            <w:pPr>
              <w:pStyle w:val="Tabletitle"/>
              <w:rPr>
                <w:b w:val="0"/>
                <w:bCs/>
              </w:rPr>
            </w:pPr>
            <w:r w:rsidRPr="00A30D7A">
              <w:rPr>
                <w:b w:val="0"/>
                <w:bCs/>
              </w:rPr>
              <w:t>Structural</w:t>
            </w:r>
          </w:p>
        </w:tc>
        <w:tc>
          <w:tcPr>
            <w:tcW w:w="1720" w:type="dxa"/>
            <w:vAlign w:val="center"/>
          </w:tcPr>
          <w:p w14:paraId="4C5BFB5D" w14:textId="77777777" w:rsidR="001D6B67" w:rsidRPr="00A30D7A" w:rsidRDefault="001D6B67" w:rsidP="0060178F">
            <w:pPr>
              <w:pStyle w:val="Tabletitle"/>
              <w:rPr>
                <w:rFonts w:cs="Arial"/>
                <w:b w:val="0"/>
                <w:bCs/>
              </w:rPr>
            </w:pPr>
          </w:p>
        </w:tc>
        <w:tc>
          <w:tcPr>
            <w:tcW w:w="1720" w:type="dxa"/>
            <w:vAlign w:val="center"/>
          </w:tcPr>
          <w:p w14:paraId="7FC7073B" w14:textId="77777777" w:rsidR="001D6B67" w:rsidRPr="00A30D7A" w:rsidRDefault="001D6B67" w:rsidP="0060178F">
            <w:pPr>
              <w:pStyle w:val="Tabletitle"/>
              <w:rPr>
                <w:rFonts w:cs="Arial"/>
                <w:b w:val="0"/>
                <w:bCs/>
              </w:rPr>
            </w:pPr>
          </w:p>
        </w:tc>
        <w:tc>
          <w:tcPr>
            <w:tcW w:w="1720" w:type="dxa"/>
            <w:vAlign w:val="center"/>
          </w:tcPr>
          <w:p w14:paraId="116D6A95" w14:textId="77777777" w:rsidR="001D6B67" w:rsidRPr="00A30D7A" w:rsidRDefault="001D6B67" w:rsidP="0060178F">
            <w:pPr>
              <w:pStyle w:val="Tabletitle"/>
              <w:rPr>
                <w:rFonts w:cs="Arial"/>
                <w:b w:val="0"/>
                <w:bCs/>
              </w:rPr>
            </w:pPr>
          </w:p>
        </w:tc>
      </w:tr>
      <w:tr w:rsidR="001D6B67" w:rsidRPr="00A30D7A" w14:paraId="56F866CF" w14:textId="77777777" w:rsidTr="003F195B">
        <w:trPr>
          <w:trHeight w:val="454"/>
          <w:tblHeader/>
        </w:trPr>
        <w:tc>
          <w:tcPr>
            <w:tcW w:w="2264" w:type="dxa"/>
            <w:vAlign w:val="center"/>
          </w:tcPr>
          <w:p w14:paraId="7B5FC29C" w14:textId="76C2C5BA" w:rsidR="001D6B67" w:rsidRPr="00A30D7A" w:rsidDel="001D6B67" w:rsidRDefault="001D6B67" w:rsidP="007D0605">
            <w:pPr>
              <w:pStyle w:val="Tabletitle"/>
              <w:rPr>
                <w:b w:val="0"/>
                <w:bCs/>
              </w:rPr>
            </w:pPr>
            <w:r w:rsidRPr="00A30D7A">
              <w:rPr>
                <w:b w:val="0"/>
                <w:bCs/>
              </w:rPr>
              <w:t>Mechanical Engineer</w:t>
            </w:r>
            <w:r w:rsidR="009D5280" w:rsidRPr="00A30D7A">
              <w:rPr>
                <w:b w:val="0"/>
                <w:bCs/>
              </w:rPr>
              <w:t>ing</w:t>
            </w:r>
            <w:r w:rsidR="00BB3603" w:rsidRPr="00A30D7A">
              <w:rPr>
                <w:b w:val="0"/>
                <w:bCs/>
              </w:rPr>
              <w:t xml:space="preserve"> BIM</w:t>
            </w:r>
            <w:r w:rsidR="009D5280" w:rsidRPr="00A30D7A">
              <w:rPr>
                <w:b w:val="0"/>
                <w:bCs/>
              </w:rPr>
              <w:t xml:space="preserve"> Lead</w:t>
            </w:r>
          </w:p>
        </w:tc>
        <w:tc>
          <w:tcPr>
            <w:tcW w:w="1637" w:type="dxa"/>
            <w:vAlign w:val="center"/>
          </w:tcPr>
          <w:p w14:paraId="23B9CAD7" w14:textId="5790F140" w:rsidR="001D6B67" w:rsidRPr="00A30D7A" w:rsidRDefault="001D6B67" w:rsidP="007D0605">
            <w:pPr>
              <w:pStyle w:val="Tabletitle"/>
              <w:rPr>
                <w:b w:val="0"/>
                <w:bCs/>
              </w:rPr>
            </w:pPr>
            <w:r w:rsidRPr="00A30D7A">
              <w:rPr>
                <w:b w:val="0"/>
                <w:bCs/>
              </w:rPr>
              <w:t>Mechanical</w:t>
            </w:r>
          </w:p>
        </w:tc>
        <w:tc>
          <w:tcPr>
            <w:tcW w:w="1720" w:type="dxa"/>
            <w:vAlign w:val="center"/>
          </w:tcPr>
          <w:p w14:paraId="29A770CD" w14:textId="77777777" w:rsidR="001D6B67" w:rsidRPr="00A30D7A" w:rsidRDefault="001D6B67" w:rsidP="0060178F">
            <w:pPr>
              <w:pStyle w:val="Tabletitle"/>
              <w:rPr>
                <w:rFonts w:cs="Arial"/>
                <w:b w:val="0"/>
                <w:bCs/>
              </w:rPr>
            </w:pPr>
          </w:p>
        </w:tc>
        <w:tc>
          <w:tcPr>
            <w:tcW w:w="1720" w:type="dxa"/>
            <w:vAlign w:val="center"/>
          </w:tcPr>
          <w:p w14:paraId="179F2205" w14:textId="77777777" w:rsidR="001D6B67" w:rsidRPr="00A30D7A" w:rsidRDefault="001D6B67" w:rsidP="0060178F">
            <w:pPr>
              <w:pStyle w:val="Tabletitle"/>
              <w:rPr>
                <w:rFonts w:cs="Arial"/>
                <w:b w:val="0"/>
                <w:bCs/>
              </w:rPr>
            </w:pPr>
          </w:p>
        </w:tc>
        <w:tc>
          <w:tcPr>
            <w:tcW w:w="1720" w:type="dxa"/>
            <w:vAlign w:val="center"/>
          </w:tcPr>
          <w:p w14:paraId="4EE8E079" w14:textId="77777777" w:rsidR="001D6B67" w:rsidRPr="00A30D7A" w:rsidRDefault="001D6B67" w:rsidP="0060178F">
            <w:pPr>
              <w:pStyle w:val="Tabletitle"/>
              <w:rPr>
                <w:rFonts w:cs="Arial"/>
                <w:b w:val="0"/>
                <w:bCs/>
              </w:rPr>
            </w:pPr>
          </w:p>
        </w:tc>
      </w:tr>
      <w:tr w:rsidR="001D6B67" w:rsidRPr="00A30D7A" w14:paraId="0F4E08FD" w14:textId="77777777" w:rsidTr="003F195B">
        <w:trPr>
          <w:trHeight w:val="454"/>
          <w:tblHeader/>
        </w:trPr>
        <w:tc>
          <w:tcPr>
            <w:tcW w:w="2264" w:type="dxa"/>
            <w:vAlign w:val="center"/>
          </w:tcPr>
          <w:p w14:paraId="57A4C26D" w14:textId="66213EAD" w:rsidR="001D6B67" w:rsidRPr="00A30D7A" w:rsidDel="001D6B67" w:rsidRDefault="001D6B67" w:rsidP="007D0605">
            <w:pPr>
              <w:pStyle w:val="Tabletitle"/>
              <w:rPr>
                <w:b w:val="0"/>
                <w:bCs/>
              </w:rPr>
            </w:pPr>
            <w:r w:rsidRPr="00A30D7A">
              <w:rPr>
                <w:b w:val="0"/>
                <w:bCs/>
              </w:rPr>
              <w:t>Hydraulic Engineer</w:t>
            </w:r>
            <w:r w:rsidR="009D5280" w:rsidRPr="00A30D7A">
              <w:rPr>
                <w:b w:val="0"/>
                <w:bCs/>
              </w:rPr>
              <w:t xml:space="preserve">ing </w:t>
            </w:r>
            <w:r w:rsidR="00BB3603" w:rsidRPr="00A30D7A">
              <w:rPr>
                <w:b w:val="0"/>
                <w:bCs/>
              </w:rPr>
              <w:t xml:space="preserve">BIM </w:t>
            </w:r>
            <w:r w:rsidR="009D5280" w:rsidRPr="00A30D7A">
              <w:rPr>
                <w:b w:val="0"/>
                <w:bCs/>
              </w:rPr>
              <w:t>Lead</w:t>
            </w:r>
          </w:p>
        </w:tc>
        <w:tc>
          <w:tcPr>
            <w:tcW w:w="1637" w:type="dxa"/>
            <w:vAlign w:val="center"/>
          </w:tcPr>
          <w:p w14:paraId="66C3AAA2" w14:textId="34FFFE94" w:rsidR="001D6B67" w:rsidRPr="00A30D7A" w:rsidRDefault="001D6B67" w:rsidP="007D0605">
            <w:pPr>
              <w:pStyle w:val="Tabletitle"/>
              <w:rPr>
                <w:b w:val="0"/>
                <w:bCs/>
              </w:rPr>
            </w:pPr>
            <w:r w:rsidRPr="00A30D7A">
              <w:rPr>
                <w:b w:val="0"/>
                <w:bCs/>
              </w:rPr>
              <w:t>Hydraulic</w:t>
            </w:r>
          </w:p>
        </w:tc>
        <w:tc>
          <w:tcPr>
            <w:tcW w:w="1720" w:type="dxa"/>
            <w:vAlign w:val="center"/>
          </w:tcPr>
          <w:p w14:paraId="7B75FD49" w14:textId="77777777" w:rsidR="001D6B67" w:rsidRPr="00A30D7A" w:rsidRDefault="001D6B67" w:rsidP="0060178F">
            <w:pPr>
              <w:pStyle w:val="Tabletitle"/>
              <w:rPr>
                <w:rFonts w:cs="Arial"/>
                <w:b w:val="0"/>
                <w:bCs/>
              </w:rPr>
            </w:pPr>
          </w:p>
        </w:tc>
        <w:tc>
          <w:tcPr>
            <w:tcW w:w="1720" w:type="dxa"/>
            <w:vAlign w:val="center"/>
          </w:tcPr>
          <w:p w14:paraId="7882E40F" w14:textId="77777777" w:rsidR="001D6B67" w:rsidRPr="00A30D7A" w:rsidRDefault="001D6B67" w:rsidP="0060178F">
            <w:pPr>
              <w:pStyle w:val="Tabletitle"/>
              <w:rPr>
                <w:rFonts w:cs="Arial"/>
                <w:b w:val="0"/>
                <w:bCs/>
              </w:rPr>
            </w:pPr>
          </w:p>
        </w:tc>
        <w:tc>
          <w:tcPr>
            <w:tcW w:w="1720" w:type="dxa"/>
            <w:vAlign w:val="center"/>
          </w:tcPr>
          <w:p w14:paraId="50740E1B" w14:textId="77777777" w:rsidR="001D6B67" w:rsidRPr="00A30D7A" w:rsidRDefault="001D6B67" w:rsidP="0060178F">
            <w:pPr>
              <w:pStyle w:val="Tabletitle"/>
              <w:rPr>
                <w:rFonts w:cs="Arial"/>
                <w:b w:val="0"/>
                <w:bCs/>
              </w:rPr>
            </w:pPr>
          </w:p>
        </w:tc>
      </w:tr>
      <w:tr w:rsidR="001D6B67" w:rsidRPr="00A30D7A" w14:paraId="14EB23AA" w14:textId="77777777" w:rsidTr="003F195B">
        <w:trPr>
          <w:trHeight w:val="454"/>
          <w:tblHeader/>
        </w:trPr>
        <w:tc>
          <w:tcPr>
            <w:tcW w:w="2264" w:type="dxa"/>
            <w:vAlign w:val="center"/>
          </w:tcPr>
          <w:p w14:paraId="247BB166" w14:textId="0E51AED1" w:rsidR="001D6B67" w:rsidRPr="00A30D7A" w:rsidDel="001D6B67" w:rsidRDefault="001D6B67" w:rsidP="007D0605">
            <w:pPr>
              <w:pStyle w:val="Tabletitle"/>
              <w:rPr>
                <w:b w:val="0"/>
                <w:bCs/>
              </w:rPr>
            </w:pPr>
            <w:r w:rsidRPr="00A30D7A">
              <w:rPr>
                <w:b w:val="0"/>
                <w:bCs/>
              </w:rPr>
              <w:t>Electrical Engineer</w:t>
            </w:r>
            <w:r w:rsidR="009D5280" w:rsidRPr="00A30D7A">
              <w:rPr>
                <w:b w:val="0"/>
                <w:bCs/>
              </w:rPr>
              <w:t>ing</w:t>
            </w:r>
            <w:r w:rsidR="00BB3603" w:rsidRPr="00A30D7A">
              <w:rPr>
                <w:b w:val="0"/>
                <w:bCs/>
              </w:rPr>
              <w:t xml:space="preserve"> BIM</w:t>
            </w:r>
            <w:r w:rsidR="009D5280" w:rsidRPr="00A30D7A">
              <w:rPr>
                <w:b w:val="0"/>
                <w:bCs/>
              </w:rPr>
              <w:t xml:space="preserve"> Lead</w:t>
            </w:r>
          </w:p>
        </w:tc>
        <w:tc>
          <w:tcPr>
            <w:tcW w:w="1637" w:type="dxa"/>
            <w:vAlign w:val="center"/>
          </w:tcPr>
          <w:p w14:paraId="3851554C" w14:textId="5AFAE805" w:rsidR="001D6B67" w:rsidRPr="00A30D7A" w:rsidRDefault="001D6B67" w:rsidP="007D0605">
            <w:pPr>
              <w:pStyle w:val="Tabletitle"/>
              <w:rPr>
                <w:b w:val="0"/>
                <w:bCs/>
              </w:rPr>
            </w:pPr>
            <w:r w:rsidRPr="00A30D7A">
              <w:rPr>
                <w:b w:val="0"/>
                <w:bCs/>
              </w:rPr>
              <w:t>Electrical</w:t>
            </w:r>
          </w:p>
        </w:tc>
        <w:tc>
          <w:tcPr>
            <w:tcW w:w="1720" w:type="dxa"/>
            <w:vAlign w:val="center"/>
          </w:tcPr>
          <w:p w14:paraId="234203C7" w14:textId="77777777" w:rsidR="001D6B67" w:rsidRPr="00A30D7A" w:rsidRDefault="001D6B67" w:rsidP="0060178F">
            <w:pPr>
              <w:pStyle w:val="Tabletitle"/>
              <w:rPr>
                <w:rFonts w:cs="Arial"/>
                <w:b w:val="0"/>
                <w:bCs/>
              </w:rPr>
            </w:pPr>
          </w:p>
        </w:tc>
        <w:tc>
          <w:tcPr>
            <w:tcW w:w="1720" w:type="dxa"/>
            <w:vAlign w:val="center"/>
          </w:tcPr>
          <w:p w14:paraId="3697A17D" w14:textId="77777777" w:rsidR="001D6B67" w:rsidRPr="00A30D7A" w:rsidRDefault="001D6B67" w:rsidP="0060178F">
            <w:pPr>
              <w:pStyle w:val="Tabletitle"/>
              <w:rPr>
                <w:rFonts w:cs="Arial"/>
                <w:b w:val="0"/>
                <w:bCs/>
              </w:rPr>
            </w:pPr>
          </w:p>
        </w:tc>
        <w:tc>
          <w:tcPr>
            <w:tcW w:w="1720" w:type="dxa"/>
            <w:vAlign w:val="center"/>
          </w:tcPr>
          <w:p w14:paraId="721B1B17" w14:textId="77777777" w:rsidR="001D6B67" w:rsidRPr="00A30D7A" w:rsidRDefault="001D6B67" w:rsidP="0060178F">
            <w:pPr>
              <w:pStyle w:val="Tabletitle"/>
              <w:rPr>
                <w:rFonts w:cs="Arial"/>
                <w:b w:val="0"/>
                <w:bCs/>
              </w:rPr>
            </w:pPr>
          </w:p>
        </w:tc>
      </w:tr>
      <w:tr w:rsidR="001D6B67" w:rsidRPr="00A30D7A" w14:paraId="45F09BD3" w14:textId="77777777" w:rsidTr="003F195B">
        <w:trPr>
          <w:trHeight w:val="454"/>
          <w:tblHeader/>
        </w:trPr>
        <w:tc>
          <w:tcPr>
            <w:tcW w:w="2264" w:type="dxa"/>
            <w:vAlign w:val="center"/>
          </w:tcPr>
          <w:p w14:paraId="60AA6A29" w14:textId="4963BE54" w:rsidR="001D6B67" w:rsidRPr="00A30D7A" w:rsidRDefault="001D6B67" w:rsidP="007D0605">
            <w:pPr>
              <w:pStyle w:val="Tabletitle"/>
              <w:rPr>
                <w:b w:val="0"/>
                <w:bCs/>
              </w:rPr>
            </w:pPr>
            <w:r w:rsidRPr="00A30D7A">
              <w:rPr>
                <w:b w:val="0"/>
                <w:bCs/>
              </w:rPr>
              <w:t>Vertical Transportation Engineer</w:t>
            </w:r>
            <w:r w:rsidR="009D5280" w:rsidRPr="00A30D7A">
              <w:rPr>
                <w:b w:val="0"/>
                <w:bCs/>
              </w:rPr>
              <w:t>ing</w:t>
            </w:r>
            <w:r w:rsidR="00BB3603" w:rsidRPr="00A30D7A">
              <w:rPr>
                <w:b w:val="0"/>
                <w:bCs/>
              </w:rPr>
              <w:t xml:space="preserve"> BIM</w:t>
            </w:r>
            <w:r w:rsidR="009D5280" w:rsidRPr="00A30D7A">
              <w:rPr>
                <w:b w:val="0"/>
                <w:bCs/>
              </w:rPr>
              <w:t xml:space="preserve"> Lead</w:t>
            </w:r>
          </w:p>
        </w:tc>
        <w:tc>
          <w:tcPr>
            <w:tcW w:w="1637" w:type="dxa"/>
            <w:vAlign w:val="center"/>
          </w:tcPr>
          <w:p w14:paraId="04B79A70" w14:textId="492AE707" w:rsidR="001D6B67" w:rsidRPr="00A30D7A" w:rsidRDefault="001D6B67" w:rsidP="007D0605">
            <w:pPr>
              <w:pStyle w:val="Tabletitle"/>
              <w:rPr>
                <w:b w:val="0"/>
                <w:bCs/>
              </w:rPr>
            </w:pPr>
            <w:r w:rsidRPr="00A30D7A">
              <w:rPr>
                <w:b w:val="0"/>
                <w:bCs/>
              </w:rPr>
              <w:t>Vertical Transportation</w:t>
            </w:r>
          </w:p>
        </w:tc>
        <w:tc>
          <w:tcPr>
            <w:tcW w:w="1720" w:type="dxa"/>
            <w:vAlign w:val="center"/>
          </w:tcPr>
          <w:p w14:paraId="12AC719D" w14:textId="77777777" w:rsidR="001D6B67" w:rsidRPr="00A30D7A" w:rsidRDefault="001D6B67" w:rsidP="0060178F">
            <w:pPr>
              <w:pStyle w:val="Tabletitle"/>
              <w:rPr>
                <w:rFonts w:cs="Arial"/>
                <w:b w:val="0"/>
                <w:bCs/>
              </w:rPr>
            </w:pPr>
          </w:p>
        </w:tc>
        <w:tc>
          <w:tcPr>
            <w:tcW w:w="1720" w:type="dxa"/>
            <w:vAlign w:val="center"/>
          </w:tcPr>
          <w:p w14:paraId="7C8F4CFA" w14:textId="77777777" w:rsidR="001D6B67" w:rsidRPr="00A30D7A" w:rsidRDefault="001D6B67" w:rsidP="0060178F">
            <w:pPr>
              <w:pStyle w:val="Tabletitle"/>
              <w:rPr>
                <w:rFonts w:cs="Arial"/>
                <w:b w:val="0"/>
                <w:bCs/>
              </w:rPr>
            </w:pPr>
          </w:p>
        </w:tc>
        <w:tc>
          <w:tcPr>
            <w:tcW w:w="1720" w:type="dxa"/>
            <w:vAlign w:val="center"/>
          </w:tcPr>
          <w:p w14:paraId="208914D3" w14:textId="77777777" w:rsidR="001D6B67" w:rsidRPr="00A30D7A" w:rsidRDefault="001D6B67" w:rsidP="0060178F">
            <w:pPr>
              <w:pStyle w:val="Tabletitle"/>
              <w:rPr>
                <w:rFonts w:cs="Arial"/>
                <w:b w:val="0"/>
                <w:bCs/>
              </w:rPr>
            </w:pPr>
          </w:p>
        </w:tc>
      </w:tr>
      <w:tr w:rsidR="008566D2" w:rsidRPr="00A30D7A" w14:paraId="6DB6BFD2" w14:textId="77777777" w:rsidTr="003F195B">
        <w:trPr>
          <w:trHeight w:val="454"/>
          <w:tblHeader/>
        </w:trPr>
        <w:tc>
          <w:tcPr>
            <w:tcW w:w="2264" w:type="dxa"/>
            <w:vAlign w:val="center"/>
          </w:tcPr>
          <w:p w14:paraId="3AE7465E" w14:textId="09C19414" w:rsidR="008566D2" w:rsidRPr="00A30D7A" w:rsidRDefault="008566D2" w:rsidP="007D0605">
            <w:pPr>
              <w:pStyle w:val="Tabletitle"/>
              <w:rPr>
                <w:b w:val="0"/>
                <w:bCs/>
              </w:rPr>
            </w:pPr>
            <w:r w:rsidRPr="00A30D7A">
              <w:rPr>
                <w:b w:val="0"/>
                <w:bCs/>
              </w:rPr>
              <w:t>Lead Fabrication Modeller</w:t>
            </w:r>
          </w:p>
        </w:tc>
        <w:tc>
          <w:tcPr>
            <w:tcW w:w="1637" w:type="dxa"/>
            <w:vAlign w:val="center"/>
          </w:tcPr>
          <w:p w14:paraId="558348C8" w14:textId="4DFCD4C0" w:rsidR="008566D2" w:rsidRPr="00A30D7A" w:rsidRDefault="008566D2" w:rsidP="007D0605">
            <w:pPr>
              <w:pStyle w:val="Tabletitle"/>
              <w:rPr>
                <w:b w:val="0"/>
                <w:bCs/>
              </w:rPr>
            </w:pPr>
            <w:r w:rsidRPr="00A30D7A">
              <w:rPr>
                <w:b w:val="0"/>
                <w:bCs/>
              </w:rPr>
              <w:t>Fabrication</w:t>
            </w:r>
          </w:p>
        </w:tc>
        <w:tc>
          <w:tcPr>
            <w:tcW w:w="1720" w:type="dxa"/>
            <w:vAlign w:val="center"/>
          </w:tcPr>
          <w:p w14:paraId="288C092F" w14:textId="77777777" w:rsidR="008566D2" w:rsidRPr="00A30D7A" w:rsidRDefault="008566D2" w:rsidP="0060178F">
            <w:pPr>
              <w:pStyle w:val="Tabletitle"/>
              <w:rPr>
                <w:rFonts w:cs="Arial"/>
                <w:b w:val="0"/>
                <w:bCs/>
              </w:rPr>
            </w:pPr>
          </w:p>
        </w:tc>
        <w:tc>
          <w:tcPr>
            <w:tcW w:w="1720" w:type="dxa"/>
            <w:vAlign w:val="center"/>
          </w:tcPr>
          <w:p w14:paraId="1F491277" w14:textId="77777777" w:rsidR="008566D2" w:rsidRPr="00A30D7A" w:rsidRDefault="008566D2" w:rsidP="0060178F">
            <w:pPr>
              <w:pStyle w:val="Tabletitle"/>
              <w:rPr>
                <w:rFonts w:cs="Arial"/>
                <w:b w:val="0"/>
                <w:bCs/>
              </w:rPr>
            </w:pPr>
          </w:p>
        </w:tc>
        <w:tc>
          <w:tcPr>
            <w:tcW w:w="1720" w:type="dxa"/>
            <w:vAlign w:val="center"/>
          </w:tcPr>
          <w:p w14:paraId="51561028" w14:textId="77777777" w:rsidR="008566D2" w:rsidRPr="00A30D7A" w:rsidRDefault="008566D2" w:rsidP="0060178F">
            <w:pPr>
              <w:pStyle w:val="Tabletitle"/>
              <w:rPr>
                <w:rFonts w:cs="Arial"/>
                <w:b w:val="0"/>
                <w:bCs/>
              </w:rPr>
            </w:pPr>
          </w:p>
        </w:tc>
      </w:tr>
    </w:tbl>
    <w:p w14:paraId="281CCB48" w14:textId="69349D28" w:rsidR="001F0EE4" w:rsidRPr="00A30D7A" w:rsidRDefault="001F0EE4" w:rsidP="001F0EE4">
      <w:pPr>
        <w:rPr>
          <w:rFonts w:cs="Arial"/>
        </w:rPr>
      </w:pPr>
    </w:p>
    <w:p w14:paraId="672C8ADF" w14:textId="1220B702" w:rsidR="00095685" w:rsidRPr="00A30D7A" w:rsidRDefault="00095685" w:rsidP="00095685">
      <w:pPr>
        <w:pStyle w:val="Instructions"/>
        <w:rPr>
          <w:rFonts w:cs="Arial"/>
        </w:rPr>
      </w:pPr>
      <w:r w:rsidRPr="00A30D7A">
        <w:rPr>
          <w:rFonts w:cs="Arial"/>
        </w:rPr>
        <w:t xml:space="preserve">AS ISO 19650.2 </w:t>
      </w:r>
      <w:r w:rsidR="00BC226E">
        <w:rPr>
          <w:rFonts w:cs="Arial"/>
        </w:rPr>
        <w:t xml:space="preserve">(2019) </w:t>
      </w:r>
      <w:r w:rsidRPr="00A30D7A">
        <w:rPr>
          <w:rFonts w:cs="Arial"/>
        </w:rPr>
        <w:t>clause 5.4.1 a) dot points 3 &amp; 4 requires the lead appointed party to confirm the names of the individual(s) who will undertake the information management function within the delivery team.</w:t>
      </w:r>
    </w:p>
    <w:p w14:paraId="5070A971" w14:textId="7BA2251B" w:rsidR="001D6B67" w:rsidRPr="00A30D7A" w:rsidRDefault="001D6B67" w:rsidP="00787D25">
      <w:pPr>
        <w:pStyle w:val="Instructions"/>
      </w:pPr>
      <w:r w:rsidRPr="00A30D7A">
        <w:t>T</w:t>
      </w:r>
      <w:r w:rsidR="009D5280" w:rsidRPr="00A30D7A">
        <w:t>his table is usually completed by t</w:t>
      </w:r>
      <w:r w:rsidRPr="00A30D7A">
        <w:t xml:space="preserve">he BIM Manager. Add or amend roles </w:t>
      </w:r>
      <w:r w:rsidR="00552AD8" w:rsidRPr="00A30D7A">
        <w:t>in the</w:t>
      </w:r>
      <w:r w:rsidRPr="00A30D7A">
        <w:t xml:space="preserve"> table as required</w:t>
      </w:r>
      <w:r w:rsidR="00D839D3" w:rsidRPr="00A30D7A">
        <w:t>.</w:t>
      </w:r>
      <w:r w:rsidR="009D5280" w:rsidRPr="00A30D7A">
        <w:t xml:space="preserve"> </w:t>
      </w:r>
      <w:bookmarkStart w:id="145" w:name="_Hlk98946402"/>
      <w:r w:rsidRPr="00A30D7A">
        <w:t xml:space="preserve">Add extra </w:t>
      </w:r>
      <w:r w:rsidR="00C23E58" w:rsidRPr="00A30D7A">
        <w:t>d</w:t>
      </w:r>
      <w:r w:rsidRPr="00A30D7A">
        <w:t xml:space="preserve">elivery </w:t>
      </w:r>
      <w:r w:rsidR="00C23E58" w:rsidRPr="00A30D7A">
        <w:t>t</w:t>
      </w:r>
      <w:r w:rsidRPr="00A30D7A">
        <w:t>eam members as necessary when known.</w:t>
      </w:r>
    </w:p>
    <w:p w14:paraId="440E5136" w14:textId="6FC11CEA" w:rsidR="009829FF" w:rsidRPr="00A30D7A" w:rsidRDefault="009829FF" w:rsidP="00787D25">
      <w:pPr>
        <w:pStyle w:val="Instructions"/>
      </w:pPr>
      <w:r w:rsidRPr="00A30D7A">
        <w:t xml:space="preserve">As noted in clause 3.1.4 of the National BIM Guide, </w:t>
      </w:r>
      <w:r w:rsidR="00BC226E">
        <w:t xml:space="preserve">the </w:t>
      </w:r>
      <w:r w:rsidRPr="00A30D7A">
        <w:t xml:space="preserve">AS ISO 19650 </w:t>
      </w:r>
      <w:r w:rsidR="00BC226E">
        <w:t xml:space="preserve">series </w:t>
      </w:r>
      <w:r w:rsidRPr="00A30D7A">
        <w:t>never uses the term ‘Information Manager’ but instead always refers to an “</w:t>
      </w:r>
      <w:r w:rsidRPr="00A30D7A">
        <w:rPr>
          <w:i/>
          <w:iCs/>
        </w:rPr>
        <w:t>individual or individuals nominated by the appointing party to undertake the information management function</w:t>
      </w:r>
      <w:r w:rsidRPr="00A30D7A">
        <w:t xml:space="preserve">” for a project. </w:t>
      </w:r>
      <w:r w:rsidR="00D839D3" w:rsidRPr="00A30D7A">
        <w:t xml:space="preserve">This is typically the BIM Manager, but in instances where this is a dedicated </w:t>
      </w:r>
      <w:r w:rsidR="000A78E5" w:rsidRPr="00A30D7A">
        <w:t>role, add a separate row for ‘Information Manager’ and include their details</w:t>
      </w:r>
      <w:r w:rsidR="00D839D3" w:rsidRPr="00A30D7A">
        <w:t>.</w:t>
      </w:r>
    </w:p>
    <w:p w14:paraId="30600B58" w14:textId="3E3DB44B" w:rsidR="009D5280" w:rsidRPr="00A30D7A" w:rsidRDefault="00A06FFD">
      <w:pPr>
        <w:rPr>
          <w:rFonts w:cs="Arial"/>
        </w:rPr>
      </w:pPr>
      <w:bookmarkStart w:id="146" w:name="_Hlk98946651"/>
      <w:bookmarkEnd w:id="145"/>
      <w:r w:rsidRPr="00A30D7A">
        <w:rPr>
          <w:rFonts w:cs="Arial"/>
        </w:rPr>
        <w:t>Delivery team</w:t>
      </w:r>
      <w:r w:rsidRPr="00A30D7A">
        <w:rPr>
          <w:rFonts w:cs="Arial"/>
          <w:color w:val="C00000"/>
        </w:rPr>
        <w:t xml:space="preserve"> </w:t>
      </w:r>
      <w:r w:rsidRPr="00A30D7A">
        <w:rPr>
          <w:rFonts w:cs="Arial"/>
        </w:rPr>
        <w:t>résumés</w:t>
      </w:r>
      <w:r w:rsidRPr="00A30D7A">
        <w:rPr>
          <w:rFonts w:cs="Arial"/>
          <w:color w:val="C00000"/>
        </w:rPr>
        <w:t xml:space="preserve">: </w:t>
      </w:r>
      <w:r w:rsidRPr="00A30D7A">
        <w:rPr>
          <w:rFonts w:cs="Arial"/>
        </w:rPr>
        <w:t xml:space="preserve">Refer to </w:t>
      </w:r>
      <w:r w:rsidRPr="00A30D7A">
        <w:rPr>
          <w:rFonts w:cs="Arial"/>
          <w:b/>
          <w:color w:val="595959" w:themeColor="text1" w:themeTint="A6"/>
        </w:rPr>
        <w:t>ANNEX A – DELIVERY TEAM ROLES AND RESPONSIBILITIES</w:t>
      </w:r>
      <w:r w:rsidRPr="00353DE3">
        <w:rPr>
          <w:rFonts w:cs="Arial"/>
          <w:bCs/>
          <w:color w:val="595959" w:themeColor="text1" w:themeTint="A6"/>
        </w:rPr>
        <w:t>,</w:t>
      </w:r>
      <w:r w:rsidRPr="00A30D7A">
        <w:rPr>
          <w:rFonts w:cs="Arial"/>
          <w:b/>
          <w:bCs/>
          <w:color w:val="595959" w:themeColor="text1" w:themeTint="A6"/>
        </w:rPr>
        <w:t xml:space="preserve"> </w:t>
      </w:r>
      <w:bookmarkStart w:id="147" w:name="_Hlk157163892"/>
      <w:r w:rsidRPr="00A30D7A">
        <w:rPr>
          <w:rFonts w:cs="Arial"/>
          <w:b/>
          <w:bCs/>
          <w:color w:val="595959" w:themeColor="text1" w:themeTint="A6"/>
        </w:rPr>
        <w:t>Delivery team members’ résumés</w:t>
      </w:r>
      <w:r w:rsidRPr="00A30D7A">
        <w:rPr>
          <w:rFonts w:cs="Arial"/>
          <w:color w:val="595959" w:themeColor="text1" w:themeTint="A6"/>
        </w:rPr>
        <w:t xml:space="preserve"> </w:t>
      </w:r>
      <w:bookmarkEnd w:id="147"/>
      <w:r w:rsidRPr="00A30D7A">
        <w:rPr>
          <w:rFonts w:cs="Arial"/>
        </w:rPr>
        <w:t>for professional résumés of key delivery team members</w:t>
      </w:r>
      <w:r w:rsidR="00225A71" w:rsidRPr="00A30D7A">
        <w:rPr>
          <w:rFonts w:cs="Arial"/>
        </w:rPr>
        <w:t>.</w:t>
      </w:r>
    </w:p>
    <w:p w14:paraId="74392D66" w14:textId="36DB2BE8" w:rsidR="00A20004" w:rsidRPr="00A30D7A" w:rsidRDefault="00A20004" w:rsidP="00487C04">
      <w:pPr>
        <w:pStyle w:val="Instructions"/>
      </w:pPr>
      <w:bookmarkStart w:id="148" w:name="_Hlk142732261"/>
      <w:proofErr w:type="gramStart"/>
      <w:r w:rsidRPr="00A30D7A">
        <w:t>Generally</w:t>
      </w:r>
      <w:proofErr w:type="gramEnd"/>
      <w:r w:rsidRPr="00A30D7A">
        <w:t xml:space="preserve"> only included in the pre-appointment BEP. </w:t>
      </w:r>
      <w:r w:rsidR="00025362" w:rsidRPr="00A30D7A">
        <w:t>See AS ISO 19650.2</w:t>
      </w:r>
      <w:r w:rsidR="00BC226E">
        <w:t xml:space="preserve"> (2019)</w:t>
      </w:r>
      <w:r w:rsidR="00025362" w:rsidRPr="00A30D7A">
        <w:t xml:space="preserve"> clause</w:t>
      </w:r>
      <w:r w:rsidR="00095685" w:rsidRPr="00A30D7A">
        <w:t xml:space="preserve"> </w:t>
      </w:r>
      <w:r w:rsidR="00025362" w:rsidRPr="00A30D7A">
        <w:t>5.3.2 a)</w:t>
      </w:r>
      <w:r w:rsidR="00BC226E">
        <w:t>.</w:t>
      </w:r>
      <w:r w:rsidR="00025362" w:rsidRPr="00A30D7A">
        <w:t xml:space="preserve"> </w:t>
      </w:r>
      <w:r w:rsidRPr="00A30D7A">
        <w:t>Delete if</w:t>
      </w:r>
      <w:r w:rsidR="005B4341" w:rsidRPr="00A30D7A">
        <w:t xml:space="preserve"> already addressed</w:t>
      </w:r>
      <w:r w:rsidRPr="00A30D7A">
        <w:t>.</w:t>
      </w:r>
    </w:p>
    <w:bookmarkEnd w:id="148"/>
    <w:p w14:paraId="2A2776FF" w14:textId="4263BC0B" w:rsidR="00AB680A" w:rsidRPr="00A30D7A" w:rsidRDefault="001D1611">
      <w:pPr>
        <w:rPr>
          <w:rFonts w:cs="Arial"/>
        </w:rPr>
      </w:pPr>
      <w:r w:rsidRPr="00A30D7A">
        <w:rPr>
          <w:rFonts w:cs="Arial"/>
        </w:rPr>
        <w:t xml:space="preserve">Time allocation: Refer to </w:t>
      </w:r>
      <w:r w:rsidRPr="00A30D7A">
        <w:rPr>
          <w:rFonts w:cs="Arial"/>
          <w:b/>
          <w:color w:val="595959" w:themeColor="text1" w:themeTint="A6"/>
        </w:rPr>
        <w:t>ANNEX A – DELIVERY TEAM ROLES AND RESPONSIBILITIES</w:t>
      </w:r>
      <w:r w:rsidRPr="00353DE3">
        <w:rPr>
          <w:rFonts w:cs="Arial"/>
          <w:bCs/>
          <w:color w:val="595959" w:themeColor="text1" w:themeTint="A6"/>
        </w:rPr>
        <w:t>,</w:t>
      </w:r>
      <w:r w:rsidRPr="00A30D7A">
        <w:rPr>
          <w:rFonts w:cs="Arial"/>
          <w:b/>
          <w:color w:val="595959" w:themeColor="text1" w:themeTint="A6"/>
        </w:rPr>
        <w:t xml:space="preserve"> H</w:t>
      </w:r>
      <w:r w:rsidRPr="00A30D7A">
        <w:rPr>
          <w:rFonts w:cs="Arial"/>
          <w:b/>
          <w:bCs/>
          <w:color w:val="595959" w:themeColor="text1" w:themeTint="A6"/>
        </w:rPr>
        <w:t>uman resource allocation table</w:t>
      </w:r>
      <w:r w:rsidRPr="00A30D7A">
        <w:rPr>
          <w:rFonts w:cs="Arial"/>
          <w:color w:val="595959" w:themeColor="text1" w:themeTint="A6"/>
        </w:rPr>
        <w:t xml:space="preserve"> </w:t>
      </w:r>
      <w:r w:rsidRPr="00A30D7A">
        <w:rPr>
          <w:rFonts w:cs="Arial"/>
        </w:rPr>
        <w:t>for the proposed allocation of key delivery team members’ time to the project</w:t>
      </w:r>
      <w:r w:rsidR="0025585A" w:rsidRPr="00A30D7A">
        <w:rPr>
          <w:rFonts w:cs="Arial"/>
        </w:rPr>
        <w:t>.</w:t>
      </w:r>
    </w:p>
    <w:p w14:paraId="6767E34C" w14:textId="3655DAF6" w:rsidR="00A20004" w:rsidRPr="00A30D7A" w:rsidRDefault="00A20004" w:rsidP="00751053">
      <w:pPr>
        <w:pStyle w:val="Instructions"/>
      </w:pPr>
      <w:proofErr w:type="gramStart"/>
      <w:r w:rsidRPr="00A30D7A">
        <w:t>Generally</w:t>
      </w:r>
      <w:proofErr w:type="gramEnd"/>
      <w:r w:rsidRPr="00A30D7A">
        <w:t xml:space="preserve"> only included in the pre-appointment BEP. </w:t>
      </w:r>
      <w:r w:rsidR="00025362" w:rsidRPr="00A30D7A">
        <w:t xml:space="preserve">See AS ISO 19650.2 </w:t>
      </w:r>
      <w:r w:rsidR="00BC226E">
        <w:t xml:space="preserve">(2019) </w:t>
      </w:r>
      <w:r w:rsidR="00025362" w:rsidRPr="00A30D7A">
        <w:t>clause</w:t>
      </w:r>
      <w:r w:rsidR="00095685" w:rsidRPr="00A30D7A">
        <w:t xml:space="preserve"> </w:t>
      </w:r>
      <w:r w:rsidR="00025362" w:rsidRPr="00A30D7A">
        <w:t>5.3.2 a)</w:t>
      </w:r>
      <w:r w:rsidR="00353DE3">
        <w:t>.</w:t>
      </w:r>
      <w:r w:rsidR="00025362" w:rsidRPr="00A30D7A">
        <w:t xml:space="preserve"> Delete if </w:t>
      </w:r>
      <w:r w:rsidR="005B4341" w:rsidRPr="00A30D7A">
        <w:t>already addressed</w:t>
      </w:r>
      <w:r w:rsidR="00025362" w:rsidRPr="00A30D7A">
        <w:t>.</w:t>
      </w:r>
    </w:p>
    <w:p w14:paraId="02A3BFDB" w14:textId="2D0147C3" w:rsidR="00225A71" w:rsidRPr="00A30D7A" w:rsidRDefault="00225A71" w:rsidP="00225A71">
      <w:pPr>
        <w:pStyle w:val="Heading2"/>
      </w:pPr>
      <w:bookmarkStart w:id="149" w:name="_Toc144044998"/>
      <w:bookmarkStart w:id="150" w:name="_Toc117180734"/>
      <w:bookmarkStart w:id="151" w:name="_Toc163550132"/>
      <w:bookmarkEnd w:id="149"/>
      <w:r w:rsidRPr="00A30D7A">
        <w:t>Common data environment</w:t>
      </w:r>
      <w:bookmarkEnd w:id="150"/>
      <w:r w:rsidR="00353DE3">
        <w:t xml:space="preserve"> (CDE)</w:t>
      </w:r>
      <w:bookmarkEnd w:id="151"/>
    </w:p>
    <w:p w14:paraId="5F03EB41" w14:textId="5E4DC0EE" w:rsidR="00225A71" w:rsidRPr="00A30D7A" w:rsidRDefault="00225A71" w:rsidP="00225A71">
      <w:pPr>
        <w:pStyle w:val="Prompt"/>
      </w:pPr>
      <w:r w:rsidRPr="00A30D7A">
        <w:t xml:space="preserve">Provision of CDE: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34650D62" w14:textId="0A1D3E1F" w:rsidR="00225A71" w:rsidRPr="00A30D7A" w:rsidRDefault="00225A71" w:rsidP="00787D25">
      <w:pPr>
        <w:pStyle w:val="Instructions"/>
      </w:pPr>
      <w:r w:rsidRPr="00A30D7A">
        <w:t>A project CDE should have been established by the appointing party in conformance with AS ISO 19650.2</w:t>
      </w:r>
      <w:r w:rsidR="00353DE3">
        <w:t xml:space="preserve"> (2019)</w:t>
      </w:r>
      <w:r w:rsidRPr="00A30D7A">
        <w:t xml:space="preserve"> </w:t>
      </w:r>
      <w:r w:rsidR="00353DE3">
        <w:t>c</w:t>
      </w:r>
      <w:r w:rsidRPr="00A30D7A">
        <w:t>lause 5.1.7. If this is the case, enter ‘By the appointing party’ at the prompt.</w:t>
      </w:r>
    </w:p>
    <w:p w14:paraId="23BF413E" w14:textId="57582C41" w:rsidR="00225A71" w:rsidRPr="00A30D7A" w:rsidRDefault="00225A71" w:rsidP="00787D25">
      <w:pPr>
        <w:pStyle w:val="Instructions"/>
      </w:pPr>
      <w:r w:rsidRPr="00A30D7A">
        <w:t>If the appointing party has not established a CDE, specify the proposed technical implementation requirements, management expectations and commercial arrangements regarding ownership and responsibilities during and after project delivery.</w:t>
      </w:r>
    </w:p>
    <w:p w14:paraId="7DF58658" w14:textId="77777777" w:rsidR="00225A71" w:rsidRPr="00A30D7A" w:rsidRDefault="00225A71" w:rsidP="00225A71">
      <w:pPr>
        <w:pStyle w:val="Prompt"/>
      </w:pPr>
      <w:r w:rsidRPr="00A30D7A">
        <w:t xml:space="preserve">CDE access: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4F2FCCA3" w14:textId="77777777" w:rsidR="00225A71" w:rsidRPr="00A30D7A" w:rsidRDefault="00225A71" w:rsidP="00787D25">
      <w:pPr>
        <w:pStyle w:val="Instructions"/>
      </w:pPr>
      <w:r w:rsidRPr="00A30D7A">
        <w:t>Provide a link to the CDE.</w:t>
      </w:r>
    </w:p>
    <w:p w14:paraId="77CA6DFE" w14:textId="77777777" w:rsidR="00225A71" w:rsidRPr="00A30D7A" w:rsidRDefault="00225A71" w:rsidP="00225A71">
      <w:pPr>
        <w:pStyle w:val="Prompt"/>
        <w:rPr>
          <w:rFonts w:cs="Arial"/>
        </w:rPr>
      </w:pPr>
      <w:r w:rsidRPr="00A30D7A">
        <w:rPr>
          <w:rFonts w:cs="Arial"/>
        </w:rPr>
        <w:t xml:space="preserve">Instructions for using the CDE: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BEA8EE1" w14:textId="77777777" w:rsidR="00225A71" w:rsidRPr="00A30D7A" w:rsidRDefault="00225A71" w:rsidP="00787D25">
      <w:pPr>
        <w:pStyle w:val="Instructions"/>
      </w:pPr>
      <w:r w:rsidRPr="00A30D7A">
        <w:t>Provide a link to the CDE location for instructions.</w:t>
      </w:r>
    </w:p>
    <w:p w14:paraId="305E3EFF" w14:textId="661DCA29" w:rsidR="004C6AA1" w:rsidRPr="00A30D7A" w:rsidRDefault="004C6AA1" w:rsidP="004C6AA1">
      <w:pPr>
        <w:pStyle w:val="Heading2"/>
      </w:pPr>
      <w:bookmarkStart w:id="152" w:name="_Toc163550133"/>
      <w:r w:rsidRPr="00A30D7A">
        <w:t>BIM coordination facilities</w:t>
      </w:r>
      <w:bookmarkEnd w:id="152"/>
    </w:p>
    <w:p w14:paraId="2AA37822" w14:textId="6B13D7CF" w:rsidR="004C6AA1" w:rsidRPr="00A30D7A" w:rsidRDefault="004C6AA1" w:rsidP="004C6AA1">
      <w:pPr>
        <w:pStyle w:val="Prompt"/>
      </w:pPr>
      <w:r w:rsidRPr="00A30D7A">
        <w:t xml:space="preserve">Provision of BIM coordination facilities: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5C446C5E" w14:textId="1F765442" w:rsidR="004C6AA1" w:rsidRPr="00A30D7A" w:rsidRDefault="004C6AA1" w:rsidP="00787D25">
      <w:pPr>
        <w:pStyle w:val="Instructions"/>
      </w:pPr>
      <w:r w:rsidRPr="00A30D7A">
        <w:t xml:space="preserve">If BIM coordination facilities are required, specify which party/parties will be responsible for providing, </w:t>
      </w:r>
      <w:proofErr w:type="gramStart"/>
      <w:r w:rsidRPr="00A30D7A">
        <w:t>maintaining</w:t>
      </w:r>
      <w:proofErr w:type="gramEnd"/>
      <w:r w:rsidRPr="00A30D7A">
        <w:t xml:space="preserve"> and managing them, including furniture, fixtures and equipment.</w:t>
      </w:r>
    </w:p>
    <w:p w14:paraId="70B7C9BC" w14:textId="7BD1455F" w:rsidR="00225A71" w:rsidRPr="00A30D7A" w:rsidRDefault="004C6AA1">
      <w:pPr>
        <w:rPr>
          <w:rFonts w:cs="Arial"/>
        </w:rPr>
      </w:pPr>
      <w:r w:rsidRPr="00A30D7A">
        <w:rPr>
          <w:rFonts w:cs="Arial"/>
        </w:rPr>
        <w:lastRenderedPageBreak/>
        <w:t xml:space="preserve">BIM coordination facility requirements: Refer to </w:t>
      </w:r>
      <w:bookmarkStart w:id="153" w:name="_Hlk161832689"/>
      <w:r w:rsidR="00BC226E">
        <w:rPr>
          <w:rFonts w:cs="Arial"/>
          <w:b/>
          <w:bCs/>
          <w:color w:val="595959" w:themeColor="text1" w:themeTint="A6"/>
        </w:rPr>
        <w:t>TECHNICAL</w:t>
      </w:r>
      <w:r w:rsidR="00BC226E" w:rsidRPr="00BC226E">
        <w:rPr>
          <w:rFonts w:cs="Arial"/>
          <w:color w:val="595959" w:themeColor="text1" w:themeTint="A6"/>
        </w:rPr>
        <w:t>,</w:t>
      </w:r>
      <w:r w:rsidRPr="00A30D7A">
        <w:rPr>
          <w:rFonts w:cs="Arial"/>
          <w:b/>
          <w:bCs/>
          <w:color w:val="595959" w:themeColor="text1" w:themeTint="A6"/>
        </w:rPr>
        <w:t xml:space="preserve"> </w:t>
      </w:r>
      <w:r w:rsidR="004928CC" w:rsidRPr="00A30D7A">
        <w:rPr>
          <w:rFonts w:cs="Arial"/>
          <w:b/>
          <w:bCs/>
          <w:color w:val="595959" w:themeColor="text1" w:themeTint="A6"/>
        </w:rPr>
        <w:t>BIM coordination facilities</w:t>
      </w:r>
      <w:r w:rsidR="004928CC" w:rsidRPr="00A30D7A">
        <w:rPr>
          <w:rFonts w:cs="Arial"/>
        </w:rPr>
        <w:t>.</w:t>
      </w:r>
      <w:bookmarkEnd w:id="153"/>
    </w:p>
    <w:p w14:paraId="3CDC1B51" w14:textId="77777777" w:rsidR="004F14AA" w:rsidRPr="00A30D7A" w:rsidRDefault="004F14AA" w:rsidP="004F14AA">
      <w:pPr>
        <w:pStyle w:val="Heading2"/>
        <w:rPr>
          <w:rFonts w:cs="Arial"/>
        </w:rPr>
      </w:pPr>
      <w:bookmarkStart w:id="154" w:name="_Toc163550134"/>
      <w:r w:rsidRPr="00A30D7A">
        <w:rPr>
          <w:rFonts w:cs="Arial"/>
        </w:rPr>
        <w:t>Project information delivery milestones</w:t>
      </w:r>
      <w:bookmarkEnd w:id="154"/>
    </w:p>
    <w:p w14:paraId="6310C06D" w14:textId="5E8342B9" w:rsidR="004F14AA" w:rsidRPr="00A30D7A" w:rsidRDefault="004F14AA" w:rsidP="004F14AA">
      <w:pPr>
        <w:rPr>
          <w:rFonts w:cs="Arial"/>
        </w:rPr>
      </w:pPr>
      <w:r w:rsidRPr="00A30D7A">
        <w:rPr>
          <w:rFonts w:cs="Arial"/>
        </w:rPr>
        <w:t xml:space="preserve">The estimated dates for major project milestones provided by the </w:t>
      </w:r>
      <w:r w:rsidR="00C23E58" w:rsidRPr="00A30D7A">
        <w:rPr>
          <w:rFonts w:cs="Arial"/>
        </w:rPr>
        <w:t>a</w:t>
      </w:r>
      <w:r w:rsidRPr="00A30D7A">
        <w:rPr>
          <w:rFonts w:cs="Arial"/>
        </w:rPr>
        <w:t xml:space="preserve">ppointing </w:t>
      </w:r>
      <w:r w:rsidR="00C23E58" w:rsidRPr="00A30D7A">
        <w:rPr>
          <w:rFonts w:cs="Arial"/>
        </w:rPr>
        <w:t>p</w:t>
      </w:r>
      <w:r w:rsidRPr="00A30D7A">
        <w:rPr>
          <w:rFonts w:cs="Arial"/>
        </w:rPr>
        <w:t xml:space="preserve">arty are shown in the </w:t>
      </w:r>
      <w:r w:rsidRPr="00A30D7A">
        <w:rPr>
          <w:rFonts w:cs="Arial"/>
          <w:b/>
          <w:color w:val="595959" w:themeColor="text1" w:themeTint="A6"/>
        </w:rPr>
        <w:t>Project schedule table</w:t>
      </w:r>
      <w:r w:rsidRPr="00A30D7A">
        <w:rPr>
          <w:rFonts w:cs="Arial"/>
        </w:rPr>
        <w:t>.</w:t>
      </w:r>
    </w:p>
    <w:p w14:paraId="14B2F2D0" w14:textId="77777777" w:rsidR="004F14AA" w:rsidRPr="00A30D7A" w:rsidRDefault="004F14AA" w:rsidP="002278A3">
      <w:pPr>
        <w:pStyle w:val="Tabletitle"/>
      </w:pPr>
      <w:r w:rsidRPr="00A30D7A">
        <w:t>Project schedule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2867"/>
        <w:gridCol w:w="2867"/>
      </w:tblGrid>
      <w:tr w:rsidR="004F14AA" w:rsidRPr="00A30D7A" w14:paraId="5505B4BD" w14:textId="77777777" w:rsidTr="00615D4B">
        <w:trPr>
          <w:trHeight w:val="454"/>
          <w:tblHeader/>
        </w:trPr>
        <w:tc>
          <w:tcPr>
            <w:tcW w:w="3310" w:type="dxa"/>
            <w:shd w:val="clear" w:color="auto" w:fill="D9E2F3" w:themeFill="accent1" w:themeFillTint="33"/>
            <w:vAlign w:val="center"/>
          </w:tcPr>
          <w:p w14:paraId="3019C78A" w14:textId="77777777" w:rsidR="004F14AA" w:rsidRPr="00A30D7A" w:rsidRDefault="004F14AA" w:rsidP="007D0605">
            <w:pPr>
              <w:pStyle w:val="Tabletitle"/>
            </w:pPr>
            <w:r w:rsidRPr="00A30D7A">
              <w:t>Project phase or milestone</w:t>
            </w:r>
          </w:p>
        </w:tc>
        <w:tc>
          <w:tcPr>
            <w:tcW w:w="2853" w:type="dxa"/>
            <w:shd w:val="clear" w:color="auto" w:fill="D9E2F3" w:themeFill="accent1" w:themeFillTint="33"/>
            <w:vAlign w:val="center"/>
          </w:tcPr>
          <w:p w14:paraId="6808D8E4" w14:textId="77777777" w:rsidR="004F14AA" w:rsidRPr="00A30D7A" w:rsidRDefault="004F14AA" w:rsidP="007D0605">
            <w:pPr>
              <w:pStyle w:val="Tabletitle"/>
            </w:pPr>
            <w:r w:rsidRPr="00A30D7A">
              <w:t>Estimated start date</w:t>
            </w:r>
          </w:p>
        </w:tc>
        <w:tc>
          <w:tcPr>
            <w:tcW w:w="2853" w:type="dxa"/>
            <w:shd w:val="clear" w:color="auto" w:fill="D9E2F3" w:themeFill="accent1" w:themeFillTint="33"/>
            <w:vAlign w:val="center"/>
          </w:tcPr>
          <w:p w14:paraId="367581EA" w14:textId="77777777" w:rsidR="004F14AA" w:rsidRPr="00A30D7A" w:rsidRDefault="004F14AA" w:rsidP="007D0605">
            <w:pPr>
              <w:pStyle w:val="Tabletitle"/>
            </w:pPr>
            <w:r w:rsidRPr="00A30D7A">
              <w:t>Estimated completion date</w:t>
            </w:r>
          </w:p>
        </w:tc>
      </w:tr>
      <w:tr w:rsidR="004F14AA" w:rsidRPr="00A30D7A" w14:paraId="02DE3EC5" w14:textId="77777777" w:rsidTr="00615D4B">
        <w:trPr>
          <w:trHeight w:val="454"/>
        </w:trPr>
        <w:tc>
          <w:tcPr>
            <w:tcW w:w="3310" w:type="dxa"/>
            <w:vAlign w:val="center"/>
          </w:tcPr>
          <w:p w14:paraId="56F3A27B" w14:textId="61BE9444" w:rsidR="004F14AA" w:rsidRPr="00A30D7A" w:rsidRDefault="004F14AA" w:rsidP="00615D4B">
            <w:pPr>
              <w:rPr>
                <w:rFonts w:cs="Arial"/>
              </w:rPr>
            </w:pPr>
            <w:r w:rsidRPr="00A30D7A">
              <w:rPr>
                <w:rFonts w:cs="Arial"/>
              </w:rPr>
              <w:t xml:space="preserve">Project </w:t>
            </w:r>
            <w:r w:rsidR="004D3530">
              <w:rPr>
                <w:rFonts w:cs="Arial"/>
              </w:rPr>
              <w:t>p</w:t>
            </w:r>
            <w:r w:rsidRPr="00A30D7A">
              <w:rPr>
                <w:rFonts w:cs="Arial"/>
              </w:rPr>
              <w:t>lanning</w:t>
            </w:r>
          </w:p>
        </w:tc>
        <w:tc>
          <w:tcPr>
            <w:tcW w:w="2853" w:type="dxa"/>
            <w:vAlign w:val="center"/>
          </w:tcPr>
          <w:p w14:paraId="5BAD3122" w14:textId="77777777" w:rsidR="004F14AA" w:rsidRPr="00A30D7A" w:rsidRDefault="004F14AA" w:rsidP="00615D4B">
            <w:pPr>
              <w:rPr>
                <w:rFonts w:cs="Arial"/>
              </w:rPr>
            </w:pPr>
          </w:p>
        </w:tc>
        <w:tc>
          <w:tcPr>
            <w:tcW w:w="2853" w:type="dxa"/>
            <w:vAlign w:val="center"/>
          </w:tcPr>
          <w:p w14:paraId="1E42C723" w14:textId="77777777" w:rsidR="004F14AA" w:rsidRPr="00A30D7A" w:rsidRDefault="004F14AA" w:rsidP="00615D4B">
            <w:pPr>
              <w:rPr>
                <w:rFonts w:cs="Arial"/>
              </w:rPr>
            </w:pPr>
          </w:p>
        </w:tc>
      </w:tr>
      <w:tr w:rsidR="004F14AA" w:rsidRPr="00A30D7A" w14:paraId="47A71DBF" w14:textId="77777777" w:rsidTr="00615D4B">
        <w:trPr>
          <w:trHeight w:val="454"/>
        </w:trPr>
        <w:tc>
          <w:tcPr>
            <w:tcW w:w="3310" w:type="dxa"/>
            <w:vAlign w:val="center"/>
          </w:tcPr>
          <w:p w14:paraId="231AAFC2" w14:textId="3EC81ACD" w:rsidR="004F14AA" w:rsidRPr="00A30D7A" w:rsidRDefault="004F14AA" w:rsidP="00615D4B">
            <w:pPr>
              <w:rPr>
                <w:rFonts w:cs="Arial"/>
              </w:rPr>
            </w:pPr>
            <w:r w:rsidRPr="00A30D7A">
              <w:rPr>
                <w:rFonts w:cs="Arial"/>
              </w:rPr>
              <w:t xml:space="preserve">Functional design </w:t>
            </w:r>
            <w:r w:rsidR="004D3530">
              <w:rPr>
                <w:rFonts w:cs="Arial"/>
              </w:rPr>
              <w:t>b</w:t>
            </w:r>
            <w:r w:rsidRPr="00A30D7A">
              <w:rPr>
                <w:rFonts w:cs="Arial"/>
              </w:rPr>
              <w:t>rief</w:t>
            </w:r>
          </w:p>
        </w:tc>
        <w:tc>
          <w:tcPr>
            <w:tcW w:w="2853" w:type="dxa"/>
            <w:vAlign w:val="center"/>
          </w:tcPr>
          <w:p w14:paraId="51D5750D" w14:textId="77777777" w:rsidR="004F14AA" w:rsidRPr="00A30D7A" w:rsidRDefault="004F14AA" w:rsidP="00615D4B">
            <w:pPr>
              <w:rPr>
                <w:rFonts w:cs="Arial"/>
              </w:rPr>
            </w:pPr>
          </w:p>
        </w:tc>
        <w:tc>
          <w:tcPr>
            <w:tcW w:w="2853" w:type="dxa"/>
            <w:vAlign w:val="center"/>
          </w:tcPr>
          <w:p w14:paraId="04F860D2" w14:textId="77777777" w:rsidR="004F14AA" w:rsidRPr="00A30D7A" w:rsidRDefault="004F14AA" w:rsidP="00615D4B">
            <w:pPr>
              <w:rPr>
                <w:rFonts w:cs="Arial"/>
              </w:rPr>
            </w:pPr>
          </w:p>
        </w:tc>
      </w:tr>
      <w:tr w:rsidR="004F14AA" w:rsidRPr="00A30D7A" w14:paraId="46BD8E25" w14:textId="77777777" w:rsidTr="00615D4B">
        <w:trPr>
          <w:trHeight w:val="454"/>
        </w:trPr>
        <w:tc>
          <w:tcPr>
            <w:tcW w:w="3310" w:type="dxa"/>
            <w:vAlign w:val="center"/>
          </w:tcPr>
          <w:p w14:paraId="712D10D6" w14:textId="5F79B0A1" w:rsidR="004F14AA" w:rsidRPr="00A30D7A" w:rsidRDefault="004F14AA" w:rsidP="00615D4B">
            <w:pPr>
              <w:rPr>
                <w:rFonts w:cs="Arial"/>
              </w:rPr>
            </w:pPr>
            <w:r w:rsidRPr="00A30D7A">
              <w:rPr>
                <w:rFonts w:cs="Arial"/>
              </w:rPr>
              <w:t xml:space="preserve">Master </w:t>
            </w:r>
            <w:r w:rsidR="004D3530">
              <w:rPr>
                <w:rFonts w:cs="Arial"/>
              </w:rPr>
              <w:t>p</w:t>
            </w:r>
            <w:r w:rsidRPr="00A30D7A">
              <w:rPr>
                <w:rFonts w:cs="Arial"/>
              </w:rPr>
              <w:t>lan</w:t>
            </w:r>
          </w:p>
        </w:tc>
        <w:tc>
          <w:tcPr>
            <w:tcW w:w="2853" w:type="dxa"/>
            <w:vAlign w:val="center"/>
          </w:tcPr>
          <w:p w14:paraId="68EBC385" w14:textId="77777777" w:rsidR="004F14AA" w:rsidRPr="00A30D7A" w:rsidRDefault="004F14AA" w:rsidP="00615D4B">
            <w:pPr>
              <w:rPr>
                <w:rFonts w:cs="Arial"/>
              </w:rPr>
            </w:pPr>
          </w:p>
        </w:tc>
        <w:tc>
          <w:tcPr>
            <w:tcW w:w="2853" w:type="dxa"/>
            <w:vAlign w:val="center"/>
          </w:tcPr>
          <w:p w14:paraId="37B8C72B" w14:textId="77777777" w:rsidR="004F14AA" w:rsidRPr="00A30D7A" w:rsidRDefault="004F14AA" w:rsidP="00615D4B">
            <w:pPr>
              <w:rPr>
                <w:rFonts w:cs="Arial"/>
              </w:rPr>
            </w:pPr>
          </w:p>
        </w:tc>
      </w:tr>
      <w:tr w:rsidR="004F14AA" w:rsidRPr="00A30D7A" w14:paraId="62ADFCD1" w14:textId="77777777" w:rsidTr="00615D4B">
        <w:trPr>
          <w:trHeight w:val="454"/>
        </w:trPr>
        <w:tc>
          <w:tcPr>
            <w:tcW w:w="3310" w:type="dxa"/>
            <w:vAlign w:val="center"/>
          </w:tcPr>
          <w:p w14:paraId="7102ECE4" w14:textId="11D4AD8E" w:rsidR="004F14AA" w:rsidRPr="00A30D7A" w:rsidRDefault="004F14AA" w:rsidP="00615D4B">
            <w:pPr>
              <w:rPr>
                <w:rFonts w:cs="Arial"/>
              </w:rPr>
            </w:pPr>
            <w:r w:rsidRPr="00A30D7A">
              <w:rPr>
                <w:rFonts w:cs="Arial"/>
              </w:rPr>
              <w:t xml:space="preserve">Conceptual </w:t>
            </w:r>
            <w:r w:rsidR="004D3530">
              <w:rPr>
                <w:rFonts w:cs="Arial"/>
              </w:rPr>
              <w:t>d</w:t>
            </w:r>
            <w:r w:rsidRPr="00A30D7A">
              <w:rPr>
                <w:rFonts w:cs="Arial"/>
              </w:rPr>
              <w:t>esign</w:t>
            </w:r>
          </w:p>
        </w:tc>
        <w:tc>
          <w:tcPr>
            <w:tcW w:w="2853" w:type="dxa"/>
            <w:vAlign w:val="center"/>
          </w:tcPr>
          <w:p w14:paraId="1846E3A9" w14:textId="77777777" w:rsidR="004F14AA" w:rsidRPr="00A30D7A" w:rsidRDefault="004F14AA" w:rsidP="00615D4B">
            <w:pPr>
              <w:rPr>
                <w:rFonts w:cs="Arial"/>
              </w:rPr>
            </w:pPr>
          </w:p>
        </w:tc>
        <w:tc>
          <w:tcPr>
            <w:tcW w:w="2853" w:type="dxa"/>
            <w:vAlign w:val="center"/>
          </w:tcPr>
          <w:p w14:paraId="7298958B" w14:textId="77777777" w:rsidR="004F14AA" w:rsidRPr="00A30D7A" w:rsidRDefault="004F14AA" w:rsidP="00615D4B">
            <w:pPr>
              <w:rPr>
                <w:rFonts w:cs="Arial"/>
              </w:rPr>
            </w:pPr>
          </w:p>
        </w:tc>
      </w:tr>
      <w:tr w:rsidR="004F14AA" w:rsidRPr="00A30D7A" w14:paraId="025D7760" w14:textId="77777777" w:rsidTr="00615D4B">
        <w:trPr>
          <w:trHeight w:val="454"/>
        </w:trPr>
        <w:tc>
          <w:tcPr>
            <w:tcW w:w="3310" w:type="dxa"/>
            <w:vAlign w:val="center"/>
          </w:tcPr>
          <w:p w14:paraId="47C8B990" w14:textId="171C49F9" w:rsidR="004F14AA" w:rsidRPr="00A30D7A" w:rsidRDefault="004F14AA" w:rsidP="00615D4B">
            <w:pPr>
              <w:rPr>
                <w:rFonts w:cs="Arial"/>
              </w:rPr>
            </w:pPr>
            <w:r w:rsidRPr="00A30D7A">
              <w:rPr>
                <w:rFonts w:cs="Arial"/>
              </w:rPr>
              <w:t xml:space="preserve">Schematic </w:t>
            </w:r>
            <w:r w:rsidR="004D3530">
              <w:rPr>
                <w:rFonts w:cs="Arial"/>
              </w:rPr>
              <w:t>d</w:t>
            </w:r>
            <w:r w:rsidRPr="00A30D7A">
              <w:rPr>
                <w:rFonts w:cs="Arial"/>
              </w:rPr>
              <w:t>esign</w:t>
            </w:r>
          </w:p>
        </w:tc>
        <w:tc>
          <w:tcPr>
            <w:tcW w:w="2853" w:type="dxa"/>
            <w:vAlign w:val="center"/>
          </w:tcPr>
          <w:p w14:paraId="7A83A8C5" w14:textId="77777777" w:rsidR="004F14AA" w:rsidRPr="00A30D7A" w:rsidRDefault="004F14AA" w:rsidP="00615D4B">
            <w:pPr>
              <w:rPr>
                <w:rFonts w:cs="Arial"/>
              </w:rPr>
            </w:pPr>
          </w:p>
        </w:tc>
        <w:tc>
          <w:tcPr>
            <w:tcW w:w="2853" w:type="dxa"/>
            <w:vAlign w:val="center"/>
          </w:tcPr>
          <w:p w14:paraId="27EE7724" w14:textId="77777777" w:rsidR="004F14AA" w:rsidRPr="00A30D7A" w:rsidRDefault="004F14AA" w:rsidP="00615D4B">
            <w:pPr>
              <w:rPr>
                <w:rFonts w:cs="Arial"/>
              </w:rPr>
            </w:pPr>
          </w:p>
        </w:tc>
      </w:tr>
      <w:tr w:rsidR="004F14AA" w:rsidRPr="00A30D7A" w14:paraId="07A8424F" w14:textId="77777777" w:rsidTr="00615D4B">
        <w:trPr>
          <w:trHeight w:val="454"/>
        </w:trPr>
        <w:tc>
          <w:tcPr>
            <w:tcW w:w="3310" w:type="dxa"/>
            <w:vAlign w:val="center"/>
          </w:tcPr>
          <w:p w14:paraId="56B94270" w14:textId="6704C933" w:rsidR="004F14AA" w:rsidRPr="00A30D7A" w:rsidRDefault="004F14AA" w:rsidP="00615D4B">
            <w:pPr>
              <w:rPr>
                <w:rFonts w:cs="Arial"/>
              </w:rPr>
            </w:pPr>
            <w:r w:rsidRPr="00A30D7A">
              <w:rPr>
                <w:rFonts w:cs="Arial"/>
              </w:rPr>
              <w:t xml:space="preserve">Design </w:t>
            </w:r>
            <w:r w:rsidR="004D3530">
              <w:rPr>
                <w:rFonts w:cs="Arial"/>
              </w:rPr>
              <w:t>d</w:t>
            </w:r>
            <w:r w:rsidRPr="00A30D7A">
              <w:rPr>
                <w:rFonts w:cs="Arial"/>
              </w:rPr>
              <w:t>evelopment</w:t>
            </w:r>
          </w:p>
        </w:tc>
        <w:tc>
          <w:tcPr>
            <w:tcW w:w="2853" w:type="dxa"/>
            <w:vAlign w:val="center"/>
          </w:tcPr>
          <w:p w14:paraId="1C36B51C" w14:textId="77777777" w:rsidR="004F14AA" w:rsidRPr="00A30D7A" w:rsidRDefault="004F14AA" w:rsidP="00615D4B">
            <w:pPr>
              <w:rPr>
                <w:rFonts w:cs="Arial"/>
              </w:rPr>
            </w:pPr>
          </w:p>
        </w:tc>
        <w:tc>
          <w:tcPr>
            <w:tcW w:w="2853" w:type="dxa"/>
            <w:vAlign w:val="center"/>
          </w:tcPr>
          <w:p w14:paraId="79CEA54C" w14:textId="77777777" w:rsidR="004F14AA" w:rsidRPr="00A30D7A" w:rsidRDefault="004F14AA" w:rsidP="00615D4B">
            <w:pPr>
              <w:rPr>
                <w:rFonts w:cs="Arial"/>
              </w:rPr>
            </w:pPr>
          </w:p>
        </w:tc>
      </w:tr>
      <w:tr w:rsidR="004F14AA" w:rsidRPr="00A30D7A" w14:paraId="37B1705F" w14:textId="77777777" w:rsidTr="00615D4B">
        <w:trPr>
          <w:trHeight w:val="454"/>
        </w:trPr>
        <w:tc>
          <w:tcPr>
            <w:tcW w:w="3310" w:type="dxa"/>
            <w:vAlign w:val="center"/>
          </w:tcPr>
          <w:p w14:paraId="5D04812D" w14:textId="63A8C24B" w:rsidR="004F14AA" w:rsidRPr="00A30D7A" w:rsidRDefault="004F14AA" w:rsidP="00615D4B">
            <w:pPr>
              <w:rPr>
                <w:rFonts w:cs="Arial"/>
              </w:rPr>
            </w:pPr>
            <w:r w:rsidRPr="00A30D7A">
              <w:rPr>
                <w:rFonts w:cs="Arial"/>
              </w:rPr>
              <w:t xml:space="preserve">Tender </w:t>
            </w:r>
            <w:r w:rsidR="004D3530">
              <w:rPr>
                <w:rFonts w:cs="Arial"/>
              </w:rPr>
              <w:t>d</w:t>
            </w:r>
            <w:r w:rsidRPr="00A30D7A">
              <w:rPr>
                <w:rFonts w:cs="Arial"/>
              </w:rPr>
              <w:t>ocumentation</w:t>
            </w:r>
          </w:p>
        </w:tc>
        <w:tc>
          <w:tcPr>
            <w:tcW w:w="2853" w:type="dxa"/>
            <w:vAlign w:val="center"/>
          </w:tcPr>
          <w:p w14:paraId="10DC8932" w14:textId="77777777" w:rsidR="004F14AA" w:rsidRPr="00A30D7A" w:rsidRDefault="004F14AA" w:rsidP="00615D4B">
            <w:pPr>
              <w:rPr>
                <w:rFonts w:cs="Arial"/>
              </w:rPr>
            </w:pPr>
          </w:p>
        </w:tc>
        <w:tc>
          <w:tcPr>
            <w:tcW w:w="2853" w:type="dxa"/>
            <w:vAlign w:val="center"/>
          </w:tcPr>
          <w:p w14:paraId="77880194" w14:textId="77777777" w:rsidR="004F14AA" w:rsidRPr="00A30D7A" w:rsidRDefault="004F14AA" w:rsidP="00615D4B">
            <w:pPr>
              <w:rPr>
                <w:rFonts w:cs="Arial"/>
              </w:rPr>
            </w:pPr>
          </w:p>
        </w:tc>
      </w:tr>
      <w:tr w:rsidR="004F14AA" w:rsidRPr="00A30D7A" w14:paraId="7125E32C" w14:textId="77777777" w:rsidTr="00615D4B">
        <w:trPr>
          <w:trHeight w:val="454"/>
        </w:trPr>
        <w:tc>
          <w:tcPr>
            <w:tcW w:w="3310" w:type="dxa"/>
            <w:vAlign w:val="center"/>
          </w:tcPr>
          <w:p w14:paraId="2D30ABAE" w14:textId="77777777" w:rsidR="004F14AA" w:rsidRPr="00A30D7A" w:rsidRDefault="004F14AA" w:rsidP="00615D4B">
            <w:pPr>
              <w:rPr>
                <w:rFonts w:cs="Arial"/>
              </w:rPr>
            </w:pPr>
            <w:r w:rsidRPr="00A30D7A">
              <w:rPr>
                <w:rFonts w:cs="Arial"/>
              </w:rPr>
              <w:t>Contract documentation</w:t>
            </w:r>
          </w:p>
        </w:tc>
        <w:tc>
          <w:tcPr>
            <w:tcW w:w="2853" w:type="dxa"/>
            <w:vAlign w:val="center"/>
          </w:tcPr>
          <w:p w14:paraId="3F36EA68" w14:textId="77777777" w:rsidR="004F14AA" w:rsidRPr="00A30D7A" w:rsidRDefault="004F14AA" w:rsidP="00615D4B">
            <w:pPr>
              <w:rPr>
                <w:rFonts w:cs="Arial"/>
              </w:rPr>
            </w:pPr>
          </w:p>
        </w:tc>
        <w:tc>
          <w:tcPr>
            <w:tcW w:w="2853" w:type="dxa"/>
            <w:vAlign w:val="center"/>
          </w:tcPr>
          <w:p w14:paraId="38CB7A76" w14:textId="77777777" w:rsidR="004F14AA" w:rsidRPr="00A30D7A" w:rsidRDefault="004F14AA" w:rsidP="00615D4B">
            <w:pPr>
              <w:rPr>
                <w:rFonts w:cs="Arial"/>
              </w:rPr>
            </w:pPr>
          </w:p>
        </w:tc>
      </w:tr>
      <w:tr w:rsidR="004F14AA" w:rsidRPr="00A30D7A" w14:paraId="3FA02A0F" w14:textId="77777777" w:rsidTr="00615D4B">
        <w:trPr>
          <w:trHeight w:val="454"/>
        </w:trPr>
        <w:tc>
          <w:tcPr>
            <w:tcW w:w="3310" w:type="dxa"/>
            <w:vAlign w:val="center"/>
          </w:tcPr>
          <w:p w14:paraId="5588F4D0" w14:textId="7A9A311D" w:rsidR="004F14AA" w:rsidRPr="00A30D7A" w:rsidRDefault="004F14AA" w:rsidP="00615D4B">
            <w:pPr>
              <w:rPr>
                <w:rFonts w:cs="Arial"/>
              </w:rPr>
            </w:pPr>
            <w:r w:rsidRPr="00A30D7A">
              <w:rPr>
                <w:rFonts w:cs="Arial"/>
              </w:rPr>
              <w:t>Construction</w:t>
            </w:r>
            <w:r w:rsidR="000E6FC3" w:rsidRPr="00A30D7A">
              <w:rPr>
                <w:rFonts w:cs="Arial"/>
              </w:rPr>
              <w:t>/Fabrication</w:t>
            </w:r>
          </w:p>
        </w:tc>
        <w:tc>
          <w:tcPr>
            <w:tcW w:w="2853" w:type="dxa"/>
            <w:vAlign w:val="center"/>
          </w:tcPr>
          <w:p w14:paraId="0224A3B6" w14:textId="77777777" w:rsidR="004F14AA" w:rsidRPr="00A30D7A" w:rsidRDefault="004F14AA" w:rsidP="00615D4B">
            <w:pPr>
              <w:rPr>
                <w:rFonts w:cs="Arial"/>
              </w:rPr>
            </w:pPr>
          </w:p>
        </w:tc>
        <w:tc>
          <w:tcPr>
            <w:tcW w:w="2853" w:type="dxa"/>
            <w:vAlign w:val="center"/>
          </w:tcPr>
          <w:p w14:paraId="52A92FEB" w14:textId="77777777" w:rsidR="004F14AA" w:rsidRPr="00A30D7A" w:rsidRDefault="004F14AA" w:rsidP="00615D4B">
            <w:pPr>
              <w:rPr>
                <w:rFonts w:cs="Arial"/>
              </w:rPr>
            </w:pPr>
          </w:p>
        </w:tc>
      </w:tr>
      <w:tr w:rsidR="004F14AA" w:rsidRPr="00A30D7A" w14:paraId="2BEF258F" w14:textId="77777777" w:rsidTr="00615D4B">
        <w:trPr>
          <w:trHeight w:val="454"/>
        </w:trPr>
        <w:tc>
          <w:tcPr>
            <w:tcW w:w="3310" w:type="dxa"/>
            <w:vAlign w:val="center"/>
          </w:tcPr>
          <w:p w14:paraId="7E7A4A33" w14:textId="77777777" w:rsidR="004F14AA" w:rsidRPr="00A30D7A" w:rsidRDefault="004F14AA" w:rsidP="00615D4B">
            <w:pPr>
              <w:rPr>
                <w:rFonts w:cs="Arial"/>
              </w:rPr>
            </w:pPr>
            <w:r w:rsidRPr="00A30D7A">
              <w:rPr>
                <w:rFonts w:cs="Arial"/>
              </w:rPr>
              <w:t>Commissioning/Handover</w:t>
            </w:r>
          </w:p>
        </w:tc>
        <w:tc>
          <w:tcPr>
            <w:tcW w:w="2853" w:type="dxa"/>
            <w:vAlign w:val="center"/>
          </w:tcPr>
          <w:p w14:paraId="347D950B" w14:textId="77777777" w:rsidR="004F14AA" w:rsidRPr="00A30D7A" w:rsidRDefault="004F14AA" w:rsidP="00615D4B">
            <w:pPr>
              <w:rPr>
                <w:rFonts w:cs="Arial"/>
              </w:rPr>
            </w:pPr>
          </w:p>
        </w:tc>
        <w:tc>
          <w:tcPr>
            <w:tcW w:w="2853" w:type="dxa"/>
            <w:vAlign w:val="center"/>
          </w:tcPr>
          <w:p w14:paraId="50CB8D0E" w14:textId="77777777" w:rsidR="004F14AA" w:rsidRPr="00A30D7A" w:rsidRDefault="004F14AA" w:rsidP="00615D4B">
            <w:pPr>
              <w:rPr>
                <w:rFonts w:cs="Arial"/>
              </w:rPr>
            </w:pPr>
          </w:p>
        </w:tc>
      </w:tr>
      <w:tr w:rsidR="004F14AA" w:rsidRPr="00A30D7A" w14:paraId="31FC03D3" w14:textId="77777777" w:rsidTr="00615D4B">
        <w:trPr>
          <w:trHeight w:val="454"/>
        </w:trPr>
        <w:tc>
          <w:tcPr>
            <w:tcW w:w="3310" w:type="dxa"/>
            <w:vAlign w:val="center"/>
          </w:tcPr>
          <w:p w14:paraId="10809FC4" w14:textId="77777777" w:rsidR="004F14AA" w:rsidRPr="00A30D7A" w:rsidRDefault="004F14AA" w:rsidP="00615D4B">
            <w:pPr>
              <w:rPr>
                <w:rFonts w:cs="Arial"/>
              </w:rPr>
            </w:pPr>
            <w:r w:rsidRPr="00A30D7A">
              <w:rPr>
                <w:rFonts w:cs="Arial"/>
              </w:rPr>
              <w:t>Project evaluation</w:t>
            </w:r>
          </w:p>
        </w:tc>
        <w:tc>
          <w:tcPr>
            <w:tcW w:w="2853" w:type="dxa"/>
            <w:vAlign w:val="center"/>
          </w:tcPr>
          <w:p w14:paraId="317DDA40" w14:textId="77777777" w:rsidR="004F14AA" w:rsidRPr="00A30D7A" w:rsidRDefault="004F14AA" w:rsidP="00615D4B">
            <w:pPr>
              <w:rPr>
                <w:rFonts w:cs="Arial"/>
              </w:rPr>
            </w:pPr>
          </w:p>
        </w:tc>
        <w:tc>
          <w:tcPr>
            <w:tcW w:w="2853" w:type="dxa"/>
            <w:vAlign w:val="center"/>
          </w:tcPr>
          <w:p w14:paraId="442A9DFE" w14:textId="77777777" w:rsidR="004F14AA" w:rsidRPr="00A30D7A" w:rsidRDefault="004F14AA" w:rsidP="00615D4B">
            <w:pPr>
              <w:rPr>
                <w:rFonts w:cs="Arial"/>
              </w:rPr>
            </w:pPr>
          </w:p>
        </w:tc>
      </w:tr>
    </w:tbl>
    <w:p w14:paraId="2C2B745E" w14:textId="77777777" w:rsidR="004F14AA" w:rsidRPr="00A30D7A" w:rsidRDefault="004F14AA" w:rsidP="007D0605">
      <w:pPr>
        <w:pStyle w:val="Tabletitle"/>
      </w:pPr>
    </w:p>
    <w:p w14:paraId="1A1C1544" w14:textId="64BB1921" w:rsidR="004F14AA" w:rsidRPr="00A30D7A" w:rsidRDefault="004F14AA" w:rsidP="004F14AA">
      <w:pPr>
        <w:pStyle w:val="Instructions"/>
        <w:rPr>
          <w:rFonts w:cs="Arial"/>
        </w:rPr>
      </w:pPr>
      <w:r w:rsidRPr="00A30D7A">
        <w:rPr>
          <w:rFonts w:cs="Arial"/>
        </w:rPr>
        <w:t xml:space="preserve">This table is for summarising key project dates. They should be based on those provided in the </w:t>
      </w:r>
      <w:r w:rsidR="00307F03" w:rsidRPr="00A30D7A">
        <w:rPr>
          <w:rFonts w:cs="Arial"/>
        </w:rPr>
        <w:t>pre-appointment BEP</w:t>
      </w:r>
      <w:r w:rsidR="00BE1261" w:rsidRPr="00A30D7A">
        <w:rPr>
          <w:rFonts w:cs="Arial"/>
        </w:rPr>
        <w:t xml:space="preserve">, or those dates amended as agreed, </w:t>
      </w:r>
      <w:r w:rsidRPr="00A30D7A">
        <w:rPr>
          <w:rFonts w:cs="Arial"/>
        </w:rPr>
        <w:t xml:space="preserve">so copy those here or edit the table to align with them. Make sure they do not conflict with anything documented elsewhere. If they are documented elsewhere, e.g. in a program, it </w:t>
      </w:r>
      <w:r w:rsidR="004D3530">
        <w:rPr>
          <w:rFonts w:cs="Arial"/>
        </w:rPr>
        <w:t>is</w:t>
      </w:r>
      <w:r w:rsidRPr="00A30D7A">
        <w:rPr>
          <w:rFonts w:cs="Arial"/>
        </w:rPr>
        <w:t xml:space="preserve"> preferable to append it and/or cross reference it rather than use the table.</w:t>
      </w:r>
    </w:p>
    <w:p w14:paraId="3728C87B" w14:textId="534FC3D2" w:rsidR="004F14AA" w:rsidRPr="00A30D7A" w:rsidRDefault="004F14AA" w:rsidP="004F14AA">
      <w:pPr>
        <w:pStyle w:val="Heading2"/>
      </w:pPr>
      <w:bookmarkStart w:id="155" w:name="_Toc163550135"/>
      <w:r w:rsidRPr="00A30D7A">
        <w:rPr>
          <w:rFonts w:cs="Arial"/>
        </w:rPr>
        <w:t>Amendments to E</w:t>
      </w:r>
      <w:r w:rsidR="00423FDF" w:rsidRPr="00A30D7A">
        <w:rPr>
          <w:rFonts w:cs="Arial"/>
        </w:rPr>
        <w:t>IR</w:t>
      </w:r>
      <w:bookmarkEnd w:id="155"/>
    </w:p>
    <w:p w14:paraId="2C41BF26" w14:textId="11DAA53E" w:rsidR="004F14AA" w:rsidRPr="00A30D7A" w:rsidRDefault="00A07007" w:rsidP="003F195B">
      <w:pPr>
        <w:rPr>
          <w:rFonts w:cs="Arial"/>
        </w:rPr>
      </w:pPr>
      <w:r w:rsidRPr="00A30D7A">
        <w:rPr>
          <w:rFonts w:cs="Arial"/>
          <w:vanish/>
        </w:rPr>
        <w:t xml:space="preserve">EIR amendments: </w:t>
      </w:r>
      <w:r w:rsidR="004F14AA" w:rsidRPr="00A30D7A">
        <w:rPr>
          <w:rFonts w:cs="Arial"/>
        </w:rPr>
        <w:t xml:space="preserve">Amendments to EIR proposed by the </w:t>
      </w:r>
      <w:r w:rsidR="00423FDF" w:rsidRPr="00A30D7A">
        <w:rPr>
          <w:rFonts w:cs="Arial"/>
        </w:rPr>
        <w:t>d</w:t>
      </w:r>
      <w:r w:rsidR="004F14AA" w:rsidRPr="00A30D7A">
        <w:rPr>
          <w:rFonts w:cs="Arial"/>
        </w:rPr>
        <w:t xml:space="preserve">elivery </w:t>
      </w:r>
      <w:r w:rsidR="00423FDF" w:rsidRPr="00A30D7A">
        <w:rPr>
          <w:rFonts w:cs="Arial"/>
        </w:rPr>
        <w:t>t</w:t>
      </w:r>
      <w:r w:rsidR="004F14AA" w:rsidRPr="00A30D7A">
        <w:rPr>
          <w:rFonts w:cs="Arial"/>
        </w:rPr>
        <w:t xml:space="preserve">eam are shown in the </w:t>
      </w:r>
      <w:r w:rsidR="004F14AA" w:rsidRPr="00A30D7A">
        <w:rPr>
          <w:rFonts w:cs="Arial"/>
          <w:b/>
          <w:bCs/>
          <w:color w:val="595959" w:themeColor="text1" w:themeTint="A6"/>
        </w:rPr>
        <w:t>EIR</w:t>
      </w:r>
      <w:r w:rsidR="009461B9">
        <w:rPr>
          <w:rFonts w:cs="Arial"/>
          <w:b/>
          <w:bCs/>
          <w:color w:val="595959" w:themeColor="text1" w:themeTint="A6"/>
        </w:rPr>
        <w:t> </w:t>
      </w:r>
      <w:r w:rsidR="004F14AA" w:rsidRPr="00A30D7A">
        <w:rPr>
          <w:rFonts w:cs="Arial"/>
          <w:b/>
          <w:bCs/>
          <w:color w:val="595959" w:themeColor="text1" w:themeTint="A6"/>
        </w:rPr>
        <w:t>amendments table</w:t>
      </w:r>
      <w:r w:rsidR="004F14AA" w:rsidRPr="00A30D7A">
        <w:rPr>
          <w:rFonts w:cs="Arial"/>
        </w:rPr>
        <w:t>.</w:t>
      </w:r>
    </w:p>
    <w:p w14:paraId="714ED88A" w14:textId="77777777" w:rsidR="004F14AA" w:rsidRPr="00A30D7A" w:rsidRDefault="004F14AA" w:rsidP="002278A3">
      <w:pPr>
        <w:pStyle w:val="Tabletitle"/>
      </w:pPr>
      <w:r w:rsidRPr="00A30D7A">
        <w:t>EIR amendments table</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693"/>
        <w:gridCol w:w="5096"/>
      </w:tblGrid>
      <w:tr w:rsidR="004F14AA" w:rsidRPr="00A30D7A" w14:paraId="5791B073" w14:textId="77777777" w:rsidTr="00615D4B">
        <w:trPr>
          <w:trHeight w:val="680"/>
          <w:tblHeader/>
        </w:trPr>
        <w:tc>
          <w:tcPr>
            <w:tcW w:w="1271" w:type="dxa"/>
            <w:shd w:val="clear" w:color="auto" w:fill="D9E2F3" w:themeFill="accent1" w:themeFillTint="33"/>
            <w:vAlign w:val="center"/>
          </w:tcPr>
          <w:p w14:paraId="78D607C3" w14:textId="77777777" w:rsidR="004F14AA" w:rsidRPr="00A30D7A" w:rsidRDefault="004F14AA" w:rsidP="007D0605">
            <w:pPr>
              <w:pStyle w:val="Tabletitle"/>
            </w:pPr>
            <w:r w:rsidRPr="00A30D7A">
              <w:t>EIR</w:t>
            </w:r>
          </w:p>
          <w:p w14:paraId="45F4B7C1" w14:textId="77777777" w:rsidR="004F14AA" w:rsidRPr="00A30D7A" w:rsidRDefault="004F14AA" w:rsidP="007D0605">
            <w:pPr>
              <w:pStyle w:val="Tabletitle"/>
            </w:pPr>
            <w:r w:rsidRPr="00A30D7A">
              <w:t>Clause No.</w:t>
            </w:r>
          </w:p>
        </w:tc>
        <w:tc>
          <w:tcPr>
            <w:tcW w:w="2693" w:type="dxa"/>
            <w:shd w:val="clear" w:color="auto" w:fill="D9E2F3" w:themeFill="accent1" w:themeFillTint="33"/>
            <w:vAlign w:val="center"/>
          </w:tcPr>
          <w:p w14:paraId="583A40F3" w14:textId="77777777" w:rsidR="004F14AA" w:rsidRPr="00A30D7A" w:rsidRDefault="004F14AA" w:rsidP="007D0605">
            <w:pPr>
              <w:pStyle w:val="Tabletitle"/>
            </w:pPr>
            <w:r w:rsidRPr="00A30D7A">
              <w:t>Clause title</w:t>
            </w:r>
          </w:p>
        </w:tc>
        <w:tc>
          <w:tcPr>
            <w:tcW w:w="5096" w:type="dxa"/>
            <w:shd w:val="clear" w:color="auto" w:fill="D9E2F3" w:themeFill="accent1" w:themeFillTint="33"/>
            <w:vAlign w:val="center"/>
          </w:tcPr>
          <w:p w14:paraId="4DDAA250" w14:textId="77777777" w:rsidR="004F14AA" w:rsidRPr="00A30D7A" w:rsidRDefault="004F14AA" w:rsidP="007D0605">
            <w:pPr>
              <w:pStyle w:val="Tabletitle"/>
            </w:pPr>
            <w:r w:rsidRPr="00A30D7A">
              <w:t>Amendment</w:t>
            </w:r>
          </w:p>
        </w:tc>
      </w:tr>
      <w:tr w:rsidR="004F14AA" w:rsidRPr="00A30D7A" w14:paraId="4D0DA013" w14:textId="77777777" w:rsidTr="00615D4B">
        <w:trPr>
          <w:trHeight w:val="454"/>
        </w:trPr>
        <w:tc>
          <w:tcPr>
            <w:tcW w:w="1271" w:type="dxa"/>
            <w:vAlign w:val="center"/>
          </w:tcPr>
          <w:p w14:paraId="0B2B205F" w14:textId="77777777" w:rsidR="004F14AA" w:rsidRPr="00A30D7A" w:rsidRDefault="004F14AA" w:rsidP="00615D4B">
            <w:pPr>
              <w:rPr>
                <w:rFonts w:cs="Arial"/>
              </w:rPr>
            </w:pPr>
          </w:p>
        </w:tc>
        <w:tc>
          <w:tcPr>
            <w:tcW w:w="2693" w:type="dxa"/>
            <w:vAlign w:val="center"/>
          </w:tcPr>
          <w:p w14:paraId="108581E7" w14:textId="77777777" w:rsidR="004F14AA" w:rsidRPr="00A30D7A" w:rsidRDefault="004F14AA" w:rsidP="00615D4B">
            <w:pPr>
              <w:rPr>
                <w:rFonts w:cs="Arial"/>
              </w:rPr>
            </w:pPr>
          </w:p>
        </w:tc>
        <w:tc>
          <w:tcPr>
            <w:tcW w:w="5096" w:type="dxa"/>
            <w:vAlign w:val="center"/>
          </w:tcPr>
          <w:p w14:paraId="6CD546E5" w14:textId="77777777" w:rsidR="004F14AA" w:rsidRPr="00A30D7A" w:rsidRDefault="004F14AA" w:rsidP="00615D4B">
            <w:pPr>
              <w:rPr>
                <w:rFonts w:cs="Arial"/>
              </w:rPr>
            </w:pPr>
          </w:p>
        </w:tc>
      </w:tr>
      <w:tr w:rsidR="004F14AA" w:rsidRPr="00A30D7A" w14:paraId="585BDB1E" w14:textId="77777777" w:rsidTr="00615D4B">
        <w:trPr>
          <w:trHeight w:val="454"/>
        </w:trPr>
        <w:tc>
          <w:tcPr>
            <w:tcW w:w="1271" w:type="dxa"/>
            <w:vAlign w:val="center"/>
          </w:tcPr>
          <w:p w14:paraId="1EC2CD80" w14:textId="77777777" w:rsidR="004F14AA" w:rsidRPr="00A30D7A" w:rsidRDefault="004F14AA" w:rsidP="00615D4B">
            <w:pPr>
              <w:rPr>
                <w:rFonts w:cs="Arial"/>
              </w:rPr>
            </w:pPr>
          </w:p>
        </w:tc>
        <w:tc>
          <w:tcPr>
            <w:tcW w:w="2693" w:type="dxa"/>
            <w:vAlign w:val="center"/>
          </w:tcPr>
          <w:p w14:paraId="32525DC0" w14:textId="77777777" w:rsidR="004F14AA" w:rsidRPr="00A30D7A" w:rsidRDefault="004F14AA" w:rsidP="00615D4B">
            <w:pPr>
              <w:rPr>
                <w:rFonts w:cs="Arial"/>
              </w:rPr>
            </w:pPr>
          </w:p>
        </w:tc>
        <w:tc>
          <w:tcPr>
            <w:tcW w:w="5096" w:type="dxa"/>
            <w:vAlign w:val="center"/>
          </w:tcPr>
          <w:p w14:paraId="1CE355B6" w14:textId="77777777" w:rsidR="004F14AA" w:rsidRPr="00A30D7A" w:rsidRDefault="004F14AA" w:rsidP="00615D4B">
            <w:pPr>
              <w:rPr>
                <w:rFonts w:cs="Arial"/>
              </w:rPr>
            </w:pPr>
          </w:p>
        </w:tc>
      </w:tr>
      <w:tr w:rsidR="004F14AA" w:rsidRPr="00A30D7A" w14:paraId="45AAD060" w14:textId="77777777" w:rsidTr="00615D4B">
        <w:trPr>
          <w:trHeight w:val="454"/>
        </w:trPr>
        <w:tc>
          <w:tcPr>
            <w:tcW w:w="1271" w:type="dxa"/>
            <w:vAlign w:val="center"/>
          </w:tcPr>
          <w:p w14:paraId="56F1E9FC" w14:textId="77777777" w:rsidR="004F14AA" w:rsidRPr="00A30D7A" w:rsidRDefault="004F14AA" w:rsidP="00615D4B">
            <w:pPr>
              <w:rPr>
                <w:rFonts w:cs="Arial"/>
              </w:rPr>
            </w:pPr>
          </w:p>
        </w:tc>
        <w:tc>
          <w:tcPr>
            <w:tcW w:w="2693" w:type="dxa"/>
            <w:vAlign w:val="center"/>
          </w:tcPr>
          <w:p w14:paraId="19AA4B74" w14:textId="77777777" w:rsidR="004F14AA" w:rsidRPr="00A30D7A" w:rsidRDefault="004F14AA" w:rsidP="00615D4B">
            <w:pPr>
              <w:rPr>
                <w:rFonts w:cs="Arial"/>
              </w:rPr>
            </w:pPr>
          </w:p>
        </w:tc>
        <w:tc>
          <w:tcPr>
            <w:tcW w:w="5096" w:type="dxa"/>
            <w:vAlign w:val="center"/>
          </w:tcPr>
          <w:p w14:paraId="351D71FD" w14:textId="77777777" w:rsidR="004F14AA" w:rsidRPr="00A30D7A" w:rsidRDefault="004F14AA" w:rsidP="00615D4B">
            <w:pPr>
              <w:rPr>
                <w:rFonts w:cs="Arial"/>
              </w:rPr>
            </w:pPr>
          </w:p>
        </w:tc>
      </w:tr>
      <w:tr w:rsidR="004F14AA" w:rsidRPr="00A30D7A" w14:paraId="11A1C6AE" w14:textId="77777777" w:rsidTr="00615D4B">
        <w:trPr>
          <w:trHeight w:val="454"/>
        </w:trPr>
        <w:tc>
          <w:tcPr>
            <w:tcW w:w="1271" w:type="dxa"/>
            <w:vAlign w:val="center"/>
          </w:tcPr>
          <w:p w14:paraId="4508C812" w14:textId="77777777" w:rsidR="004F14AA" w:rsidRPr="00A30D7A" w:rsidRDefault="004F14AA" w:rsidP="00615D4B">
            <w:pPr>
              <w:rPr>
                <w:rFonts w:cs="Arial"/>
              </w:rPr>
            </w:pPr>
          </w:p>
        </w:tc>
        <w:tc>
          <w:tcPr>
            <w:tcW w:w="2693" w:type="dxa"/>
            <w:vAlign w:val="center"/>
          </w:tcPr>
          <w:p w14:paraId="7CF0222B" w14:textId="77777777" w:rsidR="004F14AA" w:rsidRPr="00A30D7A" w:rsidRDefault="004F14AA" w:rsidP="00615D4B">
            <w:pPr>
              <w:rPr>
                <w:rFonts w:cs="Arial"/>
              </w:rPr>
            </w:pPr>
          </w:p>
        </w:tc>
        <w:tc>
          <w:tcPr>
            <w:tcW w:w="5096" w:type="dxa"/>
            <w:vAlign w:val="center"/>
          </w:tcPr>
          <w:p w14:paraId="235BBE57" w14:textId="77777777" w:rsidR="004F14AA" w:rsidRPr="00A30D7A" w:rsidRDefault="004F14AA" w:rsidP="00615D4B">
            <w:pPr>
              <w:rPr>
                <w:rFonts w:cs="Arial"/>
              </w:rPr>
            </w:pPr>
          </w:p>
        </w:tc>
      </w:tr>
    </w:tbl>
    <w:p w14:paraId="55305995" w14:textId="77777777" w:rsidR="00941C66" w:rsidRPr="00A30D7A" w:rsidRDefault="00941C66" w:rsidP="00780233">
      <w:pPr>
        <w:rPr>
          <w:rFonts w:cs="Arial"/>
        </w:rPr>
      </w:pPr>
    </w:p>
    <w:p w14:paraId="1E36C867" w14:textId="77777777" w:rsidR="00A07007" w:rsidRPr="00A30D7A" w:rsidRDefault="00A07007" w:rsidP="00A07007">
      <w:pPr>
        <w:pStyle w:val="Instructions"/>
        <w:rPr>
          <w:rFonts w:cs="Arial"/>
        </w:rPr>
      </w:pPr>
      <w:r w:rsidRPr="00A30D7A">
        <w:rPr>
          <w:rFonts w:cs="Arial"/>
        </w:rPr>
        <w:t>Document proposed amendments to the appointing party’s EIR to address any issues or challenges arising from them, e.g. technical feasibility, capability and/or capacity limitations.</w:t>
      </w:r>
    </w:p>
    <w:p w14:paraId="36B2E0EC" w14:textId="77777777" w:rsidR="00A07007" w:rsidRPr="00A30D7A" w:rsidRDefault="00A07007" w:rsidP="00A07007">
      <w:pPr>
        <w:pStyle w:val="Instructions"/>
        <w:rPr>
          <w:rFonts w:cs="Arial"/>
        </w:rPr>
      </w:pPr>
      <w:r w:rsidRPr="00A30D7A">
        <w:rPr>
          <w:rFonts w:cs="Arial"/>
        </w:rPr>
        <w:t>Another column ‘Reason for change’ can be added and details provided if this needs to be made explicit.</w:t>
      </w:r>
    </w:p>
    <w:p w14:paraId="68066CAE" w14:textId="0C01F140" w:rsidR="00A07007" w:rsidRPr="00A30D7A" w:rsidRDefault="00BD6423" w:rsidP="00614972">
      <w:pPr>
        <w:pStyle w:val="Instructions"/>
        <w:rPr>
          <w:rFonts w:cs="Arial"/>
        </w:rPr>
      </w:pPr>
      <w:r w:rsidRPr="00A30D7A">
        <w:rPr>
          <w:rFonts w:cs="Arial"/>
        </w:rPr>
        <w:t>Amendments to the appointing party’s EIR during the project life cycle can change the scope of service previously agreed and documented and can have contractual implications. Consider the potential impact of any amendment.</w:t>
      </w:r>
    </w:p>
    <w:p w14:paraId="14897239" w14:textId="77777777" w:rsidR="005F5086" w:rsidRPr="00A30D7A" w:rsidRDefault="004F14AA" w:rsidP="00780233">
      <w:pPr>
        <w:pStyle w:val="Heading2"/>
        <w:rPr>
          <w:rFonts w:cs="Arial"/>
        </w:rPr>
      </w:pPr>
      <w:bookmarkStart w:id="156" w:name="_Toc163550136"/>
      <w:r w:rsidRPr="00A30D7A">
        <w:rPr>
          <w:rFonts w:cs="Arial"/>
        </w:rPr>
        <w:t xml:space="preserve">Additional BIM </w:t>
      </w:r>
      <w:proofErr w:type="gramStart"/>
      <w:r w:rsidRPr="00A30D7A">
        <w:rPr>
          <w:rFonts w:cs="Arial"/>
        </w:rPr>
        <w:t>uses</w:t>
      </w:r>
      <w:bookmarkEnd w:id="156"/>
      <w:proofErr w:type="gramEnd"/>
    </w:p>
    <w:p w14:paraId="3DBC141D" w14:textId="34D5DC1D" w:rsidR="004F14AA" w:rsidRPr="00A30D7A" w:rsidRDefault="00CF2E4B" w:rsidP="003F195B">
      <w:pPr>
        <w:rPr>
          <w:rFonts w:cs="Arial"/>
        </w:rPr>
      </w:pPr>
      <w:r w:rsidRPr="00A30D7A">
        <w:rPr>
          <w:rFonts w:cs="Arial"/>
        </w:rPr>
        <w:t xml:space="preserve">Additional uses: </w:t>
      </w:r>
      <w:r w:rsidR="004F14AA" w:rsidRPr="00A30D7A">
        <w:rPr>
          <w:rFonts w:cs="Arial"/>
        </w:rPr>
        <w:t xml:space="preserve">Additional BIM uses proposed by the </w:t>
      </w:r>
      <w:r w:rsidR="005F5086" w:rsidRPr="00A30D7A">
        <w:rPr>
          <w:rFonts w:cs="Arial"/>
        </w:rPr>
        <w:t>d</w:t>
      </w:r>
      <w:r w:rsidR="004F14AA" w:rsidRPr="00A30D7A">
        <w:rPr>
          <w:rFonts w:cs="Arial"/>
        </w:rPr>
        <w:t xml:space="preserve">elivery </w:t>
      </w:r>
      <w:r w:rsidR="005F5086" w:rsidRPr="00A30D7A">
        <w:rPr>
          <w:rFonts w:cs="Arial"/>
        </w:rPr>
        <w:t>t</w:t>
      </w:r>
      <w:r w:rsidR="004F14AA" w:rsidRPr="00A30D7A">
        <w:rPr>
          <w:rFonts w:cs="Arial"/>
        </w:rPr>
        <w:t xml:space="preserve">eam are shown in the </w:t>
      </w:r>
      <w:r w:rsidR="004F14AA" w:rsidRPr="00A30D7A">
        <w:rPr>
          <w:rFonts w:cs="Arial"/>
          <w:b/>
          <w:bCs/>
          <w:color w:val="595959" w:themeColor="text1" w:themeTint="A6"/>
        </w:rPr>
        <w:t>Additional BIM uses table</w:t>
      </w:r>
      <w:r w:rsidR="004F14AA" w:rsidRPr="00A30D7A">
        <w:rPr>
          <w:rFonts w:cs="Arial"/>
        </w:rPr>
        <w:t>. These are BIM uses not specified in the</w:t>
      </w:r>
      <w:r w:rsidR="005F5086" w:rsidRPr="00A30D7A">
        <w:rPr>
          <w:rFonts w:cs="Arial"/>
        </w:rPr>
        <w:t xml:space="preserve"> </w:t>
      </w:r>
      <w:r w:rsidR="00C23E58" w:rsidRPr="00A30D7A">
        <w:rPr>
          <w:rFonts w:cs="Arial"/>
        </w:rPr>
        <w:t>EIR</w:t>
      </w:r>
      <w:r w:rsidR="004F14AA" w:rsidRPr="00A30D7A">
        <w:rPr>
          <w:rFonts w:cs="Arial"/>
        </w:rPr>
        <w:t xml:space="preserve"> but are proposed to improve project delivery and outcomes.</w:t>
      </w:r>
    </w:p>
    <w:p w14:paraId="735C7CBE" w14:textId="77777777" w:rsidR="004F14AA" w:rsidRPr="00A30D7A" w:rsidRDefault="004F14AA" w:rsidP="002278A3">
      <w:pPr>
        <w:pStyle w:val="Tabletitle"/>
      </w:pPr>
      <w:r w:rsidRPr="00A30D7A">
        <w:t xml:space="preserve">Additional BIM uses </w:t>
      </w:r>
      <w:proofErr w:type="gramStart"/>
      <w:r w:rsidRPr="00A30D7A">
        <w:t>table</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1538"/>
        <w:gridCol w:w="1864"/>
        <w:gridCol w:w="3064"/>
      </w:tblGrid>
      <w:tr w:rsidR="004F14AA" w:rsidRPr="00A30D7A" w14:paraId="736A52F1" w14:textId="77777777" w:rsidTr="00615D4B">
        <w:trPr>
          <w:trHeight w:val="454"/>
          <w:tblHeader/>
        </w:trPr>
        <w:tc>
          <w:tcPr>
            <w:tcW w:w="2263" w:type="dxa"/>
            <w:shd w:val="clear" w:color="auto" w:fill="D9E2F3" w:themeFill="accent1" w:themeFillTint="33"/>
            <w:vAlign w:val="center"/>
          </w:tcPr>
          <w:p w14:paraId="3E2A678E" w14:textId="77777777" w:rsidR="004F14AA" w:rsidRPr="00A30D7A" w:rsidRDefault="004F14AA" w:rsidP="007D0605">
            <w:pPr>
              <w:pStyle w:val="Tabletitle"/>
            </w:pPr>
            <w:r w:rsidRPr="00A30D7A">
              <w:lastRenderedPageBreak/>
              <w:t>Project phase</w:t>
            </w:r>
          </w:p>
        </w:tc>
        <w:tc>
          <w:tcPr>
            <w:tcW w:w="1637" w:type="dxa"/>
            <w:shd w:val="clear" w:color="auto" w:fill="D9E2F3" w:themeFill="accent1" w:themeFillTint="33"/>
            <w:vAlign w:val="center"/>
          </w:tcPr>
          <w:p w14:paraId="7BD38707" w14:textId="77777777" w:rsidR="004F14AA" w:rsidRPr="00A30D7A" w:rsidRDefault="004F14AA" w:rsidP="007D0605">
            <w:pPr>
              <w:pStyle w:val="Tabletitle"/>
            </w:pPr>
            <w:r w:rsidRPr="00A30D7A">
              <w:t>BIM use</w:t>
            </w:r>
          </w:p>
        </w:tc>
        <w:tc>
          <w:tcPr>
            <w:tcW w:w="1907" w:type="dxa"/>
            <w:shd w:val="clear" w:color="auto" w:fill="D9E2F3" w:themeFill="accent1" w:themeFillTint="33"/>
            <w:vAlign w:val="center"/>
          </w:tcPr>
          <w:p w14:paraId="7CF00C94" w14:textId="77777777" w:rsidR="004F14AA" w:rsidRPr="00A30D7A" w:rsidRDefault="004F14AA" w:rsidP="007D0605">
            <w:pPr>
              <w:pStyle w:val="Tabletitle"/>
            </w:pPr>
            <w:r w:rsidRPr="00A30D7A">
              <w:t>Implemented by</w:t>
            </w:r>
          </w:p>
        </w:tc>
        <w:tc>
          <w:tcPr>
            <w:tcW w:w="3253" w:type="dxa"/>
            <w:shd w:val="clear" w:color="auto" w:fill="D9E2F3" w:themeFill="accent1" w:themeFillTint="33"/>
            <w:vAlign w:val="center"/>
          </w:tcPr>
          <w:p w14:paraId="201F7F7B" w14:textId="77777777" w:rsidR="004F14AA" w:rsidRPr="00A30D7A" w:rsidRDefault="004F14AA" w:rsidP="007D0605">
            <w:pPr>
              <w:pStyle w:val="Tabletitle"/>
            </w:pPr>
            <w:r w:rsidRPr="00A30D7A">
              <w:t>Comments</w:t>
            </w:r>
          </w:p>
        </w:tc>
      </w:tr>
      <w:tr w:rsidR="004F14AA" w:rsidRPr="00A30D7A" w14:paraId="3C7ECF27" w14:textId="77777777" w:rsidTr="00615D4B">
        <w:trPr>
          <w:trHeight w:val="454"/>
          <w:tblHeader/>
        </w:trPr>
        <w:tc>
          <w:tcPr>
            <w:tcW w:w="2263" w:type="dxa"/>
            <w:vAlign w:val="center"/>
          </w:tcPr>
          <w:p w14:paraId="50FCEFC5" w14:textId="4B109F71" w:rsidR="004F14AA" w:rsidRPr="00A30D7A" w:rsidRDefault="00A70853" w:rsidP="007D0605">
            <w:pPr>
              <w:pStyle w:val="Tabletitle"/>
            </w:pPr>
            <w:r w:rsidRPr="00A30D7A">
              <w:t>Preparation and briefing</w:t>
            </w:r>
          </w:p>
        </w:tc>
        <w:tc>
          <w:tcPr>
            <w:tcW w:w="1637" w:type="dxa"/>
            <w:vAlign w:val="center"/>
          </w:tcPr>
          <w:p w14:paraId="12873B1A" w14:textId="77777777" w:rsidR="004F14AA" w:rsidRPr="00A30D7A" w:rsidRDefault="004F14AA" w:rsidP="00615D4B">
            <w:pPr>
              <w:pStyle w:val="Tabletitle"/>
              <w:rPr>
                <w:rFonts w:cs="Arial"/>
                <w:b w:val="0"/>
              </w:rPr>
            </w:pPr>
          </w:p>
        </w:tc>
        <w:tc>
          <w:tcPr>
            <w:tcW w:w="1907" w:type="dxa"/>
            <w:vAlign w:val="center"/>
          </w:tcPr>
          <w:p w14:paraId="68F30273" w14:textId="77777777" w:rsidR="004F14AA" w:rsidRPr="00A30D7A" w:rsidRDefault="004F14AA" w:rsidP="00615D4B">
            <w:pPr>
              <w:pStyle w:val="Tabletitle"/>
              <w:rPr>
                <w:rFonts w:cs="Arial"/>
                <w:bCs/>
              </w:rPr>
            </w:pPr>
          </w:p>
        </w:tc>
        <w:tc>
          <w:tcPr>
            <w:tcW w:w="3253" w:type="dxa"/>
            <w:vAlign w:val="center"/>
          </w:tcPr>
          <w:p w14:paraId="4DB1E3D9" w14:textId="77777777" w:rsidR="004F14AA" w:rsidRPr="00A30D7A" w:rsidRDefault="004F14AA" w:rsidP="00615D4B">
            <w:pPr>
              <w:pStyle w:val="Tabletitle"/>
              <w:rPr>
                <w:rFonts w:cs="Arial"/>
                <w:bCs/>
              </w:rPr>
            </w:pPr>
          </w:p>
        </w:tc>
      </w:tr>
      <w:tr w:rsidR="004F14AA" w:rsidRPr="00A30D7A" w14:paraId="4FD95861" w14:textId="77777777" w:rsidTr="00615D4B">
        <w:trPr>
          <w:trHeight w:val="454"/>
          <w:tblHeader/>
        </w:trPr>
        <w:tc>
          <w:tcPr>
            <w:tcW w:w="2263" w:type="dxa"/>
            <w:vAlign w:val="center"/>
          </w:tcPr>
          <w:p w14:paraId="67DDE468" w14:textId="00334507" w:rsidR="004F14AA" w:rsidRPr="00A30D7A" w:rsidDel="001D6B67" w:rsidRDefault="004F14AA" w:rsidP="007D0605">
            <w:pPr>
              <w:pStyle w:val="Tabletitle"/>
            </w:pPr>
            <w:r w:rsidRPr="00A30D7A">
              <w:t xml:space="preserve">Conceptual </w:t>
            </w:r>
            <w:r w:rsidR="009461B9">
              <w:t>d</w:t>
            </w:r>
            <w:r w:rsidRPr="00A30D7A">
              <w:t>esign</w:t>
            </w:r>
          </w:p>
        </w:tc>
        <w:tc>
          <w:tcPr>
            <w:tcW w:w="1637" w:type="dxa"/>
            <w:vAlign w:val="center"/>
          </w:tcPr>
          <w:p w14:paraId="4690506F" w14:textId="77777777" w:rsidR="004F14AA" w:rsidRPr="00A30D7A" w:rsidRDefault="004F14AA" w:rsidP="00615D4B">
            <w:pPr>
              <w:pStyle w:val="Tabletitle"/>
              <w:rPr>
                <w:rFonts w:cs="Arial"/>
                <w:b w:val="0"/>
              </w:rPr>
            </w:pPr>
          </w:p>
        </w:tc>
        <w:tc>
          <w:tcPr>
            <w:tcW w:w="1907" w:type="dxa"/>
            <w:vAlign w:val="center"/>
          </w:tcPr>
          <w:p w14:paraId="296A8652" w14:textId="77777777" w:rsidR="004F14AA" w:rsidRPr="00A30D7A" w:rsidRDefault="004F14AA" w:rsidP="00615D4B">
            <w:pPr>
              <w:pStyle w:val="Tabletitle"/>
              <w:rPr>
                <w:rFonts w:cs="Arial"/>
                <w:b w:val="0"/>
                <w:bCs/>
              </w:rPr>
            </w:pPr>
          </w:p>
        </w:tc>
        <w:tc>
          <w:tcPr>
            <w:tcW w:w="3253" w:type="dxa"/>
            <w:vAlign w:val="center"/>
          </w:tcPr>
          <w:p w14:paraId="76AFC304" w14:textId="77777777" w:rsidR="004F14AA" w:rsidRPr="00A30D7A" w:rsidRDefault="004F14AA" w:rsidP="00615D4B">
            <w:pPr>
              <w:pStyle w:val="Tabletitle"/>
              <w:rPr>
                <w:rFonts w:cs="Arial"/>
                <w:b w:val="0"/>
                <w:bCs/>
              </w:rPr>
            </w:pPr>
          </w:p>
        </w:tc>
      </w:tr>
      <w:tr w:rsidR="004F14AA" w:rsidRPr="00A30D7A" w14:paraId="17C8CA39" w14:textId="77777777" w:rsidTr="00615D4B">
        <w:trPr>
          <w:trHeight w:val="454"/>
          <w:tblHeader/>
        </w:trPr>
        <w:tc>
          <w:tcPr>
            <w:tcW w:w="2263" w:type="dxa"/>
            <w:vAlign w:val="center"/>
          </w:tcPr>
          <w:p w14:paraId="602058AE" w14:textId="74F5730D" w:rsidR="004F14AA" w:rsidRPr="00A30D7A" w:rsidDel="001D6B67" w:rsidRDefault="004F14AA" w:rsidP="007D0605">
            <w:pPr>
              <w:pStyle w:val="Tabletitle"/>
            </w:pPr>
            <w:r w:rsidRPr="00A30D7A">
              <w:t xml:space="preserve">Schematic </w:t>
            </w:r>
            <w:r w:rsidR="009461B9">
              <w:t>d</w:t>
            </w:r>
            <w:r w:rsidRPr="00A30D7A">
              <w:t>esign</w:t>
            </w:r>
          </w:p>
        </w:tc>
        <w:tc>
          <w:tcPr>
            <w:tcW w:w="1637" w:type="dxa"/>
            <w:vAlign w:val="center"/>
          </w:tcPr>
          <w:p w14:paraId="53F6E413" w14:textId="77777777" w:rsidR="004F14AA" w:rsidRPr="00A30D7A" w:rsidRDefault="004F14AA" w:rsidP="00615D4B">
            <w:pPr>
              <w:pStyle w:val="Tabletitle"/>
              <w:rPr>
                <w:rFonts w:cs="Arial"/>
                <w:b w:val="0"/>
              </w:rPr>
            </w:pPr>
          </w:p>
        </w:tc>
        <w:tc>
          <w:tcPr>
            <w:tcW w:w="1907" w:type="dxa"/>
            <w:vAlign w:val="center"/>
          </w:tcPr>
          <w:p w14:paraId="41989713" w14:textId="77777777" w:rsidR="004F14AA" w:rsidRPr="00A30D7A" w:rsidRDefault="004F14AA" w:rsidP="00615D4B">
            <w:pPr>
              <w:pStyle w:val="Tabletitle"/>
              <w:rPr>
                <w:rFonts w:cs="Arial"/>
                <w:b w:val="0"/>
                <w:bCs/>
              </w:rPr>
            </w:pPr>
          </w:p>
        </w:tc>
        <w:tc>
          <w:tcPr>
            <w:tcW w:w="3253" w:type="dxa"/>
            <w:vAlign w:val="center"/>
          </w:tcPr>
          <w:p w14:paraId="15E89C81" w14:textId="77777777" w:rsidR="004F14AA" w:rsidRPr="00A30D7A" w:rsidRDefault="004F14AA" w:rsidP="00615D4B">
            <w:pPr>
              <w:pStyle w:val="Tabletitle"/>
              <w:rPr>
                <w:rFonts w:cs="Arial"/>
                <w:b w:val="0"/>
                <w:bCs/>
              </w:rPr>
            </w:pPr>
          </w:p>
        </w:tc>
      </w:tr>
      <w:tr w:rsidR="00A70853" w:rsidRPr="00A30D7A" w14:paraId="4844F00E" w14:textId="77777777" w:rsidTr="00615D4B">
        <w:trPr>
          <w:trHeight w:val="454"/>
          <w:tblHeader/>
        </w:trPr>
        <w:tc>
          <w:tcPr>
            <w:tcW w:w="2263" w:type="dxa"/>
            <w:vAlign w:val="center"/>
          </w:tcPr>
          <w:p w14:paraId="0193108C" w14:textId="170D279A" w:rsidR="00A70853" w:rsidRPr="00A30D7A" w:rsidRDefault="00A70853" w:rsidP="007D0605">
            <w:pPr>
              <w:pStyle w:val="Tabletitle"/>
            </w:pPr>
            <w:r w:rsidRPr="00A30D7A">
              <w:t xml:space="preserve">Design </w:t>
            </w:r>
            <w:r w:rsidR="009461B9">
              <w:t>d</w:t>
            </w:r>
            <w:r w:rsidRPr="00A30D7A">
              <w:t xml:space="preserve">evelopment/ Detailed </w:t>
            </w:r>
            <w:r w:rsidR="009461B9">
              <w:t>d</w:t>
            </w:r>
            <w:r w:rsidRPr="00A30D7A">
              <w:t>esign</w:t>
            </w:r>
          </w:p>
        </w:tc>
        <w:tc>
          <w:tcPr>
            <w:tcW w:w="1637" w:type="dxa"/>
            <w:vAlign w:val="center"/>
          </w:tcPr>
          <w:p w14:paraId="01EE6982" w14:textId="77777777" w:rsidR="00A70853" w:rsidRPr="00A30D7A" w:rsidRDefault="00A70853" w:rsidP="00615D4B">
            <w:pPr>
              <w:pStyle w:val="Tabletitle"/>
              <w:rPr>
                <w:rFonts w:cs="Arial"/>
                <w:b w:val="0"/>
              </w:rPr>
            </w:pPr>
          </w:p>
        </w:tc>
        <w:tc>
          <w:tcPr>
            <w:tcW w:w="1907" w:type="dxa"/>
            <w:vAlign w:val="center"/>
          </w:tcPr>
          <w:p w14:paraId="32525EDE" w14:textId="77777777" w:rsidR="00A70853" w:rsidRPr="00A30D7A" w:rsidRDefault="00A70853" w:rsidP="00615D4B">
            <w:pPr>
              <w:pStyle w:val="Tabletitle"/>
              <w:rPr>
                <w:rFonts w:cs="Arial"/>
                <w:b w:val="0"/>
                <w:bCs/>
              </w:rPr>
            </w:pPr>
          </w:p>
        </w:tc>
        <w:tc>
          <w:tcPr>
            <w:tcW w:w="3253" w:type="dxa"/>
            <w:vAlign w:val="center"/>
          </w:tcPr>
          <w:p w14:paraId="1D0E4A4B" w14:textId="77777777" w:rsidR="00A70853" w:rsidRPr="00A30D7A" w:rsidRDefault="00A70853" w:rsidP="00615D4B">
            <w:pPr>
              <w:pStyle w:val="Tabletitle"/>
              <w:rPr>
                <w:rFonts w:cs="Arial"/>
                <w:b w:val="0"/>
                <w:bCs/>
              </w:rPr>
            </w:pPr>
          </w:p>
        </w:tc>
      </w:tr>
      <w:tr w:rsidR="00A70853" w:rsidRPr="00A30D7A" w14:paraId="373774FF" w14:textId="77777777" w:rsidTr="00615D4B">
        <w:trPr>
          <w:trHeight w:val="454"/>
          <w:tblHeader/>
        </w:trPr>
        <w:tc>
          <w:tcPr>
            <w:tcW w:w="2263" w:type="dxa"/>
            <w:vAlign w:val="center"/>
          </w:tcPr>
          <w:p w14:paraId="48A0B458" w14:textId="2FFE3CD0" w:rsidR="00A70853" w:rsidRPr="00A30D7A" w:rsidRDefault="00A70853" w:rsidP="007D0605">
            <w:pPr>
              <w:pStyle w:val="Tabletitle"/>
            </w:pPr>
            <w:r w:rsidRPr="00A30D7A">
              <w:t xml:space="preserve">Contract </w:t>
            </w:r>
            <w:r w:rsidR="009461B9">
              <w:t>d</w:t>
            </w:r>
            <w:r w:rsidRPr="00A30D7A">
              <w:t>ocumentation</w:t>
            </w:r>
          </w:p>
        </w:tc>
        <w:tc>
          <w:tcPr>
            <w:tcW w:w="1637" w:type="dxa"/>
            <w:vAlign w:val="center"/>
          </w:tcPr>
          <w:p w14:paraId="58336C75" w14:textId="77777777" w:rsidR="00A70853" w:rsidRPr="00A30D7A" w:rsidRDefault="00A70853" w:rsidP="00615D4B">
            <w:pPr>
              <w:pStyle w:val="Tabletitle"/>
              <w:rPr>
                <w:rFonts w:cs="Arial"/>
                <w:b w:val="0"/>
              </w:rPr>
            </w:pPr>
          </w:p>
        </w:tc>
        <w:tc>
          <w:tcPr>
            <w:tcW w:w="1907" w:type="dxa"/>
            <w:vAlign w:val="center"/>
          </w:tcPr>
          <w:p w14:paraId="47D4B233" w14:textId="77777777" w:rsidR="00A70853" w:rsidRPr="00A30D7A" w:rsidRDefault="00A70853" w:rsidP="00615D4B">
            <w:pPr>
              <w:pStyle w:val="Tabletitle"/>
              <w:rPr>
                <w:rFonts w:cs="Arial"/>
                <w:b w:val="0"/>
                <w:bCs/>
              </w:rPr>
            </w:pPr>
          </w:p>
        </w:tc>
        <w:tc>
          <w:tcPr>
            <w:tcW w:w="3253" w:type="dxa"/>
            <w:vAlign w:val="center"/>
          </w:tcPr>
          <w:p w14:paraId="45C5255F" w14:textId="77777777" w:rsidR="00A70853" w:rsidRPr="00A30D7A" w:rsidRDefault="00A70853" w:rsidP="00615D4B">
            <w:pPr>
              <w:pStyle w:val="Tabletitle"/>
              <w:rPr>
                <w:rFonts w:cs="Arial"/>
                <w:b w:val="0"/>
                <w:bCs/>
              </w:rPr>
            </w:pPr>
          </w:p>
        </w:tc>
      </w:tr>
      <w:tr w:rsidR="00A70853" w:rsidRPr="00A30D7A" w14:paraId="4C62287B" w14:textId="77777777" w:rsidTr="00615D4B">
        <w:trPr>
          <w:trHeight w:val="454"/>
          <w:tblHeader/>
        </w:trPr>
        <w:tc>
          <w:tcPr>
            <w:tcW w:w="2263" w:type="dxa"/>
            <w:vAlign w:val="center"/>
          </w:tcPr>
          <w:p w14:paraId="26689FE1" w14:textId="1A3B42BB" w:rsidR="00A70853" w:rsidRPr="00A30D7A" w:rsidRDefault="00A70853" w:rsidP="007D0605">
            <w:pPr>
              <w:pStyle w:val="Tabletitle"/>
            </w:pPr>
            <w:r w:rsidRPr="00A30D7A">
              <w:t>Construction</w:t>
            </w:r>
            <w:r w:rsidR="000E6FC3" w:rsidRPr="00A30D7A">
              <w:t>/Fabrication</w:t>
            </w:r>
          </w:p>
        </w:tc>
        <w:tc>
          <w:tcPr>
            <w:tcW w:w="1637" w:type="dxa"/>
            <w:vAlign w:val="center"/>
          </w:tcPr>
          <w:p w14:paraId="16CA393B" w14:textId="77777777" w:rsidR="00A70853" w:rsidRPr="00A30D7A" w:rsidRDefault="00A70853" w:rsidP="00615D4B">
            <w:pPr>
              <w:pStyle w:val="Tabletitle"/>
              <w:rPr>
                <w:rFonts w:cs="Arial"/>
                <w:b w:val="0"/>
              </w:rPr>
            </w:pPr>
          </w:p>
        </w:tc>
        <w:tc>
          <w:tcPr>
            <w:tcW w:w="1907" w:type="dxa"/>
            <w:vAlign w:val="center"/>
          </w:tcPr>
          <w:p w14:paraId="670252A4" w14:textId="77777777" w:rsidR="00A70853" w:rsidRPr="00A30D7A" w:rsidRDefault="00A70853" w:rsidP="00615D4B">
            <w:pPr>
              <w:pStyle w:val="Tabletitle"/>
              <w:rPr>
                <w:rFonts w:cs="Arial"/>
                <w:b w:val="0"/>
                <w:bCs/>
              </w:rPr>
            </w:pPr>
          </w:p>
        </w:tc>
        <w:tc>
          <w:tcPr>
            <w:tcW w:w="3253" w:type="dxa"/>
            <w:vAlign w:val="center"/>
          </w:tcPr>
          <w:p w14:paraId="5F293EFC" w14:textId="77777777" w:rsidR="00A70853" w:rsidRPr="00A30D7A" w:rsidRDefault="00A70853" w:rsidP="00615D4B">
            <w:pPr>
              <w:pStyle w:val="Tabletitle"/>
              <w:rPr>
                <w:rFonts w:cs="Arial"/>
                <w:b w:val="0"/>
                <w:bCs/>
              </w:rPr>
            </w:pPr>
          </w:p>
        </w:tc>
      </w:tr>
      <w:tr w:rsidR="00A70853" w:rsidRPr="00A30D7A" w14:paraId="435C1799" w14:textId="77777777" w:rsidTr="00615D4B">
        <w:trPr>
          <w:trHeight w:val="454"/>
          <w:tblHeader/>
        </w:trPr>
        <w:tc>
          <w:tcPr>
            <w:tcW w:w="2263" w:type="dxa"/>
            <w:vAlign w:val="center"/>
          </w:tcPr>
          <w:p w14:paraId="2E536524" w14:textId="239F5DAF" w:rsidR="00A70853" w:rsidRPr="00A30D7A" w:rsidRDefault="00A70853" w:rsidP="007D0605">
            <w:pPr>
              <w:pStyle w:val="Tabletitle"/>
            </w:pPr>
            <w:r w:rsidRPr="00A30D7A">
              <w:t xml:space="preserve">Facility </w:t>
            </w:r>
            <w:r w:rsidR="009461B9">
              <w:t>m</w:t>
            </w:r>
            <w:r w:rsidRPr="00A30D7A">
              <w:t>anagement</w:t>
            </w:r>
          </w:p>
        </w:tc>
        <w:tc>
          <w:tcPr>
            <w:tcW w:w="1637" w:type="dxa"/>
            <w:vAlign w:val="center"/>
          </w:tcPr>
          <w:p w14:paraId="505BF17D" w14:textId="77777777" w:rsidR="00A70853" w:rsidRPr="00A30D7A" w:rsidRDefault="00A70853" w:rsidP="00615D4B">
            <w:pPr>
              <w:pStyle w:val="Tabletitle"/>
              <w:rPr>
                <w:rFonts w:cs="Arial"/>
                <w:b w:val="0"/>
              </w:rPr>
            </w:pPr>
          </w:p>
        </w:tc>
        <w:tc>
          <w:tcPr>
            <w:tcW w:w="1907" w:type="dxa"/>
            <w:vAlign w:val="center"/>
          </w:tcPr>
          <w:p w14:paraId="724C3953" w14:textId="77777777" w:rsidR="00A70853" w:rsidRPr="00A30D7A" w:rsidRDefault="00A70853" w:rsidP="00615D4B">
            <w:pPr>
              <w:pStyle w:val="Tabletitle"/>
              <w:rPr>
                <w:rFonts w:cs="Arial"/>
                <w:b w:val="0"/>
                <w:bCs/>
              </w:rPr>
            </w:pPr>
          </w:p>
        </w:tc>
        <w:tc>
          <w:tcPr>
            <w:tcW w:w="3253" w:type="dxa"/>
            <w:vAlign w:val="center"/>
          </w:tcPr>
          <w:p w14:paraId="71401B16" w14:textId="77777777" w:rsidR="00A70853" w:rsidRPr="00A30D7A" w:rsidRDefault="00A70853" w:rsidP="00615D4B">
            <w:pPr>
              <w:pStyle w:val="Tabletitle"/>
              <w:rPr>
                <w:rFonts w:cs="Arial"/>
                <w:b w:val="0"/>
                <w:bCs/>
              </w:rPr>
            </w:pPr>
          </w:p>
        </w:tc>
      </w:tr>
    </w:tbl>
    <w:p w14:paraId="79D181D7" w14:textId="77777777" w:rsidR="004F14AA" w:rsidRPr="00A30D7A" w:rsidRDefault="004F14AA" w:rsidP="004F14AA">
      <w:pPr>
        <w:rPr>
          <w:rFonts w:cs="Arial"/>
        </w:rPr>
      </w:pPr>
    </w:p>
    <w:p w14:paraId="756F0F16" w14:textId="00F06062" w:rsidR="004F14AA" w:rsidRPr="00A30D7A" w:rsidRDefault="005F5086" w:rsidP="004F14AA">
      <w:pPr>
        <w:pStyle w:val="Instructions"/>
        <w:rPr>
          <w:rFonts w:cs="Arial"/>
        </w:rPr>
      </w:pPr>
      <w:r w:rsidRPr="00A30D7A">
        <w:rPr>
          <w:rFonts w:cs="Arial"/>
        </w:rPr>
        <w:t>Use t</w:t>
      </w:r>
      <w:r w:rsidR="004F14AA" w:rsidRPr="00A30D7A">
        <w:rPr>
          <w:rFonts w:cs="Arial"/>
        </w:rPr>
        <w:t xml:space="preserve">his table to </w:t>
      </w:r>
      <w:r w:rsidRPr="00A30D7A">
        <w:rPr>
          <w:rFonts w:cs="Arial"/>
        </w:rPr>
        <w:t>identify</w:t>
      </w:r>
      <w:r w:rsidR="004F14AA" w:rsidRPr="00A30D7A">
        <w:rPr>
          <w:rFonts w:cs="Arial"/>
        </w:rPr>
        <w:t xml:space="preserve"> BIM uses and deliverables that will be created in addition to the </w:t>
      </w:r>
      <w:r w:rsidRPr="00A30D7A">
        <w:rPr>
          <w:rFonts w:cs="Arial"/>
        </w:rPr>
        <w:t>a</w:t>
      </w:r>
      <w:r w:rsidR="004F14AA" w:rsidRPr="00A30D7A">
        <w:rPr>
          <w:rFonts w:cs="Arial"/>
        </w:rPr>
        <w:t xml:space="preserve">ppointing </w:t>
      </w:r>
      <w:r w:rsidRPr="00A30D7A">
        <w:rPr>
          <w:rFonts w:cs="Arial"/>
        </w:rPr>
        <w:t>p</w:t>
      </w:r>
      <w:r w:rsidR="004F14AA" w:rsidRPr="00A30D7A">
        <w:rPr>
          <w:rFonts w:cs="Arial"/>
        </w:rPr>
        <w:t>arty’s stated requirements</w:t>
      </w:r>
      <w:r w:rsidRPr="00A30D7A">
        <w:rPr>
          <w:rFonts w:cs="Arial"/>
        </w:rPr>
        <w:t>. Use the Comments column to clearly</w:t>
      </w:r>
      <w:r w:rsidR="004F14AA" w:rsidRPr="00A30D7A">
        <w:rPr>
          <w:rFonts w:cs="Arial"/>
        </w:rPr>
        <w:t xml:space="preserve"> </w:t>
      </w:r>
      <w:r w:rsidRPr="00A30D7A">
        <w:rPr>
          <w:rFonts w:cs="Arial"/>
        </w:rPr>
        <w:t>differentiate</w:t>
      </w:r>
      <w:r w:rsidR="004F14AA" w:rsidRPr="00A30D7A">
        <w:rPr>
          <w:rFonts w:cs="Arial"/>
        </w:rPr>
        <w:t xml:space="preserve"> </w:t>
      </w:r>
      <w:r w:rsidRPr="00A30D7A">
        <w:rPr>
          <w:rFonts w:cs="Arial"/>
        </w:rPr>
        <w:t>any uses</w:t>
      </w:r>
      <w:r w:rsidR="004F14AA" w:rsidRPr="00A30D7A">
        <w:rPr>
          <w:rFonts w:cs="Arial"/>
        </w:rPr>
        <w:t xml:space="preserve"> that will not be available to them, </w:t>
      </w:r>
      <w:r w:rsidRPr="00A30D7A">
        <w:rPr>
          <w:rFonts w:cs="Arial"/>
        </w:rPr>
        <w:t>e.g.</w:t>
      </w:r>
      <w:r w:rsidR="004F14AA" w:rsidRPr="00A30D7A">
        <w:rPr>
          <w:rFonts w:cs="Arial"/>
        </w:rPr>
        <w:t xml:space="preserve"> </w:t>
      </w:r>
      <w:r w:rsidRPr="00A30D7A">
        <w:rPr>
          <w:rFonts w:cs="Arial"/>
        </w:rPr>
        <w:t>D</w:t>
      </w:r>
      <w:r w:rsidR="004F14AA" w:rsidRPr="00A30D7A">
        <w:rPr>
          <w:rFonts w:cs="Arial"/>
        </w:rPr>
        <w:t xml:space="preserve">elivery </w:t>
      </w:r>
      <w:r w:rsidRPr="00A30D7A">
        <w:rPr>
          <w:rFonts w:cs="Arial"/>
        </w:rPr>
        <w:t>t</w:t>
      </w:r>
      <w:r w:rsidR="004F14AA" w:rsidRPr="00A30D7A">
        <w:rPr>
          <w:rFonts w:cs="Arial"/>
        </w:rPr>
        <w:t>eam use only.</w:t>
      </w:r>
    </w:p>
    <w:p w14:paraId="435CD709" w14:textId="6A84B672" w:rsidR="003D08E9" w:rsidRPr="00A30D7A" w:rsidRDefault="003D08E9" w:rsidP="00780233">
      <w:pPr>
        <w:pStyle w:val="Heading2"/>
        <w:rPr>
          <w:rFonts w:cs="Arial"/>
        </w:rPr>
      </w:pPr>
      <w:bookmarkStart w:id="157" w:name="_Toc163550137"/>
      <w:r w:rsidRPr="00A30D7A">
        <w:rPr>
          <w:rFonts w:cs="Arial"/>
        </w:rPr>
        <w:t>Delivery team structure</w:t>
      </w:r>
      <w:bookmarkEnd w:id="157"/>
    </w:p>
    <w:p w14:paraId="3F4EEF3F" w14:textId="4351E646" w:rsidR="00E60060" w:rsidRPr="00A30D7A" w:rsidRDefault="003B7852" w:rsidP="00E60060">
      <w:pPr>
        <w:rPr>
          <w:rFonts w:cs="Arial"/>
        </w:rPr>
      </w:pPr>
      <w:bookmarkStart w:id="158" w:name="_Toc98842989"/>
      <w:bookmarkStart w:id="159" w:name="_Toc98843492"/>
      <w:bookmarkStart w:id="160" w:name="_Toc98842990"/>
      <w:bookmarkStart w:id="161" w:name="_Toc98843493"/>
      <w:bookmarkEnd w:id="158"/>
      <w:bookmarkEnd w:id="159"/>
      <w:bookmarkEnd w:id="160"/>
      <w:bookmarkEnd w:id="161"/>
      <w:r w:rsidRPr="00A30D7A">
        <w:rPr>
          <w:rFonts w:cs="Arial"/>
        </w:rPr>
        <w:t>Delivery</w:t>
      </w:r>
      <w:r w:rsidR="00E60060" w:rsidRPr="00A30D7A">
        <w:rPr>
          <w:rFonts w:cs="Arial"/>
        </w:rPr>
        <w:t xml:space="preserve"> team structure: Organisational relationships between </w:t>
      </w:r>
      <w:r w:rsidR="00CA4AC8" w:rsidRPr="00A30D7A">
        <w:rPr>
          <w:rFonts w:cs="Arial"/>
        </w:rPr>
        <w:t xml:space="preserve">task </w:t>
      </w:r>
      <w:r w:rsidR="00E60060" w:rsidRPr="00A30D7A">
        <w:rPr>
          <w:rFonts w:cs="Arial"/>
        </w:rPr>
        <w:t>tea</w:t>
      </w:r>
      <w:r w:rsidR="00CA4AC8" w:rsidRPr="00A30D7A">
        <w:rPr>
          <w:rFonts w:cs="Arial"/>
        </w:rPr>
        <w:t>m</w:t>
      </w:r>
      <w:r w:rsidR="00E60060" w:rsidRPr="00A30D7A">
        <w:rPr>
          <w:rFonts w:cs="Arial"/>
        </w:rPr>
        <w:t xml:space="preserve">s are summarised in the </w:t>
      </w:r>
      <w:r w:rsidR="00CA4AC8" w:rsidRPr="00A30D7A">
        <w:rPr>
          <w:rFonts w:cs="Arial"/>
          <w:b/>
          <w:color w:val="595959" w:themeColor="text1" w:themeTint="A6"/>
        </w:rPr>
        <w:t xml:space="preserve">Task team organisational </w:t>
      </w:r>
      <w:r w:rsidR="00E60060" w:rsidRPr="00A30D7A">
        <w:rPr>
          <w:rFonts w:cs="Arial"/>
          <w:b/>
          <w:color w:val="595959" w:themeColor="text1" w:themeTint="A6"/>
        </w:rPr>
        <w:t>chart</w:t>
      </w:r>
      <w:r w:rsidR="00E60060" w:rsidRPr="00A30D7A">
        <w:rPr>
          <w:rFonts w:cs="Arial"/>
        </w:rPr>
        <w:t>.</w:t>
      </w:r>
    </w:p>
    <w:p w14:paraId="0B8532F2" w14:textId="435FE139" w:rsidR="00E60060" w:rsidRPr="00A30D7A" w:rsidRDefault="00CA4AC8" w:rsidP="00E60060">
      <w:pPr>
        <w:rPr>
          <w:rFonts w:cs="Arial"/>
          <w:b/>
          <w:bCs/>
        </w:rPr>
      </w:pPr>
      <w:r w:rsidRPr="00A30D7A">
        <w:rPr>
          <w:rFonts w:cs="Arial"/>
          <w:b/>
          <w:bCs/>
        </w:rPr>
        <w:t>Task team organisational chart</w:t>
      </w:r>
    </w:p>
    <w:p w14:paraId="100034CD" w14:textId="77777777" w:rsidR="00E60060" w:rsidRPr="00A30D7A" w:rsidRDefault="00E60060" w:rsidP="00E60060">
      <w:pPr>
        <w:rPr>
          <w:rFonts w:cs="Arial"/>
        </w:rPr>
      </w:pPr>
      <w:r w:rsidRPr="00A30D7A">
        <w:rPr>
          <w:rFonts w:cs="Arial"/>
          <w:noProof/>
          <w:lang w:eastAsia="en-AU"/>
        </w:rPr>
        <w:drawing>
          <wp:inline distT="0" distB="0" distL="0" distR="0" wp14:anchorId="6D6EBA12" wp14:editId="6423D9BC">
            <wp:extent cx="5572125" cy="3600450"/>
            <wp:effectExtent l="38100" t="0" r="6667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38E64803" w14:textId="726D33EF" w:rsidR="005455F7" w:rsidRPr="00A30D7A" w:rsidRDefault="005455F7" w:rsidP="005455F7">
      <w:pPr>
        <w:pStyle w:val="Instructions"/>
        <w:rPr>
          <w:rFonts w:cs="Arial"/>
        </w:rPr>
      </w:pPr>
      <w:r w:rsidRPr="00A30D7A">
        <w:rPr>
          <w:rFonts w:cs="Arial"/>
        </w:rPr>
        <w:t xml:space="preserve">Edit the hierarchy diagram to illustrate the project team’s organisational relationships. Enter task team details such as discipline, organisation name and </w:t>
      </w:r>
      <w:r w:rsidR="00353DE3">
        <w:rPr>
          <w:rFonts w:cs="Arial"/>
        </w:rPr>
        <w:t xml:space="preserve">the </w:t>
      </w:r>
      <w:r w:rsidRPr="00A30D7A">
        <w:rPr>
          <w:rFonts w:cs="Arial"/>
        </w:rPr>
        <w:t xml:space="preserve">AS ISO 19650 </w:t>
      </w:r>
      <w:r w:rsidR="00353DE3">
        <w:rPr>
          <w:rFonts w:cs="Arial"/>
        </w:rPr>
        <w:t xml:space="preserve">series </w:t>
      </w:r>
      <w:r w:rsidRPr="00A30D7A">
        <w:rPr>
          <w:rFonts w:cs="Arial"/>
        </w:rPr>
        <w:t>information management function</w:t>
      </w:r>
      <w:r w:rsidR="009461B9">
        <w:rPr>
          <w:rFonts w:cs="Arial"/>
        </w:rPr>
        <w:t xml:space="preserve"> in each box</w:t>
      </w:r>
      <w:r w:rsidRPr="00A30D7A">
        <w:rPr>
          <w:rFonts w:cs="Arial"/>
        </w:rPr>
        <w:t>, e.g. Lead appointed party.</w:t>
      </w:r>
    </w:p>
    <w:p w14:paraId="73C6252E" w14:textId="3E731372" w:rsidR="00B2492F" w:rsidRPr="00A30D7A" w:rsidRDefault="00CF2E4B" w:rsidP="005455F7">
      <w:pPr>
        <w:pStyle w:val="Instructions"/>
        <w:rPr>
          <w:rFonts w:cs="Arial"/>
        </w:rPr>
      </w:pPr>
      <w:r w:rsidRPr="00A30D7A">
        <w:rPr>
          <w:rFonts w:cs="Arial"/>
        </w:rPr>
        <w:t>It is recommended that information management function descriptions are used, not contractual descriptions, as c</w:t>
      </w:r>
      <w:r w:rsidR="00B2492F" w:rsidRPr="00A30D7A">
        <w:rPr>
          <w:rFonts w:cs="Arial"/>
        </w:rPr>
        <w:t xml:space="preserve">ontractual relationships are best defined in the contract. Organisational relationships described in the BEP may </w:t>
      </w:r>
      <w:r w:rsidRPr="00A30D7A">
        <w:rPr>
          <w:rFonts w:cs="Arial"/>
        </w:rPr>
        <w:t>the</w:t>
      </w:r>
      <w:r w:rsidR="009461B9">
        <w:rPr>
          <w:rFonts w:cs="Arial"/>
        </w:rPr>
        <w:t>n</w:t>
      </w:r>
      <w:r w:rsidRPr="00A30D7A">
        <w:rPr>
          <w:rFonts w:cs="Arial"/>
        </w:rPr>
        <w:t xml:space="preserve"> </w:t>
      </w:r>
      <w:r w:rsidR="00B2492F" w:rsidRPr="00A30D7A">
        <w:rPr>
          <w:rFonts w:cs="Arial"/>
        </w:rPr>
        <w:t>be referenced in the annexures of the contract as necessary.</w:t>
      </w:r>
    </w:p>
    <w:p w14:paraId="51911121" w14:textId="0FB4BA17" w:rsidR="005455F7" w:rsidRPr="00A30D7A" w:rsidRDefault="005455F7" w:rsidP="005455F7">
      <w:pPr>
        <w:pStyle w:val="Instructions"/>
        <w:rPr>
          <w:rFonts w:cs="Arial"/>
        </w:rPr>
      </w:pPr>
      <w:r w:rsidRPr="00A30D7A">
        <w:rPr>
          <w:rFonts w:cs="Arial"/>
        </w:rPr>
        <w:t>Refer to Microsoft Word Help for guidance on editing the hierarchy diagram.</w:t>
      </w:r>
      <w:r w:rsidR="009461B9">
        <w:rPr>
          <w:rFonts w:cs="Arial"/>
        </w:rPr>
        <w:t xml:space="preserve"> </w:t>
      </w:r>
      <w:r w:rsidRPr="00A30D7A">
        <w:rPr>
          <w:rFonts w:cs="Arial"/>
        </w:rPr>
        <w:t>Alternatively, replace it with a diagram created in a graphic authoring application</w:t>
      </w:r>
      <w:r w:rsidR="00CF2E4B" w:rsidRPr="00A30D7A">
        <w:rPr>
          <w:rFonts w:cs="Arial"/>
        </w:rPr>
        <w:t>, or</w:t>
      </w:r>
      <w:r w:rsidRPr="00A30D7A">
        <w:rPr>
          <w:rFonts w:cs="Arial"/>
        </w:rPr>
        <w:t xml:space="preserve"> </w:t>
      </w:r>
      <w:r w:rsidR="000C11F2" w:rsidRPr="00A30D7A">
        <w:rPr>
          <w:rFonts w:cs="Arial"/>
        </w:rPr>
        <w:t>use a spreadsheet.</w:t>
      </w:r>
    </w:p>
    <w:p w14:paraId="5E6804E8" w14:textId="77777777" w:rsidR="003D08E9" w:rsidRPr="00A30D7A" w:rsidRDefault="003D08E9" w:rsidP="003D08E9">
      <w:pPr>
        <w:pStyle w:val="Heading2"/>
        <w:rPr>
          <w:rFonts w:cs="Arial"/>
        </w:rPr>
      </w:pPr>
      <w:bookmarkStart w:id="162" w:name="_Toc163550138"/>
      <w:r w:rsidRPr="00A30D7A">
        <w:rPr>
          <w:rFonts w:cs="Arial"/>
        </w:rPr>
        <w:t>Roles and responsibilities</w:t>
      </w:r>
      <w:bookmarkEnd w:id="162"/>
    </w:p>
    <w:p w14:paraId="5791260D" w14:textId="74AEF221" w:rsidR="003D08E9" w:rsidRPr="00A30D7A" w:rsidRDefault="003D08E9" w:rsidP="003D08E9">
      <w:pPr>
        <w:rPr>
          <w:rFonts w:cs="Arial"/>
        </w:rPr>
      </w:pPr>
      <w:r w:rsidRPr="00A30D7A">
        <w:rPr>
          <w:rFonts w:cs="Arial"/>
        </w:rPr>
        <w:t xml:space="preserve">Role descriptions: Refer to </w:t>
      </w:r>
      <w:r w:rsidRPr="00A30D7A">
        <w:rPr>
          <w:rFonts w:cs="Arial"/>
          <w:b/>
          <w:color w:val="595959" w:themeColor="text1" w:themeTint="A6"/>
        </w:rPr>
        <w:t>A</w:t>
      </w:r>
      <w:r w:rsidR="00C23E58" w:rsidRPr="00A30D7A">
        <w:rPr>
          <w:rFonts w:cs="Arial"/>
          <w:b/>
          <w:color w:val="595959" w:themeColor="text1" w:themeTint="A6"/>
        </w:rPr>
        <w:t>NNEX</w:t>
      </w:r>
      <w:r w:rsidR="001D1611" w:rsidRPr="00A30D7A">
        <w:rPr>
          <w:rFonts w:cs="Arial"/>
          <w:b/>
          <w:color w:val="595959" w:themeColor="text1" w:themeTint="A6"/>
        </w:rPr>
        <w:t> A</w:t>
      </w:r>
      <w:r w:rsidRPr="00A30D7A">
        <w:rPr>
          <w:rFonts w:cs="Arial"/>
          <w:b/>
          <w:color w:val="595959" w:themeColor="text1" w:themeTint="A6"/>
        </w:rPr>
        <w:t xml:space="preserve"> – </w:t>
      </w:r>
      <w:r w:rsidR="00662A18" w:rsidRPr="00A30D7A">
        <w:rPr>
          <w:rFonts w:cs="Arial"/>
          <w:b/>
          <w:color w:val="595959" w:themeColor="text1" w:themeTint="A6"/>
        </w:rPr>
        <w:t>DELIVERY TEAM</w:t>
      </w:r>
      <w:r w:rsidRPr="00A30D7A">
        <w:rPr>
          <w:rFonts w:cs="Arial"/>
          <w:b/>
          <w:color w:val="595959" w:themeColor="text1" w:themeTint="A6"/>
        </w:rPr>
        <w:t xml:space="preserve"> R</w:t>
      </w:r>
      <w:r w:rsidR="00C23E58" w:rsidRPr="00A30D7A">
        <w:rPr>
          <w:rFonts w:cs="Arial"/>
          <w:b/>
          <w:color w:val="595959" w:themeColor="text1" w:themeTint="A6"/>
        </w:rPr>
        <w:t>OLES AND RESPONSIBILITIES</w:t>
      </w:r>
      <w:r w:rsidRPr="00A30D7A">
        <w:rPr>
          <w:rFonts w:cs="Arial"/>
        </w:rPr>
        <w:t xml:space="preserve"> for descriptions of roles and</w:t>
      </w:r>
      <w:r w:rsidR="00950558" w:rsidRPr="00A30D7A">
        <w:rPr>
          <w:rFonts w:cs="Arial"/>
        </w:rPr>
        <w:t xml:space="preserve"> </w:t>
      </w:r>
      <w:r w:rsidRPr="00A30D7A">
        <w:rPr>
          <w:rFonts w:cs="Arial"/>
        </w:rPr>
        <w:t>responsibilities assigned to delivery team members.</w:t>
      </w:r>
    </w:p>
    <w:p w14:paraId="15D28B21" w14:textId="5EB3CD79" w:rsidR="002D2658" w:rsidRPr="00A30D7A" w:rsidRDefault="002D2658" w:rsidP="002D2658">
      <w:pPr>
        <w:pStyle w:val="Instructions"/>
        <w:rPr>
          <w:rFonts w:cs="Arial"/>
        </w:rPr>
      </w:pPr>
      <w:r w:rsidRPr="00A30D7A">
        <w:rPr>
          <w:rFonts w:cs="Arial"/>
        </w:rPr>
        <w:t xml:space="preserve">This refers to general descriptions of responsibilities associated with roles, i.e. job descriptions. </w:t>
      </w:r>
      <w:r w:rsidR="00C23E58" w:rsidRPr="00A30D7A">
        <w:rPr>
          <w:rFonts w:cs="Arial"/>
        </w:rPr>
        <w:t>Re</w:t>
      </w:r>
      <w:r w:rsidRPr="00A30D7A">
        <w:rPr>
          <w:rFonts w:cs="Arial"/>
        </w:rPr>
        <w:t>sponsibilities</w:t>
      </w:r>
      <w:r w:rsidR="00C23E58" w:rsidRPr="00A30D7A">
        <w:rPr>
          <w:rFonts w:cs="Arial"/>
        </w:rPr>
        <w:t xml:space="preserve"> </w:t>
      </w:r>
      <w:r w:rsidRPr="00A30D7A">
        <w:rPr>
          <w:rFonts w:cs="Arial"/>
        </w:rPr>
        <w:t xml:space="preserve">for specific information delivery tasks </w:t>
      </w:r>
      <w:r w:rsidR="00C23E58" w:rsidRPr="00A30D7A">
        <w:rPr>
          <w:rFonts w:cs="Arial"/>
        </w:rPr>
        <w:t xml:space="preserve">are documented in </w:t>
      </w:r>
      <w:r w:rsidR="001B7BBB" w:rsidRPr="00A30D7A">
        <w:rPr>
          <w:rFonts w:cs="Arial"/>
        </w:rPr>
        <w:t>the following sections</w:t>
      </w:r>
      <w:r w:rsidRPr="00A30D7A">
        <w:rPr>
          <w:rFonts w:cs="Arial"/>
        </w:rPr>
        <w:t>.</w:t>
      </w:r>
    </w:p>
    <w:p w14:paraId="57D5BD6A" w14:textId="01CFDFEE" w:rsidR="00DB7D9B" w:rsidRPr="00A30D7A" w:rsidRDefault="00DB7D9B" w:rsidP="006D66BC">
      <w:pPr>
        <w:pStyle w:val="Heading2"/>
        <w:rPr>
          <w:rFonts w:cs="Arial"/>
        </w:rPr>
      </w:pPr>
      <w:bookmarkStart w:id="163" w:name="_Toc163550139"/>
      <w:r w:rsidRPr="00A30D7A">
        <w:rPr>
          <w:rFonts w:cs="Arial"/>
        </w:rPr>
        <w:lastRenderedPageBreak/>
        <w:t>Deliverables</w:t>
      </w:r>
      <w:bookmarkEnd w:id="163"/>
    </w:p>
    <w:p w14:paraId="13EFA661" w14:textId="14B5BCDE" w:rsidR="00796409" w:rsidRPr="00A30D7A" w:rsidRDefault="00065FE8" w:rsidP="00E6696D">
      <w:pPr>
        <w:pStyle w:val="Instructionsindent"/>
        <w:numPr>
          <w:ilvl w:val="0"/>
          <w:numId w:val="0"/>
        </w:numPr>
      </w:pPr>
      <w:r w:rsidRPr="00A30D7A">
        <w:t xml:space="preserve">The appointing party’s EIR or Project BIM Brief should detail </w:t>
      </w:r>
      <w:r w:rsidR="00666196" w:rsidRPr="00A30D7A">
        <w:t>the deliverables require</w:t>
      </w:r>
      <w:r w:rsidR="00F013EC">
        <w:t>d</w:t>
      </w:r>
      <w:r w:rsidR="00666196" w:rsidRPr="00A30D7A">
        <w:t xml:space="preserve"> including the level of information need for each type of deliverable at each information delivery milestone.</w:t>
      </w:r>
    </w:p>
    <w:p w14:paraId="7024C3B3" w14:textId="77777777" w:rsidR="00796409" w:rsidRPr="00A30D7A" w:rsidRDefault="00666196" w:rsidP="00796409">
      <w:pPr>
        <w:pStyle w:val="Prompt"/>
      </w:pPr>
      <w:r w:rsidRPr="00A30D7A">
        <w:t xml:space="preserve">Amendments to the deliverables specified in the EIR: </w:t>
      </w:r>
      <w:r w:rsidRPr="00A30D7A">
        <w:fldChar w:fldCharType="begin"/>
      </w:r>
      <w:r w:rsidRPr="00A30D7A">
        <w:instrText xml:space="preserve"> MACROBUTTON  ac_OnHelp [complete/delete] </w:instrText>
      </w:r>
      <w:r w:rsidRPr="00A30D7A">
        <w:fldChar w:fldCharType="end"/>
      </w:r>
    </w:p>
    <w:p w14:paraId="6D9BF8A7" w14:textId="69E2FBD5" w:rsidR="00E6696D" w:rsidRPr="00A30D7A" w:rsidRDefault="00E6696D" w:rsidP="00E6696D">
      <w:pPr>
        <w:pStyle w:val="Instructions"/>
      </w:pPr>
      <w:r w:rsidRPr="00A30D7A">
        <w:t>The lead appointed party may wish to add deliverables based on their own project information purposes when preparing their</w:t>
      </w:r>
      <w:r w:rsidR="00DA06E2" w:rsidRPr="00A30D7A">
        <w:t xml:space="preserve"> </w:t>
      </w:r>
      <w:r w:rsidR="00891559">
        <w:t xml:space="preserve">delivery team </w:t>
      </w:r>
      <w:r w:rsidR="00FD2628" w:rsidRPr="00A30D7A">
        <w:t>BEP</w:t>
      </w:r>
      <w:r w:rsidRPr="00A30D7A">
        <w:t>.</w:t>
      </w:r>
      <w:r w:rsidR="00666196" w:rsidRPr="00A30D7A">
        <w:t xml:space="preserve"> They can be documented here.</w:t>
      </w:r>
      <w:r w:rsidR="00DA06E2" w:rsidRPr="00A30D7A">
        <w:t xml:space="preserve"> </w:t>
      </w:r>
      <w:r w:rsidR="00666196" w:rsidRPr="00A30D7A">
        <w:t>If there are no amendments, delete the prompt.</w:t>
      </w:r>
    </w:p>
    <w:p w14:paraId="2A20A7CA" w14:textId="2BDAF763" w:rsidR="00FD2628" w:rsidRPr="00A30D7A" w:rsidRDefault="007A292F" w:rsidP="007A292F">
      <w:pPr>
        <w:rPr>
          <w:rFonts w:cs="Arial"/>
        </w:rPr>
      </w:pPr>
      <w:r w:rsidRPr="00A30D7A">
        <w:rPr>
          <w:rFonts w:cs="Arial"/>
        </w:rPr>
        <w:t xml:space="preserve">Deliverables: Refer to </w:t>
      </w:r>
      <w:r w:rsidRPr="00A30D7A">
        <w:rPr>
          <w:rFonts w:cs="Arial"/>
          <w:b/>
          <w:color w:val="595959" w:themeColor="text1" w:themeTint="A6"/>
          <w:u w:val="double"/>
        </w:rPr>
        <w:t>ANNEX</w:t>
      </w:r>
      <w:r w:rsidR="008962D8" w:rsidRPr="00A30D7A">
        <w:rPr>
          <w:rFonts w:cs="Arial"/>
          <w:b/>
          <w:color w:val="595959" w:themeColor="text1" w:themeTint="A6"/>
          <w:u w:val="double"/>
        </w:rPr>
        <w:t> </w:t>
      </w:r>
      <w:r w:rsidR="004739F7" w:rsidRPr="00A30D7A">
        <w:rPr>
          <w:rFonts w:cs="Arial"/>
          <w:b/>
          <w:color w:val="595959" w:themeColor="text1" w:themeTint="A6"/>
          <w:u w:val="double"/>
        </w:rPr>
        <w:t>D</w:t>
      </w:r>
      <w:r w:rsidRPr="00A30D7A">
        <w:rPr>
          <w:rFonts w:cs="Arial"/>
          <w:b/>
          <w:color w:val="595959" w:themeColor="text1" w:themeTint="A6"/>
        </w:rPr>
        <w:t xml:space="preserve"> – MASTER INFORMATION DELIVERY PLAN</w:t>
      </w:r>
      <w:r w:rsidR="00F013EC">
        <w:rPr>
          <w:rFonts w:cs="Arial"/>
          <w:b/>
          <w:color w:val="595959" w:themeColor="text1" w:themeTint="A6"/>
        </w:rPr>
        <w:t xml:space="preserve"> (MIDP)</w:t>
      </w:r>
      <w:r w:rsidRPr="00A30D7A">
        <w:rPr>
          <w:rFonts w:cs="Arial"/>
        </w:rPr>
        <w:t xml:space="preserve"> for details of the deliverables the lead appointed party will provide.</w:t>
      </w:r>
    </w:p>
    <w:p w14:paraId="602324EC" w14:textId="77777777" w:rsidR="00084D09" w:rsidRPr="00A30D7A" w:rsidRDefault="007A292F" w:rsidP="007A292F">
      <w:pPr>
        <w:pStyle w:val="Instructionsindent"/>
        <w:numPr>
          <w:ilvl w:val="0"/>
          <w:numId w:val="0"/>
        </w:numPr>
      </w:pPr>
      <w:r w:rsidRPr="00A30D7A">
        <w:t xml:space="preserve">The MIDP </w:t>
      </w:r>
      <w:r w:rsidR="00261FEE" w:rsidRPr="00A30D7A">
        <w:t>lists all the project’s information deliverables and sets out when they will be delivered, by whom, and to what level of information need. It is compiled by the lead appointed party from the individual task information delivery plans (TIDP) provided by each task team.</w:t>
      </w:r>
    </w:p>
    <w:p w14:paraId="31CD26BE" w14:textId="2DB32C9A" w:rsidR="007A292F" w:rsidRPr="00A30D7A" w:rsidRDefault="00084D09" w:rsidP="00275B52">
      <w:pPr>
        <w:pStyle w:val="Instructionsindent"/>
        <w:numPr>
          <w:ilvl w:val="0"/>
          <w:numId w:val="0"/>
        </w:numPr>
      </w:pPr>
      <w:r w:rsidRPr="00A30D7A">
        <w:t xml:space="preserve">Note: </w:t>
      </w:r>
      <w:r w:rsidR="00787B44" w:rsidRPr="00A30D7A">
        <w:t>TIDPs are not included in the delivery team’s BEP. O</w:t>
      </w:r>
      <w:r w:rsidRPr="00A30D7A">
        <w:t>nly the MIDP is included as TIDPs are only relevant to appointments of appointed parties by the lead appointed party.</w:t>
      </w:r>
    </w:p>
    <w:p w14:paraId="1E18481A" w14:textId="77777777" w:rsidR="007A5EAB" w:rsidRPr="00A30D7A" w:rsidRDefault="007A5EAB" w:rsidP="000D213C">
      <w:pPr>
        <w:pStyle w:val="Heading3"/>
      </w:pPr>
      <w:bookmarkStart w:id="164" w:name="_Toc112341915"/>
      <w:bookmarkStart w:id="165" w:name="_Toc112342289"/>
      <w:bookmarkStart w:id="166" w:name="_Toc112778332"/>
      <w:bookmarkStart w:id="167" w:name="_Toc112778807"/>
      <w:bookmarkStart w:id="168" w:name="_Toc112341917"/>
      <w:bookmarkStart w:id="169" w:name="_Toc112342291"/>
      <w:bookmarkStart w:id="170" w:name="_Toc112778334"/>
      <w:bookmarkStart w:id="171" w:name="_Toc112778809"/>
      <w:bookmarkStart w:id="172" w:name="_Toc112341919"/>
      <w:bookmarkStart w:id="173" w:name="_Toc112342293"/>
      <w:bookmarkStart w:id="174" w:name="_Toc112778336"/>
      <w:bookmarkStart w:id="175" w:name="_Toc112778811"/>
      <w:bookmarkStart w:id="176" w:name="_Toc112341923"/>
      <w:bookmarkStart w:id="177" w:name="_Toc112342297"/>
      <w:bookmarkStart w:id="178" w:name="_Toc112778340"/>
      <w:bookmarkStart w:id="179" w:name="_Toc112778815"/>
      <w:bookmarkStart w:id="180" w:name="_Toc112341925"/>
      <w:bookmarkStart w:id="181" w:name="_Toc112342299"/>
      <w:bookmarkStart w:id="182" w:name="_Toc112778342"/>
      <w:bookmarkStart w:id="183" w:name="_Toc112778817"/>
      <w:bookmarkStart w:id="184" w:name="_Toc112341927"/>
      <w:bookmarkStart w:id="185" w:name="_Toc112342301"/>
      <w:bookmarkStart w:id="186" w:name="_Toc112778344"/>
      <w:bookmarkStart w:id="187" w:name="_Toc112778819"/>
      <w:bookmarkStart w:id="188" w:name="_Toc112341931"/>
      <w:bookmarkStart w:id="189" w:name="_Toc112342305"/>
      <w:bookmarkStart w:id="190" w:name="_Toc112778348"/>
      <w:bookmarkStart w:id="191" w:name="_Toc112778823"/>
      <w:bookmarkStart w:id="192" w:name="_Toc112341933"/>
      <w:bookmarkStart w:id="193" w:name="_Toc112342307"/>
      <w:bookmarkStart w:id="194" w:name="_Toc112778350"/>
      <w:bookmarkStart w:id="195" w:name="_Toc112778825"/>
      <w:bookmarkStart w:id="196" w:name="_Toc112341935"/>
      <w:bookmarkStart w:id="197" w:name="_Toc112342309"/>
      <w:bookmarkStart w:id="198" w:name="_Toc112778352"/>
      <w:bookmarkStart w:id="199" w:name="_Toc112778827"/>
      <w:bookmarkStart w:id="200" w:name="_Toc112341941"/>
      <w:bookmarkStart w:id="201" w:name="_Toc112342315"/>
      <w:bookmarkStart w:id="202" w:name="_Toc112778358"/>
      <w:bookmarkStart w:id="203" w:name="_Toc112778833"/>
      <w:bookmarkStart w:id="204" w:name="_Toc112341942"/>
      <w:bookmarkStart w:id="205" w:name="_Toc112342316"/>
      <w:bookmarkStart w:id="206" w:name="_Toc112778359"/>
      <w:bookmarkStart w:id="207" w:name="_Toc112778834"/>
      <w:bookmarkStart w:id="208" w:name="_Toc112341943"/>
      <w:bookmarkStart w:id="209" w:name="_Toc112342317"/>
      <w:bookmarkStart w:id="210" w:name="_Toc112778360"/>
      <w:bookmarkStart w:id="211" w:name="_Toc112778835"/>
      <w:bookmarkStart w:id="212" w:name="_Toc112341944"/>
      <w:bookmarkStart w:id="213" w:name="_Toc112342318"/>
      <w:bookmarkStart w:id="214" w:name="_Toc112778361"/>
      <w:bookmarkStart w:id="215" w:name="_Toc112778836"/>
      <w:bookmarkStart w:id="216" w:name="_Toc112163121"/>
      <w:bookmarkStart w:id="217" w:name="_Toc112163122"/>
      <w:bookmarkStart w:id="218" w:name="_Toc112163123"/>
      <w:bookmarkStart w:id="219" w:name="_Toc112163124"/>
      <w:bookmarkStart w:id="220" w:name="_Toc112163125"/>
      <w:bookmarkStart w:id="221" w:name="_Toc112163126"/>
      <w:bookmarkStart w:id="222" w:name="_Toc112163127"/>
      <w:bookmarkStart w:id="223" w:name="_Toc112341945"/>
      <w:bookmarkStart w:id="224" w:name="_Toc112342319"/>
      <w:bookmarkStart w:id="225" w:name="_Toc112778362"/>
      <w:bookmarkStart w:id="226" w:name="_Toc112778837"/>
      <w:bookmarkStart w:id="227" w:name="_Toc112341946"/>
      <w:bookmarkStart w:id="228" w:name="_Toc112342320"/>
      <w:bookmarkStart w:id="229" w:name="_Toc112778363"/>
      <w:bookmarkStart w:id="230" w:name="_Toc112778838"/>
      <w:bookmarkStart w:id="231" w:name="_Toc112341947"/>
      <w:bookmarkStart w:id="232" w:name="_Toc112342321"/>
      <w:bookmarkStart w:id="233" w:name="_Toc112778364"/>
      <w:bookmarkStart w:id="234" w:name="_Toc112778839"/>
      <w:bookmarkStart w:id="235" w:name="_Toc112341948"/>
      <w:bookmarkStart w:id="236" w:name="_Toc112342322"/>
      <w:bookmarkStart w:id="237" w:name="_Toc112778365"/>
      <w:bookmarkStart w:id="238" w:name="_Toc112778840"/>
      <w:bookmarkStart w:id="239" w:name="_Toc112341949"/>
      <w:bookmarkStart w:id="240" w:name="_Toc112342323"/>
      <w:bookmarkStart w:id="241" w:name="_Toc112778366"/>
      <w:bookmarkStart w:id="242" w:name="_Toc112778841"/>
      <w:bookmarkStart w:id="243" w:name="_Toc112341950"/>
      <w:bookmarkStart w:id="244" w:name="_Toc112342324"/>
      <w:bookmarkStart w:id="245" w:name="_Toc112778367"/>
      <w:bookmarkStart w:id="246" w:name="_Toc112778842"/>
      <w:bookmarkStart w:id="247" w:name="_Toc112341951"/>
      <w:bookmarkStart w:id="248" w:name="_Toc112342325"/>
      <w:bookmarkStart w:id="249" w:name="_Toc112778368"/>
      <w:bookmarkStart w:id="250" w:name="_Toc112778843"/>
      <w:bookmarkStart w:id="251" w:name="_Toc112341952"/>
      <w:bookmarkStart w:id="252" w:name="_Toc112342326"/>
      <w:bookmarkStart w:id="253" w:name="_Toc112778369"/>
      <w:bookmarkStart w:id="254" w:name="_Toc112778844"/>
      <w:bookmarkStart w:id="255" w:name="_Toc112341988"/>
      <w:bookmarkStart w:id="256" w:name="_Toc112342362"/>
      <w:bookmarkStart w:id="257" w:name="_Toc112778405"/>
      <w:bookmarkStart w:id="258" w:name="_Toc117180741"/>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A30D7A">
        <w:t>Deliverables formats</w:t>
      </w:r>
      <w:bookmarkEnd w:id="258"/>
    </w:p>
    <w:p w14:paraId="4A35FB07" w14:textId="36BDCC30" w:rsidR="00787B44" w:rsidRPr="00A30D7A" w:rsidRDefault="00BE0398" w:rsidP="00487C04">
      <w:pPr>
        <w:pStyle w:val="Prompt"/>
        <w:rPr>
          <w:color w:val="auto"/>
        </w:rPr>
      </w:pPr>
      <w:r w:rsidRPr="00A30D7A">
        <w:rPr>
          <w:color w:val="auto"/>
        </w:rPr>
        <w:t xml:space="preserve">Formats: In conformance with the appointing party’s </w:t>
      </w:r>
      <w:r w:rsidR="00787B44" w:rsidRPr="00A30D7A">
        <w:rPr>
          <w:color w:val="auto"/>
        </w:rPr>
        <w:t>EIR.</w:t>
      </w:r>
    </w:p>
    <w:p w14:paraId="1FA55AA6" w14:textId="22D11597" w:rsidR="00BE0398" w:rsidRPr="00A30D7A" w:rsidRDefault="00BE0398" w:rsidP="00487C04">
      <w:pPr>
        <w:pStyle w:val="Prompt"/>
      </w:pPr>
      <w:r w:rsidRPr="00A30D7A">
        <w:t xml:space="preserve">Amendments to the formats specified in the EIR: </w:t>
      </w:r>
      <w:r w:rsidRPr="00A30D7A">
        <w:fldChar w:fldCharType="begin"/>
      </w:r>
      <w:r w:rsidRPr="00A30D7A">
        <w:instrText xml:space="preserve"> MACROBUTTON  ac_OnHelp [complete/delete] </w:instrText>
      </w:r>
      <w:r w:rsidRPr="00A30D7A">
        <w:fldChar w:fldCharType="end"/>
      </w:r>
    </w:p>
    <w:p w14:paraId="7448FFBF" w14:textId="1C20BA4D" w:rsidR="00796409" w:rsidRPr="00A30D7A" w:rsidRDefault="00BE0398" w:rsidP="00796409">
      <w:pPr>
        <w:pStyle w:val="Instructions"/>
      </w:pPr>
      <w:r w:rsidRPr="00A30D7A">
        <w:t xml:space="preserve">The lead appointed party may wish to add other formats based on their own project information purposes when preparing their </w:t>
      </w:r>
      <w:r w:rsidR="00891559">
        <w:t xml:space="preserve">delivery team </w:t>
      </w:r>
      <w:r w:rsidRPr="00A30D7A">
        <w:t>BEP. They can be documented here.</w:t>
      </w:r>
    </w:p>
    <w:p w14:paraId="001A55D6" w14:textId="0498C84E" w:rsidR="00796409" w:rsidRPr="00A30D7A" w:rsidRDefault="00BE0398" w:rsidP="00796409">
      <w:pPr>
        <w:pStyle w:val="Instructions"/>
      </w:pPr>
      <w:r w:rsidRPr="00A30D7A">
        <w:t>If there are no amendments, delete the prompt.</w:t>
      </w:r>
    </w:p>
    <w:p w14:paraId="627408B5" w14:textId="7649036E" w:rsidR="007A5EAB" w:rsidRPr="00A30D7A" w:rsidRDefault="007A5EAB" w:rsidP="007A5EAB">
      <w:pPr>
        <w:rPr>
          <w:rFonts w:cs="Arial"/>
        </w:rPr>
      </w:pPr>
      <w:r w:rsidRPr="00A30D7A">
        <w:rPr>
          <w:rFonts w:cs="Arial"/>
        </w:rPr>
        <w:t>Submission of hard copies: In conformance with the appointing party’s exchange information EIR.</w:t>
      </w:r>
    </w:p>
    <w:p w14:paraId="4D953DBC" w14:textId="77777777" w:rsidR="00614972" w:rsidRPr="00A30D7A" w:rsidRDefault="00614972">
      <w:pPr>
        <w:tabs>
          <w:tab w:val="clear" w:pos="3969"/>
        </w:tabs>
        <w:spacing w:after="160" w:line="259" w:lineRule="auto"/>
        <w:rPr>
          <w:rFonts w:cs="Arial"/>
        </w:rPr>
      </w:pPr>
      <w:bookmarkStart w:id="259" w:name="_Toc98842992"/>
      <w:bookmarkStart w:id="260" w:name="_Toc98843495"/>
      <w:bookmarkStart w:id="261" w:name="_Toc98842993"/>
      <w:bookmarkStart w:id="262" w:name="_Toc98843496"/>
      <w:bookmarkStart w:id="263" w:name="_Toc16160256"/>
      <w:bookmarkStart w:id="264" w:name="_Hlk98947119"/>
      <w:bookmarkEnd w:id="146"/>
      <w:bookmarkEnd w:id="259"/>
      <w:bookmarkEnd w:id="260"/>
      <w:bookmarkEnd w:id="261"/>
      <w:bookmarkEnd w:id="262"/>
      <w:r w:rsidRPr="00A30D7A">
        <w:rPr>
          <w:rFonts w:cs="Arial"/>
          <w:b/>
          <w:caps/>
        </w:rPr>
        <w:br w:type="page"/>
      </w:r>
    </w:p>
    <w:p w14:paraId="479FCE1C" w14:textId="6A66CED8" w:rsidR="00030037" w:rsidRPr="00A30D7A" w:rsidRDefault="00030037" w:rsidP="003D628C">
      <w:pPr>
        <w:pStyle w:val="Heading1"/>
      </w:pPr>
      <w:bookmarkStart w:id="265" w:name="_Toc163550140"/>
      <w:r w:rsidRPr="00A30D7A">
        <w:lastRenderedPageBreak/>
        <w:t>Management</w:t>
      </w:r>
      <w:bookmarkEnd w:id="263"/>
      <w:r w:rsidR="00BF0B30" w:rsidRPr="00A30D7A">
        <w:t xml:space="preserve"> – </w:t>
      </w:r>
      <w:r w:rsidR="00D81DA7">
        <w:t>G</w:t>
      </w:r>
      <w:r w:rsidR="00BF0B30" w:rsidRPr="00A30D7A">
        <w:t>eneral</w:t>
      </w:r>
      <w:r w:rsidR="00D81DA7">
        <w:t xml:space="preserve"> information</w:t>
      </w:r>
      <w:bookmarkEnd w:id="265"/>
    </w:p>
    <w:p w14:paraId="3FE4AE44" w14:textId="36049FE2" w:rsidR="001D010E" w:rsidRPr="00A30D7A" w:rsidRDefault="001D010E" w:rsidP="001D010E">
      <w:pPr>
        <w:pStyle w:val="Heading2"/>
        <w:rPr>
          <w:rFonts w:cs="Arial"/>
        </w:rPr>
      </w:pPr>
      <w:bookmarkStart w:id="266" w:name="_Toc163550141"/>
      <w:bookmarkStart w:id="267" w:name="_Hlk13237255"/>
      <w:bookmarkEnd w:id="264"/>
      <w:r w:rsidRPr="00A30D7A">
        <w:rPr>
          <w:rFonts w:cs="Arial"/>
        </w:rPr>
        <w:t>Delivery team</w:t>
      </w:r>
      <w:r w:rsidR="006B4C17" w:rsidRPr="00A30D7A" w:rsidDel="006B4C17">
        <w:rPr>
          <w:rFonts w:cs="Arial"/>
        </w:rPr>
        <w:t xml:space="preserve"> </w:t>
      </w:r>
      <w:r w:rsidR="006B4C17" w:rsidRPr="00A30D7A">
        <w:rPr>
          <w:rFonts w:cs="Arial"/>
        </w:rPr>
        <w:t>EIR</w:t>
      </w:r>
      <w:r w:rsidR="00CC69C7" w:rsidRPr="00A30D7A">
        <w:rPr>
          <w:rFonts w:cs="Arial"/>
        </w:rPr>
        <w:t xml:space="preserve"> </w:t>
      </w:r>
      <w:r w:rsidRPr="00A30D7A">
        <w:rPr>
          <w:rFonts w:cs="Arial"/>
        </w:rPr>
        <w:t>delivery strategy</w:t>
      </w:r>
      <w:bookmarkEnd w:id="266"/>
    </w:p>
    <w:p w14:paraId="72557D1D" w14:textId="77777777" w:rsidR="001D010E" w:rsidRPr="00A30D7A" w:rsidRDefault="001D010E" w:rsidP="001D010E">
      <w:pPr>
        <w:pStyle w:val="Prompt"/>
        <w:rPr>
          <w:rFonts w:cs="Arial"/>
        </w:rPr>
      </w:pPr>
      <w:r w:rsidRPr="00A30D7A">
        <w:rPr>
          <w:rFonts w:cs="Arial"/>
        </w:rPr>
        <w:t xml:space="preserve">Approach to meeting EIR: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082A1470" w14:textId="5B2CA5B1" w:rsidR="00046EC7" w:rsidRPr="00A30D7A" w:rsidRDefault="005044FD" w:rsidP="001D010E">
      <w:pPr>
        <w:pStyle w:val="Instructions"/>
        <w:rPr>
          <w:rFonts w:cs="Arial"/>
        </w:rPr>
      </w:pPr>
      <w:r w:rsidRPr="00A30D7A">
        <w:rPr>
          <w:rFonts w:cs="Arial"/>
        </w:rPr>
        <w:t>AS ISO 19650.2</w:t>
      </w:r>
      <w:r w:rsidR="00353DE3">
        <w:rPr>
          <w:rFonts w:cs="Arial"/>
        </w:rPr>
        <w:t xml:space="preserve"> (2019)</w:t>
      </w:r>
      <w:r w:rsidRPr="00A30D7A">
        <w:rPr>
          <w:rFonts w:cs="Arial"/>
        </w:rPr>
        <w:t xml:space="preserve"> clause 5.4.1 d) requires the lead appointed party to update the delivery team’s information delivery strategy as required. </w:t>
      </w:r>
      <w:r w:rsidR="001D010E" w:rsidRPr="00A30D7A">
        <w:rPr>
          <w:rFonts w:cs="Arial"/>
        </w:rPr>
        <w:t>Include a high-level statement about the proposed approach to meeting the appointing party’s</w:t>
      </w:r>
      <w:r w:rsidR="001B7BBB" w:rsidRPr="00A30D7A">
        <w:rPr>
          <w:rFonts w:cs="Arial"/>
        </w:rPr>
        <w:t xml:space="preserve"> EIR</w:t>
      </w:r>
      <w:r w:rsidR="001D010E" w:rsidRPr="00A30D7A">
        <w:rPr>
          <w:rFonts w:cs="Arial"/>
        </w:rPr>
        <w:t>. It should provide a narrative that connects the following sections of the BEP in a meaningful way and demonstrate that the proposed approach is appropriate. Cross referencing relevant sections of the EIR with corresponding sections of the BEP can assist this.</w:t>
      </w:r>
    </w:p>
    <w:p w14:paraId="54ADAC28" w14:textId="515EBA18" w:rsidR="001D010E" w:rsidRPr="00A30D7A" w:rsidRDefault="00046EC7" w:rsidP="001D010E">
      <w:pPr>
        <w:pStyle w:val="Instructions"/>
        <w:rPr>
          <w:rFonts w:cs="Arial"/>
        </w:rPr>
      </w:pPr>
      <w:r w:rsidRPr="00A30D7A">
        <w:rPr>
          <w:rFonts w:cs="Arial"/>
        </w:rPr>
        <w:t>The approach should have been outlined in the pre-appointment BEP. If this is the case, develop it further as necessary at this stage of the project.</w:t>
      </w:r>
    </w:p>
    <w:p w14:paraId="25B266A8" w14:textId="77777777" w:rsidR="001D010E" w:rsidRPr="00A30D7A" w:rsidRDefault="001D010E" w:rsidP="001D010E">
      <w:pPr>
        <w:pStyle w:val="Instructions"/>
        <w:rPr>
          <w:rFonts w:cs="Arial"/>
        </w:rPr>
      </w:pPr>
      <w:r w:rsidRPr="00A30D7A">
        <w:rPr>
          <w:rFonts w:cs="Arial"/>
        </w:rPr>
        <w:t>Aspects of the strategy that can be outlined include:</w:t>
      </w:r>
    </w:p>
    <w:p w14:paraId="4818F2A1" w14:textId="77777777" w:rsidR="001D010E" w:rsidRPr="00A30D7A" w:rsidRDefault="001D010E" w:rsidP="00EE00BB">
      <w:pPr>
        <w:pStyle w:val="Instructionsindent"/>
      </w:pPr>
      <w:r w:rsidRPr="00A30D7A">
        <w:t>The federation/information container breakdown structure adopted for collaboration purposes such as organising the Common Data Environment (CDE) and providing a framework for formatting responsibility matrices.</w:t>
      </w:r>
    </w:p>
    <w:p w14:paraId="0020DBCA" w14:textId="77777777" w:rsidR="001D010E" w:rsidRPr="00A30D7A" w:rsidRDefault="001D010E" w:rsidP="00EE00BB">
      <w:pPr>
        <w:pStyle w:val="Instructionsindent"/>
      </w:pPr>
      <w:r w:rsidRPr="00A30D7A">
        <w:t>How information will be created and distributed between virtual 3D models and other locations such as documents and databases, e.g. will schedules be generated wholly or partially from data in the model? Crucially, where will duplication or overlap occur, and how will the risks associated with this be managed?</w:t>
      </w:r>
    </w:p>
    <w:p w14:paraId="079C8AEF" w14:textId="77777777" w:rsidR="001D010E" w:rsidRPr="00A30D7A" w:rsidRDefault="001D010E" w:rsidP="00EE00BB">
      <w:pPr>
        <w:pStyle w:val="Instructionsindent"/>
      </w:pPr>
      <w:r w:rsidRPr="00A30D7A">
        <w:t>What schema will be used to structure information to facilitate its management and exchange between different applications and stakeholders.</w:t>
      </w:r>
    </w:p>
    <w:p w14:paraId="44455476" w14:textId="546356FA" w:rsidR="00DE7537" w:rsidRPr="00A30D7A" w:rsidRDefault="00DE7537" w:rsidP="003F195B">
      <w:pPr>
        <w:pStyle w:val="Instructions"/>
        <w:rPr>
          <w:rFonts w:cs="Arial"/>
        </w:rPr>
      </w:pPr>
      <w:r w:rsidRPr="00A30D7A">
        <w:rPr>
          <w:rFonts w:cs="Arial"/>
        </w:rPr>
        <w:t>For less complex projects, outlining the approach may not be required if it is adequately conveyed by the following clauses.</w:t>
      </w:r>
    </w:p>
    <w:p w14:paraId="1A142668" w14:textId="13604A20" w:rsidR="001D010E" w:rsidRPr="00A30D7A" w:rsidRDefault="001D010E" w:rsidP="001D010E">
      <w:pPr>
        <w:pStyle w:val="Prompt"/>
        <w:rPr>
          <w:rFonts w:cs="Arial"/>
        </w:rPr>
      </w:pPr>
      <w:r w:rsidRPr="00A30D7A">
        <w:rPr>
          <w:rFonts w:cs="Arial"/>
        </w:rPr>
        <w:t xml:space="preserve">Objectives for </w:t>
      </w:r>
      <w:r w:rsidR="00DE7537" w:rsidRPr="00A30D7A">
        <w:rPr>
          <w:rFonts w:cs="Arial"/>
        </w:rPr>
        <w:t xml:space="preserve">the </w:t>
      </w:r>
      <w:r w:rsidRPr="00A30D7A">
        <w:rPr>
          <w:rFonts w:cs="Arial"/>
        </w:rPr>
        <w:t xml:space="preserve">collaborative production of information: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2123532" w14:textId="77777777" w:rsidR="001D010E" w:rsidRPr="00A30D7A" w:rsidRDefault="001D010E" w:rsidP="001D010E">
      <w:pPr>
        <w:pStyle w:val="Instructions"/>
        <w:rPr>
          <w:rFonts w:cs="Arial"/>
        </w:rPr>
      </w:pPr>
      <w:r w:rsidRPr="00A30D7A">
        <w:rPr>
          <w:rFonts w:cs="Arial"/>
        </w:rPr>
        <w:t>List the delivery team’s objectives for the collaborative production of information.</w:t>
      </w:r>
    </w:p>
    <w:p w14:paraId="5F8F6CFB" w14:textId="77777777" w:rsidR="001D010E" w:rsidRPr="00A30D7A" w:rsidRDefault="001D010E" w:rsidP="001D010E">
      <w:pPr>
        <w:pStyle w:val="Instructions"/>
        <w:rPr>
          <w:rFonts w:cs="Arial"/>
        </w:rPr>
      </w:pPr>
      <w:r w:rsidRPr="00A30D7A">
        <w:rPr>
          <w:rFonts w:cs="Arial"/>
        </w:rPr>
        <w:t>These could include:</w:t>
      </w:r>
    </w:p>
    <w:p w14:paraId="1C54C904" w14:textId="2B2EC676" w:rsidR="001D010E" w:rsidRPr="00A30D7A" w:rsidRDefault="00120F12" w:rsidP="00787D25">
      <w:pPr>
        <w:pStyle w:val="Instructionsindent"/>
      </w:pPr>
      <w:r w:rsidRPr="00A30D7A">
        <w:t>Ensure</w:t>
      </w:r>
      <w:r w:rsidR="001D010E" w:rsidRPr="00A30D7A">
        <w:t xml:space="preserve"> effective collaborative sharing and coordination of information</w:t>
      </w:r>
      <w:r w:rsidRPr="00A30D7A">
        <w:t xml:space="preserve"> through the implementation of procedures documented in the BEP</w:t>
      </w:r>
      <w:r w:rsidR="001D010E" w:rsidRPr="00A30D7A">
        <w:t>.</w:t>
      </w:r>
    </w:p>
    <w:p w14:paraId="7BB068EE" w14:textId="4BD4BDF3" w:rsidR="001D010E" w:rsidRPr="00A30D7A" w:rsidRDefault="00120F12" w:rsidP="00787D25">
      <w:pPr>
        <w:pStyle w:val="Instructionsindent"/>
      </w:pPr>
      <w:r w:rsidRPr="00A30D7A">
        <w:t>M</w:t>
      </w:r>
      <w:r w:rsidR="001D010E" w:rsidRPr="00A30D7A">
        <w:t xml:space="preserve">inimise duplications, </w:t>
      </w:r>
      <w:proofErr w:type="gramStart"/>
      <w:r w:rsidR="001D010E" w:rsidRPr="00A30D7A">
        <w:t>omissions</w:t>
      </w:r>
      <w:proofErr w:type="gramEnd"/>
      <w:r w:rsidR="001D010E" w:rsidRPr="00A30D7A">
        <w:t xml:space="preserve"> and contradictions in data</w:t>
      </w:r>
      <w:r w:rsidRPr="00A30D7A">
        <w:t xml:space="preserve"> through the implementation of quality control measures such as checking procedures documented in the BEP.</w:t>
      </w:r>
    </w:p>
    <w:p w14:paraId="39B6616E" w14:textId="70119969" w:rsidR="001D010E" w:rsidRPr="00A30D7A" w:rsidRDefault="00120F12" w:rsidP="00787D25">
      <w:pPr>
        <w:pStyle w:val="Instructionsindent"/>
      </w:pPr>
      <w:r w:rsidRPr="00A30D7A">
        <w:t>Identify the</w:t>
      </w:r>
      <w:r w:rsidR="001D010E" w:rsidRPr="00A30D7A">
        <w:t xml:space="preserve"> metrics </w:t>
      </w:r>
      <w:r w:rsidRPr="00A30D7A">
        <w:t xml:space="preserve">that </w:t>
      </w:r>
      <w:r w:rsidR="001D010E" w:rsidRPr="00A30D7A">
        <w:t>will be applied to measure success in meeting objectives, e.g. timeliness and reliability of delivery. This may include benchmarking against similar projects.</w:t>
      </w:r>
      <w:r w:rsidR="00DE7537" w:rsidRPr="00A30D7A">
        <w:t xml:space="preserve"> </w:t>
      </w:r>
      <w:bookmarkStart w:id="268" w:name="_Hlk161832936"/>
      <w:r w:rsidR="00DE7537" w:rsidRPr="00A30D7A">
        <w:t xml:space="preserve">A similar format to </w:t>
      </w:r>
      <w:r w:rsidRPr="00A30D7A">
        <w:rPr>
          <w:b/>
          <w:bCs/>
        </w:rPr>
        <w:t>PROJECT DETAILS</w:t>
      </w:r>
      <w:r w:rsidR="00F75225" w:rsidRPr="00F75225">
        <w:t xml:space="preserve">, </w:t>
      </w:r>
      <w:r w:rsidR="00F75225" w:rsidRPr="00A30D7A">
        <w:rPr>
          <w:b/>
          <w:bCs/>
        </w:rPr>
        <w:t>Project goals table</w:t>
      </w:r>
      <w:r w:rsidRPr="00A30D7A">
        <w:t xml:space="preserve"> </w:t>
      </w:r>
      <w:r w:rsidR="00DE7537" w:rsidRPr="00F75225">
        <w:t xml:space="preserve">can </w:t>
      </w:r>
      <w:r w:rsidR="00DE7537" w:rsidRPr="00A30D7A">
        <w:t>be applied.</w:t>
      </w:r>
    </w:p>
    <w:bookmarkEnd w:id="268"/>
    <w:p w14:paraId="24C49340" w14:textId="77777777" w:rsidR="001D010E" w:rsidRPr="00A30D7A" w:rsidRDefault="001D010E" w:rsidP="001D010E">
      <w:pPr>
        <w:pStyle w:val="Instructions"/>
        <w:rPr>
          <w:rFonts w:cs="Arial"/>
        </w:rPr>
      </w:pPr>
      <w:r w:rsidRPr="00A30D7A">
        <w:rPr>
          <w:rFonts w:cs="Arial"/>
        </w:rPr>
        <w:t>Cross reference objectives to any goals identified by the appointing party.</w:t>
      </w:r>
    </w:p>
    <w:p w14:paraId="704897B9" w14:textId="77777777" w:rsidR="001D010E" w:rsidRPr="00A30D7A" w:rsidRDefault="001D010E" w:rsidP="001D010E">
      <w:pPr>
        <w:pStyle w:val="Heading2"/>
        <w:rPr>
          <w:rFonts w:cs="Arial"/>
        </w:rPr>
      </w:pPr>
      <w:bookmarkStart w:id="269" w:name="_Toc163550142"/>
      <w:r w:rsidRPr="00A30D7A">
        <w:rPr>
          <w:rFonts w:cs="Arial"/>
        </w:rPr>
        <w:t>Federation strategy and information container breakdown structure</w:t>
      </w:r>
      <w:bookmarkEnd w:id="269"/>
    </w:p>
    <w:p w14:paraId="2BF187AC" w14:textId="77777777" w:rsidR="001D010E" w:rsidRPr="00A30D7A" w:rsidRDefault="001D010E" w:rsidP="001D010E">
      <w:pPr>
        <w:pStyle w:val="Prompt"/>
        <w:rPr>
          <w:rFonts w:cs="Arial"/>
        </w:rPr>
      </w:pPr>
      <w:r w:rsidRPr="00A30D7A">
        <w:rPr>
          <w:rFonts w:cs="Arial"/>
        </w:rPr>
        <w:t xml:space="preserve">Federation strategy: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6BEEA7E0" w14:textId="4299A68A" w:rsidR="001D010E" w:rsidRPr="00A30D7A" w:rsidRDefault="001D010E" w:rsidP="001D010E">
      <w:pPr>
        <w:pStyle w:val="Instructions"/>
        <w:rPr>
          <w:rFonts w:cs="Arial"/>
        </w:rPr>
      </w:pPr>
      <w:r w:rsidRPr="00A30D7A">
        <w:rPr>
          <w:rFonts w:cs="Arial"/>
        </w:rPr>
        <w:t xml:space="preserve">Include a brief explanation of how the information model is to be divided into one or more sets of information containers. Conceptual frameworks that can be used for this purpose include </w:t>
      </w:r>
      <w:r w:rsidR="00CB3A05" w:rsidRPr="00A30D7A">
        <w:rPr>
          <w:rFonts w:cs="Arial"/>
        </w:rPr>
        <w:t xml:space="preserve">ones that are </w:t>
      </w:r>
      <w:r w:rsidRPr="00A30D7A">
        <w:rPr>
          <w:rFonts w:cs="Arial"/>
        </w:rPr>
        <w:t>discipline-based, functional, spatial, geometrical, or combinations of the</w:t>
      </w:r>
      <w:r w:rsidR="00120F12" w:rsidRPr="00A30D7A">
        <w:rPr>
          <w:rFonts w:cs="Arial"/>
        </w:rPr>
        <w:t>m</w:t>
      </w:r>
      <w:r w:rsidRPr="00A30D7A">
        <w:rPr>
          <w:rFonts w:cs="Arial"/>
        </w:rPr>
        <w:t xml:space="preserve">. The federation strategy is a statement of the general approach – the information container breakdown structure </w:t>
      </w:r>
      <w:r w:rsidR="00120F12" w:rsidRPr="00A30D7A">
        <w:rPr>
          <w:rFonts w:cs="Arial"/>
        </w:rPr>
        <w:t>represents</w:t>
      </w:r>
      <w:r w:rsidRPr="00A30D7A">
        <w:rPr>
          <w:rFonts w:cs="Arial"/>
        </w:rPr>
        <w:t xml:space="preserve"> its implementation.</w:t>
      </w:r>
    </w:p>
    <w:p w14:paraId="3DAB26C6" w14:textId="77777777" w:rsidR="001D010E" w:rsidRPr="00A30D7A" w:rsidRDefault="001D010E" w:rsidP="001D010E">
      <w:pPr>
        <w:rPr>
          <w:rFonts w:cs="Arial"/>
        </w:rPr>
      </w:pPr>
      <w:r w:rsidRPr="00A30D7A">
        <w:rPr>
          <w:rFonts w:cs="Arial"/>
        </w:rPr>
        <w:t xml:space="preserve">The information container breakdown structure for the project is summarised in the </w:t>
      </w:r>
      <w:r w:rsidRPr="00A30D7A">
        <w:rPr>
          <w:rFonts w:cs="Arial"/>
          <w:b/>
          <w:color w:val="595959" w:themeColor="text1" w:themeTint="A6"/>
        </w:rPr>
        <w:t>Information container breakdown structure diagram</w:t>
      </w:r>
      <w:r w:rsidRPr="00A30D7A">
        <w:rPr>
          <w:rFonts w:cs="Arial"/>
        </w:rPr>
        <w:t>.</w:t>
      </w:r>
    </w:p>
    <w:p w14:paraId="665F4992" w14:textId="40F4D65C" w:rsidR="00CB3A05" w:rsidRPr="00A30D7A" w:rsidRDefault="001D010E" w:rsidP="00CB3A05">
      <w:pPr>
        <w:pStyle w:val="Instructions"/>
        <w:rPr>
          <w:rFonts w:cs="Arial"/>
        </w:rPr>
      </w:pPr>
      <w:r w:rsidRPr="00A30D7A">
        <w:rPr>
          <w:rFonts w:cs="Arial"/>
        </w:rPr>
        <w:t xml:space="preserve">Information container breakdown structures set out how information containers are grouped together in a hierarchy. </w:t>
      </w:r>
      <w:r w:rsidR="00CB3A05" w:rsidRPr="00A30D7A">
        <w:rPr>
          <w:rFonts w:cs="Arial"/>
        </w:rPr>
        <w:t xml:space="preserve">The breakdown structure usually informs the organisation of the </w:t>
      </w:r>
      <w:r w:rsidR="00FB0F40" w:rsidRPr="00FB0F40">
        <w:rPr>
          <w:rFonts w:cs="Arial"/>
          <w:b/>
          <w:bCs/>
        </w:rPr>
        <w:t>H</w:t>
      </w:r>
      <w:r w:rsidR="00CB3A05" w:rsidRPr="00FB0F40">
        <w:rPr>
          <w:rFonts w:cs="Arial"/>
          <w:b/>
          <w:bCs/>
        </w:rPr>
        <w:t>igh</w:t>
      </w:r>
      <w:r w:rsidR="00FB0F40" w:rsidRPr="00FB0F40">
        <w:rPr>
          <w:rFonts w:cs="Arial"/>
          <w:b/>
          <w:bCs/>
        </w:rPr>
        <w:t>-</w:t>
      </w:r>
      <w:r w:rsidR="00CB3A05" w:rsidRPr="00FB0F40">
        <w:rPr>
          <w:rFonts w:cs="Arial"/>
          <w:b/>
          <w:bCs/>
        </w:rPr>
        <w:t>level responsibility matrix</w:t>
      </w:r>
      <w:r w:rsidR="00CB3A05" w:rsidRPr="00A30D7A">
        <w:rPr>
          <w:rFonts w:cs="Arial"/>
        </w:rPr>
        <w:t>, so is best completed before developing it</w:t>
      </w:r>
      <w:r w:rsidR="00F75225">
        <w:rPr>
          <w:rFonts w:cs="Arial"/>
        </w:rPr>
        <w:t>.</w:t>
      </w:r>
    </w:p>
    <w:p w14:paraId="69FB5112" w14:textId="392ADD06" w:rsidR="001D010E" w:rsidRPr="00A30D7A" w:rsidRDefault="001D010E" w:rsidP="001D010E">
      <w:pPr>
        <w:pStyle w:val="Instructions"/>
        <w:rPr>
          <w:rFonts w:cs="Arial"/>
        </w:rPr>
      </w:pPr>
      <w:r w:rsidRPr="00A30D7A">
        <w:rPr>
          <w:rFonts w:cs="Arial"/>
        </w:rPr>
        <w:t xml:space="preserve">The upper levels of the hierarchy are typically based on disciplines, but lower levels can be based on other criteria. Consider how the structure may need to be broken down further </w:t>
      </w:r>
      <w:r w:rsidR="00CB3A05" w:rsidRPr="00A30D7A">
        <w:rPr>
          <w:rFonts w:cs="Arial"/>
        </w:rPr>
        <w:t>in the life cycle</w:t>
      </w:r>
      <w:r w:rsidRPr="00A30D7A">
        <w:rPr>
          <w:rFonts w:cs="Arial"/>
        </w:rPr>
        <w:t xml:space="preserve"> of the project and make provision for it.</w:t>
      </w:r>
    </w:p>
    <w:p w14:paraId="696202E4" w14:textId="77777777" w:rsidR="001D010E" w:rsidRPr="00A30D7A" w:rsidRDefault="001D010E" w:rsidP="001D010E">
      <w:pPr>
        <w:pStyle w:val="Instructions"/>
        <w:rPr>
          <w:rFonts w:cs="Arial"/>
        </w:rPr>
      </w:pPr>
      <w:r w:rsidRPr="00A30D7A">
        <w:rPr>
          <w:rFonts w:cs="Arial"/>
        </w:rPr>
        <w:t>Typical criteria for organising lower levels of the structure include:</w:t>
      </w:r>
    </w:p>
    <w:p w14:paraId="7015DF7C" w14:textId="77777777" w:rsidR="001D010E" w:rsidRPr="00A30D7A" w:rsidRDefault="001D010E" w:rsidP="00EE00BB">
      <w:pPr>
        <w:pStyle w:val="Instructionsindent"/>
      </w:pPr>
      <w:r w:rsidRPr="00A30D7A">
        <w:t>Work package.</w:t>
      </w:r>
    </w:p>
    <w:p w14:paraId="122B7F27" w14:textId="77777777" w:rsidR="001D010E" w:rsidRPr="00A30D7A" w:rsidRDefault="001D010E" w:rsidP="00EE00BB">
      <w:pPr>
        <w:pStyle w:val="Instructionsindent"/>
      </w:pPr>
      <w:r w:rsidRPr="00A30D7A">
        <w:t>Work zone (including ones for design stages and/or construction stages).</w:t>
      </w:r>
    </w:p>
    <w:p w14:paraId="29B9AC3F" w14:textId="77777777" w:rsidR="001D010E" w:rsidRPr="00A30D7A" w:rsidRDefault="001D010E" w:rsidP="00EE00BB">
      <w:pPr>
        <w:pStyle w:val="Instructionsindent"/>
      </w:pPr>
      <w:r w:rsidRPr="00A30D7A">
        <w:t>Location, e.g. Building 2, Level 5 (coordinate with federation strategy).</w:t>
      </w:r>
    </w:p>
    <w:p w14:paraId="5311C5C0" w14:textId="77777777" w:rsidR="001D010E" w:rsidRPr="00A30D7A" w:rsidRDefault="001D010E" w:rsidP="00EE00BB">
      <w:pPr>
        <w:pStyle w:val="Instructionsindent"/>
      </w:pPr>
      <w:r w:rsidRPr="00A30D7A">
        <w:t>Content type, e.g. design, project management or financial information.</w:t>
      </w:r>
    </w:p>
    <w:p w14:paraId="6BDC40EC" w14:textId="77777777" w:rsidR="001D010E" w:rsidRPr="00A30D7A" w:rsidRDefault="001D010E" w:rsidP="00EE00BB">
      <w:pPr>
        <w:pStyle w:val="Instructionsindent"/>
      </w:pPr>
      <w:r w:rsidRPr="00A30D7A">
        <w:t>Content format, e.g. models, drawings, documents, databases.</w:t>
      </w:r>
    </w:p>
    <w:p w14:paraId="7BB38655" w14:textId="77777777" w:rsidR="001D010E" w:rsidRPr="00A30D7A" w:rsidRDefault="001D010E" w:rsidP="001D010E">
      <w:pPr>
        <w:pStyle w:val="Instructions"/>
        <w:rPr>
          <w:rFonts w:cs="Arial"/>
        </w:rPr>
      </w:pPr>
      <w:r w:rsidRPr="00A30D7A">
        <w:rPr>
          <w:rFonts w:cs="Arial"/>
        </w:rPr>
        <w:t>Security is another consideration that can shape the breakdown structure – decide the best way to segregate information for this purpose.</w:t>
      </w:r>
    </w:p>
    <w:p w14:paraId="460A4D91" w14:textId="42A66244" w:rsidR="00CB3A05" w:rsidRPr="00A30D7A" w:rsidRDefault="00CB3A05" w:rsidP="001D010E">
      <w:pPr>
        <w:pStyle w:val="Instructions"/>
        <w:rPr>
          <w:rFonts w:cs="Arial"/>
        </w:rPr>
      </w:pPr>
      <w:r w:rsidRPr="00A30D7A">
        <w:rPr>
          <w:rFonts w:cs="Arial"/>
        </w:rPr>
        <w:t>The upcoming National Annex to AS ISO 19650.2</w:t>
      </w:r>
      <w:r w:rsidR="00353DE3">
        <w:rPr>
          <w:rFonts w:cs="Arial"/>
        </w:rPr>
        <w:t xml:space="preserve"> (2019)</w:t>
      </w:r>
      <w:r w:rsidRPr="00A30D7A">
        <w:rPr>
          <w:rFonts w:cs="Arial"/>
        </w:rPr>
        <w:t xml:space="preserve"> includes fields for encoding the functional breakdown structure and spatial breakdown structure in the information container IDs managed in the Common Data Environment (CDE). Defin</w:t>
      </w:r>
      <w:r w:rsidR="009B6971" w:rsidRPr="00A30D7A">
        <w:rPr>
          <w:rFonts w:cs="Arial"/>
        </w:rPr>
        <w:t>ing these breakdown structures first informs the development of codes that express the breakdown hierarchies.</w:t>
      </w:r>
    </w:p>
    <w:p w14:paraId="66E172D3" w14:textId="147C6225" w:rsidR="001D010E" w:rsidRPr="00A30D7A" w:rsidRDefault="001D010E" w:rsidP="001D010E">
      <w:pPr>
        <w:pStyle w:val="Instructions"/>
        <w:rPr>
          <w:rFonts w:cs="Arial"/>
        </w:rPr>
      </w:pPr>
      <w:r w:rsidRPr="00A30D7A">
        <w:rPr>
          <w:rFonts w:cs="Arial"/>
        </w:rPr>
        <w:t xml:space="preserve">Providing the project team with a clear picture of the breakdown structure facilitates the reliable storage and retrieval of information in the CDE. </w:t>
      </w:r>
      <w:r w:rsidR="009B6971" w:rsidRPr="00A30D7A">
        <w:rPr>
          <w:rFonts w:cs="Arial"/>
        </w:rPr>
        <w:t xml:space="preserve">While the CDE </w:t>
      </w:r>
      <w:r w:rsidR="009715DB" w:rsidRPr="00A30D7A">
        <w:rPr>
          <w:rFonts w:cs="Arial"/>
        </w:rPr>
        <w:t>organisation may</w:t>
      </w:r>
      <w:r w:rsidR="009B6971" w:rsidRPr="00A30D7A">
        <w:rPr>
          <w:rFonts w:cs="Arial"/>
        </w:rPr>
        <w:t xml:space="preserve"> be based on database management system rather than</w:t>
      </w:r>
      <w:r w:rsidRPr="00A30D7A">
        <w:rPr>
          <w:rFonts w:cs="Arial"/>
        </w:rPr>
        <w:t xml:space="preserve"> a file-based </w:t>
      </w:r>
      <w:r w:rsidRPr="00A30D7A">
        <w:rPr>
          <w:rFonts w:cs="Arial"/>
        </w:rPr>
        <w:lastRenderedPageBreak/>
        <w:t xml:space="preserve">folder structure implied by the diagram, a diagram can still be </w:t>
      </w:r>
      <w:r w:rsidR="009715DB" w:rsidRPr="00A30D7A">
        <w:rPr>
          <w:rFonts w:cs="Arial"/>
        </w:rPr>
        <w:t>an effective</w:t>
      </w:r>
      <w:r w:rsidRPr="00A30D7A">
        <w:rPr>
          <w:rFonts w:cs="Arial"/>
        </w:rPr>
        <w:t xml:space="preserve"> means of communicating the organisation of project information to the team.</w:t>
      </w:r>
    </w:p>
    <w:p w14:paraId="5EE1384A" w14:textId="77777777" w:rsidR="001D010E" w:rsidRPr="00A30D7A" w:rsidRDefault="001D010E" w:rsidP="001D010E">
      <w:pPr>
        <w:rPr>
          <w:rFonts w:cs="Arial"/>
          <w:b/>
          <w:bCs/>
        </w:rPr>
      </w:pPr>
      <w:r w:rsidRPr="00A30D7A">
        <w:rPr>
          <w:rFonts w:cs="Arial"/>
          <w:b/>
          <w:bCs/>
        </w:rPr>
        <w:t>Information container breakdown structure</w:t>
      </w:r>
      <w:r w:rsidRPr="00A30D7A">
        <w:rPr>
          <w:rFonts w:cs="Arial"/>
        </w:rPr>
        <w:t xml:space="preserve"> </w:t>
      </w:r>
      <w:r w:rsidRPr="00A30D7A">
        <w:rPr>
          <w:rFonts w:cs="Arial"/>
          <w:b/>
          <w:bCs/>
        </w:rPr>
        <w:t>diagram</w:t>
      </w:r>
    </w:p>
    <w:p w14:paraId="013968F2" w14:textId="77777777" w:rsidR="001D010E" w:rsidRPr="00A30D7A" w:rsidRDefault="001D010E" w:rsidP="001D010E">
      <w:pPr>
        <w:rPr>
          <w:rFonts w:cs="Arial"/>
        </w:rPr>
      </w:pPr>
      <w:r w:rsidRPr="00A30D7A">
        <w:rPr>
          <w:rFonts w:cs="Arial"/>
          <w:noProof/>
          <w:lang w:eastAsia="en-AU"/>
        </w:rPr>
        <w:drawing>
          <wp:inline distT="0" distB="0" distL="0" distR="0" wp14:anchorId="07A1418E" wp14:editId="4B07CCAC">
            <wp:extent cx="5715000" cy="3714750"/>
            <wp:effectExtent l="38100" t="0" r="57150" b="0"/>
            <wp:docPr id="1965887514" name="Diagram 19658875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6F5E9C0B" w14:textId="5424762F" w:rsidR="00A70853" w:rsidRPr="00A30D7A" w:rsidRDefault="00A70853" w:rsidP="001D010E">
      <w:pPr>
        <w:rPr>
          <w:rFonts w:cs="Arial"/>
        </w:rPr>
      </w:pPr>
      <w:r w:rsidRPr="00A30D7A">
        <w:rPr>
          <w:rFonts w:cs="Arial"/>
        </w:rPr>
        <w:t xml:space="preserve">Information container ID: Refer to </w:t>
      </w:r>
      <w:bookmarkStart w:id="270" w:name="_Hlk161832978"/>
      <w:r w:rsidRPr="00A30D7A">
        <w:rPr>
          <w:rFonts w:cs="Arial"/>
          <w:b/>
          <w:bCs/>
          <w:color w:val="595959" w:themeColor="text1" w:themeTint="A6"/>
        </w:rPr>
        <w:t>TECHNICAL</w:t>
      </w:r>
      <w:r w:rsidR="00F75225" w:rsidRPr="00F75225">
        <w:rPr>
          <w:rFonts w:cs="Arial"/>
          <w:color w:val="595959" w:themeColor="text1" w:themeTint="A6"/>
        </w:rPr>
        <w:t>,</w:t>
      </w:r>
      <w:r w:rsidR="00F75225">
        <w:rPr>
          <w:rFonts w:cs="Arial"/>
          <w:b/>
          <w:bCs/>
          <w:color w:val="595959" w:themeColor="text1" w:themeTint="A6"/>
        </w:rPr>
        <w:t xml:space="preserve"> CDE data standard</w:t>
      </w:r>
      <w:r w:rsidRPr="00A30D7A">
        <w:rPr>
          <w:rFonts w:cs="Arial"/>
        </w:rPr>
        <w:t>.</w:t>
      </w:r>
      <w:bookmarkEnd w:id="270"/>
    </w:p>
    <w:p w14:paraId="4E7BBA35" w14:textId="58BD5457" w:rsidR="001D010E" w:rsidRPr="00A30D7A" w:rsidRDefault="001D010E" w:rsidP="001D010E">
      <w:pPr>
        <w:pStyle w:val="Heading2"/>
        <w:rPr>
          <w:rFonts w:cs="Arial"/>
        </w:rPr>
      </w:pPr>
      <w:bookmarkStart w:id="271" w:name="_Toc144045011"/>
      <w:bookmarkStart w:id="272" w:name="_Toc144045012"/>
      <w:bookmarkStart w:id="273" w:name="_Toc144045013"/>
      <w:bookmarkStart w:id="274" w:name="_Toc144045014"/>
      <w:bookmarkStart w:id="275" w:name="_Toc144045015"/>
      <w:bookmarkStart w:id="276" w:name="_Toc144045016"/>
      <w:bookmarkStart w:id="277" w:name="_Toc144045040"/>
      <w:bookmarkStart w:id="278" w:name="_Toc144045041"/>
      <w:bookmarkStart w:id="279" w:name="_Toc144045042"/>
      <w:bookmarkStart w:id="280" w:name="_Toc144045098"/>
      <w:bookmarkStart w:id="281" w:name="_Toc144045099"/>
      <w:bookmarkStart w:id="282" w:name="_Toc144045100"/>
      <w:bookmarkStart w:id="283" w:name="_Toc144045101"/>
      <w:bookmarkStart w:id="284" w:name="_Toc144045102"/>
      <w:bookmarkStart w:id="285" w:name="_Toc144045103"/>
      <w:bookmarkStart w:id="286" w:name="_Toc144045104"/>
      <w:bookmarkStart w:id="287" w:name="_Toc144045105"/>
      <w:bookmarkStart w:id="288" w:name="_Toc144045106"/>
      <w:bookmarkStart w:id="289" w:name="_Toc144045107"/>
      <w:bookmarkStart w:id="290" w:name="_Toc144045108"/>
      <w:bookmarkStart w:id="291" w:name="_Toc144045109"/>
      <w:bookmarkStart w:id="292" w:name="_Toc144045110"/>
      <w:bookmarkStart w:id="293" w:name="_Toc144045111"/>
      <w:bookmarkStart w:id="294" w:name="_Toc144045112"/>
      <w:bookmarkStart w:id="295" w:name="_Toc144045113"/>
      <w:bookmarkStart w:id="296" w:name="_Toc144045114"/>
      <w:bookmarkStart w:id="297" w:name="_Toc144045115"/>
      <w:bookmarkStart w:id="298" w:name="_Toc144045116"/>
      <w:bookmarkStart w:id="299" w:name="_Toc163550143"/>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A30D7A">
        <w:rPr>
          <w:rFonts w:cs="Arial"/>
        </w:rPr>
        <w:t>Detailed responsibility matrix</w:t>
      </w:r>
      <w:bookmarkEnd w:id="299"/>
    </w:p>
    <w:p w14:paraId="32986B14" w14:textId="1EE4F020" w:rsidR="002E2CC9" w:rsidRPr="00A30D7A" w:rsidRDefault="002E2CC9" w:rsidP="00695784">
      <w:pPr>
        <w:pStyle w:val="Instructions"/>
        <w:rPr>
          <w:rFonts w:cs="Arial"/>
        </w:rPr>
      </w:pPr>
      <w:r w:rsidRPr="00A30D7A">
        <w:rPr>
          <w:rFonts w:cs="Arial"/>
        </w:rPr>
        <w:t>Refer AS ISO 19650.2</w:t>
      </w:r>
      <w:r w:rsidR="00353DE3">
        <w:rPr>
          <w:rFonts w:cs="Arial"/>
        </w:rPr>
        <w:t xml:space="preserve"> (2019)</w:t>
      </w:r>
      <w:r w:rsidRPr="00A30D7A">
        <w:rPr>
          <w:rFonts w:cs="Arial"/>
        </w:rPr>
        <w:t xml:space="preserve"> clause 5.4.2.</w:t>
      </w:r>
    </w:p>
    <w:p w14:paraId="6F6D4FCB" w14:textId="33238A04" w:rsidR="00695784" w:rsidRPr="00A30D7A" w:rsidRDefault="002E2CC9" w:rsidP="00695784">
      <w:pPr>
        <w:pStyle w:val="Instructions"/>
        <w:rPr>
          <w:rFonts w:cs="Arial"/>
        </w:rPr>
      </w:pPr>
      <w:r w:rsidRPr="00A30D7A">
        <w:rPr>
          <w:rFonts w:cs="Arial"/>
        </w:rPr>
        <w:t>N</w:t>
      </w:r>
      <w:r w:rsidR="00695784" w:rsidRPr="00A30D7A">
        <w:rPr>
          <w:rFonts w:cs="Arial"/>
        </w:rPr>
        <w:t xml:space="preserve">ote that </w:t>
      </w:r>
      <w:r w:rsidR="00BA556D" w:rsidRPr="00A30D7A">
        <w:rPr>
          <w:rFonts w:cs="Arial"/>
        </w:rPr>
        <w:t>during</w:t>
      </w:r>
      <w:r w:rsidR="00695784" w:rsidRPr="00A30D7A">
        <w:rPr>
          <w:rFonts w:cs="Arial"/>
        </w:rPr>
        <w:t xml:space="preserve"> appointment </w:t>
      </w:r>
      <w:r w:rsidR="00BA556D" w:rsidRPr="00A30D7A">
        <w:rPr>
          <w:rFonts w:cs="Arial"/>
        </w:rPr>
        <w:t xml:space="preserve">and confirmation of the delivery team’s BEP with each appointed party, </w:t>
      </w:r>
      <w:r w:rsidR="00695784" w:rsidRPr="00A30D7A">
        <w:rPr>
          <w:rFonts w:cs="Arial"/>
        </w:rPr>
        <w:t>AS ISO 19650.2</w:t>
      </w:r>
      <w:r w:rsidR="00353DE3">
        <w:rPr>
          <w:rFonts w:cs="Arial"/>
        </w:rPr>
        <w:t xml:space="preserve"> (2019)</w:t>
      </w:r>
      <w:r w:rsidR="00695784" w:rsidRPr="00A30D7A">
        <w:rPr>
          <w:rFonts w:cs="Arial"/>
        </w:rPr>
        <w:t xml:space="preserve"> clause 5.4.1</w:t>
      </w:r>
      <w:r w:rsidRPr="00A30D7A">
        <w:rPr>
          <w:rFonts w:cs="Arial"/>
        </w:rPr>
        <w:t xml:space="preserve"> c)</w:t>
      </w:r>
      <w:r w:rsidR="00695784" w:rsidRPr="00A30D7A">
        <w:rPr>
          <w:rFonts w:cs="Arial"/>
        </w:rPr>
        <w:t xml:space="preserve"> </w:t>
      </w:r>
      <w:r w:rsidR="00B91067" w:rsidRPr="00A30D7A">
        <w:rPr>
          <w:rFonts w:cs="Arial"/>
        </w:rPr>
        <w:t>on the delivery team BEP</w:t>
      </w:r>
      <w:r w:rsidR="00695784" w:rsidRPr="00A30D7A">
        <w:rPr>
          <w:rFonts w:cs="Arial"/>
        </w:rPr>
        <w:t xml:space="preserve"> </w:t>
      </w:r>
      <w:r w:rsidR="00F75225">
        <w:rPr>
          <w:rFonts w:cs="Arial"/>
        </w:rPr>
        <w:t xml:space="preserve">only </w:t>
      </w:r>
      <w:r w:rsidR="00695784" w:rsidRPr="00A30D7A">
        <w:rPr>
          <w:rFonts w:cs="Arial"/>
        </w:rPr>
        <w:t xml:space="preserve">requires the </w:t>
      </w:r>
      <w:r w:rsidR="00E27CA5" w:rsidRPr="00E27CA5">
        <w:rPr>
          <w:rFonts w:cs="Arial"/>
          <w:b/>
          <w:bCs/>
        </w:rPr>
        <w:t>H</w:t>
      </w:r>
      <w:r w:rsidR="00695784" w:rsidRPr="00E27CA5">
        <w:rPr>
          <w:rFonts w:cs="Arial"/>
          <w:b/>
          <w:bCs/>
        </w:rPr>
        <w:t>igh-level responsibility matrix</w:t>
      </w:r>
      <w:r w:rsidR="00695784" w:rsidRPr="00A30D7A">
        <w:rPr>
          <w:rFonts w:cs="Arial"/>
        </w:rPr>
        <w:t xml:space="preserve"> to be updated</w:t>
      </w:r>
      <w:r w:rsidR="00B91067" w:rsidRPr="00A30D7A">
        <w:rPr>
          <w:rFonts w:cs="Arial"/>
        </w:rPr>
        <w:t xml:space="preserve"> by the lead appointed party; no more</w:t>
      </w:r>
      <w:r w:rsidR="00695784" w:rsidRPr="00A30D7A">
        <w:rPr>
          <w:rFonts w:cs="Arial"/>
        </w:rPr>
        <w:t xml:space="preserve">. The </w:t>
      </w:r>
      <w:r w:rsidRPr="00A30D7A">
        <w:rPr>
          <w:rFonts w:cs="Arial"/>
        </w:rPr>
        <w:t xml:space="preserve">updated </w:t>
      </w:r>
      <w:r w:rsidR="00FB0F40" w:rsidRPr="00FB0F40">
        <w:rPr>
          <w:rFonts w:cs="Arial"/>
          <w:b/>
          <w:bCs/>
        </w:rPr>
        <w:t>D</w:t>
      </w:r>
      <w:r w:rsidR="00695784" w:rsidRPr="00FB0F40">
        <w:rPr>
          <w:rFonts w:cs="Arial"/>
          <w:b/>
          <w:bCs/>
        </w:rPr>
        <w:t>etailed responsibility matrix</w:t>
      </w:r>
      <w:r w:rsidR="00BA556D" w:rsidRPr="00A30D7A">
        <w:rPr>
          <w:rFonts w:cs="Arial"/>
        </w:rPr>
        <w:t xml:space="preserve"> i</w:t>
      </w:r>
      <w:r w:rsidR="00695784" w:rsidRPr="00A30D7A">
        <w:rPr>
          <w:rFonts w:cs="Arial"/>
        </w:rPr>
        <w:t xml:space="preserve">s an intermediate step between the </w:t>
      </w:r>
      <w:r w:rsidR="00E27CA5" w:rsidRPr="00E27CA5">
        <w:rPr>
          <w:rFonts w:cs="Arial"/>
          <w:b/>
          <w:bCs/>
        </w:rPr>
        <w:t>H</w:t>
      </w:r>
      <w:r w:rsidR="00695784" w:rsidRPr="00E27CA5">
        <w:rPr>
          <w:rFonts w:cs="Arial"/>
          <w:b/>
          <w:bCs/>
        </w:rPr>
        <w:t>igh-level responsibility matrix</w:t>
      </w:r>
      <w:r w:rsidR="00695784" w:rsidRPr="00F75225">
        <w:rPr>
          <w:rFonts w:cs="Arial"/>
          <w:b/>
          <w:bCs/>
        </w:rPr>
        <w:t xml:space="preserve"> </w:t>
      </w:r>
      <w:r w:rsidR="00695784" w:rsidRPr="00A30D7A">
        <w:rPr>
          <w:rFonts w:cs="Arial"/>
        </w:rPr>
        <w:t xml:space="preserve">and the Task </w:t>
      </w:r>
      <w:r w:rsidR="00F75225">
        <w:rPr>
          <w:rFonts w:cs="Arial"/>
        </w:rPr>
        <w:t>i</w:t>
      </w:r>
      <w:r w:rsidR="00695784" w:rsidRPr="00A30D7A">
        <w:rPr>
          <w:rFonts w:cs="Arial"/>
        </w:rPr>
        <w:t xml:space="preserve">nformation </w:t>
      </w:r>
      <w:r w:rsidR="00F75225">
        <w:rPr>
          <w:rFonts w:cs="Arial"/>
        </w:rPr>
        <w:t>d</w:t>
      </w:r>
      <w:r w:rsidR="00695784" w:rsidRPr="00A30D7A">
        <w:rPr>
          <w:rFonts w:cs="Arial"/>
        </w:rPr>
        <w:t xml:space="preserve">elivery </w:t>
      </w:r>
      <w:r w:rsidR="00F75225">
        <w:rPr>
          <w:rFonts w:cs="Arial"/>
        </w:rPr>
        <w:t>p</w:t>
      </w:r>
      <w:r w:rsidR="00695784" w:rsidRPr="00A30D7A">
        <w:rPr>
          <w:rFonts w:cs="Arial"/>
        </w:rPr>
        <w:t xml:space="preserve">lans (TIDP) and Master </w:t>
      </w:r>
      <w:r w:rsidR="00F75225">
        <w:rPr>
          <w:rFonts w:cs="Arial"/>
        </w:rPr>
        <w:t>i</w:t>
      </w:r>
      <w:r w:rsidR="00695784" w:rsidRPr="00A30D7A">
        <w:rPr>
          <w:rFonts w:cs="Arial"/>
        </w:rPr>
        <w:t xml:space="preserve">nformation </w:t>
      </w:r>
      <w:r w:rsidR="00F75225">
        <w:rPr>
          <w:rFonts w:cs="Arial"/>
        </w:rPr>
        <w:t>d</w:t>
      </w:r>
      <w:r w:rsidR="00695784" w:rsidRPr="00A30D7A">
        <w:rPr>
          <w:rFonts w:cs="Arial"/>
        </w:rPr>
        <w:t xml:space="preserve">elivery </w:t>
      </w:r>
      <w:r w:rsidR="00F75225">
        <w:rPr>
          <w:rFonts w:cs="Arial"/>
        </w:rPr>
        <w:t>p</w:t>
      </w:r>
      <w:r w:rsidR="00695784" w:rsidRPr="00A30D7A">
        <w:rPr>
          <w:rFonts w:cs="Arial"/>
        </w:rPr>
        <w:t xml:space="preserve">lan (MIDP). It is not referenced as an appointment resource because the contractual requirements are fulfilled by the </w:t>
      </w:r>
      <w:r w:rsidR="00E27CA5" w:rsidRPr="00E27CA5">
        <w:rPr>
          <w:rFonts w:cs="Arial"/>
          <w:b/>
          <w:bCs/>
        </w:rPr>
        <w:t>H</w:t>
      </w:r>
      <w:r w:rsidR="00695784" w:rsidRPr="00E27CA5">
        <w:rPr>
          <w:rFonts w:cs="Arial"/>
          <w:b/>
          <w:bCs/>
        </w:rPr>
        <w:t>igh-level responsibility matrix</w:t>
      </w:r>
      <w:r w:rsidR="00695784" w:rsidRPr="00A30D7A">
        <w:rPr>
          <w:rFonts w:cs="Arial"/>
        </w:rPr>
        <w:t xml:space="preserve"> and the TIPD and MIDP.</w:t>
      </w:r>
    </w:p>
    <w:p w14:paraId="7BA35F6A" w14:textId="791C9120" w:rsidR="001D010E" w:rsidRPr="00A30D7A" w:rsidRDefault="001D010E" w:rsidP="001D010E">
      <w:pPr>
        <w:rPr>
          <w:rFonts w:cs="Arial"/>
        </w:rPr>
      </w:pPr>
      <w:r w:rsidRPr="00A30D7A">
        <w:rPr>
          <w:rFonts w:cs="Arial"/>
        </w:rPr>
        <w:t xml:space="preserve">Delivery team responsibilities: Refer to </w:t>
      </w:r>
      <w:r w:rsidR="00AD5669" w:rsidRPr="00A30D7A">
        <w:rPr>
          <w:rFonts w:cs="Arial"/>
          <w:b/>
          <w:color w:val="595959" w:themeColor="text1" w:themeTint="A6"/>
        </w:rPr>
        <w:t>ANNEX</w:t>
      </w:r>
      <w:r w:rsidR="001D1611" w:rsidRPr="00A30D7A">
        <w:rPr>
          <w:rFonts w:cs="Arial"/>
          <w:b/>
          <w:color w:val="595959" w:themeColor="text1" w:themeTint="A6"/>
        </w:rPr>
        <w:t xml:space="preserve"> B – DETAILED RESPONSIBILITY </w:t>
      </w:r>
      <w:proofErr w:type="gramStart"/>
      <w:r w:rsidR="001D1611" w:rsidRPr="00A30D7A">
        <w:rPr>
          <w:rFonts w:cs="Arial"/>
          <w:b/>
          <w:color w:val="595959" w:themeColor="text1" w:themeTint="A6"/>
        </w:rPr>
        <w:t>MATRIX</w:t>
      </w:r>
      <w:r w:rsidR="00F75225">
        <w:rPr>
          <w:rFonts w:cs="Arial"/>
          <w:b/>
          <w:color w:val="595959" w:themeColor="text1" w:themeTint="A6"/>
        </w:rPr>
        <w:t xml:space="preserve">, </w:t>
      </w:r>
      <w:r w:rsidR="00AD5669" w:rsidRPr="00A30D7A">
        <w:rPr>
          <w:rFonts w:cs="Arial"/>
        </w:rPr>
        <w:t xml:space="preserve"> </w:t>
      </w:r>
      <w:r w:rsidR="00F75225" w:rsidRPr="00A30D7A">
        <w:rPr>
          <w:rFonts w:cs="Arial"/>
          <w:b/>
          <w:color w:val="595959" w:themeColor="text1" w:themeTint="A6"/>
        </w:rPr>
        <w:t>Detailed</w:t>
      </w:r>
      <w:proofErr w:type="gramEnd"/>
      <w:r w:rsidR="00F75225" w:rsidRPr="00A30D7A">
        <w:rPr>
          <w:rFonts w:cs="Arial"/>
          <w:b/>
          <w:color w:val="595959" w:themeColor="text1" w:themeTint="A6"/>
        </w:rPr>
        <w:t xml:space="preserve"> responsibility matrix</w:t>
      </w:r>
      <w:r w:rsidR="00F75225" w:rsidRPr="00A30D7A">
        <w:rPr>
          <w:rFonts w:cs="Arial"/>
        </w:rPr>
        <w:t xml:space="preserve"> </w:t>
      </w:r>
      <w:r w:rsidRPr="00A30D7A">
        <w:rPr>
          <w:rFonts w:cs="Arial"/>
        </w:rPr>
        <w:t>for</w:t>
      </w:r>
      <w:r w:rsidR="00AD5669" w:rsidRPr="00A30D7A">
        <w:rPr>
          <w:rFonts w:cs="Arial"/>
        </w:rPr>
        <w:t xml:space="preserve"> details of the level of </w:t>
      </w:r>
      <w:r w:rsidR="008C4230" w:rsidRPr="00A30D7A">
        <w:rPr>
          <w:rFonts w:cs="Arial"/>
        </w:rPr>
        <w:t>information</w:t>
      </w:r>
      <w:r w:rsidR="00AD5669" w:rsidRPr="00A30D7A">
        <w:rPr>
          <w:rFonts w:cs="Arial"/>
        </w:rPr>
        <w:t xml:space="preserve"> of model element/objects to be provided by the delivery team</w:t>
      </w:r>
      <w:r w:rsidR="002F12CE" w:rsidRPr="00A30D7A">
        <w:rPr>
          <w:rFonts w:cs="Arial"/>
        </w:rPr>
        <w:t xml:space="preserve"> in response to the level of information need specified in the appointing party’s EIR</w:t>
      </w:r>
      <w:r w:rsidRPr="00A30D7A">
        <w:rPr>
          <w:rFonts w:cs="Arial"/>
        </w:rPr>
        <w:t>.</w:t>
      </w:r>
    </w:p>
    <w:p w14:paraId="20E218B1" w14:textId="6F7D0E93" w:rsidR="00EF45DA" w:rsidRPr="00A30D7A" w:rsidRDefault="00EF45DA" w:rsidP="00C92790">
      <w:pPr>
        <w:pStyle w:val="Heading2"/>
        <w:rPr>
          <w:rFonts w:cs="Arial"/>
        </w:rPr>
      </w:pPr>
      <w:bookmarkStart w:id="300" w:name="_Toc163550144"/>
      <w:r w:rsidRPr="00A30D7A">
        <w:rPr>
          <w:rFonts w:cs="Arial"/>
        </w:rPr>
        <w:t xml:space="preserve">Lead appointed party’s </w:t>
      </w:r>
      <w:proofErr w:type="gramStart"/>
      <w:r w:rsidR="00C92790" w:rsidRPr="00A30D7A">
        <w:rPr>
          <w:rFonts w:cs="Arial"/>
        </w:rPr>
        <w:t>EIR</w:t>
      </w:r>
      <w:bookmarkEnd w:id="300"/>
      <w:proofErr w:type="gramEnd"/>
    </w:p>
    <w:p w14:paraId="408BDCB3" w14:textId="7BB45F06" w:rsidR="00C92790" w:rsidRPr="00A30D7A" w:rsidRDefault="00C92790" w:rsidP="00C92790">
      <w:pPr>
        <w:pStyle w:val="Prompt"/>
        <w:rPr>
          <w:rFonts w:cs="Arial"/>
        </w:rPr>
      </w:pPr>
      <w:r w:rsidRPr="00A30D7A">
        <w:rPr>
          <w:rFonts w:cs="Arial"/>
        </w:rPr>
        <w:t xml:space="preserve">Lead appointed party’s EIR: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52D6BC64" w14:textId="5FCBEEE7" w:rsidR="004D25D5" w:rsidRPr="00A30D7A" w:rsidRDefault="004D25D5" w:rsidP="004D25D5">
      <w:pPr>
        <w:pStyle w:val="Instructions"/>
        <w:rPr>
          <w:rFonts w:cs="Arial"/>
        </w:rPr>
      </w:pPr>
      <w:r w:rsidRPr="00A30D7A">
        <w:rPr>
          <w:rFonts w:cs="Arial"/>
        </w:rPr>
        <w:t>Refer AS ISO 19650.2</w:t>
      </w:r>
      <w:r w:rsidR="00353DE3">
        <w:rPr>
          <w:rFonts w:cs="Arial"/>
        </w:rPr>
        <w:t xml:space="preserve"> (2019)</w:t>
      </w:r>
      <w:r w:rsidRPr="00A30D7A">
        <w:rPr>
          <w:rFonts w:cs="Arial"/>
        </w:rPr>
        <w:t xml:space="preserve"> clause 5.4.3. Document</w:t>
      </w:r>
      <w:r w:rsidR="00F55B68" w:rsidRPr="00A30D7A">
        <w:rPr>
          <w:rFonts w:cs="Arial"/>
        </w:rPr>
        <w:t xml:space="preserve"> the</w:t>
      </w:r>
      <w:r w:rsidRPr="00A30D7A">
        <w:rPr>
          <w:rFonts w:cs="Arial"/>
        </w:rPr>
        <w:t xml:space="preserve"> lead appointed party’</w:t>
      </w:r>
      <w:r w:rsidR="00F55B68" w:rsidRPr="00A30D7A">
        <w:rPr>
          <w:rFonts w:cs="Arial"/>
        </w:rPr>
        <w:t>s EIR here</w:t>
      </w:r>
      <w:r w:rsidRPr="00A30D7A">
        <w:rPr>
          <w:rFonts w:cs="Arial"/>
        </w:rPr>
        <w:t xml:space="preserve"> including the following:</w:t>
      </w:r>
    </w:p>
    <w:p w14:paraId="1BB23125" w14:textId="4E4112D0" w:rsidR="004D25D5" w:rsidRPr="00A30D7A" w:rsidRDefault="004D25D5" w:rsidP="004D25D5">
      <w:pPr>
        <w:pStyle w:val="Instructionsindent"/>
      </w:pPr>
      <w:r w:rsidRPr="00A30D7A">
        <w:t xml:space="preserve">The level of information </w:t>
      </w:r>
      <w:proofErr w:type="gramStart"/>
      <w:r w:rsidRPr="00A30D7A">
        <w:t>need</w:t>
      </w:r>
      <w:proofErr w:type="gramEnd"/>
      <w:r w:rsidRPr="00A30D7A">
        <w:t xml:space="preserve"> for each information requirement.</w:t>
      </w:r>
      <w:r w:rsidR="00F55B68" w:rsidRPr="00A30D7A">
        <w:t xml:space="preserve"> See </w:t>
      </w:r>
      <w:r w:rsidR="00F55B68" w:rsidRPr="00A30D7A">
        <w:rPr>
          <w:b/>
          <w:bCs/>
        </w:rPr>
        <w:t>Level of information need</w:t>
      </w:r>
      <w:r w:rsidR="00F55B68" w:rsidRPr="00A30D7A">
        <w:t xml:space="preserve"> clause below.</w:t>
      </w:r>
    </w:p>
    <w:p w14:paraId="3F119557" w14:textId="6C7A0AAA" w:rsidR="004D25D5" w:rsidRPr="00A30D7A" w:rsidRDefault="004D25D5" w:rsidP="004D25D5">
      <w:pPr>
        <w:pStyle w:val="Instructionsindent"/>
      </w:pPr>
      <w:r w:rsidRPr="00A30D7A">
        <w:t>The acceptance criteria for each information requirement.</w:t>
      </w:r>
    </w:p>
    <w:p w14:paraId="2E475430" w14:textId="20F81FC9" w:rsidR="004D25D5" w:rsidRPr="00A30D7A" w:rsidRDefault="004D25D5" w:rsidP="004D25D5">
      <w:pPr>
        <w:pStyle w:val="Instructionsindent"/>
      </w:pPr>
      <w:r w:rsidRPr="00A30D7A">
        <w:t>The dates that each information need will be met relative to the project’s information delivery milestones.</w:t>
      </w:r>
    </w:p>
    <w:p w14:paraId="265BA76C" w14:textId="3B3852CC" w:rsidR="004D25D5" w:rsidRPr="00A30D7A" w:rsidRDefault="004D25D5" w:rsidP="004D25D5">
      <w:pPr>
        <w:pStyle w:val="Instructionsindent"/>
      </w:pPr>
      <w:r w:rsidRPr="00A30D7A">
        <w:t>The supporting information the lead appointed party might need to fully understand or evaluate each information requirement.</w:t>
      </w:r>
    </w:p>
    <w:p w14:paraId="79405635" w14:textId="3171FFA5" w:rsidR="00C92790" w:rsidRPr="00A30D7A" w:rsidRDefault="00C201D4" w:rsidP="0051792F">
      <w:pPr>
        <w:pStyle w:val="Heading2"/>
        <w:rPr>
          <w:rFonts w:cs="Arial"/>
        </w:rPr>
      </w:pPr>
      <w:bookmarkStart w:id="301" w:name="_Toc163550145"/>
      <w:r w:rsidRPr="00A30D7A">
        <w:rPr>
          <w:rFonts w:cs="Arial"/>
        </w:rPr>
        <w:t>Master information delivery plan</w:t>
      </w:r>
      <w:bookmarkEnd w:id="301"/>
    </w:p>
    <w:p w14:paraId="1976BD12" w14:textId="3E87D030" w:rsidR="00F55B68" w:rsidRPr="00A30D7A" w:rsidRDefault="00F55B68" w:rsidP="001D010E">
      <w:pPr>
        <w:rPr>
          <w:rFonts w:cs="Arial"/>
        </w:rPr>
      </w:pPr>
      <w:r w:rsidRPr="00A30D7A">
        <w:rPr>
          <w:rFonts w:cs="Arial"/>
        </w:rPr>
        <w:t>Master information delivery plan</w:t>
      </w:r>
      <w:r w:rsidR="00C201D4" w:rsidRPr="00A30D7A">
        <w:rPr>
          <w:rFonts w:cs="Arial"/>
        </w:rPr>
        <w:t xml:space="preserve"> (MIDP): </w:t>
      </w:r>
      <w:r w:rsidR="00A94547" w:rsidRPr="00A30D7A">
        <w:rPr>
          <w:rFonts w:cs="Arial"/>
        </w:rPr>
        <w:t xml:space="preserve">Refer to </w:t>
      </w:r>
      <w:r w:rsidR="00A94547" w:rsidRPr="00A30D7A">
        <w:rPr>
          <w:rFonts w:cs="Arial"/>
          <w:b/>
          <w:color w:val="595959" w:themeColor="text1" w:themeTint="A6"/>
        </w:rPr>
        <w:t>ANNEX</w:t>
      </w:r>
      <w:r w:rsidR="008962D8" w:rsidRPr="00A30D7A">
        <w:rPr>
          <w:rFonts w:cs="Arial"/>
          <w:b/>
          <w:color w:val="595959" w:themeColor="text1" w:themeTint="A6"/>
        </w:rPr>
        <w:t> D</w:t>
      </w:r>
      <w:r w:rsidR="00A94547" w:rsidRPr="00A30D7A">
        <w:rPr>
          <w:rFonts w:cs="Arial"/>
          <w:b/>
          <w:color w:val="595959" w:themeColor="text1" w:themeTint="A6"/>
        </w:rPr>
        <w:t xml:space="preserve"> – MASTER INFORMATION DELIVERY PLAN</w:t>
      </w:r>
      <w:r w:rsidR="00C201D4" w:rsidRPr="00A30D7A">
        <w:rPr>
          <w:rFonts w:cs="Arial"/>
        </w:rPr>
        <w:t xml:space="preserve"> for details of information</w:t>
      </w:r>
      <w:r w:rsidR="0051792F" w:rsidRPr="00A30D7A">
        <w:rPr>
          <w:rFonts w:cs="Arial"/>
        </w:rPr>
        <w:t xml:space="preserve"> delivery by all task teams.</w:t>
      </w:r>
    </w:p>
    <w:p w14:paraId="0AEEC1C0" w14:textId="5E0FFB7F" w:rsidR="00C92790" w:rsidRPr="00A30D7A" w:rsidRDefault="0051792F" w:rsidP="0051792F">
      <w:pPr>
        <w:pStyle w:val="Instructions"/>
        <w:rPr>
          <w:rFonts w:cs="Arial"/>
        </w:rPr>
      </w:pPr>
      <w:r w:rsidRPr="00A30D7A">
        <w:rPr>
          <w:rFonts w:cs="Arial"/>
        </w:rPr>
        <w:t>Refer AS ISO 19650.2</w:t>
      </w:r>
      <w:r w:rsidR="00353DE3">
        <w:rPr>
          <w:rFonts w:cs="Arial"/>
        </w:rPr>
        <w:t xml:space="preserve"> (2019)</w:t>
      </w:r>
      <w:r w:rsidRPr="00A30D7A">
        <w:rPr>
          <w:rFonts w:cs="Arial"/>
        </w:rPr>
        <w:t xml:space="preserve"> clauses 5.4.4 and 5.4.5. A requirement to include all TIDP has not been included in this BEP Template as the lead appointed party is expected to aggregate </w:t>
      </w:r>
      <w:r w:rsidR="00A94547" w:rsidRPr="00A30D7A">
        <w:rPr>
          <w:rFonts w:cs="Arial"/>
        </w:rPr>
        <w:t>and</w:t>
      </w:r>
      <w:r w:rsidRPr="00A30D7A">
        <w:rPr>
          <w:rFonts w:cs="Arial"/>
        </w:rPr>
        <w:t xml:space="preserve"> coordinat</w:t>
      </w:r>
      <w:r w:rsidR="00A94547" w:rsidRPr="00A30D7A">
        <w:rPr>
          <w:rFonts w:cs="Arial"/>
        </w:rPr>
        <w:t>e all of them in the</w:t>
      </w:r>
      <w:r w:rsidRPr="00A30D7A">
        <w:rPr>
          <w:rFonts w:cs="Arial"/>
        </w:rPr>
        <w:t xml:space="preserve"> MIDP.</w:t>
      </w:r>
    </w:p>
    <w:p w14:paraId="06AEEADA" w14:textId="3B02FED2" w:rsidR="00437595" w:rsidRPr="00A30D7A" w:rsidRDefault="00437595" w:rsidP="00437595">
      <w:pPr>
        <w:pStyle w:val="Heading2"/>
        <w:rPr>
          <w:rFonts w:cs="Arial"/>
        </w:rPr>
      </w:pPr>
      <w:bookmarkStart w:id="302" w:name="_Toc144045118"/>
      <w:bookmarkStart w:id="303" w:name="_Toc144045119"/>
      <w:bookmarkStart w:id="304" w:name="_Toc144045120"/>
      <w:bookmarkStart w:id="305" w:name="_Toc144045121"/>
      <w:bookmarkStart w:id="306" w:name="_Toc144045122"/>
      <w:bookmarkStart w:id="307" w:name="_Toc144045146"/>
      <w:bookmarkStart w:id="308" w:name="_Toc144045147"/>
      <w:bookmarkStart w:id="309" w:name="_Toc144045320"/>
      <w:bookmarkStart w:id="310" w:name="_Toc144045321"/>
      <w:bookmarkStart w:id="311" w:name="_Toc144045322"/>
      <w:bookmarkStart w:id="312" w:name="_Toc144045323"/>
      <w:bookmarkStart w:id="313" w:name="_Toc163550146"/>
      <w:bookmarkEnd w:id="302"/>
      <w:bookmarkEnd w:id="303"/>
      <w:bookmarkEnd w:id="304"/>
      <w:bookmarkEnd w:id="305"/>
      <w:bookmarkEnd w:id="306"/>
      <w:bookmarkEnd w:id="307"/>
      <w:bookmarkEnd w:id="308"/>
      <w:bookmarkEnd w:id="309"/>
      <w:bookmarkEnd w:id="310"/>
      <w:bookmarkEnd w:id="311"/>
      <w:bookmarkEnd w:id="312"/>
      <w:r w:rsidRPr="00A30D7A">
        <w:rPr>
          <w:rFonts w:cs="Arial"/>
        </w:rPr>
        <w:t>Level of information need</w:t>
      </w:r>
      <w:bookmarkEnd w:id="313"/>
    </w:p>
    <w:p w14:paraId="7F74592D" w14:textId="7CF68146" w:rsidR="00437595" w:rsidRPr="00A30D7A" w:rsidRDefault="00437595" w:rsidP="00437595">
      <w:pPr>
        <w:pStyle w:val="Prompt"/>
        <w:rPr>
          <w:rFonts w:cs="Arial"/>
        </w:rPr>
      </w:pPr>
      <w:r w:rsidRPr="00A30D7A">
        <w:rPr>
          <w:rFonts w:cs="Arial"/>
        </w:rPr>
        <w:t xml:space="preserve">Level of information need approach: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D8E0517" w14:textId="46EA7A86" w:rsidR="00437595" w:rsidRPr="00A30D7A" w:rsidRDefault="00437595" w:rsidP="00437595">
      <w:pPr>
        <w:pStyle w:val="Instructions"/>
      </w:pPr>
      <w:r w:rsidRPr="00A30D7A">
        <w:t xml:space="preserve">The key difference between the </w:t>
      </w:r>
      <w:r w:rsidR="00E27CA5" w:rsidRPr="00E27CA5">
        <w:rPr>
          <w:b/>
          <w:bCs/>
        </w:rPr>
        <w:t>H</w:t>
      </w:r>
      <w:r w:rsidRPr="00E27CA5">
        <w:rPr>
          <w:b/>
          <w:bCs/>
        </w:rPr>
        <w:t>igh-level responsibility matrix</w:t>
      </w:r>
      <w:r w:rsidRPr="00A30D7A">
        <w:t xml:space="preserve"> and the </w:t>
      </w:r>
      <w:r w:rsidR="00FB0F40" w:rsidRPr="00FB0F40">
        <w:rPr>
          <w:b/>
          <w:bCs/>
        </w:rPr>
        <w:t>D</w:t>
      </w:r>
      <w:r w:rsidRPr="00FB0F40">
        <w:rPr>
          <w:b/>
          <w:bCs/>
        </w:rPr>
        <w:t>etailed responsibility matrix</w:t>
      </w:r>
      <w:r w:rsidRPr="00A30D7A">
        <w:t xml:space="preserve"> </w:t>
      </w:r>
      <w:r w:rsidR="00AC2095" w:rsidRPr="00A30D7A">
        <w:t xml:space="preserve">which is developed after appointment </w:t>
      </w:r>
      <w:r w:rsidRPr="00A30D7A">
        <w:t>is that the latter identifies the level of information need for the deliverables outlined in the former.</w:t>
      </w:r>
    </w:p>
    <w:p w14:paraId="3C661301" w14:textId="53629CD6" w:rsidR="00437595" w:rsidRPr="00A30D7A" w:rsidRDefault="00437595" w:rsidP="00437595">
      <w:pPr>
        <w:pStyle w:val="Instructions"/>
      </w:pPr>
      <w:r w:rsidRPr="00A30D7A">
        <w:lastRenderedPageBreak/>
        <w:t>AS ISO 19650.1</w:t>
      </w:r>
      <w:r w:rsidR="00353DE3">
        <w:t xml:space="preserve"> (2019) </w:t>
      </w:r>
      <w:r w:rsidRPr="00A30D7A">
        <w:t xml:space="preserve">introduced the concept of level of information need to define information requirements at different stages of a project more precisely. The concept is described in greater detail in </w:t>
      </w:r>
      <w:r w:rsidRPr="00A30D7A">
        <w:rPr>
          <w:i/>
          <w:iCs/>
        </w:rPr>
        <w:t>EN 17412-1:2020</w:t>
      </w:r>
      <w:r w:rsidRPr="00A30D7A">
        <w:t xml:space="preserve"> (and </w:t>
      </w:r>
      <w:r w:rsidRPr="00A30D7A">
        <w:rPr>
          <w:i/>
          <w:iCs/>
        </w:rPr>
        <w:t>ISO/DIS 7817:2022</w:t>
      </w:r>
      <w:r w:rsidRPr="00A30D7A">
        <w:t xml:space="preserve">) </w:t>
      </w:r>
      <w:r w:rsidRPr="00A30D7A">
        <w:rPr>
          <w:i/>
          <w:iCs/>
        </w:rPr>
        <w:t>Building information modelling – Level of information need – Part 1: Concepts and principles</w:t>
      </w:r>
      <w:r w:rsidRPr="00A30D7A">
        <w:t xml:space="preserve">. See </w:t>
      </w:r>
      <w:r w:rsidRPr="00A30D7A">
        <w:rPr>
          <w:i/>
          <w:iCs/>
        </w:rPr>
        <w:t>Appendix D – Defining information requirements</w:t>
      </w:r>
      <w:r w:rsidRPr="00A30D7A">
        <w:t xml:space="preserve"> </w:t>
      </w:r>
      <w:r w:rsidR="00F75225">
        <w:t>Section</w:t>
      </w:r>
      <w:r w:rsidRPr="00A30D7A">
        <w:t xml:space="preserve"> 6 for commentary on the subject. The concept of level of information </w:t>
      </w:r>
      <w:proofErr w:type="gramStart"/>
      <w:r w:rsidRPr="00A30D7A">
        <w:t>need</w:t>
      </w:r>
      <w:proofErr w:type="gramEnd"/>
      <w:r w:rsidRPr="00A30D7A">
        <w:t xml:space="preserve"> addresses some of the limitations of previous concepts such as level of development (LOD) which is largely confined to describing the geometrical development of individual model objects.</w:t>
      </w:r>
    </w:p>
    <w:p w14:paraId="32F3EA6D" w14:textId="77777777" w:rsidR="00437595" w:rsidRPr="00A30D7A" w:rsidRDefault="00437595" w:rsidP="00437595">
      <w:pPr>
        <w:pStyle w:val="Instructions"/>
      </w:pPr>
      <w:r w:rsidRPr="00A30D7A">
        <w:t>The level of information need concept embodies a range of metrics for specifying the required level of quality, quantity and granularity of information required for each of the three elements of the information model – models, documents (including drawings), and tabulated data – at each stage of the project.</w:t>
      </w:r>
    </w:p>
    <w:p w14:paraId="52752200" w14:textId="468FC0BF" w:rsidR="00437595" w:rsidRPr="00A30D7A" w:rsidRDefault="001D6642" w:rsidP="00437595">
      <w:pPr>
        <w:pStyle w:val="Instructions"/>
        <w:rPr>
          <w:rFonts w:cs="Arial"/>
        </w:rPr>
      </w:pPr>
      <w:r>
        <w:rPr>
          <w:rFonts w:cs="Arial"/>
        </w:rPr>
        <w:t>Use the prompts below to d</w:t>
      </w:r>
      <w:r w:rsidR="00437595" w:rsidRPr="00A30D7A">
        <w:rPr>
          <w:rFonts w:cs="Arial"/>
        </w:rPr>
        <w:t>escribe how the information deliverables and their constituent elements will be developed</w:t>
      </w:r>
      <w:r>
        <w:rPr>
          <w:rFonts w:cs="Arial"/>
        </w:rPr>
        <w:t>.</w:t>
      </w:r>
    </w:p>
    <w:p w14:paraId="72A641FF" w14:textId="77777777" w:rsidR="00437595" w:rsidRPr="00A30D7A" w:rsidRDefault="00437595" w:rsidP="00437595">
      <w:pPr>
        <w:pStyle w:val="Prompt"/>
        <w:rPr>
          <w:rFonts w:cs="Arial"/>
        </w:rPr>
      </w:pPr>
      <w:r w:rsidRPr="00A30D7A">
        <w:rPr>
          <w:rFonts w:cs="Arial"/>
        </w:rPr>
        <w:t xml:space="preserve">Deliverables development: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6F3ED855" w14:textId="286C0D71" w:rsidR="00437595" w:rsidRPr="00A30D7A" w:rsidRDefault="00437595" w:rsidP="00437595">
      <w:pPr>
        <w:pStyle w:val="Instructions"/>
        <w:rPr>
          <w:rFonts w:cs="Arial"/>
        </w:rPr>
      </w:pPr>
      <w:r w:rsidRPr="00A30D7A">
        <w:rPr>
          <w:rFonts w:cs="Arial"/>
        </w:rPr>
        <w:t xml:space="preserve">The </w:t>
      </w:r>
      <w:r w:rsidR="00FB0F40" w:rsidRPr="00FB0F40">
        <w:rPr>
          <w:rFonts w:cs="Arial"/>
          <w:b/>
          <w:bCs/>
        </w:rPr>
        <w:t>D</w:t>
      </w:r>
      <w:r w:rsidRPr="00FB0F40">
        <w:rPr>
          <w:rFonts w:cs="Arial"/>
          <w:b/>
          <w:bCs/>
        </w:rPr>
        <w:t>etailed responsibility matrix</w:t>
      </w:r>
      <w:r w:rsidRPr="00A30D7A">
        <w:rPr>
          <w:rFonts w:cs="Arial"/>
        </w:rPr>
        <w:t xml:space="preserve"> is used to describe the level of information the delivery team will deliver in response to </w:t>
      </w:r>
      <w:r w:rsidRPr="00A30D7A">
        <w:t>level of information need specified in the EIR</w:t>
      </w:r>
      <w:r w:rsidRPr="00A30D7A">
        <w:rPr>
          <w:rFonts w:cs="Arial"/>
        </w:rPr>
        <w:t xml:space="preserve">. As a core component of the BEP, the matrix defines how the expected </w:t>
      </w:r>
      <w:r w:rsidRPr="00A30D7A">
        <w:t>level of information</w:t>
      </w:r>
      <w:r w:rsidRPr="00A30D7A">
        <w:rPr>
          <w:rFonts w:cs="Arial"/>
        </w:rPr>
        <w:t xml:space="preserve"> of each object type/asset class will be progressively developed during the design and construction phases for incorporation into the information model.</w:t>
      </w:r>
    </w:p>
    <w:p w14:paraId="58FE2917" w14:textId="23F2F2CA" w:rsidR="00437595" w:rsidRPr="00A30D7A" w:rsidRDefault="00437595" w:rsidP="00437595">
      <w:pPr>
        <w:pStyle w:val="Instructions"/>
        <w:rPr>
          <w:rFonts w:cs="Arial"/>
        </w:rPr>
      </w:pPr>
      <w:r w:rsidRPr="00A30D7A">
        <w:rPr>
          <w:rFonts w:cs="Arial"/>
        </w:rPr>
        <w:t xml:space="preserve">Describe if and how </w:t>
      </w:r>
      <w:r w:rsidRPr="00A30D7A">
        <w:rPr>
          <w:rFonts w:cs="Arial"/>
          <w:b/>
        </w:rPr>
        <w:t>ANNEX</w:t>
      </w:r>
      <w:r w:rsidR="008962D8" w:rsidRPr="00A30D7A">
        <w:rPr>
          <w:rFonts w:cs="Arial"/>
          <w:b/>
        </w:rPr>
        <w:t> </w:t>
      </w:r>
      <w:r w:rsidR="005B41B7" w:rsidRPr="00A30D7A">
        <w:rPr>
          <w:rFonts w:cs="Arial"/>
          <w:b/>
        </w:rPr>
        <w:t>B – DETAILED RESPONSIBILITY MATRIX</w:t>
      </w:r>
      <w:r w:rsidR="001D6642" w:rsidRPr="001D6642">
        <w:rPr>
          <w:rFonts w:cs="Arial"/>
          <w:bCs/>
        </w:rPr>
        <w:t>,</w:t>
      </w:r>
      <w:r w:rsidR="005B41B7" w:rsidRPr="00A30D7A">
        <w:rPr>
          <w:rFonts w:cs="Arial"/>
          <w:b/>
        </w:rPr>
        <w:t xml:space="preserve"> </w:t>
      </w:r>
      <w:r w:rsidR="001D6642" w:rsidRPr="00A30D7A">
        <w:rPr>
          <w:rFonts w:cs="Arial"/>
          <w:b/>
        </w:rPr>
        <w:t xml:space="preserve">Detailed responsibility matrix </w:t>
      </w:r>
      <w:r w:rsidRPr="00A30D7A">
        <w:rPr>
          <w:rFonts w:cs="Arial"/>
        </w:rPr>
        <w:t>will be used to describe the level of information of each asset object and reference it here.</w:t>
      </w:r>
    </w:p>
    <w:p w14:paraId="297B4D12" w14:textId="6FA89145" w:rsidR="00437595" w:rsidRPr="00A30D7A" w:rsidRDefault="00437595" w:rsidP="00437595">
      <w:pPr>
        <w:pStyle w:val="Prompt"/>
        <w:rPr>
          <w:rFonts w:cs="Arial"/>
        </w:rPr>
      </w:pPr>
      <w:r w:rsidRPr="00A30D7A">
        <w:rPr>
          <w:rFonts w:cs="Arial"/>
        </w:rPr>
        <w:t xml:space="preserve">Spatial object information: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A486CB9" w14:textId="32923CEB" w:rsidR="00437595" w:rsidRPr="00A30D7A" w:rsidRDefault="00437595" w:rsidP="00437595">
      <w:pPr>
        <w:pStyle w:val="Instructions"/>
        <w:rPr>
          <w:rFonts w:cs="Arial"/>
        </w:rPr>
      </w:pPr>
      <w:r w:rsidRPr="00A30D7A">
        <w:rPr>
          <w:rFonts w:cs="Arial"/>
        </w:rPr>
        <w:t xml:space="preserve">Note that the </w:t>
      </w:r>
      <w:r w:rsidR="00E27CA5" w:rsidRPr="00E27CA5">
        <w:rPr>
          <w:rFonts w:cs="Arial"/>
          <w:b/>
          <w:bCs/>
        </w:rPr>
        <w:t>H</w:t>
      </w:r>
      <w:r w:rsidRPr="00E27CA5">
        <w:rPr>
          <w:rFonts w:cs="Arial"/>
          <w:b/>
          <w:bCs/>
        </w:rPr>
        <w:t>igh-level responsibility matrix</w:t>
      </w:r>
      <w:r w:rsidRPr="00A30D7A">
        <w:rPr>
          <w:rFonts w:cs="Arial"/>
        </w:rPr>
        <w:t xml:space="preserve"> and </w:t>
      </w:r>
      <w:r w:rsidR="00E27CA5" w:rsidRPr="00E27CA5">
        <w:rPr>
          <w:rFonts w:cs="Arial"/>
          <w:b/>
          <w:bCs/>
        </w:rPr>
        <w:t>D</w:t>
      </w:r>
      <w:r w:rsidRPr="00E27CA5">
        <w:rPr>
          <w:rFonts w:cs="Arial"/>
          <w:b/>
          <w:bCs/>
        </w:rPr>
        <w:t>etailed responsibility matrix</w:t>
      </w:r>
      <w:r w:rsidRPr="00A30D7A">
        <w:rPr>
          <w:rFonts w:cs="Arial"/>
        </w:rPr>
        <w:t xml:space="preserve"> generally relate to the geometrical </w:t>
      </w:r>
      <w:r w:rsidRPr="00A30D7A">
        <w:t>development of individual model objects rather than spatial objects. To describe the data content (properties/parameters) associated with model spatial objects, use</w:t>
      </w:r>
      <w:r w:rsidRPr="00A30D7A">
        <w:rPr>
          <w:rFonts w:cs="Arial"/>
          <w:b/>
        </w:rPr>
        <w:t xml:space="preserve"> ANNEX</w:t>
      </w:r>
      <w:r w:rsidR="005B41B7" w:rsidRPr="00A30D7A">
        <w:rPr>
          <w:rFonts w:cs="Arial"/>
          <w:b/>
        </w:rPr>
        <w:t> C – LEVEL OF INFORMATION</w:t>
      </w:r>
      <w:r w:rsidR="001D6642">
        <w:rPr>
          <w:rFonts w:cs="Arial"/>
          <w:b/>
        </w:rPr>
        <w:t xml:space="preserve">, </w:t>
      </w:r>
      <w:r w:rsidR="001D6642" w:rsidRPr="00A30D7A">
        <w:rPr>
          <w:b/>
          <w:bCs/>
        </w:rPr>
        <w:t>Spatial object information table</w:t>
      </w:r>
      <w:r w:rsidRPr="00A30D7A">
        <w:t>.</w:t>
      </w:r>
      <w:r w:rsidRPr="00A30D7A">
        <w:rPr>
          <w:rFonts w:cs="Arial"/>
        </w:rPr>
        <w:t xml:space="preserve"> Describe if and how it</w:t>
      </w:r>
      <w:r w:rsidRPr="00A30D7A">
        <w:rPr>
          <w:rFonts w:cs="Arial"/>
          <w:bCs/>
        </w:rPr>
        <w:t xml:space="preserve"> </w:t>
      </w:r>
      <w:r w:rsidRPr="00A30D7A">
        <w:rPr>
          <w:rFonts w:cs="Arial"/>
        </w:rPr>
        <w:t>will be used, and reference it here.</w:t>
      </w:r>
    </w:p>
    <w:p w14:paraId="477FF675" w14:textId="4FBD7226" w:rsidR="00437595" w:rsidRPr="00A30D7A" w:rsidRDefault="00437595" w:rsidP="00437595">
      <w:pPr>
        <w:pStyle w:val="Prompt"/>
        <w:rPr>
          <w:rFonts w:cs="Arial"/>
        </w:rPr>
      </w:pPr>
      <w:r w:rsidRPr="00A30D7A">
        <w:rPr>
          <w:rFonts w:cs="Arial"/>
        </w:rPr>
        <w:t xml:space="preserve">Asset object alphanumerical information: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C3B58D2" w14:textId="5324C50A" w:rsidR="00437595" w:rsidRPr="00A30D7A" w:rsidRDefault="00437595" w:rsidP="00437595">
      <w:pPr>
        <w:pStyle w:val="Instructions"/>
        <w:rPr>
          <w:rFonts w:cs="Arial"/>
        </w:rPr>
      </w:pPr>
      <w:r w:rsidRPr="00A30D7A">
        <w:rPr>
          <w:rFonts w:cs="Arial"/>
        </w:rPr>
        <w:t xml:space="preserve">Note that the </w:t>
      </w:r>
      <w:r w:rsidR="00FB0F40" w:rsidRPr="00FB0F40">
        <w:rPr>
          <w:rFonts w:cs="Arial"/>
          <w:b/>
          <w:bCs/>
        </w:rPr>
        <w:t>H</w:t>
      </w:r>
      <w:r w:rsidRPr="00FB0F40">
        <w:rPr>
          <w:rFonts w:cs="Arial"/>
          <w:b/>
          <w:bCs/>
        </w:rPr>
        <w:t>igh</w:t>
      </w:r>
      <w:r w:rsidR="00FB0F40">
        <w:rPr>
          <w:rFonts w:cs="Arial"/>
          <w:b/>
          <w:bCs/>
        </w:rPr>
        <w:t>-</w:t>
      </w:r>
      <w:r w:rsidRPr="00FB0F40">
        <w:rPr>
          <w:rFonts w:cs="Arial"/>
          <w:b/>
          <w:bCs/>
        </w:rPr>
        <w:t>level-responsibility matrix</w:t>
      </w:r>
      <w:r w:rsidRPr="00A30D7A">
        <w:rPr>
          <w:rFonts w:cs="Arial"/>
        </w:rPr>
        <w:t xml:space="preserve"> and </w:t>
      </w:r>
      <w:r w:rsidR="00FB0F40" w:rsidRPr="00FB0F40">
        <w:rPr>
          <w:rFonts w:cs="Arial"/>
          <w:b/>
          <w:bCs/>
        </w:rPr>
        <w:t>D</w:t>
      </w:r>
      <w:r w:rsidRPr="00FB0F40">
        <w:rPr>
          <w:rFonts w:cs="Arial"/>
          <w:b/>
          <w:bCs/>
        </w:rPr>
        <w:t>etailed responsibility matrix</w:t>
      </w:r>
      <w:r w:rsidRPr="00A30D7A">
        <w:rPr>
          <w:rFonts w:cs="Arial"/>
        </w:rPr>
        <w:t xml:space="preserve"> generally relate to the geometrical </w:t>
      </w:r>
      <w:r w:rsidRPr="00A30D7A">
        <w:t>development of individual model objects</w:t>
      </w:r>
      <w:r w:rsidRPr="00A30D7A">
        <w:rPr>
          <w:rFonts w:cs="Arial"/>
        </w:rPr>
        <w:t xml:space="preserve"> rather than </w:t>
      </w:r>
      <w:r w:rsidRPr="00A30D7A">
        <w:t>their data content (properties/parameters).</w:t>
      </w:r>
      <w:r w:rsidRPr="00A30D7A">
        <w:rPr>
          <w:rFonts w:cs="Arial"/>
        </w:rPr>
        <w:t xml:space="preserve"> Describe if and how </w:t>
      </w:r>
      <w:r w:rsidR="005B41B7" w:rsidRPr="00A30D7A">
        <w:rPr>
          <w:rFonts w:cs="Arial"/>
          <w:b/>
        </w:rPr>
        <w:t>ANNEX C – LEVEL OF INFORMATION</w:t>
      </w:r>
      <w:r w:rsidR="001D6642" w:rsidRPr="001D6642">
        <w:rPr>
          <w:rFonts w:cs="Arial"/>
          <w:bCs/>
        </w:rPr>
        <w:t>,</w:t>
      </w:r>
      <w:r w:rsidR="005B41B7" w:rsidRPr="001D6642">
        <w:rPr>
          <w:rFonts w:cs="Arial"/>
          <w:bCs/>
        </w:rPr>
        <w:t xml:space="preserve"> </w:t>
      </w:r>
      <w:r w:rsidR="001D6642" w:rsidRPr="00A30D7A">
        <w:rPr>
          <w:rFonts w:cs="Arial"/>
          <w:b/>
        </w:rPr>
        <w:t>Asset object alphanumerical information table</w:t>
      </w:r>
      <w:r w:rsidR="001D6642" w:rsidRPr="00A30D7A">
        <w:rPr>
          <w:rFonts w:cs="Arial"/>
          <w:bCs/>
        </w:rPr>
        <w:t xml:space="preserve"> or</w:t>
      </w:r>
      <w:r w:rsidR="001D6642" w:rsidRPr="00A30D7A">
        <w:rPr>
          <w:rFonts w:cs="Arial"/>
          <w:b/>
        </w:rPr>
        <w:t xml:space="preserve"> Asset object shared properties responsibility matrix</w:t>
      </w:r>
      <w:r w:rsidR="001D6642" w:rsidRPr="00A30D7A">
        <w:rPr>
          <w:rFonts w:cs="Arial"/>
          <w:bCs/>
        </w:rPr>
        <w:t xml:space="preserve"> </w:t>
      </w:r>
      <w:r w:rsidRPr="00A30D7A">
        <w:rPr>
          <w:rFonts w:cs="Arial"/>
        </w:rPr>
        <w:t xml:space="preserve">will be used </w:t>
      </w:r>
      <w:r w:rsidR="001D6642">
        <w:rPr>
          <w:rFonts w:cs="Arial"/>
        </w:rPr>
        <w:t xml:space="preserve">to </w:t>
      </w:r>
      <w:r w:rsidRPr="00A30D7A">
        <w:rPr>
          <w:rFonts w:cs="Arial"/>
        </w:rPr>
        <w:t>describe the level of alphanumeric information and reference them here.</w:t>
      </w:r>
    </w:p>
    <w:p w14:paraId="5A1DB92A" w14:textId="1660C3B6" w:rsidR="003652EA" w:rsidRPr="00A30D7A" w:rsidRDefault="00B55C4C" w:rsidP="003652EA">
      <w:pPr>
        <w:pStyle w:val="Heading2"/>
        <w:rPr>
          <w:rFonts w:cs="Arial"/>
        </w:rPr>
      </w:pPr>
      <w:bookmarkStart w:id="314" w:name="_Toc163550147"/>
      <w:r w:rsidRPr="00A30D7A">
        <w:rPr>
          <w:rFonts w:cs="Arial"/>
        </w:rPr>
        <w:t>Information q</w:t>
      </w:r>
      <w:r w:rsidR="003652EA" w:rsidRPr="00A30D7A">
        <w:rPr>
          <w:rFonts w:cs="Arial"/>
        </w:rPr>
        <w:t>uality assurance</w:t>
      </w:r>
      <w:bookmarkEnd w:id="314"/>
    </w:p>
    <w:p w14:paraId="32B8BB17" w14:textId="650FDAA7" w:rsidR="00B55C4C" w:rsidRPr="00A30D7A" w:rsidRDefault="00B55C4C" w:rsidP="00B55C4C">
      <w:pPr>
        <w:pStyle w:val="Prompt"/>
      </w:pPr>
      <w:r w:rsidRPr="00A30D7A">
        <w:t xml:space="preserve">Proposed quality assurance </w:t>
      </w:r>
      <w:r w:rsidR="00064EBA" w:rsidRPr="00A30D7A">
        <w:t>approach</w:t>
      </w:r>
      <w:r w:rsidRPr="00A30D7A">
        <w:t xml:space="preserve">: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3DC94D91" w14:textId="7F332C1A" w:rsidR="00B55C4C" w:rsidRPr="00A30D7A" w:rsidRDefault="00E34640" w:rsidP="00B55C4C">
      <w:pPr>
        <w:pStyle w:val="Instructions"/>
        <w:rPr>
          <w:rFonts w:cs="Arial"/>
        </w:rPr>
      </w:pPr>
      <w:r w:rsidRPr="00A30D7A">
        <w:rPr>
          <w:rFonts w:cs="Arial"/>
        </w:rPr>
        <w:t>If quality assurance requirements have been documented in the EIR or Project BIM Brief, reference them and note any proposed amendments or additions here.</w:t>
      </w:r>
    </w:p>
    <w:p w14:paraId="73EE29F5" w14:textId="686489A7" w:rsidR="00B55C4C" w:rsidRPr="00A30D7A" w:rsidRDefault="00C36D13" w:rsidP="00B55C4C">
      <w:pPr>
        <w:pStyle w:val="Instructions"/>
        <w:rPr>
          <w:rFonts w:cs="Arial"/>
        </w:rPr>
      </w:pPr>
      <w:r w:rsidRPr="00A30D7A">
        <w:rPr>
          <w:rFonts w:cs="Arial"/>
        </w:rPr>
        <w:t>If requirements have not already been specified, d</w:t>
      </w:r>
      <w:r w:rsidR="00B55C4C" w:rsidRPr="00A30D7A">
        <w:rPr>
          <w:rFonts w:cs="Arial"/>
        </w:rPr>
        <w:t>escribe the measures</w:t>
      </w:r>
      <w:r w:rsidRPr="00A30D7A">
        <w:rPr>
          <w:rFonts w:cs="Arial"/>
        </w:rPr>
        <w:t xml:space="preserve"> propos</w:t>
      </w:r>
      <w:r w:rsidR="00B55C4C" w:rsidRPr="00A30D7A">
        <w:rPr>
          <w:rFonts w:cs="Arial"/>
        </w:rPr>
        <w:t xml:space="preserve">ed for assuring the quality of information. Include measures relating to the CDE under </w:t>
      </w:r>
      <w:r w:rsidR="00B55C4C" w:rsidRPr="00A30D7A">
        <w:rPr>
          <w:rFonts w:cs="Arial"/>
          <w:b/>
          <w:bCs/>
        </w:rPr>
        <w:t>CDE management</w:t>
      </w:r>
      <w:r w:rsidR="00B55C4C" w:rsidRPr="00A30D7A">
        <w:rPr>
          <w:rFonts w:cs="Arial"/>
        </w:rPr>
        <w:t>.</w:t>
      </w:r>
    </w:p>
    <w:p w14:paraId="4E9FCE47" w14:textId="2C44162E" w:rsidR="00B55C4C" w:rsidRPr="00A30D7A" w:rsidRDefault="00B55C4C" w:rsidP="00B55C4C">
      <w:pPr>
        <w:spacing w:line="276" w:lineRule="auto"/>
        <w:rPr>
          <w:rFonts w:cs="Arial"/>
          <w:szCs w:val="18"/>
        </w:rPr>
      </w:pPr>
      <w:r w:rsidRPr="00A30D7A">
        <w:rPr>
          <w:rFonts w:cs="Arial"/>
          <w:szCs w:val="18"/>
        </w:rPr>
        <w:t xml:space="preserve">Quality assurance standards: Conform to the standards documented in </w:t>
      </w:r>
      <w:r w:rsidRPr="00A30D7A">
        <w:rPr>
          <w:rFonts w:cs="Arial"/>
          <w:b/>
          <w:bCs/>
          <w:color w:val="595959" w:themeColor="text1" w:themeTint="A6"/>
          <w:szCs w:val="18"/>
        </w:rPr>
        <w:t>T</w:t>
      </w:r>
      <w:r w:rsidR="00FB6489" w:rsidRPr="00A30D7A">
        <w:rPr>
          <w:rFonts w:cs="Arial"/>
          <w:b/>
          <w:bCs/>
          <w:color w:val="595959" w:themeColor="text1" w:themeTint="A6"/>
          <w:szCs w:val="18"/>
        </w:rPr>
        <w:t>ECHNICAL</w:t>
      </w:r>
      <w:r w:rsidRPr="00A30D7A">
        <w:rPr>
          <w:rFonts w:cs="Arial"/>
          <w:b/>
          <w:bCs/>
          <w:color w:val="595959" w:themeColor="text1" w:themeTint="A6"/>
          <w:szCs w:val="18"/>
        </w:rPr>
        <w:t>, Standards and project reference information</w:t>
      </w:r>
      <w:r w:rsidRPr="00A30D7A">
        <w:rPr>
          <w:rFonts w:cs="Arial"/>
          <w:szCs w:val="18"/>
        </w:rPr>
        <w:t>.</w:t>
      </w:r>
    </w:p>
    <w:p w14:paraId="7ACDA16E" w14:textId="21CBE561" w:rsidR="00413FD0" w:rsidRPr="00A30D7A" w:rsidRDefault="00413FD0" w:rsidP="00B55C4C">
      <w:pPr>
        <w:spacing w:line="276" w:lineRule="auto"/>
        <w:rPr>
          <w:rFonts w:cs="Arial"/>
          <w:szCs w:val="18"/>
        </w:rPr>
      </w:pPr>
      <w:r w:rsidRPr="00A30D7A">
        <w:rPr>
          <w:rFonts w:cs="Arial"/>
          <w:szCs w:val="18"/>
        </w:rPr>
        <w:t xml:space="preserve">Model quality assurance: </w:t>
      </w:r>
      <w:r w:rsidRPr="001D6642">
        <w:rPr>
          <w:rFonts w:cs="Arial"/>
          <w:szCs w:val="18"/>
        </w:rPr>
        <w:t>Refer to</w:t>
      </w:r>
      <w:r w:rsidRPr="001D6642">
        <w:rPr>
          <w:rFonts w:cs="Arial"/>
          <w:b/>
          <w:bCs/>
          <w:szCs w:val="18"/>
        </w:rPr>
        <w:t xml:space="preserve"> </w:t>
      </w:r>
      <w:r w:rsidRPr="00A30D7A">
        <w:rPr>
          <w:rFonts w:cs="Arial"/>
          <w:b/>
          <w:bCs/>
          <w:color w:val="595959" w:themeColor="text1" w:themeTint="A6"/>
          <w:szCs w:val="18"/>
        </w:rPr>
        <w:t>MANAGEMENT – 3D MODELLING, Model quality assurance</w:t>
      </w:r>
      <w:r w:rsidRPr="00A30D7A">
        <w:rPr>
          <w:rFonts w:cs="Arial"/>
          <w:szCs w:val="18"/>
        </w:rPr>
        <w:t>.</w:t>
      </w:r>
    </w:p>
    <w:p w14:paraId="696B03A7" w14:textId="77777777" w:rsidR="00C36D13" w:rsidRPr="00A30D7A" w:rsidRDefault="00C36D13" w:rsidP="00C36D13">
      <w:pPr>
        <w:pStyle w:val="Heading2"/>
        <w:rPr>
          <w:rFonts w:cs="Arial"/>
        </w:rPr>
      </w:pPr>
      <w:bookmarkStart w:id="315" w:name="_Toc111731022"/>
      <w:bookmarkStart w:id="316" w:name="_Toc117180749"/>
      <w:bookmarkStart w:id="317" w:name="_Toc163550148"/>
      <w:r w:rsidRPr="00A30D7A">
        <w:rPr>
          <w:rFonts w:cs="Arial"/>
        </w:rPr>
        <w:t>Information security and privacy</w:t>
      </w:r>
      <w:bookmarkEnd w:id="315"/>
      <w:bookmarkEnd w:id="316"/>
      <w:bookmarkEnd w:id="317"/>
    </w:p>
    <w:p w14:paraId="4978181A" w14:textId="056420D0" w:rsidR="00C36D13" w:rsidRPr="00A30D7A" w:rsidRDefault="00C36D13" w:rsidP="00C36D13">
      <w:pPr>
        <w:pStyle w:val="Prompt"/>
      </w:pPr>
      <w:r w:rsidRPr="00A30D7A">
        <w:t xml:space="preserve">Proposed information security measures: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5A4F73CB" w14:textId="511C4074" w:rsidR="003460B8" w:rsidRPr="00A30D7A" w:rsidRDefault="00C36D13" w:rsidP="003460B8">
      <w:pPr>
        <w:pStyle w:val="Instructions"/>
        <w:rPr>
          <w:rFonts w:cs="Arial"/>
        </w:rPr>
      </w:pPr>
      <w:r w:rsidRPr="00A30D7A">
        <w:rPr>
          <w:rFonts w:cs="Arial"/>
        </w:rPr>
        <w:t>If security and privacy requirements have been documented in the EIR or Project BIM Brief, reference them and note any proposed amendments or additions here.</w:t>
      </w:r>
      <w:r w:rsidR="003460B8" w:rsidRPr="00A30D7A">
        <w:rPr>
          <w:rFonts w:cs="Arial"/>
        </w:rPr>
        <w:t xml:space="preserve"> Reference the relevant sections of the appointing party’s security policies and strategies, security management plans and security breach/incident management plans if available.</w:t>
      </w:r>
    </w:p>
    <w:p w14:paraId="6D764ED3" w14:textId="7F12F49A" w:rsidR="00C36D13" w:rsidRPr="00A30D7A" w:rsidRDefault="00C36D13" w:rsidP="00C36D13">
      <w:pPr>
        <w:pStyle w:val="Instructions"/>
        <w:rPr>
          <w:rFonts w:cs="Arial"/>
        </w:rPr>
      </w:pPr>
      <w:r w:rsidRPr="00A30D7A">
        <w:rPr>
          <w:rFonts w:cs="Arial"/>
        </w:rPr>
        <w:t xml:space="preserve">If requirements have not already been specified, describe the measures proposed for assuring the security and privacy of information. Include measures relating to the Common Data Environment (CDE) under </w:t>
      </w:r>
      <w:r w:rsidRPr="00A30D7A">
        <w:rPr>
          <w:rFonts w:cs="Arial"/>
          <w:b/>
          <w:bCs/>
        </w:rPr>
        <w:t>CDE management</w:t>
      </w:r>
      <w:r w:rsidRPr="00A30D7A">
        <w:rPr>
          <w:rFonts w:cs="Arial"/>
        </w:rPr>
        <w:t xml:space="preserve">. </w:t>
      </w:r>
    </w:p>
    <w:p w14:paraId="1F416FA5" w14:textId="714352FB" w:rsidR="00C36D13" w:rsidRPr="00A30D7A" w:rsidRDefault="001D6642" w:rsidP="00C36D13">
      <w:pPr>
        <w:pStyle w:val="Instructions"/>
        <w:rPr>
          <w:rFonts w:cs="Arial"/>
        </w:rPr>
      </w:pPr>
      <w:r>
        <w:rPr>
          <w:rFonts w:cs="Arial"/>
        </w:rPr>
        <w:t>Include</w:t>
      </w:r>
      <w:r w:rsidR="00C36D13" w:rsidRPr="00A30D7A">
        <w:rPr>
          <w:rFonts w:cs="Arial"/>
        </w:rPr>
        <w:t xml:space="preserve"> governance protocols and responsibilities. This includes but is not limited to technical measures, authorisation processes for access, levels of access, security classification of information, privacy and IP protection measures and procedures in the event of breaches.</w:t>
      </w:r>
    </w:p>
    <w:p w14:paraId="0468A359" w14:textId="6CD7F097" w:rsidR="00C36D13" w:rsidRPr="00A30D7A" w:rsidRDefault="00C36D13" w:rsidP="00C36D13">
      <w:pPr>
        <w:pStyle w:val="Instructions"/>
        <w:rPr>
          <w:rFonts w:cs="Arial"/>
        </w:rPr>
      </w:pPr>
      <w:r w:rsidRPr="00A30D7A">
        <w:rPr>
          <w:rFonts w:cs="Arial"/>
        </w:rPr>
        <w:t xml:space="preserve">AS ISO 19650.5 </w:t>
      </w:r>
      <w:r w:rsidR="00353DE3">
        <w:rPr>
          <w:rFonts w:cs="Arial"/>
        </w:rPr>
        <w:t xml:space="preserve">(2021) </w:t>
      </w:r>
      <w:r w:rsidRPr="00A30D7A">
        <w:rPr>
          <w:rFonts w:cs="Arial"/>
        </w:rPr>
        <w:t>specifies the principles and requirements for security-minded information management. It addresses the steps required to create security strategies, security management plans, etc (but does not provide them ready-made).</w:t>
      </w:r>
    </w:p>
    <w:p w14:paraId="3D4F40A9" w14:textId="77777777" w:rsidR="00C36D13" w:rsidRPr="00A30D7A" w:rsidRDefault="00C36D13" w:rsidP="00C36D13">
      <w:pPr>
        <w:pStyle w:val="Heading2"/>
        <w:rPr>
          <w:rFonts w:cs="Arial"/>
        </w:rPr>
      </w:pPr>
      <w:bookmarkStart w:id="318" w:name="_Toc111731023"/>
      <w:bookmarkStart w:id="319" w:name="_Toc117180750"/>
      <w:bookmarkStart w:id="320" w:name="_Toc163550149"/>
      <w:r w:rsidRPr="00A30D7A">
        <w:rPr>
          <w:rFonts w:cs="Arial"/>
        </w:rPr>
        <w:t>CDE management</w:t>
      </w:r>
      <w:bookmarkEnd w:id="318"/>
      <w:bookmarkEnd w:id="319"/>
      <w:bookmarkEnd w:id="320"/>
    </w:p>
    <w:p w14:paraId="24705722" w14:textId="77777777" w:rsidR="00C36D13" w:rsidRPr="00A30D7A" w:rsidRDefault="00C36D13" w:rsidP="00C36D13">
      <w:pPr>
        <w:pStyle w:val="Prompt"/>
      </w:pPr>
      <w:r w:rsidRPr="00A30D7A">
        <w:t xml:space="preserve">CDE standards and procedures: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7E3907CB" w14:textId="4A042ECF" w:rsidR="003460B8" w:rsidRPr="00A30D7A" w:rsidRDefault="003460B8" w:rsidP="003460B8">
      <w:pPr>
        <w:pStyle w:val="Instructions"/>
        <w:rPr>
          <w:rFonts w:cs="Arial"/>
        </w:rPr>
      </w:pPr>
      <w:r w:rsidRPr="00A30D7A">
        <w:rPr>
          <w:rFonts w:cs="Arial"/>
        </w:rPr>
        <w:t>If CDE management requirements have been documented in the EIR or Project BIM Brief, reference them and note any proposed amendments or additions here.</w:t>
      </w:r>
    </w:p>
    <w:p w14:paraId="04CB6EA0" w14:textId="518A05F1" w:rsidR="00C36D13" w:rsidRPr="00A30D7A" w:rsidRDefault="003460B8" w:rsidP="00C36D13">
      <w:pPr>
        <w:pStyle w:val="Instructions"/>
        <w:rPr>
          <w:rFonts w:cs="Arial"/>
        </w:rPr>
      </w:pPr>
      <w:r w:rsidRPr="00A30D7A">
        <w:rPr>
          <w:rFonts w:cs="Arial"/>
        </w:rPr>
        <w:t xml:space="preserve">If requirements have not already been specified, describe the measures proposed for </w:t>
      </w:r>
      <w:r w:rsidR="00C36D13" w:rsidRPr="00A30D7A">
        <w:rPr>
          <w:rFonts w:cs="Arial"/>
        </w:rPr>
        <w:t>maintain</w:t>
      </w:r>
      <w:r w:rsidR="001D6642">
        <w:rPr>
          <w:rFonts w:cs="Arial"/>
        </w:rPr>
        <w:t>ing</w:t>
      </w:r>
      <w:r w:rsidR="00C36D13" w:rsidRPr="00A30D7A">
        <w:rPr>
          <w:rFonts w:cs="Arial"/>
        </w:rPr>
        <w:t xml:space="preserve"> the security and integrity of the CDE. Include applicable standards</w:t>
      </w:r>
      <w:r w:rsidR="00FB6489" w:rsidRPr="00A30D7A">
        <w:rPr>
          <w:rFonts w:cs="Arial"/>
        </w:rPr>
        <w:t>,</w:t>
      </w:r>
      <w:r w:rsidR="00C36D13" w:rsidRPr="00A30D7A">
        <w:rPr>
          <w:rFonts w:cs="Arial"/>
        </w:rPr>
        <w:t xml:space="preserve"> </w:t>
      </w:r>
      <w:proofErr w:type="gramStart"/>
      <w:r w:rsidR="00C36D13" w:rsidRPr="00A30D7A">
        <w:rPr>
          <w:rFonts w:cs="Arial"/>
        </w:rPr>
        <w:t>procedures</w:t>
      </w:r>
      <w:proofErr w:type="gramEnd"/>
      <w:r w:rsidR="00FB6489" w:rsidRPr="00A30D7A">
        <w:rPr>
          <w:rFonts w:cs="Arial"/>
        </w:rPr>
        <w:t xml:space="preserve"> </w:t>
      </w:r>
      <w:r w:rsidR="00047B1E" w:rsidRPr="00A30D7A">
        <w:rPr>
          <w:rFonts w:cs="Arial"/>
        </w:rPr>
        <w:t>and instructions</w:t>
      </w:r>
      <w:r w:rsidR="00C36D13" w:rsidRPr="00A30D7A">
        <w:rPr>
          <w:rFonts w:cs="Arial"/>
        </w:rPr>
        <w:t xml:space="preserve"> in </w:t>
      </w:r>
      <w:r w:rsidR="00047B1E" w:rsidRPr="00A30D7A">
        <w:rPr>
          <w:rFonts w:cs="Arial"/>
          <w:b/>
          <w:bCs/>
        </w:rPr>
        <w:t>TECHNICAL,</w:t>
      </w:r>
      <w:r w:rsidR="00C36D13" w:rsidRPr="00A30D7A">
        <w:rPr>
          <w:rFonts w:cs="Arial"/>
        </w:rPr>
        <w:t xml:space="preserve"> </w:t>
      </w:r>
      <w:r w:rsidR="00047B1E" w:rsidRPr="00A30D7A">
        <w:rPr>
          <w:rFonts w:cs="Arial"/>
          <w:b/>
          <w:bCs/>
        </w:rPr>
        <w:t>S</w:t>
      </w:r>
      <w:r w:rsidR="00C36D13" w:rsidRPr="00A30D7A">
        <w:rPr>
          <w:rFonts w:cs="Arial"/>
          <w:b/>
          <w:bCs/>
        </w:rPr>
        <w:t xml:space="preserve">tandards </w:t>
      </w:r>
      <w:r w:rsidR="00047B1E" w:rsidRPr="00A30D7A">
        <w:rPr>
          <w:rFonts w:cs="Arial"/>
          <w:b/>
          <w:bCs/>
        </w:rPr>
        <w:t>and p</w:t>
      </w:r>
      <w:r w:rsidR="00C36D13" w:rsidRPr="00A30D7A">
        <w:rPr>
          <w:rFonts w:cs="Arial"/>
          <w:b/>
          <w:bCs/>
        </w:rPr>
        <w:t>roject</w:t>
      </w:r>
      <w:r w:rsidR="00047B1E" w:rsidRPr="00A30D7A">
        <w:rPr>
          <w:rFonts w:cs="Arial"/>
          <w:b/>
          <w:bCs/>
        </w:rPr>
        <w:t xml:space="preserve"> reference</w:t>
      </w:r>
      <w:r w:rsidR="00C36D13" w:rsidRPr="00A30D7A">
        <w:rPr>
          <w:rFonts w:cs="Arial"/>
          <w:b/>
          <w:bCs/>
        </w:rPr>
        <w:t xml:space="preserve"> information</w:t>
      </w:r>
      <w:r w:rsidR="00C36D13" w:rsidRPr="00A30D7A">
        <w:rPr>
          <w:rFonts w:cs="Arial"/>
        </w:rPr>
        <w:t>.</w:t>
      </w:r>
    </w:p>
    <w:p w14:paraId="34C09FD9" w14:textId="2807264E" w:rsidR="003460B8" w:rsidRPr="00A30D7A" w:rsidRDefault="003460B8" w:rsidP="003460B8">
      <w:pPr>
        <w:rPr>
          <w:rFonts w:cs="Arial"/>
        </w:rPr>
      </w:pPr>
      <w:r w:rsidRPr="00A30D7A">
        <w:rPr>
          <w:rFonts w:cs="Arial"/>
        </w:rPr>
        <w:t xml:space="preserve">CDE technical implementation: Refer to </w:t>
      </w:r>
      <w:r w:rsidRPr="00A30D7A">
        <w:rPr>
          <w:rFonts w:cs="Arial"/>
          <w:b/>
          <w:bCs/>
          <w:color w:val="595959" w:themeColor="text1" w:themeTint="A6"/>
        </w:rPr>
        <w:t>TECHNICAL</w:t>
      </w:r>
      <w:r w:rsidR="00047B1E" w:rsidRPr="00A30D7A">
        <w:rPr>
          <w:rFonts w:cs="Arial"/>
          <w:b/>
          <w:bCs/>
          <w:color w:val="595959" w:themeColor="text1" w:themeTint="A6"/>
        </w:rPr>
        <w:t>,</w:t>
      </w:r>
      <w:r w:rsidRPr="00A30D7A">
        <w:rPr>
          <w:rFonts w:cs="Arial"/>
          <w:b/>
          <w:bCs/>
          <w:color w:val="595959" w:themeColor="text1" w:themeTint="A6"/>
        </w:rPr>
        <w:t xml:space="preserve"> CDE technical implementation</w:t>
      </w:r>
      <w:r w:rsidRPr="00A30D7A">
        <w:rPr>
          <w:rFonts w:cs="Arial"/>
        </w:rPr>
        <w:t>.</w:t>
      </w:r>
    </w:p>
    <w:p w14:paraId="06B31BEB" w14:textId="44442B1E" w:rsidR="00FA650A" w:rsidRPr="00A30D7A" w:rsidRDefault="00FA650A" w:rsidP="00FA650A">
      <w:pPr>
        <w:pStyle w:val="Heading2"/>
        <w:rPr>
          <w:rFonts w:cs="Arial"/>
        </w:rPr>
      </w:pPr>
      <w:bookmarkStart w:id="321" w:name="_Toc163550150"/>
      <w:r w:rsidRPr="00A30D7A">
        <w:rPr>
          <w:rFonts w:cs="Arial"/>
        </w:rPr>
        <w:lastRenderedPageBreak/>
        <w:t xml:space="preserve">Collaboration </w:t>
      </w:r>
      <w:r w:rsidR="001C2E47" w:rsidRPr="00A30D7A">
        <w:rPr>
          <w:rFonts w:cs="Arial"/>
        </w:rPr>
        <w:t>arrangements</w:t>
      </w:r>
      <w:bookmarkEnd w:id="321"/>
    </w:p>
    <w:p w14:paraId="58B2DFE9" w14:textId="06370215" w:rsidR="00030037" w:rsidRPr="00A30D7A" w:rsidRDefault="00030037" w:rsidP="00030037">
      <w:pPr>
        <w:spacing w:after="120"/>
        <w:rPr>
          <w:rFonts w:eastAsiaTheme="minorHAnsi" w:cs="Arial"/>
        </w:rPr>
      </w:pPr>
      <w:r w:rsidRPr="00A30D7A">
        <w:rPr>
          <w:rFonts w:eastAsiaTheme="minorHAnsi" w:cs="Arial"/>
        </w:rPr>
        <w:t xml:space="preserve">The following </w:t>
      </w:r>
      <w:r w:rsidR="001C2E47" w:rsidRPr="00A30D7A">
        <w:rPr>
          <w:rFonts w:eastAsiaTheme="minorHAnsi" w:cs="Arial"/>
        </w:rPr>
        <w:t>clauses</w:t>
      </w:r>
      <w:r w:rsidRPr="00A30D7A">
        <w:rPr>
          <w:rFonts w:eastAsiaTheme="minorHAnsi" w:cs="Arial"/>
        </w:rPr>
        <w:t xml:space="preserve"> de</w:t>
      </w:r>
      <w:r w:rsidR="009A7E8A" w:rsidRPr="00A30D7A">
        <w:rPr>
          <w:rFonts w:eastAsiaTheme="minorHAnsi" w:cs="Arial"/>
        </w:rPr>
        <w:t>scribe</w:t>
      </w:r>
      <w:r w:rsidRPr="00A30D7A">
        <w:rPr>
          <w:rFonts w:eastAsiaTheme="minorHAnsi" w:cs="Arial"/>
        </w:rPr>
        <w:t xml:space="preserve"> the collaboration and communication procedures for local and remote users to access and use BIM for decision making.</w:t>
      </w:r>
    </w:p>
    <w:p w14:paraId="2667CA01" w14:textId="07578D7D" w:rsidR="00030037" w:rsidRPr="00A30D7A" w:rsidRDefault="000A0364" w:rsidP="000D213C">
      <w:pPr>
        <w:pStyle w:val="Heading3"/>
      </w:pPr>
      <w:bookmarkStart w:id="322" w:name="_Toc98842997"/>
      <w:bookmarkStart w:id="323" w:name="_Toc98843500"/>
      <w:bookmarkStart w:id="324" w:name="_Toc98842998"/>
      <w:bookmarkStart w:id="325" w:name="_Toc98843501"/>
      <w:bookmarkStart w:id="326" w:name="_Toc98843002"/>
      <w:bookmarkStart w:id="327" w:name="_Toc98843505"/>
      <w:bookmarkStart w:id="328" w:name="_Toc98843023"/>
      <w:bookmarkStart w:id="329" w:name="_Toc98843526"/>
      <w:bookmarkStart w:id="330" w:name="_Toc98843024"/>
      <w:bookmarkStart w:id="331" w:name="_Toc98843527"/>
      <w:bookmarkStart w:id="332" w:name="_Toc98843025"/>
      <w:bookmarkStart w:id="333" w:name="_Toc98843528"/>
      <w:bookmarkStart w:id="334" w:name="_Toc98843026"/>
      <w:bookmarkStart w:id="335" w:name="_Toc98843529"/>
      <w:bookmarkStart w:id="336" w:name="_Toc98843027"/>
      <w:bookmarkStart w:id="337" w:name="_Toc98843530"/>
      <w:bookmarkStart w:id="338" w:name="_Toc98843028"/>
      <w:bookmarkStart w:id="339" w:name="_Toc98843531"/>
      <w:bookmarkStart w:id="340" w:name="_Toc98843029"/>
      <w:bookmarkStart w:id="341" w:name="_Toc98843532"/>
      <w:bookmarkStart w:id="342" w:name="_Toc98843030"/>
      <w:bookmarkStart w:id="343" w:name="_Toc98843533"/>
      <w:bookmarkStart w:id="344" w:name="_Toc98843031"/>
      <w:bookmarkStart w:id="345" w:name="_Toc98843534"/>
      <w:bookmarkStart w:id="346" w:name="_Toc98843036"/>
      <w:bookmarkStart w:id="347" w:name="_Toc98843539"/>
      <w:bookmarkStart w:id="348" w:name="_Toc98843037"/>
      <w:bookmarkStart w:id="349" w:name="_Toc98843540"/>
      <w:bookmarkStart w:id="350" w:name="_Toc98843038"/>
      <w:bookmarkStart w:id="351" w:name="_Toc98843541"/>
      <w:bookmarkStart w:id="352" w:name="_Toc98843039"/>
      <w:bookmarkStart w:id="353" w:name="_Toc98843542"/>
      <w:bookmarkStart w:id="354" w:name="_Toc98843040"/>
      <w:bookmarkStart w:id="355" w:name="_Toc98843543"/>
      <w:bookmarkStart w:id="356" w:name="_Toc98843041"/>
      <w:bookmarkStart w:id="357" w:name="_Toc98843544"/>
      <w:bookmarkStart w:id="358" w:name="_Toc98843042"/>
      <w:bookmarkStart w:id="359" w:name="_Toc98843545"/>
      <w:bookmarkStart w:id="360" w:name="_Toc98843043"/>
      <w:bookmarkStart w:id="361" w:name="_Toc98843546"/>
      <w:bookmarkStart w:id="362" w:name="_Toc98843044"/>
      <w:bookmarkStart w:id="363" w:name="_Toc98843547"/>
      <w:bookmarkStart w:id="364" w:name="_Toc98843045"/>
      <w:bookmarkStart w:id="365" w:name="_Toc98843548"/>
      <w:bookmarkStart w:id="366" w:name="_Toc98843046"/>
      <w:bookmarkStart w:id="367" w:name="_Toc98843549"/>
      <w:bookmarkStart w:id="368" w:name="_Toc98843047"/>
      <w:bookmarkStart w:id="369" w:name="_Toc98843550"/>
      <w:bookmarkStart w:id="370" w:name="_Toc98843048"/>
      <w:bookmarkStart w:id="371" w:name="_Toc98843551"/>
      <w:bookmarkStart w:id="372" w:name="_Toc16160258"/>
      <w:bookmarkEnd w:id="267"/>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A30D7A">
        <w:t xml:space="preserve">BIM </w:t>
      </w:r>
      <w:r w:rsidR="00413FD0" w:rsidRPr="00A30D7A">
        <w:t>c</w:t>
      </w:r>
      <w:r w:rsidRPr="00A30D7A">
        <w:t>oordination m</w:t>
      </w:r>
      <w:r w:rsidR="00030037" w:rsidRPr="00A30D7A">
        <w:t>eetings</w:t>
      </w:r>
      <w:bookmarkEnd w:id="372"/>
    </w:p>
    <w:p w14:paraId="1D23E326" w14:textId="3F51742A" w:rsidR="00BC6324" w:rsidRPr="00A30D7A" w:rsidRDefault="00047B1E" w:rsidP="00BC6324">
      <w:pPr>
        <w:rPr>
          <w:rFonts w:cs="Arial"/>
        </w:rPr>
      </w:pPr>
      <w:r w:rsidRPr="00A30D7A">
        <w:rPr>
          <w:rFonts w:cs="Arial"/>
        </w:rPr>
        <w:t xml:space="preserve">Requirement: Hold </w:t>
      </w:r>
      <w:r w:rsidR="000A0364" w:rsidRPr="00A30D7A">
        <w:rPr>
          <w:rFonts w:cs="Arial"/>
        </w:rPr>
        <w:t>BIM coordination m</w:t>
      </w:r>
      <w:r w:rsidR="00BC6324" w:rsidRPr="00A30D7A">
        <w:rPr>
          <w:rFonts w:cs="Arial"/>
        </w:rPr>
        <w:t xml:space="preserve">eetings as shown in the </w:t>
      </w:r>
      <w:r w:rsidRPr="00A30D7A">
        <w:rPr>
          <w:rFonts w:cs="Arial"/>
          <w:b/>
          <w:bCs/>
          <w:color w:val="595959" w:themeColor="text1" w:themeTint="A6"/>
        </w:rPr>
        <w:t>BIM coordination m</w:t>
      </w:r>
      <w:r w:rsidR="00071CA0" w:rsidRPr="00A30D7A">
        <w:rPr>
          <w:rFonts w:cs="Arial"/>
          <w:b/>
          <w:bCs/>
          <w:color w:val="595959" w:themeColor="text1" w:themeTint="A6"/>
        </w:rPr>
        <w:t>eeting</w:t>
      </w:r>
      <w:r w:rsidR="000A0364" w:rsidRPr="00A30D7A">
        <w:rPr>
          <w:rFonts w:cs="Arial"/>
          <w:b/>
          <w:bCs/>
          <w:color w:val="595959" w:themeColor="text1" w:themeTint="A6"/>
        </w:rPr>
        <w:t>s</w:t>
      </w:r>
      <w:r w:rsidR="00071CA0" w:rsidRPr="00A30D7A">
        <w:rPr>
          <w:rFonts w:cs="Arial"/>
          <w:b/>
          <w:bCs/>
          <w:color w:val="595959" w:themeColor="text1" w:themeTint="A6"/>
        </w:rPr>
        <w:t xml:space="preserve"> schedule</w:t>
      </w:r>
      <w:r w:rsidR="00BC6324" w:rsidRPr="00A30D7A">
        <w:rPr>
          <w:rFonts w:cs="Arial"/>
        </w:rPr>
        <w:t>.</w:t>
      </w:r>
    </w:p>
    <w:p w14:paraId="60E3FA0C" w14:textId="2AB13D12" w:rsidR="00071CA0" w:rsidRPr="00A30D7A" w:rsidRDefault="00047B1E" w:rsidP="00BC6324">
      <w:pPr>
        <w:rPr>
          <w:rFonts w:cs="Arial"/>
          <w:b/>
          <w:bCs/>
        </w:rPr>
      </w:pPr>
      <w:r w:rsidRPr="00A30D7A">
        <w:rPr>
          <w:rFonts w:cs="Arial"/>
          <w:b/>
          <w:bCs/>
        </w:rPr>
        <w:t>BIM coordination m</w:t>
      </w:r>
      <w:r w:rsidR="00071CA0" w:rsidRPr="00A30D7A">
        <w:rPr>
          <w:rFonts w:cs="Arial"/>
          <w:b/>
          <w:bCs/>
        </w:rPr>
        <w:t>eeting</w:t>
      </w:r>
      <w:r w:rsidR="000A0364" w:rsidRPr="00A30D7A">
        <w:rPr>
          <w:rFonts w:cs="Arial"/>
          <w:b/>
          <w:bCs/>
        </w:rPr>
        <w:t>s</w:t>
      </w:r>
      <w:r w:rsidR="00071CA0" w:rsidRPr="00A30D7A">
        <w:rPr>
          <w:rFonts w:cs="Arial"/>
          <w:b/>
          <w:bCs/>
        </w:rPr>
        <w:t xml:space="preserve"> schedule</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547"/>
        <w:gridCol w:w="2077"/>
        <w:gridCol w:w="2481"/>
        <w:gridCol w:w="2291"/>
      </w:tblGrid>
      <w:tr w:rsidR="00BC6324" w:rsidRPr="00A30D7A" w14:paraId="3F06CCF5" w14:textId="77777777" w:rsidTr="0060178F">
        <w:trPr>
          <w:cantSplit/>
          <w:trHeight w:val="454"/>
          <w:tblHeader/>
        </w:trPr>
        <w:tc>
          <w:tcPr>
            <w:tcW w:w="2547" w:type="dxa"/>
            <w:shd w:val="clear" w:color="auto" w:fill="D9E2F3" w:themeFill="accent1" w:themeFillTint="33"/>
            <w:vAlign w:val="center"/>
          </w:tcPr>
          <w:p w14:paraId="04CDEA98" w14:textId="77777777" w:rsidR="00BC6324" w:rsidRPr="00A30D7A" w:rsidRDefault="00BC6324" w:rsidP="007D0605">
            <w:pPr>
              <w:pStyle w:val="Tabletitle"/>
            </w:pPr>
            <w:r w:rsidRPr="00A30D7A">
              <w:t>Meeting type</w:t>
            </w:r>
          </w:p>
        </w:tc>
        <w:tc>
          <w:tcPr>
            <w:tcW w:w="2077" w:type="dxa"/>
            <w:shd w:val="clear" w:color="auto" w:fill="D9E2F3" w:themeFill="accent1" w:themeFillTint="33"/>
            <w:vAlign w:val="center"/>
          </w:tcPr>
          <w:p w14:paraId="6AAD8F20" w14:textId="1584A110" w:rsidR="00BC6324" w:rsidRPr="00A30D7A" w:rsidRDefault="00071CA0" w:rsidP="007D0605">
            <w:pPr>
              <w:pStyle w:val="Tabletitle"/>
            </w:pPr>
            <w:r w:rsidRPr="00A30D7A">
              <w:t>Timing</w:t>
            </w:r>
          </w:p>
        </w:tc>
        <w:tc>
          <w:tcPr>
            <w:tcW w:w="2481" w:type="dxa"/>
            <w:shd w:val="clear" w:color="auto" w:fill="D9E2F3" w:themeFill="accent1" w:themeFillTint="33"/>
            <w:vAlign w:val="center"/>
          </w:tcPr>
          <w:p w14:paraId="1F58AA86" w14:textId="1C238E6C" w:rsidR="00BC6324" w:rsidRPr="00A30D7A" w:rsidRDefault="00114044" w:rsidP="007D0605">
            <w:pPr>
              <w:pStyle w:val="Tabletitle"/>
            </w:pPr>
            <w:r w:rsidRPr="00A30D7A">
              <w:t>Location</w:t>
            </w:r>
          </w:p>
        </w:tc>
        <w:tc>
          <w:tcPr>
            <w:tcW w:w="2291" w:type="dxa"/>
            <w:shd w:val="clear" w:color="auto" w:fill="D9E2F3" w:themeFill="accent1" w:themeFillTint="33"/>
            <w:vAlign w:val="center"/>
          </w:tcPr>
          <w:p w14:paraId="27929FBD" w14:textId="77777777" w:rsidR="00BC6324" w:rsidRPr="00A30D7A" w:rsidRDefault="00BC6324" w:rsidP="007D0605">
            <w:pPr>
              <w:pStyle w:val="Tabletitle"/>
            </w:pPr>
            <w:r w:rsidRPr="00A30D7A">
              <w:t>Participants</w:t>
            </w:r>
          </w:p>
        </w:tc>
      </w:tr>
      <w:tr w:rsidR="00BC6324" w:rsidRPr="00A30D7A" w14:paraId="6E60E9C2" w14:textId="77777777" w:rsidTr="0060178F">
        <w:trPr>
          <w:trHeight w:val="340"/>
        </w:trPr>
        <w:tc>
          <w:tcPr>
            <w:tcW w:w="2547" w:type="dxa"/>
            <w:shd w:val="clear" w:color="auto" w:fill="auto"/>
            <w:vAlign w:val="center"/>
          </w:tcPr>
          <w:p w14:paraId="6FE45FA8" w14:textId="5FF5CFBB" w:rsidR="00BC6324" w:rsidRPr="00A30D7A" w:rsidRDefault="00BC6324" w:rsidP="00116E83">
            <w:pPr>
              <w:rPr>
                <w:rFonts w:cs="Arial"/>
              </w:rPr>
            </w:pPr>
            <w:r w:rsidRPr="00A30D7A">
              <w:rPr>
                <w:rFonts w:cs="Arial"/>
              </w:rPr>
              <w:t>BIM kick-off meeting</w:t>
            </w:r>
          </w:p>
        </w:tc>
        <w:tc>
          <w:tcPr>
            <w:tcW w:w="2077" w:type="dxa"/>
            <w:shd w:val="clear" w:color="auto" w:fill="auto"/>
            <w:vAlign w:val="center"/>
          </w:tcPr>
          <w:p w14:paraId="273693C3" w14:textId="77777777" w:rsidR="00BC6324" w:rsidRPr="00A30D7A" w:rsidRDefault="00BC6324" w:rsidP="00116E83">
            <w:pPr>
              <w:rPr>
                <w:rFonts w:cs="Arial"/>
              </w:rPr>
            </w:pPr>
          </w:p>
        </w:tc>
        <w:tc>
          <w:tcPr>
            <w:tcW w:w="2481" w:type="dxa"/>
            <w:vAlign w:val="center"/>
          </w:tcPr>
          <w:p w14:paraId="73CF70AF" w14:textId="77777777" w:rsidR="00BC6324" w:rsidRPr="00A30D7A" w:rsidRDefault="00BC6324" w:rsidP="00116E83">
            <w:pPr>
              <w:rPr>
                <w:rFonts w:cs="Arial"/>
              </w:rPr>
            </w:pPr>
          </w:p>
        </w:tc>
        <w:tc>
          <w:tcPr>
            <w:tcW w:w="2291" w:type="dxa"/>
            <w:shd w:val="clear" w:color="auto" w:fill="auto"/>
            <w:vAlign w:val="center"/>
          </w:tcPr>
          <w:p w14:paraId="7822E966" w14:textId="77777777" w:rsidR="00BC6324" w:rsidRPr="00A30D7A" w:rsidRDefault="00BC6324" w:rsidP="00116E83">
            <w:pPr>
              <w:rPr>
                <w:rFonts w:cs="Arial"/>
              </w:rPr>
            </w:pPr>
          </w:p>
        </w:tc>
      </w:tr>
      <w:tr w:rsidR="00BC6324" w:rsidRPr="00A30D7A" w14:paraId="00E2794C" w14:textId="77777777" w:rsidTr="0060178F">
        <w:trPr>
          <w:trHeight w:val="340"/>
        </w:trPr>
        <w:tc>
          <w:tcPr>
            <w:tcW w:w="2547" w:type="dxa"/>
            <w:shd w:val="clear" w:color="auto" w:fill="auto"/>
            <w:vAlign w:val="center"/>
          </w:tcPr>
          <w:p w14:paraId="16F4B37C" w14:textId="177C5797" w:rsidR="00BC6324" w:rsidRPr="00A30D7A" w:rsidRDefault="00BC6324" w:rsidP="00116E83">
            <w:pPr>
              <w:rPr>
                <w:rFonts w:cs="Arial"/>
              </w:rPr>
            </w:pPr>
            <w:r w:rsidRPr="00A30D7A">
              <w:rPr>
                <w:rFonts w:cs="Arial"/>
              </w:rPr>
              <w:t xml:space="preserve">BIM </w:t>
            </w:r>
            <w:r w:rsidR="002F7110" w:rsidRPr="00A30D7A">
              <w:rPr>
                <w:rFonts w:cs="Arial"/>
              </w:rPr>
              <w:t>e</w:t>
            </w:r>
            <w:r w:rsidRPr="00A30D7A">
              <w:rPr>
                <w:rFonts w:cs="Arial"/>
              </w:rPr>
              <w:t xml:space="preserve">xecution </w:t>
            </w:r>
            <w:r w:rsidR="002F7110" w:rsidRPr="00A30D7A">
              <w:rPr>
                <w:rFonts w:cs="Arial"/>
              </w:rPr>
              <w:t>p</w:t>
            </w:r>
            <w:r w:rsidRPr="00A30D7A">
              <w:rPr>
                <w:rFonts w:cs="Arial"/>
              </w:rPr>
              <w:t>lan</w:t>
            </w:r>
            <w:r w:rsidR="002F7110" w:rsidRPr="00A30D7A">
              <w:rPr>
                <w:rFonts w:cs="Arial"/>
              </w:rPr>
              <w:t>ning</w:t>
            </w:r>
          </w:p>
        </w:tc>
        <w:tc>
          <w:tcPr>
            <w:tcW w:w="2077" w:type="dxa"/>
            <w:shd w:val="clear" w:color="auto" w:fill="auto"/>
            <w:vAlign w:val="center"/>
          </w:tcPr>
          <w:p w14:paraId="44966733" w14:textId="77777777" w:rsidR="00BC6324" w:rsidRPr="00A30D7A" w:rsidRDefault="00BC6324" w:rsidP="00116E83">
            <w:pPr>
              <w:rPr>
                <w:rFonts w:cs="Arial"/>
              </w:rPr>
            </w:pPr>
          </w:p>
        </w:tc>
        <w:tc>
          <w:tcPr>
            <w:tcW w:w="2481" w:type="dxa"/>
            <w:vAlign w:val="center"/>
          </w:tcPr>
          <w:p w14:paraId="5901F07C" w14:textId="77777777" w:rsidR="00BC6324" w:rsidRPr="00A30D7A" w:rsidRDefault="00BC6324" w:rsidP="00116E83">
            <w:pPr>
              <w:rPr>
                <w:rFonts w:cs="Arial"/>
              </w:rPr>
            </w:pPr>
          </w:p>
        </w:tc>
        <w:tc>
          <w:tcPr>
            <w:tcW w:w="2291" w:type="dxa"/>
            <w:shd w:val="clear" w:color="auto" w:fill="auto"/>
            <w:vAlign w:val="center"/>
          </w:tcPr>
          <w:p w14:paraId="3A73A089" w14:textId="77777777" w:rsidR="00BC6324" w:rsidRPr="00A30D7A" w:rsidRDefault="00BC6324" w:rsidP="00116E83">
            <w:pPr>
              <w:rPr>
                <w:rFonts w:cs="Arial"/>
              </w:rPr>
            </w:pPr>
          </w:p>
        </w:tc>
      </w:tr>
      <w:tr w:rsidR="002F7110" w:rsidRPr="00A30D7A" w14:paraId="52FB95A0" w14:textId="77777777" w:rsidTr="0060178F">
        <w:trPr>
          <w:trHeight w:val="340"/>
        </w:trPr>
        <w:tc>
          <w:tcPr>
            <w:tcW w:w="2547" w:type="dxa"/>
            <w:shd w:val="clear" w:color="auto" w:fill="auto"/>
            <w:vAlign w:val="center"/>
          </w:tcPr>
          <w:p w14:paraId="0E4C095D" w14:textId="7ACE22C8" w:rsidR="002F7110" w:rsidRPr="00A30D7A" w:rsidDel="002F7110" w:rsidRDefault="002F7110" w:rsidP="00116E83">
            <w:pPr>
              <w:rPr>
                <w:rFonts w:cs="Arial"/>
              </w:rPr>
            </w:pPr>
            <w:r w:rsidRPr="00A30D7A">
              <w:rPr>
                <w:rFonts w:cs="Arial"/>
              </w:rPr>
              <w:t>Safety in design workshop</w:t>
            </w:r>
          </w:p>
        </w:tc>
        <w:tc>
          <w:tcPr>
            <w:tcW w:w="2077" w:type="dxa"/>
            <w:shd w:val="clear" w:color="auto" w:fill="auto"/>
            <w:vAlign w:val="center"/>
          </w:tcPr>
          <w:p w14:paraId="160FEB7C" w14:textId="77777777" w:rsidR="002F7110" w:rsidRPr="00A30D7A" w:rsidRDefault="002F7110" w:rsidP="00116E83">
            <w:pPr>
              <w:rPr>
                <w:rFonts w:cs="Arial"/>
              </w:rPr>
            </w:pPr>
          </w:p>
        </w:tc>
        <w:tc>
          <w:tcPr>
            <w:tcW w:w="2481" w:type="dxa"/>
            <w:vAlign w:val="center"/>
          </w:tcPr>
          <w:p w14:paraId="7BC9BE73" w14:textId="77777777" w:rsidR="002F7110" w:rsidRPr="00A30D7A" w:rsidRDefault="002F7110" w:rsidP="00116E83">
            <w:pPr>
              <w:rPr>
                <w:rFonts w:cs="Arial"/>
              </w:rPr>
            </w:pPr>
          </w:p>
        </w:tc>
        <w:tc>
          <w:tcPr>
            <w:tcW w:w="2291" w:type="dxa"/>
            <w:shd w:val="clear" w:color="auto" w:fill="auto"/>
            <w:vAlign w:val="center"/>
          </w:tcPr>
          <w:p w14:paraId="059C29C8" w14:textId="77777777" w:rsidR="002F7110" w:rsidRPr="00A30D7A" w:rsidRDefault="002F7110" w:rsidP="00116E83">
            <w:pPr>
              <w:rPr>
                <w:rFonts w:cs="Arial"/>
              </w:rPr>
            </w:pPr>
          </w:p>
        </w:tc>
      </w:tr>
      <w:tr w:rsidR="00BC6324" w:rsidRPr="00A30D7A" w14:paraId="7525FE07" w14:textId="77777777" w:rsidTr="0060178F">
        <w:trPr>
          <w:trHeight w:val="340"/>
        </w:trPr>
        <w:tc>
          <w:tcPr>
            <w:tcW w:w="2547" w:type="dxa"/>
            <w:shd w:val="clear" w:color="auto" w:fill="auto"/>
            <w:vAlign w:val="center"/>
          </w:tcPr>
          <w:p w14:paraId="0B53FDB4" w14:textId="5D3C4ACA" w:rsidR="00BC6324" w:rsidRPr="00A30D7A" w:rsidRDefault="002F7110" w:rsidP="00116E83">
            <w:pPr>
              <w:rPr>
                <w:rFonts w:cs="Arial"/>
              </w:rPr>
            </w:pPr>
            <w:r w:rsidRPr="00A30D7A">
              <w:rPr>
                <w:rFonts w:cs="Arial"/>
              </w:rPr>
              <w:t>3D</w:t>
            </w:r>
            <w:r w:rsidR="00BC6324" w:rsidRPr="00A30D7A">
              <w:rPr>
                <w:rFonts w:cs="Arial"/>
              </w:rPr>
              <w:t xml:space="preserve"> coordination</w:t>
            </w:r>
            <w:r w:rsidRPr="00A30D7A">
              <w:rPr>
                <w:rFonts w:cs="Arial"/>
              </w:rPr>
              <w:t>/</w:t>
            </w:r>
            <w:r w:rsidR="00632E30" w:rsidRPr="00A30D7A">
              <w:rPr>
                <w:rFonts w:cs="Arial"/>
              </w:rPr>
              <w:t xml:space="preserve"> </w:t>
            </w:r>
            <w:r w:rsidRPr="00A30D7A">
              <w:rPr>
                <w:rFonts w:cs="Arial"/>
              </w:rPr>
              <w:t>clash resolution</w:t>
            </w:r>
          </w:p>
        </w:tc>
        <w:tc>
          <w:tcPr>
            <w:tcW w:w="2077" w:type="dxa"/>
            <w:shd w:val="clear" w:color="auto" w:fill="auto"/>
            <w:vAlign w:val="center"/>
          </w:tcPr>
          <w:p w14:paraId="3038927F" w14:textId="77777777" w:rsidR="00BC6324" w:rsidRPr="00A30D7A" w:rsidRDefault="00BC6324" w:rsidP="00116E83">
            <w:pPr>
              <w:rPr>
                <w:rFonts w:cs="Arial"/>
              </w:rPr>
            </w:pPr>
          </w:p>
        </w:tc>
        <w:tc>
          <w:tcPr>
            <w:tcW w:w="2481" w:type="dxa"/>
            <w:vAlign w:val="center"/>
          </w:tcPr>
          <w:p w14:paraId="0558E8A5" w14:textId="77777777" w:rsidR="00BC6324" w:rsidRPr="00A30D7A" w:rsidRDefault="00BC6324" w:rsidP="00116E83">
            <w:pPr>
              <w:rPr>
                <w:rFonts w:cs="Arial"/>
              </w:rPr>
            </w:pPr>
          </w:p>
        </w:tc>
        <w:tc>
          <w:tcPr>
            <w:tcW w:w="2291" w:type="dxa"/>
            <w:shd w:val="clear" w:color="auto" w:fill="auto"/>
            <w:vAlign w:val="center"/>
          </w:tcPr>
          <w:p w14:paraId="3EE1BD3F" w14:textId="77777777" w:rsidR="00BC6324" w:rsidRPr="00A30D7A" w:rsidRDefault="00BC6324" w:rsidP="00116E83">
            <w:pPr>
              <w:rPr>
                <w:rFonts w:cs="Arial"/>
              </w:rPr>
            </w:pPr>
          </w:p>
        </w:tc>
      </w:tr>
      <w:tr w:rsidR="00BC6324" w:rsidRPr="00A30D7A" w14:paraId="7FBD2BEC" w14:textId="77777777" w:rsidTr="0060178F">
        <w:trPr>
          <w:trHeight w:val="340"/>
        </w:trPr>
        <w:tc>
          <w:tcPr>
            <w:tcW w:w="2547" w:type="dxa"/>
            <w:shd w:val="clear" w:color="auto" w:fill="auto"/>
            <w:vAlign w:val="center"/>
          </w:tcPr>
          <w:p w14:paraId="4D8F367F" w14:textId="02913F6A" w:rsidR="00BC6324" w:rsidRPr="00A30D7A" w:rsidRDefault="002F7110" w:rsidP="00116E83">
            <w:pPr>
              <w:rPr>
                <w:rFonts w:cs="Arial"/>
              </w:rPr>
            </w:pPr>
            <w:r w:rsidRPr="00A30D7A">
              <w:rPr>
                <w:rFonts w:cs="Arial"/>
              </w:rPr>
              <w:t>3D design</w:t>
            </w:r>
            <w:r w:rsidR="00BC6324" w:rsidRPr="00A30D7A">
              <w:rPr>
                <w:rFonts w:cs="Arial"/>
              </w:rPr>
              <w:t xml:space="preserve"> review</w:t>
            </w:r>
            <w:r w:rsidR="000A78E5" w:rsidRPr="00A30D7A">
              <w:rPr>
                <w:rFonts w:cs="Arial"/>
              </w:rPr>
              <w:t xml:space="preserve"> / Information review</w:t>
            </w:r>
          </w:p>
        </w:tc>
        <w:tc>
          <w:tcPr>
            <w:tcW w:w="2077" w:type="dxa"/>
            <w:shd w:val="clear" w:color="auto" w:fill="auto"/>
            <w:vAlign w:val="center"/>
          </w:tcPr>
          <w:p w14:paraId="0A2A8BF8" w14:textId="77777777" w:rsidR="00BC6324" w:rsidRPr="00A30D7A" w:rsidRDefault="00BC6324" w:rsidP="00116E83">
            <w:pPr>
              <w:rPr>
                <w:rFonts w:cs="Arial"/>
              </w:rPr>
            </w:pPr>
          </w:p>
        </w:tc>
        <w:tc>
          <w:tcPr>
            <w:tcW w:w="2481" w:type="dxa"/>
            <w:vAlign w:val="center"/>
          </w:tcPr>
          <w:p w14:paraId="1D4856CD" w14:textId="77777777" w:rsidR="00BC6324" w:rsidRPr="00A30D7A" w:rsidRDefault="00BC6324" w:rsidP="00116E83">
            <w:pPr>
              <w:rPr>
                <w:rFonts w:cs="Arial"/>
              </w:rPr>
            </w:pPr>
          </w:p>
        </w:tc>
        <w:tc>
          <w:tcPr>
            <w:tcW w:w="2291" w:type="dxa"/>
            <w:shd w:val="clear" w:color="auto" w:fill="auto"/>
            <w:vAlign w:val="center"/>
          </w:tcPr>
          <w:p w14:paraId="7B36C8AA" w14:textId="77777777" w:rsidR="00BC6324" w:rsidRPr="00A30D7A" w:rsidRDefault="00BC6324" w:rsidP="00116E83">
            <w:pPr>
              <w:rPr>
                <w:rFonts w:cs="Arial"/>
              </w:rPr>
            </w:pPr>
          </w:p>
        </w:tc>
      </w:tr>
    </w:tbl>
    <w:p w14:paraId="7619E52E" w14:textId="77777777" w:rsidR="00BC6324" w:rsidRPr="00A30D7A" w:rsidRDefault="00BC6324" w:rsidP="00BC6324">
      <w:pPr>
        <w:rPr>
          <w:rFonts w:cs="Arial"/>
        </w:rPr>
      </w:pPr>
    </w:p>
    <w:p w14:paraId="5A79FA43" w14:textId="0E2FD145" w:rsidR="00BC6324" w:rsidRPr="00A30D7A" w:rsidRDefault="00114044" w:rsidP="00BC6324">
      <w:pPr>
        <w:pStyle w:val="Instructions"/>
        <w:rPr>
          <w:rFonts w:cs="Arial"/>
        </w:rPr>
      </w:pPr>
      <w:r w:rsidRPr="00A30D7A">
        <w:rPr>
          <w:rFonts w:cs="Arial"/>
        </w:rPr>
        <w:t>The</w:t>
      </w:r>
      <w:r w:rsidR="00BC6324" w:rsidRPr="00A30D7A">
        <w:rPr>
          <w:rFonts w:cs="Arial"/>
        </w:rPr>
        <w:t xml:space="preserve"> meetings </w:t>
      </w:r>
      <w:r w:rsidRPr="00A30D7A">
        <w:rPr>
          <w:rFonts w:cs="Arial"/>
        </w:rPr>
        <w:t xml:space="preserve">in this table are </w:t>
      </w:r>
      <w:r w:rsidR="00BC6324" w:rsidRPr="00A30D7A">
        <w:rPr>
          <w:rFonts w:cs="Arial"/>
        </w:rPr>
        <w:t>specifically about BIM-related matters. Coordinate with other project meetings scheduled elsewhere</w:t>
      </w:r>
      <w:r w:rsidRPr="00A30D7A">
        <w:rPr>
          <w:rFonts w:cs="Arial"/>
        </w:rPr>
        <w:t xml:space="preserve"> and incorporate</w:t>
      </w:r>
      <w:r w:rsidR="001C2E47" w:rsidRPr="00A30D7A">
        <w:rPr>
          <w:rFonts w:cs="Arial"/>
        </w:rPr>
        <w:t xml:space="preserve"> them</w:t>
      </w:r>
      <w:r w:rsidRPr="00A30D7A">
        <w:rPr>
          <w:rFonts w:cs="Arial"/>
        </w:rPr>
        <w:t xml:space="preserve"> in a consolidated schedule as required.</w:t>
      </w:r>
    </w:p>
    <w:p w14:paraId="1482D38E" w14:textId="24FB23C9" w:rsidR="00BC6324" w:rsidRPr="00A30D7A" w:rsidRDefault="00BC6324" w:rsidP="00BC6324">
      <w:pPr>
        <w:pStyle w:val="Instructions"/>
        <w:rPr>
          <w:rFonts w:cs="Arial"/>
        </w:rPr>
      </w:pPr>
      <w:r w:rsidRPr="00A30D7A">
        <w:rPr>
          <w:rFonts w:cs="Arial"/>
          <w:b/>
        </w:rPr>
        <w:t>Meeting</w:t>
      </w:r>
      <w:r w:rsidR="00114044" w:rsidRPr="00A30D7A">
        <w:rPr>
          <w:rFonts w:cs="Arial"/>
          <w:b/>
        </w:rPr>
        <w:t xml:space="preserve"> type</w:t>
      </w:r>
      <w:r w:rsidRPr="00A30D7A">
        <w:rPr>
          <w:rFonts w:cs="Arial"/>
        </w:rPr>
        <w:t>: Add or delete meeting types as required.</w:t>
      </w:r>
    </w:p>
    <w:p w14:paraId="79FAA1AF" w14:textId="69AB1BE2" w:rsidR="00BC6324" w:rsidRPr="00A30D7A" w:rsidRDefault="00071CA0" w:rsidP="00BC6324">
      <w:pPr>
        <w:pStyle w:val="Instructions"/>
        <w:rPr>
          <w:rFonts w:cs="Arial"/>
        </w:rPr>
      </w:pPr>
      <w:r w:rsidRPr="00A30D7A">
        <w:rPr>
          <w:rFonts w:cs="Arial"/>
          <w:b/>
        </w:rPr>
        <w:t>Timing</w:t>
      </w:r>
      <w:r w:rsidR="00BC6324" w:rsidRPr="00A30D7A">
        <w:rPr>
          <w:rFonts w:cs="Arial"/>
        </w:rPr>
        <w:t xml:space="preserve">: e.g. </w:t>
      </w:r>
      <w:r w:rsidRPr="00A30D7A">
        <w:rPr>
          <w:rFonts w:cs="Arial"/>
        </w:rPr>
        <w:t xml:space="preserve">2 weeks after contract award, </w:t>
      </w:r>
      <w:r w:rsidR="00BC6324" w:rsidRPr="00A30D7A">
        <w:rPr>
          <w:rFonts w:cs="Arial"/>
        </w:rPr>
        <w:t>weekly, fortnightly, monthly, 1</w:t>
      </w:r>
      <w:r w:rsidR="00BC6324" w:rsidRPr="00A30D7A">
        <w:rPr>
          <w:rFonts w:cs="Arial"/>
          <w:vertAlign w:val="superscript"/>
        </w:rPr>
        <w:t>st</w:t>
      </w:r>
      <w:r w:rsidR="00BC6324" w:rsidRPr="00A30D7A">
        <w:rPr>
          <w:rFonts w:cs="Arial"/>
        </w:rPr>
        <w:t xml:space="preserve"> Tuesday of each month. If required, this column can be subdivided into project phases to show different frequencies </w:t>
      </w:r>
      <w:r w:rsidR="000A0364" w:rsidRPr="00A30D7A">
        <w:rPr>
          <w:rFonts w:cs="Arial"/>
        </w:rPr>
        <w:t>for</w:t>
      </w:r>
      <w:r w:rsidR="00BC6324" w:rsidRPr="00A30D7A">
        <w:rPr>
          <w:rFonts w:cs="Arial"/>
        </w:rPr>
        <w:t xml:space="preserve"> each</w:t>
      </w:r>
      <w:r w:rsidR="000A0364" w:rsidRPr="00A30D7A">
        <w:rPr>
          <w:rFonts w:cs="Arial"/>
        </w:rPr>
        <w:t xml:space="preserve"> phase</w:t>
      </w:r>
      <w:r w:rsidR="00BC6324" w:rsidRPr="00A30D7A">
        <w:rPr>
          <w:rFonts w:cs="Arial"/>
        </w:rPr>
        <w:t>.</w:t>
      </w:r>
    </w:p>
    <w:p w14:paraId="75922CBE" w14:textId="62422272" w:rsidR="00071CA0" w:rsidRPr="00A30D7A" w:rsidRDefault="00071CA0" w:rsidP="00BC6324">
      <w:pPr>
        <w:pStyle w:val="Instructions"/>
        <w:rPr>
          <w:rFonts w:cs="Arial"/>
        </w:rPr>
      </w:pPr>
      <w:r w:rsidRPr="00A30D7A">
        <w:rPr>
          <w:rFonts w:cs="Arial"/>
          <w:b/>
          <w:bCs/>
        </w:rPr>
        <w:t>Location:</w:t>
      </w:r>
      <w:r w:rsidRPr="00A30D7A">
        <w:rPr>
          <w:rFonts w:cs="Arial"/>
        </w:rPr>
        <w:t xml:space="preserve"> e.g. online, at a specified address.</w:t>
      </w:r>
      <w:r w:rsidR="000A0364" w:rsidRPr="00A30D7A">
        <w:rPr>
          <w:rFonts w:cs="Arial"/>
        </w:rPr>
        <w:t xml:space="preserve"> If the physical address of a meeting is not known at the time, enter TBC.</w:t>
      </w:r>
    </w:p>
    <w:p w14:paraId="1F19B222" w14:textId="7B7CDD5C" w:rsidR="00BC6324" w:rsidRPr="00A30D7A" w:rsidRDefault="00BC6324" w:rsidP="00BC6324">
      <w:pPr>
        <w:pStyle w:val="Instructions"/>
        <w:rPr>
          <w:rFonts w:cs="Arial"/>
        </w:rPr>
      </w:pPr>
      <w:r w:rsidRPr="00A30D7A">
        <w:rPr>
          <w:rFonts w:cs="Arial"/>
          <w:b/>
        </w:rPr>
        <w:t>Participants</w:t>
      </w:r>
      <w:r w:rsidRPr="00A30D7A">
        <w:rPr>
          <w:rFonts w:cs="Arial"/>
        </w:rPr>
        <w:t>: e.g. Project Architect, Design BIM Manager.</w:t>
      </w:r>
      <w:r w:rsidR="001920FE" w:rsidRPr="00A30D7A">
        <w:rPr>
          <w:rFonts w:cs="Arial"/>
        </w:rPr>
        <w:t xml:space="preserve"> Indicate who will be chairing the meeting, if known, by inserting (Chair) after the role description.</w:t>
      </w:r>
    </w:p>
    <w:p w14:paraId="244942CF" w14:textId="42C1BB75" w:rsidR="00BC6324" w:rsidRPr="00A30D7A" w:rsidRDefault="001920FE" w:rsidP="00BC6324">
      <w:pPr>
        <w:pStyle w:val="Instructions"/>
        <w:rPr>
          <w:rFonts w:cs="Arial"/>
        </w:rPr>
      </w:pPr>
      <w:r w:rsidRPr="00A30D7A">
        <w:rPr>
          <w:rFonts w:cs="Arial"/>
        </w:rPr>
        <w:t>More detailed information such as t</w:t>
      </w:r>
      <w:r w:rsidR="00BC6324" w:rsidRPr="00A30D7A">
        <w:rPr>
          <w:rFonts w:cs="Arial"/>
        </w:rPr>
        <w:t xml:space="preserve">he date of the next meeting, its location, agenda, etc can all be </w:t>
      </w:r>
      <w:r w:rsidRPr="00A30D7A">
        <w:rPr>
          <w:rFonts w:cs="Arial"/>
        </w:rPr>
        <w:t xml:space="preserve">organised through agreed project processes. </w:t>
      </w:r>
      <w:r w:rsidR="00BC6324" w:rsidRPr="00A30D7A">
        <w:rPr>
          <w:rFonts w:cs="Arial"/>
        </w:rPr>
        <w:t xml:space="preserve">See </w:t>
      </w:r>
      <w:r w:rsidR="00FB02D0" w:rsidRPr="00A30D7A">
        <w:rPr>
          <w:rFonts w:cs="Arial"/>
        </w:rPr>
        <w:t xml:space="preserve">Penn State </w:t>
      </w:r>
      <w:r w:rsidR="00FB02D0" w:rsidRPr="00A30D7A">
        <w:rPr>
          <w:rFonts w:cs="Arial"/>
          <w:bCs/>
          <w:i/>
          <w:iCs/>
        </w:rPr>
        <w:t>BIM Project Execution Planning Guide</w:t>
      </w:r>
      <w:r w:rsidR="00FB02D0" w:rsidRPr="00A30D7A" w:rsidDel="00FB02D0">
        <w:rPr>
          <w:rFonts w:cs="Arial"/>
          <w:i/>
        </w:rPr>
        <w:t xml:space="preserve"> </w:t>
      </w:r>
      <w:r w:rsidR="00BC6324" w:rsidRPr="00A30D7A">
        <w:rPr>
          <w:rFonts w:cs="Arial"/>
        </w:rPr>
        <w:t>Chapter 6 for suggested agendas for the initial series of meetings</w:t>
      </w:r>
      <w:r w:rsidR="00413FD0" w:rsidRPr="00A30D7A">
        <w:rPr>
          <w:rFonts w:cs="Arial"/>
        </w:rPr>
        <w:t>.</w:t>
      </w:r>
    </w:p>
    <w:p w14:paraId="7F6F35F1" w14:textId="38F9CADF" w:rsidR="00413FD0" w:rsidRPr="00A30D7A" w:rsidRDefault="00413FD0">
      <w:pPr>
        <w:rPr>
          <w:rFonts w:cs="Arial"/>
        </w:rPr>
      </w:pPr>
      <w:r w:rsidRPr="00A30D7A">
        <w:rPr>
          <w:rFonts w:cs="Arial"/>
        </w:rPr>
        <w:t xml:space="preserve">3D coordination/clash resolution: Refer to </w:t>
      </w:r>
      <w:r w:rsidRPr="00A30D7A">
        <w:rPr>
          <w:rFonts w:cs="Arial"/>
          <w:b/>
          <w:bCs/>
          <w:color w:val="595959" w:themeColor="text1" w:themeTint="A6"/>
        </w:rPr>
        <w:t>A</w:t>
      </w:r>
      <w:r w:rsidR="00D74241" w:rsidRPr="00A30D7A">
        <w:rPr>
          <w:rFonts w:cs="Arial"/>
          <w:b/>
          <w:bCs/>
          <w:color w:val="595959" w:themeColor="text1" w:themeTint="A6"/>
        </w:rPr>
        <w:t>NNEX</w:t>
      </w:r>
      <w:r w:rsidR="005B41B7" w:rsidRPr="00A30D7A">
        <w:rPr>
          <w:rFonts w:cs="Arial"/>
          <w:b/>
          <w:bCs/>
          <w:color w:val="595959" w:themeColor="text1" w:themeTint="A6"/>
        </w:rPr>
        <w:t> F</w:t>
      </w:r>
      <w:r w:rsidRPr="00A30D7A">
        <w:rPr>
          <w:rFonts w:cs="Arial"/>
          <w:b/>
          <w:bCs/>
          <w:color w:val="595959" w:themeColor="text1" w:themeTint="A6"/>
        </w:rPr>
        <w:t xml:space="preserve"> – C</w:t>
      </w:r>
      <w:r w:rsidR="00D74241" w:rsidRPr="00A30D7A">
        <w:rPr>
          <w:rFonts w:cs="Arial"/>
          <w:b/>
          <w:bCs/>
          <w:color w:val="595959" w:themeColor="text1" w:themeTint="A6"/>
        </w:rPr>
        <w:t>LASH DETECTION</w:t>
      </w:r>
      <w:r w:rsidRPr="00A30D7A">
        <w:rPr>
          <w:rFonts w:cs="Arial"/>
        </w:rPr>
        <w:t>.</w:t>
      </w:r>
    </w:p>
    <w:p w14:paraId="40790E53" w14:textId="56B6EAC9" w:rsidR="00586A30" w:rsidRPr="00A30D7A" w:rsidRDefault="00D74241">
      <w:pPr>
        <w:rPr>
          <w:rFonts w:cs="Arial"/>
        </w:rPr>
      </w:pPr>
      <w:r w:rsidRPr="00A30D7A">
        <w:rPr>
          <w:rFonts w:cs="Arial"/>
        </w:rPr>
        <w:t xml:space="preserve">BIM coordination facilities: Refer to </w:t>
      </w:r>
      <w:r w:rsidRPr="00A30D7A">
        <w:rPr>
          <w:rFonts w:cs="Arial"/>
          <w:b/>
          <w:bCs/>
          <w:color w:val="595959" w:themeColor="text1" w:themeTint="A6"/>
        </w:rPr>
        <w:t>TECHNICAL, BIM coordination facilities</w:t>
      </w:r>
      <w:r w:rsidRPr="00A30D7A">
        <w:rPr>
          <w:rFonts w:cs="Arial"/>
        </w:rPr>
        <w:t xml:space="preserve"> for details of </w:t>
      </w:r>
      <w:r w:rsidR="00586A30" w:rsidRPr="00A30D7A">
        <w:rPr>
          <w:rFonts w:cs="Arial"/>
        </w:rPr>
        <w:t>rooms and equipment required to support BIM coordination meetings.</w:t>
      </w:r>
    </w:p>
    <w:p w14:paraId="3AD4FCB0" w14:textId="43708F70" w:rsidR="00D74241" w:rsidRPr="00A30D7A" w:rsidRDefault="00586A30" w:rsidP="00586A30">
      <w:pPr>
        <w:pStyle w:val="Instructions"/>
        <w:rPr>
          <w:rFonts w:cs="Arial"/>
        </w:rPr>
      </w:pPr>
      <w:r w:rsidRPr="00A30D7A">
        <w:rPr>
          <w:rFonts w:cs="Arial"/>
        </w:rPr>
        <w:t>Delete this subclause if these are not required for the project.</w:t>
      </w:r>
    </w:p>
    <w:p w14:paraId="3964B9EF" w14:textId="3668319B" w:rsidR="00AB595F" w:rsidRPr="00A30D7A" w:rsidRDefault="00AB595F" w:rsidP="00AB595F">
      <w:pPr>
        <w:rPr>
          <w:rFonts w:cs="Arial"/>
        </w:rPr>
      </w:pPr>
      <w:r w:rsidRPr="00A30D7A">
        <w:rPr>
          <w:rFonts w:cs="Arial"/>
        </w:rPr>
        <w:t xml:space="preserve">Collaboration procedures: Conform to procedures included in </w:t>
      </w:r>
      <w:r w:rsidRPr="00A30D7A">
        <w:rPr>
          <w:rFonts w:cs="Arial"/>
          <w:b/>
          <w:bCs/>
          <w:color w:val="595959" w:themeColor="text1" w:themeTint="A6"/>
        </w:rPr>
        <w:t>TECHNICAL, Standards and project reference information</w:t>
      </w:r>
      <w:r w:rsidRPr="00A30D7A">
        <w:rPr>
          <w:rFonts w:cs="Arial"/>
        </w:rPr>
        <w:t>.</w:t>
      </w:r>
    </w:p>
    <w:p w14:paraId="0D6EA49D" w14:textId="5A0816EA" w:rsidR="00030037" w:rsidRPr="00A30D7A" w:rsidRDefault="00030037" w:rsidP="000D213C">
      <w:pPr>
        <w:pStyle w:val="Heading3"/>
      </w:pPr>
      <w:bookmarkStart w:id="373" w:name="_Toc98843050"/>
      <w:bookmarkStart w:id="374" w:name="_Toc98843553"/>
      <w:bookmarkStart w:id="375" w:name="_Ref4076100"/>
      <w:bookmarkStart w:id="376" w:name="_Toc16160259"/>
      <w:bookmarkEnd w:id="373"/>
      <w:bookmarkEnd w:id="374"/>
      <w:r w:rsidRPr="00A30D7A">
        <w:t>User Group and stakeholder communication</w:t>
      </w:r>
      <w:bookmarkEnd w:id="375"/>
      <w:bookmarkEnd w:id="376"/>
    </w:p>
    <w:p w14:paraId="7377D1FE" w14:textId="5E7BA2C1" w:rsidR="002F7110" w:rsidRPr="00A30D7A" w:rsidRDefault="002F7110" w:rsidP="002F7110">
      <w:pPr>
        <w:pStyle w:val="Prompt"/>
        <w:rPr>
          <w:rFonts w:cs="Arial"/>
        </w:rPr>
      </w:pPr>
      <w:r w:rsidRPr="00A30D7A">
        <w:rPr>
          <w:rFonts w:cs="Arial"/>
        </w:rPr>
        <w:t xml:space="preserve">User group and stakeholder communication plan: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255E64C" w14:textId="72E634C9" w:rsidR="004928CC" w:rsidRPr="00A30D7A" w:rsidRDefault="004928CC" w:rsidP="007A2551">
      <w:pPr>
        <w:pStyle w:val="Instructions"/>
        <w:rPr>
          <w:rFonts w:cs="Arial"/>
        </w:rPr>
      </w:pPr>
      <w:r w:rsidRPr="00A30D7A">
        <w:rPr>
          <w:rFonts w:cs="Arial"/>
        </w:rPr>
        <w:t xml:space="preserve">Describe the proposed approach to communicating with groups such as </w:t>
      </w:r>
      <w:r w:rsidR="00586A30" w:rsidRPr="00A30D7A">
        <w:rPr>
          <w:rFonts w:cs="Arial"/>
        </w:rPr>
        <w:t xml:space="preserve">occupants, </w:t>
      </w:r>
      <w:r w:rsidRPr="00A30D7A">
        <w:rPr>
          <w:rFonts w:cs="Arial"/>
        </w:rPr>
        <w:t xml:space="preserve">asset users, </w:t>
      </w:r>
      <w:proofErr w:type="gramStart"/>
      <w:r w:rsidRPr="00A30D7A">
        <w:rPr>
          <w:rFonts w:cs="Arial"/>
        </w:rPr>
        <w:t>neighbours</w:t>
      </w:r>
      <w:proofErr w:type="gramEnd"/>
      <w:r w:rsidRPr="00A30D7A">
        <w:rPr>
          <w:rFonts w:cs="Arial"/>
        </w:rPr>
        <w:t xml:space="preserve"> and investors to enable their requirements to be taken into consideration.</w:t>
      </w:r>
    </w:p>
    <w:p w14:paraId="11E8525B" w14:textId="48DD7171" w:rsidR="007A2551" w:rsidRPr="00A30D7A" w:rsidRDefault="007A2551" w:rsidP="007A2551">
      <w:pPr>
        <w:pStyle w:val="Instructions"/>
        <w:rPr>
          <w:rFonts w:cs="Arial"/>
        </w:rPr>
      </w:pPr>
      <w:r w:rsidRPr="00A30D7A">
        <w:rPr>
          <w:rFonts w:cs="Arial"/>
        </w:rPr>
        <w:t>Details can include:</w:t>
      </w:r>
    </w:p>
    <w:p w14:paraId="18AC2735" w14:textId="008330ED" w:rsidR="007A2551" w:rsidRPr="00A30D7A" w:rsidRDefault="007A2551" w:rsidP="00EE00BB">
      <w:pPr>
        <w:pStyle w:val="Instructionsindent"/>
      </w:pPr>
      <w:r w:rsidRPr="00A30D7A">
        <w:t xml:space="preserve">Key </w:t>
      </w:r>
      <w:r w:rsidR="00FA650A" w:rsidRPr="00A30D7A">
        <w:t xml:space="preserve">stakeholder details </w:t>
      </w:r>
      <w:r w:rsidRPr="00A30D7A">
        <w:t>including their names, organisation, position, roles, responsibilities and contact details.</w:t>
      </w:r>
    </w:p>
    <w:p w14:paraId="1F68CDEF" w14:textId="767C2862" w:rsidR="007A2551" w:rsidRPr="00A30D7A" w:rsidRDefault="007A2551" w:rsidP="00EE00BB">
      <w:pPr>
        <w:pStyle w:val="Instructionsindent"/>
      </w:pPr>
      <w:r w:rsidRPr="00A30D7A">
        <w:t>Communication protocols including responsibilities for coordination, preferred communication methods, noti</w:t>
      </w:r>
      <w:r w:rsidR="00586A30" w:rsidRPr="00A30D7A">
        <w:t>fication</w:t>
      </w:r>
      <w:r w:rsidRPr="00A30D7A">
        <w:t xml:space="preserve"> of meetings.</w:t>
      </w:r>
    </w:p>
    <w:p w14:paraId="12B10DB6" w14:textId="3DDB1629" w:rsidR="007A2551" w:rsidRPr="00A30D7A" w:rsidRDefault="007A2551" w:rsidP="00EE00BB">
      <w:pPr>
        <w:pStyle w:val="Instructionsindent"/>
      </w:pPr>
      <w:r w:rsidRPr="00A30D7A">
        <w:t xml:space="preserve">Meeting or workshop schedule including locations. </w:t>
      </w:r>
      <w:bookmarkStart w:id="377" w:name="_Hlk161833180"/>
      <w:r w:rsidR="001D6642" w:rsidRPr="001D6642">
        <w:rPr>
          <w:vanish w:val="0"/>
        </w:rPr>
        <w:t>Coordinate with other project meetings scheduled elsewhere and incorporate them in a consolidated schedule as required.</w:t>
      </w:r>
      <w:bookmarkEnd w:id="377"/>
    </w:p>
    <w:p w14:paraId="31BE1276" w14:textId="61EA9494" w:rsidR="007A2551" w:rsidRPr="00A30D7A" w:rsidRDefault="007A2551" w:rsidP="00EE00BB">
      <w:pPr>
        <w:pStyle w:val="Instructionsindent"/>
      </w:pPr>
      <w:r w:rsidRPr="00A30D7A">
        <w:t>The use of BIM for visualisations, virtual reality,</w:t>
      </w:r>
      <w:r w:rsidR="00586A30" w:rsidRPr="00A30D7A">
        <w:t xml:space="preserve"> or</w:t>
      </w:r>
      <w:r w:rsidRPr="00A30D7A">
        <w:t xml:space="preserve"> augmented reality as a means of communicating design intent.</w:t>
      </w:r>
    </w:p>
    <w:p w14:paraId="0FC2A9CF" w14:textId="121F06BB" w:rsidR="005F129B" w:rsidRPr="00A30D7A" w:rsidRDefault="007A2551" w:rsidP="005F129B">
      <w:pPr>
        <w:pStyle w:val="Instructionsindent"/>
      </w:pPr>
      <w:r w:rsidRPr="00A30D7A">
        <w:t>Which items are subject to user group and stakeholder influence, the level of influence and how it will be integrated into the design process.</w:t>
      </w:r>
    </w:p>
    <w:p w14:paraId="67F20BB5" w14:textId="77777777" w:rsidR="00614972" w:rsidRPr="00A30D7A" w:rsidRDefault="00614972">
      <w:pPr>
        <w:tabs>
          <w:tab w:val="clear" w:pos="3969"/>
        </w:tabs>
        <w:spacing w:after="160" w:line="259" w:lineRule="auto"/>
        <w:rPr>
          <w:rFonts w:cs="Arial"/>
        </w:rPr>
      </w:pPr>
      <w:bookmarkStart w:id="378" w:name="_Toc138948074"/>
      <w:bookmarkStart w:id="379" w:name="_Toc98843056"/>
      <w:bookmarkStart w:id="380" w:name="_Toc98843559"/>
      <w:bookmarkEnd w:id="378"/>
      <w:bookmarkEnd w:id="379"/>
      <w:bookmarkEnd w:id="380"/>
      <w:r w:rsidRPr="00A30D7A">
        <w:rPr>
          <w:rFonts w:cs="Arial"/>
          <w:b/>
          <w:caps/>
        </w:rPr>
        <w:br w:type="page"/>
      </w:r>
    </w:p>
    <w:p w14:paraId="1FEC48FA" w14:textId="45945E4A" w:rsidR="00B44B1D" w:rsidRPr="00A30D7A" w:rsidRDefault="00BF0B30" w:rsidP="003D628C">
      <w:pPr>
        <w:pStyle w:val="Heading1"/>
      </w:pPr>
      <w:bookmarkStart w:id="381" w:name="_Toc163550151"/>
      <w:r w:rsidRPr="00A30D7A">
        <w:lastRenderedPageBreak/>
        <w:t xml:space="preserve">Management </w:t>
      </w:r>
      <w:r w:rsidR="005D61EF" w:rsidRPr="00A30D7A">
        <w:t>– 3</w:t>
      </w:r>
      <w:r w:rsidR="00E20055" w:rsidRPr="00A30D7A">
        <w:t>D</w:t>
      </w:r>
      <w:r w:rsidR="005D61EF" w:rsidRPr="00A30D7A">
        <w:t xml:space="preserve"> </w:t>
      </w:r>
      <w:r w:rsidR="00B44B1D" w:rsidRPr="00A30D7A">
        <w:t>Modelling</w:t>
      </w:r>
      <w:bookmarkEnd w:id="381"/>
    </w:p>
    <w:p w14:paraId="2104DA7D" w14:textId="21C6F61F" w:rsidR="00A307C8" w:rsidRPr="00A30D7A" w:rsidRDefault="00A307C8" w:rsidP="00A307C8">
      <w:pPr>
        <w:pStyle w:val="Heading2"/>
        <w:rPr>
          <w:rFonts w:cs="Arial"/>
        </w:rPr>
      </w:pPr>
      <w:bookmarkStart w:id="382" w:name="_Toc163550152"/>
      <w:bookmarkStart w:id="383" w:name="_Toc443997722"/>
      <w:r w:rsidRPr="00A30D7A">
        <w:rPr>
          <w:rFonts w:cs="Arial"/>
        </w:rPr>
        <w:t>Project location and set</w:t>
      </w:r>
      <w:r w:rsidR="0043434E">
        <w:rPr>
          <w:rFonts w:cs="Arial"/>
        </w:rPr>
        <w:t>-</w:t>
      </w:r>
      <w:proofErr w:type="gramStart"/>
      <w:r w:rsidRPr="00A30D7A">
        <w:rPr>
          <w:rFonts w:cs="Arial"/>
        </w:rPr>
        <w:t>out</w:t>
      </w:r>
      <w:bookmarkEnd w:id="382"/>
      <w:proofErr w:type="gramEnd"/>
    </w:p>
    <w:p w14:paraId="516580B6" w14:textId="33AF7B81" w:rsidR="003827A4" w:rsidRPr="00A30D7A" w:rsidRDefault="004928CC" w:rsidP="00A307C8">
      <w:pPr>
        <w:spacing w:after="120"/>
        <w:rPr>
          <w:rFonts w:cs="Arial"/>
        </w:rPr>
      </w:pPr>
      <w:r w:rsidRPr="00A30D7A">
        <w:rPr>
          <w:rFonts w:cs="Arial"/>
        </w:rPr>
        <w:t>Surveyor responsibilit</w:t>
      </w:r>
      <w:r w:rsidR="003827A4" w:rsidRPr="00A30D7A">
        <w:rPr>
          <w:rFonts w:cs="Arial"/>
        </w:rPr>
        <w:t>y</w:t>
      </w:r>
      <w:r w:rsidRPr="00A30D7A">
        <w:rPr>
          <w:rFonts w:cs="Arial"/>
        </w:rPr>
        <w:t>:</w:t>
      </w:r>
      <w:r w:rsidR="003827A4" w:rsidRPr="00A30D7A">
        <w:rPr>
          <w:rFonts w:cs="Arial"/>
        </w:rPr>
        <w:t xml:space="preserve"> E</w:t>
      </w:r>
      <w:r w:rsidR="00A307C8" w:rsidRPr="00A30D7A">
        <w:rPr>
          <w:rFonts w:cs="Arial"/>
        </w:rPr>
        <w:t>stablish a Model Geo-reference Point</w:t>
      </w:r>
      <w:r w:rsidR="003827A4" w:rsidRPr="00A30D7A">
        <w:rPr>
          <w:rFonts w:cs="Arial"/>
        </w:rPr>
        <w:t xml:space="preserve"> before modelling commences</w:t>
      </w:r>
      <w:r w:rsidR="00A307C8" w:rsidRPr="00A30D7A">
        <w:rPr>
          <w:rFonts w:cs="Arial"/>
        </w:rPr>
        <w:t>.</w:t>
      </w:r>
    </w:p>
    <w:p w14:paraId="523EAC59" w14:textId="68DCC7BE" w:rsidR="00A307C8" w:rsidRPr="00A30D7A" w:rsidRDefault="00A307C8" w:rsidP="00A307C8">
      <w:pPr>
        <w:spacing w:after="120"/>
        <w:rPr>
          <w:rFonts w:cs="Arial"/>
        </w:rPr>
      </w:pPr>
      <w:r w:rsidRPr="00A30D7A">
        <w:rPr>
          <w:rFonts w:cs="Arial"/>
        </w:rPr>
        <w:t xml:space="preserve">BIM Manager </w:t>
      </w:r>
      <w:r w:rsidR="003827A4" w:rsidRPr="00A30D7A">
        <w:rPr>
          <w:rFonts w:cs="Arial"/>
        </w:rPr>
        <w:t>responsibility: N</w:t>
      </w:r>
      <w:r w:rsidRPr="00A30D7A">
        <w:rPr>
          <w:rFonts w:cs="Arial"/>
        </w:rPr>
        <w:t>ominate a Master coordinates file, a single file which includes all the World and Local Set</w:t>
      </w:r>
      <w:r w:rsidR="0043434E">
        <w:rPr>
          <w:rFonts w:cs="Arial"/>
        </w:rPr>
        <w:t>-</w:t>
      </w:r>
      <w:r w:rsidRPr="00A30D7A">
        <w:rPr>
          <w:rFonts w:cs="Arial"/>
        </w:rPr>
        <w:t>out coordinates and location settings.</w:t>
      </w:r>
    </w:p>
    <w:p w14:paraId="4966C259" w14:textId="77777777" w:rsidR="00A307C8" w:rsidRPr="00A30D7A" w:rsidRDefault="00A307C8" w:rsidP="00A307C8">
      <w:pPr>
        <w:pStyle w:val="Prompt"/>
        <w:rPr>
          <w:rFonts w:cs="Arial"/>
        </w:rPr>
      </w:pPr>
      <w:r w:rsidRPr="00A30D7A">
        <w:rPr>
          <w:rFonts w:cs="Arial"/>
        </w:rPr>
        <w:t xml:space="preserve">Master co-ordinates file name: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063ABF61" w14:textId="77777777" w:rsidR="00A307C8" w:rsidRPr="00A30D7A" w:rsidRDefault="00A307C8" w:rsidP="00A307C8">
      <w:pPr>
        <w:pStyle w:val="Instructions"/>
        <w:rPr>
          <w:rFonts w:cs="Arial"/>
        </w:rPr>
      </w:pPr>
      <w:r w:rsidRPr="00A30D7A">
        <w:rPr>
          <w:rFonts w:cs="Arial"/>
        </w:rPr>
        <w:t>This file will serve as the source of the project coordinates and for sharing such information.</w:t>
      </w:r>
    </w:p>
    <w:p w14:paraId="16CCA70F" w14:textId="323E6A0C" w:rsidR="00A307C8" w:rsidRPr="00A30D7A" w:rsidRDefault="003827A4" w:rsidP="00A307C8">
      <w:pPr>
        <w:rPr>
          <w:rFonts w:cs="Arial"/>
          <w:b/>
          <w:bCs/>
        </w:rPr>
      </w:pPr>
      <w:r w:rsidRPr="00A30D7A">
        <w:rPr>
          <w:rFonts w:cs="Arial"/>
        </w:rPr>
        <w:t xml:space="preserve">BIM </w:t>
      </w:r>
      <w:proofErr w:type="gramStart"/>
      <w:r w:rsidRPr="00A30D7A">
        <w:rPr>
          <w:rFonts w:cs="Arial"/>
        </w:rPr>
        <w:t>Lead</w:t>
      </w:r>
      <w:proofErr w:type="gramEnd"/>
      <w:r w:rsidRPr="00A30D7A">
        <w:rPr>
          <w:rFonts w:cs="Arial"/>
        </w:rPr>
        <w:t xml:space="preserve"> responsibilities: </w:t>
      </w:r>
      <w:r w:rsidR="00A307C8" w:rsidRPr="00A30D7A">
        <w:rPr>
          <w:rFonts w:cs="Arial"/>
        </w:rPr>
        <w:t xml:space="preserve">Align all models with the Model Geo-reference Point shown in the </w:t>
      </w:r>
      <w:bookmarkStart w:id="384" w:name="_Hlk161833217"/>
      <w:r w:rsidR="00A307C8" w:rsidRPr="001D6642">
        <w:rPr>
          <w:rFonts w:cs="Arial"/>
          <w:b/>
          <w:bCs/>
          <w:color w:val="595959" w:themeColor="text1" w:themeTint="A6"/>
        </w:rPr>
        <w:t>Model geographic location table</w:t>
      </w:r>
      <w:r w:rsidR="00A307C8" w:rsidRPr="00A30D7A">
        <w:rPr>
          <w:rFonts w:cs="Arial"/>
        </w:rPr>
        <w:t>.</w:t>
      </w:r>
      <w:bookmarkEnd w:id="384"/>
    </w:p>
    <w:p w14:paraId="4431B47A" w14:textId="77777777" w:rsidR="00A307C8" w:rsidRPr="00A30D7A" w:rsidRDefault="00A307C8" w:rsidP="00A307C8">
      <w:pPr>
        <w:pStyle w:val="Instructions"/>
        <w:rPr>
          <w:rFonts w:cs="Arial"/>
        </w:rPr>
      </w:pPr>
      <w:r w:rsidRPr="00A30D7A">
        <w:rPr>
          <w:rFonts w:cs="Arial"/>
        </w:rPr>
        <w:t>A Model Geo-</w:t>
      </w:r>
      <w:proofErr w:type="gramStart"/>
      <w:r w:rsidRPr="00A30D7A">
        <w:rPr>
          <w:rFonts w:cs="Arial"/>
        </w:rPr>
        <w:t>reference</w:t>
      </w:r>
      <w:proofErr w:type="gramEnd"/>
      <w:r w:rsidRPr="00A30D7A">
        <w:rPr>
          <w:rFonts w:cs="Arial"/>
        </w:rPr>
        <w:t xml:space="preserve"> Point is a point used to associate locations in the model with those in the real world.  It is a generic term for various terms used in different modelling applications, e.g. Project Base Point in Revit.</w:t>
      </w:r>
    </w:p>
    <w:p w14:paraId="41E597D8" w14:textId="77777777" w:rsidR="00A307C8" w:rsidRPr="00A30D7A" w:rsidRDefault="00A307C8" w:rsidP="002278A3">
      <w:pPr>
        <w:pStyle w:val="Tabletitle"/>
      </w:pPr>
      <w:r w:rsidRPr="00A30D7A">
        <w:t xml:space="preserve">Model geographic location </w:t>
      </w:r>
      <w:proofErr w:type="gramStart"/>
      <w:r w:rsidRPr="00A30D7A">
        <w:t>table</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3"/>
        <w:gridCol w:w="3588"/>
        <w:gridCol w:w="2999"/>
      </w:tblGrid>
      <w:tr w:rsidR="00652987" w:rsidRPr="00663342" w14:paraId="64F23660" w14:textId="77777777" w:rsidTr="00D80FFD">
        <w:trPr>
          <w:trHeight w:val="340"/>
        </w:trPr>
        <w:tc>
          <w:tcPr>
            <w:tcW w:w="251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BC1C123" w14:textId="77777777" w:rsidR="00652987" w:rsidRPr="00663342" w:rsidRDefault="00652987" w:rsidP="00D80FFD">
            <w:pPr>
              <w:rPr>
                <w:rFonts w:cs="Arial"/>
                <w:b/>
              </w:rPr>
            </w:pPr>
            <w:bookmarkStart w:id="385" w:name="_Hlk163546807"/>
            <w:r w:rsidRPr="00663342">
              <w:rPr>
                <w:rFonts w:cs="Arial"/>
                <w:b/>
              </w:rPr>
              <w:t>Location</w:t>
            </w:r>
          </w:p>
        </w:tc>
        <w:tc>
          <w:tcPr>
            <w:tcW w:w="3673" w:type="dxa"/>
            <w:tcBorders>
              <w:top w:val="single" w:sz="4" w:space="0" w:color="auto"/>
              <w:left w:val="single" w:sz="4" w:space="0" w:color="auto"/>
              <w:bottom w:val="single" w:sz="4" w:space="0" w:color="auto"/>
              <w:right w:val="single" w:sz="4" w:space="0" w:color="auto"/>
            </w:tcBorders>
            <w:vAlign w:val="center"/>
          </w:tcPr>
          <w:p w14:paraId="131B2CA4" w14:textId="77777777" w:rsidR="00652987" w:rsidRPr="00663342" w:rsidRDefault="00652987" w:rsidP="00D80FFD">
            <w:pPr>
              <w:rPr>
                <w:rFonts w:cs="Arial"/>
              </w:rPr>
            </w:pPr>
            <w:r w:rsidRPr="00663342">
              <w:rPr>
                <w:rFonts w:cs="Arial"/>
              </w:rPr>
              <w:t>Longitude</w:t>
            </w:r>
          </w:p>
        </w:tc>
        <w:tc>
          <w:tcPr>
            <w:tcW w:w="3096" w:type="dxa"/>
            <w:tcBorders>
              <w:top w:val="single" w:sz="4" w:space="0" w:color="auto"/>
              <w:left w:val="single" w:sz="4" w:space="0" w:color="auto"/>
              <w:bottom w:val="single" w:sz="4" w:space="0" w:color="auto"/>
              <w:right w:val="single" w:sz="4" w:space="0" w:color="auto"/>
            </w:tcBorders>
            <w:vAlign w:val="center"/>
          </w:tcPr>
          <w:p w14:paraId="148C49A7" w14:textId="77777777" w:rsidR="00652987" w:rsidRPr="00663342" w:rsidRDefault="00652987" w:rsidP="00D80FFD">
            <w:pPr>
              <w:rPr>
                <w:rFonts w:cs="Arial"/>
              </w:rPr>
            </w:pPr>
          </w:p>
        </w:tc>
      </w:tr>
      <w:tr w:rsidR="00652987" w:rsidRPr="00663342" w14:paraId="691F50BB" w14:textId="77777777" w:rsidTr="00D80FFD">
        <w:trPr>
          <w:trHeight w:val="340"/>
        </w:trPr>
        <w:tc>
          <w:tcPr>
            <w:tcW w:w="2518" w:type="dxa"/>
            <w:vMerge/>
            <w:tcBorders>
              <w:left w:val="single" w:sz="4" w:space="0" w:color="auto"/>
              <w:bottom w:val="single" w:sz="4" w:space="0" w:color="auto"/>
              <w:right w:val="single" w:sz="4" w:space="0" w:color="auto"/>
            </w:tcBorders>
            <w:shd w:val="clear" w:color="auto" w:fill="D9E2F3" w:themeFill="accent1" w:themeFillTint="33"/>
            <w:vAlign w:val="center"/>
          </w:tcPr>
          <w:p w14:paraId="3B1CEF3F" w14:textId="77777777" w:rsidR="00652987" w:rsidRPr="00663342" w:rsidRDefault="00652987" w:rsidP="00D80FFD">
            <w:pPr>
              <w:rPr>
                <w:rFonts w:cs="Arial"/>
                <w:b/>
              </w:rPr>
            </w:pPr>
          </w:p>
        </w:tc>
        <w:tc>
          <w:tcPr>
            <w:tcW w:w="3673" w:type="dxa"/>
            <w:tcBorders>
              <w:top w:val="single" w:sz="4" w:space="0" w:color="auto"/>
              <w:left w:val="single" w:sz="4" w:space="0" w:color="auto"/>
              <w:bottom w:val="single" w:sz="4" w:space="0" w:color="auto"/>
              <w:right w:val="single" w:sz="4" w:space="0" w:color="auto"/>
            </w:tcBorders>
            <w:vAlign w:val="center"/>
          </w:tcPr>
          <w:p w14:paraId="60130CB7" w14:textId="77777777" w:rsidR="00652987" w:rsidRPr="00663342" w:rsidRDefault="00652987" w:rsidP="00D80FFD">
            <w:pPr>
              <w:rPr>
                <w:rFonts w:cs="Arial"/>
              </w:rPr>
            </w:pPr>
            <w:r w:rsidRPr="00663342">
              <w:rPr>
                <w:rFonts w:cs="Arial"/>
              </w:rPr>
              <w:t>Latitude</w:t>
            </w:r>
          </w:p>
        </w:tc>
        <w:tc>
          <w:tcPr>
            <w:tcW w:w="3096" w:type="dxa"/>
            <w:tcBorders>
              <w:top w:val="single" w:sz="4" w:space="0" w:color="auto"/>
              <w:left w:val="single" w:sz="4" w:space="0" w:color="auto"/>
              <w:bottom w:val="single" w:sz="4" w:space="0" w:color="auto"/>
              <w:right w:val="single" w:sz="4" w:space="0" w:color="auto"/>
            </w:tcBorders>
            <w:vAlign w:val="center"/>
          </w:tcPr>
          <w:p w14:paraId="55DBB799" w14:textId="77777777" w:rsidR="00652987" w:rsidRPr="00663342" w:rsidRDefault="00652987" w:rsidP="00D80FFD">
            <w:pPr>
              <w:rPr>
                <w:rFonts w:cs="Arial"/>
              </w:rPr>
            </w:pPr>
          </w:p>
        </w:tc>
      </w:tr>
      <w:tr w:rsidR="00652987" w:rsidRPr="00663342" w14:paraId="1C13AC5A" w14:textId="77777777" w:rsidTr="00D80FFD">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71690234" w14:textId="77777777" w:rsidR="00652987" w:rsidRPr="00663342" w:rsidRDefault="00652987" w:rsidP="00D80FFD">
            <w:pPr>
              <w:rPr>
                <w:rFonts w:cs="Arial"/>
                <w:b/>
              </w:rPr>
            </w:pPr>
            <w:r w:rsidRPr="00663342">
              <w:rPr>
                <w:rFonts w:cs="Arial"/>
                <w:b/>
              </w:rPr>
              <w:t>Height Reference</w:t>
            </w:r>
          </w:p>
        </w:tc>
        <w:tc>
          <w:tcPr>
            <w:tcW w:w="3673" w:type="dxa"/>
            <w:tcBorders>
              <w:top w:val="single" w:sz="4" w:space="0" w:color="auto"/>
              <w:left w:val="single" w:sz="4" w:space="0" w:color="auto"/>
              <w:bottom w:val="single" w:sz="4" w:space="0" w:color="auto"/>
              <w:right w:val="single" w:sz="4" w:space="0" w:color="auto"/>
            </w:tcBorders>
            <w:vAlign w:val="center"/>
          </w:tcPr>
          <w:p w14:paraId="648670C9" w14:textId="77777777" w:rsidR="00652987" w:rsidRPr="00663342" w:rsidRDefault="00652987" w:rsidP="00D80FFD">
            <w:pPr>
              <w:rPr>
                <w:rFonts w:cs="Arial"/>
              </w:rPr>
            </w:pPr>
            <w:r w:rsidRPr="00663342">
              <w:rPr>
                <w:rFonts w:cs="Arial"/>
              </w:rPr>
              <w:t>Australian Height Datum</w:t>
            </w:r>
          </w:p>
        </w:tc>
        <w:tc>
          <w:tcPr>
            <w:tcW w:w="3096" w:type="dxa"/>
            <w:tcBorders>
              <w:top w:val="single" w:sz="4" w:space="0" w:color="auto"/>
              <w:left w:val="single" w:sz="4" w:space="0" w:color="auto"/>
              <w:bottom w:val="single" w:sz="4" w:space="0" w:color="auto"/>
              <w:right w:val="single" w:sz="4" w:space="0" w:color="auto"/>
            </w:tcBorders>
            <w:vAlign w:val="center"/>
          </w:tcPr>
          <w:p w14:paraId="14A1BE71" w14:textId="77777777" w:rsidR="00652987" w:rsidRPr="00663342" w:rsidRDefault="00652987" w:rsidP="00D80FFD">
            <w:pPr>
              <w:rPr>
                <w:rFonts w:cs="Arial"/>
              </w:rPr>
            </w:pPr>
          </w:p>
        </w:tc>
      </w:tr>
      <w:tr w:rsidR="00652987" w:rsidRPr="00663342" w14:paraId="439A1DBB" w14:textId="77777777" w:rsidTr="00D80FFD">
        <w:trPr>
          <w:trHeight w:val="340"/>
        </w:trPr>
        <w:tc>
          <w:tcPr>
            <w:tcW w:w="2518" w:type="dxa"/>
            <w:vMerge w:val="restart"/>
            <w:tcBorders>
              <w:top w:val="single" w:sz="4" w:space="0" w:color="auto"/>
              <w:left w:val="single" w:sz="4" w:space="0" w:color="auto"/>
              <w:right w:val="single" w:sz="4" w:space="0" w:color="auto"/>
            </w:tcBorders>
            <w:shd w:val="clear" w:color="auto" w:fill="D9E2F3" w:themeFill="accent1" w:themeFillTint="33"/>
            <w:vAlign w:val="center"/>
          </w:tcPr>
          <w:p w14:paraId="39C7AE1F" w14:textId="77777777" w:rsidR="00652987" w:rsidRPr="00663342" w:rsidRDefault="00652987" w:rsidP="00D80FFD">
            <w:pPr>
              <w:rPr>
                <w:rFonts w:cs="Arial"/>
                <w:b/>
              </w:rPr>
            </w:pPr>
            <w:r w:rsidRPr="00663342">
              <w:rPr>
                <w:rFonts w:cs="Arial"/>
                <w:b/>
              </w:rPr>
              <w:t>Grid datum</w:t>
            </w:r>
          </w:p>
        </w:tc>
        <w:tc>
          <w:tcPr>
            <w:tcW w:w="3673" w:type="dxa"/>
            <w:tcBorders>
              <w:top w:val="single" w:sz="4" w:space="0" w:color="auto"/>
              <w:left w:val="single" w:sz="4" w:space="0" w:color="auto"/>
              <w:bottom w:val="single" w:sz="4" w:space="0" w:color="auto"/>
              <w:right w:val="single" w:sz="4" w:space="0" w:color="auto"/>
            </w:tcBorders>
            <w:vAlign w:val="center"/>
          </w:tcPr>
          <w:p w14:paraId="3C6FA24B" w14:textId="77777777" w:rsidR="00652987" w:rsidRPr="00663342" w:rsidRDefault="00652987" w:rsidP="00D80FFD">
            <w:pPr>
              <w:rPr>
                <w:rFonts w:cs="Arial"/>
              </w:rPr>
            </w:pPr>
            <w:r w:rsidRPr="00663342">
              <w:rPr>
                <w:rFonts w:cs="Arial"/>
              </w:rPr>
              <w:t>Australian Geodetic Datum (GDA)</w:t>
            </w:r>
          </w:p>
        </w:tc>
        <w:tc>
          <w:tcPr>
            <w:tcW w:w="3096" w:type="dxa"/>
            <w:tcBorders>
              <w:top w:val="single" w:sz="4" w:space="0" w:color="auto"/>
              <w:left w:val="single" w:sz="4" w:space="0" w:color="auto"/>
              <w:bottom w:val="single" w:sz="4" w:space="0" w:color="auto"/>
              <w:right w:val="single" w:sz="4" w:space="0" w:color="auto"/>
            </w:tcBorders>
            <w:vAlign w:val="center"/>
          </w:tcPr>
          <w:p w14:paraId="21B1F895" w14:textId="77777777" w:rsidR="00652987" w:rsidRPr="00663342" w:rsidRDefault="00652987" w:rsidP="00D80FFD">
            <w:pPr>
              <w:rPr>
                <w:rFonts w:cs="Arial"/>
              </w:rPr>
            </w:pPr>
          </w:p>
        </w:tc>
      </w:tr>
      <w:tr w:rsidR="00652987" w:rsidRPr="00663342" w14:paraId="770A7103" w14:textId="77777777" w:rsidTr="00D80FFD">
        <w:trPr>
          <w:trHeight w:val="340"/>
        </w:trPr>
        <w:tc>
          <w:tcPr>
            <w:tcW w:w="2518" w:type="dxa"/>
            <w:vMerge/>
            <w:tcBorders>
              <w:left w:val="single" w:sz="4" w:space="0" w:color="auto"/>
              <w:bottom w:val="single" w:sz="4" w:space="0" w:color="auto"/>
              <w:right w:val="single" w:sz="4" w:space="0" w:color="auto"/>
            </w:tcBorders>
            <w:shd w:val="clear" w:color="auto" w:fill="D9E2F3" w:themeFill="accent1" w:themeFillTint="33"/>
            <w:vAlign w:val="center"/>
          </w:tcPr>
          <w:p w14:paraId="0A737238" w14:textId="77777777" w:rsidR="00652987" w:rsidRPr="00663342" w:rsidRDefault="00652987" w:rsidP="00D80FFD">
            <w:pPr>
              <w:rPr>
                <w:rFonts w:cs="Arial"/>
                <w:b/>
              </w:rPr>
            </w:pPr>
          </w:p>
        </w:tc>
        <w:tc>
          <w:tcPr>
            <w:tcW w:w="3673" w:type="dxa"/>
            <w:tcBorders>
              <w:top w:val="single" w:sz="4" w:space="0" w:color="auto"/>
              <w:left w:val="single" w:sz="4" w:space="0" w:color="auto"/>
              <w:bottom w:val="single" w:sz="4" w:space="0" w:color="auto"/>
              <w:right w:val="single" w:sz="4" w:space="0" w:color="auto"/>
            </w:tcBorders>
            <w:vAlign w:val="center"/>
          </w:tcPr>
          <w:p w14:paraId="09F1754F" w14:textId="77777777" w:rsidR="00652987" w:rsidRPr="00663342" w:rsidRDefault="00652987" w:rsidP="00D80FFD">
            <w:pPr>
              <w:rPr>
                <w:rFonts w:cs="Arial"/>
              </w:rPr>
            </w:pPr>
            <w:r w:rsidRPr="00663342">
              <w:rPr>
                <w:rFonts w:cs="Arial"/>
              </w:rPr>
              <w:t>Local Grid Reference</w:t>
            </w:r>
          </w:p>
        </w:tc>
        <w:tc>
          <w:tcPr>
            <w:tcW w:w="3096" w:type="dxa"/>
            <w:tcBorders>
              <w:top w:val="single" w:sz="4" w:space="0" w:color="auto"/>
              <w:left w:val="single" w:sz="4" w:space="0" w:color="auto"/>
              <w:bottom w:val="single" w:sz="4" w:space="0" w:color="auto"/>
              <w:right w:val="single" w:sz="4" w:space="0" w:color="auto"/>
            </w:tcBorders>
            <w:vAlign w:val="center"/>
          </w:tcPr>
          <w:p w14:paraId="0F2E1C90" w14:textId="77777777" w:rsidR="00652987" w:rsidRPr="00663342" w:rsidRDefault="00652987" w:rsidP="00D80FFD">
            <w:pPr>
              <w:rPr>
                <w:rFonts w:cs="Arial"/>
              </w:rPr>
            </w:pPr>
          </w:p>
        </w:tc>
      </w:tr>
      <w:tr w:rsidR="00652987" w:rsidRPr="00663342" w14:paraId="4BBA65D9" w14:textId="77777777" w:rsidTr="00D80FFD">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69E82D6" w14:textId="77777777" w:rsidR="00652987" w:rsidRPr="00663342" w:rsidRDefault="00652987" w:rsidP="00D80FFD">
            <w:pPr>
              <w:rPr>
                <w:rFonts w:cs="Arial"/>
                <w:b/>
              </w:rPr>
            </w:pPr>
            <w:r w:rsidRPr="00663342">
              <w:rPr>
                <w:rFonts w:cs="Arial"/>
                <w:b/>
              </w:rPr>
              <w:t>Project Datum</w:t>
            </w:r>
          </w:p>
        </w:tc>
        <w:tc>
          <w:tcPr>
            <w:tcW w:w="3673" w:type="dxa"/>
            <w:tcBorders>
              <w:top w:val="single" w:sz="4" w:space="0" w:color="auto"/>
              <w:left w:val="single" w:sz="4" w:space="0" w:color="auto"/>
              <w:bottom w:val="single" w:sz="4" w:space="0" w:color="auto"/>
              <w:right w:val="single" w:sz="4" w:space="0" w:color="auto"/>
            </w:tcBorders>
            <w:vAlign w:val="center"/>
          </w:tcPr>
          <w:p w14:paraId="6A0E4A98" w14:textId="77777777" w:rsidR="00652987" w:rsidRPr="00663342" w:rsidRDefault="00652987" w:rsidP="00D80FFD">
            <w:pPr>
              <w:rPr>
                <w:rFonts w:cs="Arial"/>
              </w:rPr>
            </w:pPr>
            <w:r w:rsidRPr="00663342">
              <w:rPr>
                <w:rFonts w:cs="Arial"/>
              </w:rPr>
              <w:t>(N/S)</w:t>
            </w:r>
          </w:p>
        </w:tc>
        <w:tc>
          <w:tcPr>
            <w:tcW w:w="3096" w:type="dxa"/>
            <w:tcBorders>
              <w:top w:val="single" w:sz="4" w:space="0" w:color="auto"/>
              <w:left w:val="single" w:sz="4" w:space="0" w:color="auto"/>
              <w:bottom w:val="single" w:sz="4" w:space="0" w:color="auto"/>
              <w:right w:val="single" w:sz="4" w:space="0" w:color="auto"/>
            </w:tcBorders>
            <w:vAlign w:val="center"/>
          </w:tcPr>
          <w:p w14:paraId="415096EA" w14:textId="77777777" w:rsidR="00652987" w:rsidRPr="00663342" w:rsidRDefault="00652987" w:rsidP="00D80FFD">
            <w:pPr>
              <w:rPr>
                <w:rFonts w:cs="Arial"/>
                <w:b/>
              </w:rPr>
            </w:pPr>
          </w:p>
        </w:tc>
      </w:tr>
      <w:tr w:rsidR="00652987" w:rsidRPr="00663342" w14:paraId="4A319019" w14:textId="77777777" w:rsidTr="00D80FFD">
        <w:trPr>
          <w:trHeight w:val="68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8E223AD" w14:textId="77777777" w:rsidR="00652987" w:rsidRPr="00663342" w:rsidRDefault="00652987" w:rsidP="00D80FFD">
            <w:pPr>
              <w:rPr>
                <w:rFonts w:cs="Arial"/>
                <w:b/>
              </w:rPr>
            </w:pPr>
            <w:r w:rsidRPr="00663342">
              <w:rPr>
                <w:rFonts w:cs="Arial"/>
                <w:b/>
              </w:rPr>
              <w:t>Model rotation relative to project north</w:t>
            </w:r>
          </w:p>
        </w:tc>
        <w:tc>
          <w:tcPr>
            <w:tcW w:w="3673" w:type="dxa"/>
            <w:tcBorders>
              <w:top w:val="single" w:sz="4" w:space="0" w:color="auto"/>
              <w:left w:val="single" w:sz="4" w:space="0" w:color="auto"/>
              <w:bottom w:val="single" w:sz="4" w:space="0" w:color="auto"/>
              <w:right w:val="single" w:sz="4" w:space="0" w:color="auto"/>
            </w:tcBorders>
            <w:vAlign w:val="center"/>
          </w:tcPr>
          <w:p w14:paraId="267F88A1" w14:textId="77777777" w:rsidR="00652987" w:rsidRPr="00663342" w:rsidRDefault="00652987" w:rsidP="00D80FFD">
            <w:pPr>
              <w:rPr>
                <w:rFonts w:cs="Arial"/>
              </w:rPr>
            </w:pPr>
            <w:r w:rsidRPr="00663342">
              <w:rPr>
                <w:rFonts w:cs="Arial"/>
              </w:rPr>
              <w:t>(deg)</w:t>
            </w:r>
          </w:p>
        </w:tc>
        <w:tc>
          <w:tcPr>
            <w:tcW w:w="3096" w:type="dxa"/>
            <w:tcBorders>
              <w:top w:val="single" w:sz="4" w:space="0" w:color="auto"/>
              <w:left w:val="single" w:sz="4" w:space="0" w:color="auto"/>
              <w:bottom w:val="single" w:sz="4" w:space="0" w:color="auto"/>
              <w:right w:val="single" w:sz="4" w:space="0" w:color="auto"/>
            </w:tcBorders>
            <w:vAlign w:val="center"/>
          </w:tcPr>
          <w:p w14:paraId="05A947BB" w14:textId="77777777" w:rsidR="00652987" w:rsidRPr="00663342" w:rsidRDefault="00652987" w:rsidP="00D80FFD">
            <w:pPr>
              <w:rPr>
                <w:rFonts w:cs="Arial"/>
              </w:rPr>
            </w:pPr>
          </w:p>
        </w:tc>
      </w:tr>
      <w:tr w:rsidR="00652987" w:rsidRPr="00663342" w14:paraId="42AAE4FC" w14:textId="77777777" w:rsidTr="00D80FFD">
        <w:trPr>
          <w:trHeight w:val="340"/>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A71EDA4" w14:textId="77777777" w:rsidR="00652987" w:rsidRPr="00663342" w:rsidRDefault="00652987" w:rsidP="00D80FFD">
            <w:pPr>
              <w:rPr>
                <w:rFonts w:cs="Arial"/>
                <w:b/>
              </w:rPr>
            </w:pPr>
            <w:r w:rsidRPr="00663342">
              <w:rPr>
                <w:rFonts w:cs="Arial"/>
                <w:b/>
              </w:rPr>
              <w:t>Reference Grid</w:t>
            </w:r>
          </w:p>
        </w:tc>
        <w:tc>
          <w:tcPr>
            <w:tcW w:w="3673" w:type="dxa"/>
            <w:tcBorders>
              <w:top w:val="single" w:sz="4" w:space="0" w:color="auto"/>
              <w:left w:val="single" w:sz="4" w:space="0" w:color="auto"/>
              <w:bottom w:val="single" w:sz="4" w:space="0" w:color="auto"/>
              <w:right w:val="single" w:sz="4" w:space="0" w:color="auto"/>
            </w:tcBorders>
            <w:vAlign w:val="center"/>
          </w:tcPr>
          <w:p w14:paraId="2FB68F43" w14:textId="77777777" w:rsidR="00652987" w:rsidRPr="00663342" w:rsidRDefault="00652987" w:rsidP="00D80FFD">
            <w:pPr>
              <w:rPr>
                <w:rFonts w:cs="Arial"/>
              </w:rPr>
            </w:pPr>
          </w:p>
        </w:tc>
        <w:tc>
          <w:tcPr>
            <w:tcW w:w="3096" w:type="dxa"/>
            <w:tcBorders>
              <w:top w:val="single" w:sz="4" w:space="0" w:color="auto"/>
              <w:left w:val="single" w:sz="4" w:space="0" w:color="auto"/>
              <w:bottom w:val="single" w:sz="4" w:space="0" w:color="auto"/>
              <w:right w:val="single" w:sz="4" w:space="0" w:color="auto"/>
            </w:tcBorders>
            <w:vAlign w:val="center"/>
          </w:tcPr>
          <w:p w14:paraId="09A2B949" w14:textId="77777777" w:rsidR="00652987" w:rsidRPr="00663342" w:rsidRDefault="00652987" w:rsidP="00D80FFD">
            <w:pPr>
              <w:rPr>
                <w:rFonts w:cs="Arial"/>
              </w:rPr>
            </w:pPr>
          </w:p>
        </w:tc>
      </w:tr>
      <w:tr w:rsidR="00652987" w:rsidRPr="00663342" w14:paraId="7AE9D105" w14:textId="77777777" w:rsidTr="00D80FFD">
        <w:trPr>
          <w:trHeight w:val="462"/>
        </w:trPr>
        <w:tc>
          <w:tcPr>
            <w:tcW w:w="2518"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11F6B9E" w14:textId="77777777" w:rsidR="00652987" w:rsidRPr="00663342" w:rsidRDefault="00652987" w:rsidP="00D80FFD">
            <w:pPr>
              <w:rPr>
                <w:rFonts w:cs="Arial"/>
                <w:b/>
              </w:rPr>
            </w:pPr>
            <w:r w:rsidRPr="00663342">
              <w:rPr>
                <w:rFonts w:cs="Arial"/>
                <w:b/>
              </w:rPr>
              <w:t>Reference Survey</w:t>
            </w:r>
          </w:p>
        </w:tc>
        <w:tc>
          <w:tcPr>
            <w:tcW w:w="6769" w:type="dxa"/>
            <w:gridSpan w:val="2"/>
            <w:tcBorders>
              <w:top w:val="single" w:sz="4" w:space="0" w:color="auto"/>
              <w:left w:val="single" w:sz="4" w:space="0" w:color="auto"/>
              <w:bottom w:val="single" w:sz="4" w:space="0" w:color="auto"/>
              <w:right w:val="single" w:sz="4" w:space="0" w:color="auto"/>
            </w:tcBorders>
            <w:vAlign w:val="center"/>
          </w:tcPr>
          <w:p w14:paraId="1D705E99" w14:textId="77777777" w:rsidR="00652987" w:rsidRPr="00663342" w:rsidRDefault="00652987" w:rsidP="00D80FFD">
            <w:pPr>
              <w:rPr>
                <w:rFonts w:cs="Arial"/>
              </w:rPr>
            </w:pPr>
          </w:p>
        </w:tc>
      </w:tr>
      <w:bookmarkEnd w:id="385"/>
    </w:tbl>
    <w:p w14:paraId="1804B6C2" w14:textId="77777777" w:rsidR="00A307C8" w:rsidRPr="00A30D7A" w:rsidRDefault="00A307C8" w:rsidP="00A307C8">
      <w:pPr>
        <w:rPr>
          <w:rFonts w:cs="Arial"/>
        </w:rPr>
      </w:pPr>
    </w:p>
    <w:p w14:paraId="2A86653A" w14:textId="77777777" w:rsidR="003827A4" w:rsidRPr="00A30D7A" w:rsidRDefault="003827A4" w:rsidP="003827A4">
      <w:pPr>
        <w:rPr>
          <w:rFonts w:cs="Arial"/>
        </w:rPr>
      </w:pPr>
      <w:r w:rsidRPr="00A30D7A">
        <w:rPr>
          <w:rFonts w:cs="Arial"/>
        </w:rPr>
        <w:t>Site set-out point establishment: Define the Model Geo-reference Point’s position relative to a physical Survey Point marked on site. Select locations that can be preserved throughout the construction period.</w:t>
      </w:r>
    </w:p>
    <w:p w14:paraId="00E62F8D" w14:textId="77777777" w:rsidR="003827A4" w:rsidRPr="00A30D7A" w:rsidRDefault="003827A4" w:rsidP="003827A4">
      <w:pPr>
        <w:pStyle w:val="Instructions"/>
        <w:rPr>
          <w:rFonts w:cs="Arial"/>
        </w:rPr>
      </w:pPr>
      <w:r w:rsidRPr="00A30D7A">
        <w:rPr>
          <w:rFonts w:cs="Arial"/>
        </w:rPr>
        <w:t xml:space="preserve">It is possible the Model Geo-reference Point will be disturbed during </w:t>
      </w:r>
      <w:proofErr w:type="gramStart"/>
      <w:r w:rsidRPr="00A30D7A">
        <w:rPr>
          <w:rFonts w:cs="Arial"/>
        </w:rPr>
        <w:t>construction</w:t>
      </w:r>
      <w:proofErr w:type="gramEnd"/>
      <w:r w:rsidRPr="00A30D7A">
        <w:rPr>
          <w:rFonts w:cs="Arial"/>
        </w:rPr>
        <w:t xml:space="preserve"> but its position can be determined relative to the Survey Point.</w:t>
      </w:r>
    </w:p>
    <w:p w14:paraId="07E3F112" w14:textId="3FE61796" w:rsidR="00A307C8" w:rsidRPr="00A30D7A" w:rsidRDefault="00A307C8" w:rsidP="00A307C8">
      <w:pPr>
        <w:rPr>
          <w:rFonts w:cs="Arial"/>
        </w:rPr>
      </w:pPr>
      <w:r w:rsidRPr="00A30D7A">
        <w:rPr>
          <w:rFonts w:cs="Arial"/>
        </w:rPr>
        <w:t>Amendments to coordinates: Record any changes to the spatial coordination (coordinates) of the master</w:t>
      </w:r>
      <w:r w:rsidR="00F91CB8" w:rsidRPr="00A30D7A">
        <w:rPr>
          <w:rFonts w:cs="Arial"/>
        </w:rPr>
        <w:t xml:space="preserve"> coordinates</w:t>
      </w:r>
      <w:r w:rsidRPr="00A30D7A">
        <w:rPr>
          <w:rFonts w:cs="Arial"/>
        </w:rPr>
        <w:t xml:space="preserve"> file </w:t>
      </w:r>
      <w:r w:rsidR="00F91CB8" w:rsidRPr="00A30D7A">
        <w:rPr>
          <w:rFonts w:cs="Arial"/>
        </w:rPr>
        <w:t>established</w:t>
      </w:r>
      <w:r w:rsidRPr="00A30D7A">
        <w:rPr>
          <w:rFonts w:cs="Arial"/>
        </w:rPr>
        <w:t xml:space="preserve"> at the beginning of the project. Record the changes and the name of the person responsible for implementing t</w:t>
      </w:r>
      <w:r w:rsidR="00F91CB8" w:rsidRPr="00A30D7A">
        <w:rPr>
          <w:rFonts w:cs="Arial"/>
        </w:rPr>
        <w:t>hem</w:t>
      </w:r>
      <w:r w:rsidRPr="00A30D7A">
        <w:rPr>
          <w:rFonts w:cs="Arial"/>
        </w:rPr>
        <w:t xml:space="preserve"> in the </w:t>
      </w:r>
      <w:r w:rsidR="003B590E" w:rsidRPr="00A30D7A">
        <w:rPr>
          <w:rFonts w:cs="Arial"/>
        </w:rPr>
        <w:t xml:space="preserve">project </w:t>
      </w:r>
      <w:r w:rsidRPr="00A30D7A">
        <w:rPr>
          <w:rFonts w:cs="Arial"/>
        </w:rPr>
        <w:t>meeting minutes. Once the design coordinate system is agreed upon, convert any model(s) of existing buildings relevant to the project into the coordinate system used for each designed building.</w:t>
      </w:r>
    </w:p>
    <w:p w14:paraId="107E1C6F" w14:textId="3EEF8024" w:rsidR="00F91CB8" w:rsidRPr="00A30D7A" w:rsidRDefault="00F91CB8" w:rsidP="003F195B">
      <w:pPr>
        <w:pStyle w:val="Instructions"/>
        <w:rPr>
          <w:rFonts w:cs="Arial"/>
        </w:rPr>
      </w:pPr>
      <w:r w:rsidRPr="00A30D7A">
        <w:rPr>
          <w:rFonts w:cs="Arial"/>
        </w:rPr>
        <w:t>The BIM Manager is generally responsible for implementing changes to the spatial coordinates.</w:t>
      </w:r>
    </w:p>
    <w:p w14:paraId="1F100405" w14:textId="312C0EC3" w:rsidR="00814D37" w:rsidRPr="00A30D7A" w:rsidRDefault="00814D37" w:rsidP="00814D37">
      <w:pPr>
        <w:pStyle w:val="Heading2"/>
        <w:rPr>
          <w:rFonts w:cs="Arial"/>
        </w:rPr>
      </w:pPr>
      <w:bookmarkStart w:id="386" w:name="_Ref14684218"/>
      <w:bookmarkStart w:id="387" w:name="_Toc16160260"/>
      <w:bookmarkStart w:id="388" w:name="_Toc163550153"/>
      <w:r w:rsidRPr="00A30D7A">
        <w:rPr>
          <w:rFonts w:cs="Arial"/>
        </w:rPr>
        <w:t xml:space="preserve">Existing </w:t>
      </w:r>
      <w:r w:rsidR="001D6642">
        <w:rPr>
          <w:rFonts w:cs="Arial"/>
        </w:rPr>
        <w:t>c</w:t>
      </w:r>
      <w:r w:rsidRPr="00A30D7A">
        <w:rPr>
          <w:rFonts w:cs="Arial"/>
        </w:rPr>
        <w:t xml:space="preserve">onditions </w:t>
      </w:r>
      <w:r w:rsidR="001D6642">
        <w:rPr>
          <w:rFonts w:cs="Arial"/>
        </w:rPr>
        <w:t>m</w:t>
      </w:r>
      <w:r w:rsidRPr="00A30D7A">
        <w:rPr>
          <w:rFonts w:cs="Arial"/>
        </w:rPr>
        <w:t>odelling</w:t>
      </w:r>
      <w:bookmarkEnd w:id="386"/>
      <w:bookmarkEnd w:id="387"/>
      <w:bookmarkEnd w:id="388"/>
    </w:p>
    <w:p w14:paraId="4476F8AD" w14:textId="460AB45B" w:rsidR="00814D37" w:rsidRPr="00A30D7A" w:rsidRDefault="00814D37" w:rsidP="00814D37">
      <w:pPr>
        <w:pStyle w:val="Instructions"/>
        <w:rPr>
          <w:rFonts w:cs="Arial"/>
        </w:rPr>
      </w:pPr>
      <w:bookmarkStart w:id="389" w:name="_Hlk13238801"/>
      <w:r w:rsidRPr="00A30D7A">
        <w:rPr>
          <w:rFonts w:cs="Arial"/>
        </w:rPr>
        <w:t>Refer to NBG Appendix C, Clause 2.1.</w:t>
      </w:r>
      <w:r w:rsidR="00F91CB8" w:rsidRPr="00A30D7A">
        <w:rPr>
          <w:rFonts w:cs="Arial"/>
        </w:rPr>
        <w:t xml:space="preserve"> If existing conditions have not been modelled prior to tendering</w:t>
      </w:r>
      <w:r w:rsidR="00A3379D" w:rsidRPr="00A30D7A">
        <w:rPr>
          <w:rFonts w:cs="Arial"/>
        </w:rPr>
        <w:t xml:space="preserve">, or existing information needs to be updated, </w:t>
      </w:r>
      <w:proofErr w:type="gramStart"/>
      <w:r w:rsidR="00A3379D" w:rsidRPr="00A30D7A">
        <w:rPr>
          <w:rFonts w:cs="Arial"/>
        </w:rPr>
        <w:t>extended</w:t>
      </w:r>
      <w:proofErr w:type="gramEnd"/>
      <w:r w:rsidR="00A3379D" w:rsidRPr="00A30D7A">
        <w:rPr>
          <w:rFonts w:cs="Arial"/>
        </w:rPr>
        <w:t xml:space="preserve"> or enhanced, use the following prompt. If they have been adequately modelled, delete.</w:t>
      </w:r>
    </w:p>
    <w:bookmarkEnd w:id="389"/>
    <w:p w14:paraId="57B77C65" w14:textId="77777777" w:rsidR="00814D37" w:rsidRPr="00A30D7A" w:rsidRDefault="00814D37" w:rsidP="00814D37">
      <w:pPr>
        <w:pStyle w:val="Prompt"/>
        <w:rPr>
          <w:rFonts w:cs="Arial"/>
        </w:rPr>
      </w:pPr>
      <w:r w:rsidRPr="00A30D7A">
        <w:rPr>
          <w:rFonts w:cs="Arial"/>
        </w:rPr>
        <w:t xml:space="preserve">Methods for modelling existing conditions: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52C071C" w14:textId="53523959" w:rsidR="00814D37" w:rsidRPr="00A30D7A" w:rsidRDefault="00814D37" w:rsidP="00814D37">
      <w:pPr>
        <w:pStyle w:val="Instructions"/>
        <w:rPr>
          <w:rFonts w:cs="Arial"/>
        </w:rPr>
      </w:pPr>
      <w:r w:rsidRPr="00A30D7A">
        <w:rPr>
          <w:rFonts w:cs="Arial"/>
        </w:rPr>
        <w:t xml:space="preserve">e.g. Modelling based on laser scanned point cloud information. Specify the Levels of Development (LOD) of Model Elements required. See </w:t>
      </w:r>
      <w:proofErr w:type="spellStart"/>
      <w:r w:rsidRPr="00A30D7A">
        <w:rPr>
          <w:rFonts w:cs="Arial"/>
          <w:i/>
        </w:rPr>
        <w:t>BIMForum</w:t>
      </w:r>
      <w:proofErr w:type="spellEnd"/>
      <w:r w:rsidRPr="00A30D7A">
        <w:rPr>
          <w:rFonts w:cs="Arial"/>
          <w:i/>
        </w:rPr>
        <w:t xml:space="preserve"> LOD Specification</w:t>
      </w:r>
      <w:r w:rsidRPr="00A30D7A">
        <w:rPr>
          <w:rFonts w:cs="Arial"/>
        </w:rPr>
        <w:t xml:space="preserve"> for definitions of LOD for </w:t>
      </w:r>
      <w:proofErr w:type="gramStart"/>
      <w:r w:rsidRPr="00A30D7A">
        <w:rPr>
          <w:rFonts w:cs="Arial"/>
        </w:rPr>
        <w:t>a number of</w:t>
      </w:r>
      <w:proofErr w:type="gramEnd"/>
      <w:r w:rsidRPr="00A30D7A">
        <w:rPr>
          <w:rFonts w:cs="Arial"/>
        </w:rPr>
        <w:t xml:space="preserve"> model elements.  Reference guidelines and/or standards to be adopted, e.g. GSA </w:t>
      </w:r>
      <w:r w:rsidRPr="00A30D7A">
        <w:rPr>
          <w:rFonts w:cs="Arial"/>
          <w:i/>
        </w:rPr>
        <w:t xml:space="preserve">BIM Guide 03, </w:t>
      </w:r>
      <w:r w:rsidRPr="00A30D7A">
        <w:rPr>
          <w:rFonts w:cs="Arial"/>
        </w:rPr>
        <w:t>ASTM E57 3D file format (Refer ASTM E2807</w:t>
      </w:r>
      <w:r w:rsidR="0080643D" w:rsidRPr="00A30D7A">
        <w:rPr>
          <w:rFonts w:cs="Arial"/>
        </w:rPr>
        <w:t>-11</w:t>
      </w:r>
      <w:r w:rsidRPr="00A30D7A">
        <w:rPr>
          <w:rFonts w:cs="Arial"/>
        </w:rPr>
        <w:t>). Refer to the</w:t>
      </w:r>
      <w:r w:rsidR="003B590E" w:rsidRPr="00A30D7A">
        <w:rPr>
          <w:rFonts w:cs="Arial"/>
        </w:rPr>
        <w:t xml:space="preserve"> EIR or</w:t>
      </w:r>
      <w:r w:rsidRPr="00A30D7A">
        <w:rPr>
          <w:rFonts w:cs="Arial"/>
        </w:rPr>
        <w:t xml:space="preserve"> </w:t>
      </w:r>
      <w:r w:rsidRPr="00A30D7A">
        <w:rPr>
          <w:rFonts w:cs="Arial"/>
          <w:i/>
        </w:rPr>
        <w:t>Project BIM Brief</w:t>
      </w:r>
      <w:r w:rsidRPr="00A30D7A">
        <w:rPr>
          <w:rFonts w:cs="Arial"/>
        </w:rPr>
        <w:t xml:space="preserve"> for details of the extent of existing conditions to be modelled, what is to be modelled and the level of detail required. If not already defined in the</w:t>
      </w:r>
      <w:r w:rsidR="003B590E" w:rsidRPr="00A30D7A">
        <w:rPr>
          <w:rFonts w:cs="Arial"/>
        </w:rPr>
        <w:t xml:space="preserve"> EIR or</w:t>
      </w:r>
      <w:r w:rsidRPr="00A30D7A">
        <w:rPr>
          <w:rFonts w:cs="Arial"/>
        </w:rPr>
        <w:t xml:space="preserve"> </w:t>
      </w:r>
      <w:r w:rsidRPr="00A30D7A">
        <w:rPr>
          <w:rFonts w:cs="Arial"/>
          <w:i/>
        </w:rPr>
        <w:t>Project BIM Brief</w:t>
      </w:r>
      <w:r w:rsidRPr="00A30D7A">
        <w:rPr>
          <w:rFonts w:cs="Arial"/>
        </w:rPr>
        <w:t>, define them here.</w:t>
      </w:r>
    </w:p>
    <w:p w14:paraId="75197D88" w14:textId="77777777" w:rsidR="00814D37" w:rsidRPr="00A30D7A" w:rsidRDefault="00814D37" w:rsidP="00814D37">
      <w:pPr>
        <w:pStyle w:val="Instructions"/>
        <w:rPr>
          <w:rFonts w:cs="Arial"/>
        </w:rPr>
      </w:pPr>
      <w:r w:rsidRPr="00A30D7A">
        <w:rPr>
          <w:rFonts w:cs="Arial"/>
        </w:rPr>
        <w:t xml:space="preserve">See </w:t>
      </w:r>
      <w:r w:rsidRPr="00A30D7A">
        <w:rPr>
          <w:rFonts w:cs="Arial"/>
          <w:i/>
        </w:rPr>
        <w:t>National Guidelines for Digital Modelling</w:t>
      </w:r>
      <w:r w:rsidRPr="00A30D7A">
        <w:rPr>
          <w:rFonts w:cs="Arial"/>
        </w:rPr>
        <w:t xml:space="preserve"> clause 3.1.1 and </w:t>
      </w:r>
      <w:r w:rsidRPr="00A30D7A">
        <w:rPr>
          <w:rFonts w:cs="Arial"/>
          <w:i/>
        </w:rPr>
        <w:t>BIM Project Execution Planning Guide</w:t>
      </w:r>
      <w:r w:rsidRPr="00A30D7A">
        <w:rPr>
          <w:rFonts w:cs="Arial"/>
        </w:rPr>
        <w:t xml:space="preserve"> Appendix B, Item 25.</w:t>
      </w:r>
    </w:p>
    <w:p w14:paraId="45D7F96F" w14:textId="44FAE49C" w:rsidR="00367135" w:rsidRPr="00A30D7A" w:rsidRDefault="00A3379D" w:rsidP="00367135">
      <w:pPr>
        <w:pStyle w:val="Heading2"/>
        <w:rPr>
          <w:rFonts w:cs="Arial"/>
        </w:rPr>
      </w:pPr>
      <w:bookmarkStart w:id="390" w:name="_Toc163550154"/>
      <w:r w:rsidRPr="00A30D7A">
        <w:rPr>
          <w:rFonts w:cs="Arial"/>
        </w:rPr>
        <w:t>Model q</w:t>
      </w:r>
      <w:r w:rsidR="00367135" w:rsidRPr="00A30D7A">
        <w:rPr>
          <w:rFonts w:cs="Arial"/>
        </w:rPr>
        <w:t xml:space="preserve">uality </w:t>
      </w:r>
      <w:proofErr w:type="gramStart"/>
      <w:r w:rsidRPr="00A30D7A">
        <w:rPr>
          <w:rFonts w:cs="Arial"/>
        </w:rPr>
        <w:t>a</w:t>
      </w:r>
      <w:r w:rsidR="00367135" w:rsidRPr="00A30D7A">
        <w:rPr>
          <w:rFonts w:cs="Arial"/>
        </w:rPr>
        <w:t>ssurance</w:t>
      </w:r>
      <w:bookmarkEnd w:id="390"/>
      <w:proofErr w:type="gramEnd"/>
    </w:p>
    <w:p w14:paraId="0988F391" w14:textId="1426382E" w:rsidR="00367135" w:rsidRPr="00A30D7A" w:rsidRDefault="00A3379D" w:rsidP="00367135">
      <w:pPr>
        <w:pStyle w:val="Instructions"/>
        <w:rPr>
          <w:rFonts w:cs="Arial"/>
        </w:rPr>
      </w:pPr>
      <w:r w:rsidRPr="00A30D7A">
        <w:rPr>
          <w:rFonts w:cs="Arial"/>
        </w:rPr>
        <w:t>Describe q</w:t>
      </w:r>
      <w:r w:rsidR="00367135" w:rsidRPr="00A30D7A">
        <w:rPr>
          <w:rFonts w:cs="Arial"/>
        </w:rPr>
        <w:t xml:space="preserve">uality assurance/control procedures; retaining data integrity/accuracy in BIM; and integration approach with cost planning, construction staging/sequencing, </w:t>
      </w:r>
      <w:r w:rsidR="003B590E" w:rsidRPr="00A30D7A">
        <w:rPr>
          <w:rFonts w:cs="Arial"/>
        </w:rPr>
        <w:t>Schedule of Accommodation (</w:t>
      </w:r>
      <w:proofErr w:type="spellStart"/>
      <w:r w:rsidR="00367135" w:rsidRPr="00A30D7A">
        <w:rPr>
          <w:rFonts w:cs="Arial"/>
        </w:rPr>
        <w:t>SoA</w:t>
      </w:r>
      <w:proofErr w:type="spellEnd"/>
      <w:r w:rsidR="003B590E" w:rsidRPr="00A30D7A">
        <w:rPr>
          <w:rFonts w:cs="Arial"/>
        </w:rPr>
        <w:t>)</w:t>
      </w:r>
      <w:r w:rsidR="00367135" w:rsidRPr="00A30D7A">
        <w:rPr>
          <w:rFonts w:cs="Arial"/>
        </w:rPr>
        <w:t xml:space="preserve">, space planning </w:t>
      </w:r>
      <w:r w:rsidR="003B590E" w:rsidRPr="00A30D7A">
        <w:rPr>
          <w:rFonts w:cs="Arial"/>
        </w:rPr>
        <w:t>including</w:t>
      </w:r>
      <w:r w:rsidR="00367135" w:rsidRPr="00A30D7A">
        <w:rPr>
          <w:rFonts w:cs="Arial"/>
        </w:rPr>
        <w:t xml:space="preserve"> resulting 2D drawing and schedule outputs.</w:t>
      </w:r>
    </w:p>
    <w:p w14:paraId="65F4A5CA" w14:textId="2FECCE25" w:rsidR="00367135" w:rsidRPr="00A30D7A" w:rsidRDefault="00367135" w:rsidP="00367135">
      <w:pPr>
        <w:spacing w:after="120"/>
        <w:rPr>
          <w:rFonts w:eastAsiaTheme="minorHAnsi" w:cs="Arial"/>
        </w:rPr>
      </w:pPr>
      <w:r w:rsidRPr="00A30D7A">
        <w:rPr>
          <w:rFonts w:eastAsiaTheme="minorHAnsi" w:cs="Arial"/>
        </w:rPr>
        <w:t xml:space="preserve">The </w:t>
      </w:r>
      <w:r w:rsidR="00E20055" w:rsidRPr="00A30D7A">
        <w:rPr>
          <w:rFonts w:eastAsiaTheme="minorHAnsi" w:cs="Arial"/>
        </w:rPr>
        <w:t>following clauses</w:t>
      </w:r>
      <w:r w:rsidRPr="00A30D7A">
        <w:rPr>
          <w:rFonts w:eastAsiaTheme="minorHAnsi" w:cs="Arial"/>
        </w:rPr>
        <w:t xml:space="preserve"> outline the model and data quality </w:t>
      </w:r>
      <w:r w:rsidR="00E20055" w:rsidRPr="00A30D7A">
        <w:rPr>
          <w:rFonts w:eastAsiaTheme="minorHAnsi" w:cs="Arial"/>
        </w:rPr>
        <w:t xml:space="preserve">assurance </w:t>
      </w:r>
      <w:r w:rsidRPr="00A30D7A">
        <w:rPr>
          <w:rFonts w:eastAsiaTheme="minorHAnsi" w:cs="Arial"/>
        </w:rPr>
        <w:t>approach</w:t>
      </w:r>
      <w:r w:rsidR="00E20055" w:rsidRPr="00A30D7A">
        <w:rPr>
          <w:rFonts w:eastAsiaTheme="minorHAnsi" w:cs="Arial"/>
        </w:rPr>
        <w:t xml:space="preserve"> adopted for the project</w:t>
      </w:r>
      <w:r w:rsidRPr="00A30D7A">
        <w:rPr>
          <w:rFonts w:eastAsiaTheme="minorHAnsi" w:cs="Arial"/>
        </w:rPr>
        <w:t>.</w:t>
      </w:r>
    </w:p>
    <w:p w14:paraId="59E3028C" w14:textId="19460ADD" w:rsidR="00A3379D" w:rsidRPr="00A30D7A" w:rsidRDefault="00A3379D" w:rsidP="000D213C">
      <w:pPr>
        <w:pStyle w:val="Heading3"/>
      </w:pPr>
      <w:r w:rsidRPr="00A30D7A">
        <w:lastRenderedPageBreak/>
        <w:t xml:space="preserve">Model quality </w:t>
      </w:r>
      <w:r w:rsidR="003B590E" w:rsidRPr="00A30D7A">
        <w:t xml:space="preserve">assurance </w:t>
      </w:r>
      <w:proofErr w:type="gramStart"/>
      <w:r w:rsidR="003B590E" w:rsidRPr="00A30D7A">
        <w:t>measures</w:t>
      </w:r>
      <w:proofErr w:type="gramEnd"/>
    </w:p>
    <w:p w14:paraId="74E589AD" w14:textId="77777777" w:rsidR="00A3379D" w:rsidRPr="00A30D7A" w:rsidRDefault="00A3379D" w:rsidP="00A3379D">
      <w:pPr>
        <w:pStyle w:val="Prompt"/>
        <w:rPr>
          <w:rFonts w:cs="Arial"/>
        </w:rPr>
      </w:pPr>
      <w:r w:rsidRPr="00A30D7A">
        <w:rPr>
          <w:rFonts w:cs="Arial"/>
        </w:rPr>
        <w:t xml:space="preserve">Strategy for establishing model quality control measures: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EEEED80" w14:textId="0D3B4D82" w:rsidR="003B590E" w:rsidRPr="00A30D7A" w:rsidRDefault="00A3379D" w:rsidP="003B590E">
      <w:pPr>
        <w:pStyle w:val="Instructions"/>
        <w:rPr>
          <w:rFonts w:cs="Arial"/>
        </w:rPr>
      </w:pPr>
      <w:r w:rsidRPr="00A30D7A">
        <w:rPr>
          <w:rFonts w:cs="Arial"/>
        </w:rPr>
        <w:t xml:space="preserve">Describe the strategy for establishing model quality control measures including </w:t>
      </w:r>
      <w:r w:rsidR="003B590E" w:rsidRPr="00A30D7A">
        <w:rPr>
          <w:rFonts w:cs="Arial"/>
        </w:rPr>
        <w:t xml:space="preserve">modelling </w:t>
      </w:r>
      <w:r w:rsidRPr="00A30D7A">
        <w:rPr>
          <w:rFonts w:cs="Arial"/>
        </w:rPr>
        <w:t>standards</w:t>
      </w:r>
      <w:r w:rsidR="00FB48BA" w:rsidRPr="00A30D7A">
        <w:rPr>
          <w:rFonts w:cs="Arial"/>
        </w:rPr>
        <w:t>, project templates</w:t>
      </w:r>
      <w:r w:rsidR="003B590E" w:rsidRPr="00A30D7A">
        <w:rPr>
          <w:rFonts w:cs="Arial"/>
        </w:rPr>
        <w:t xml:space="preserve"> and pre-exchange checking, </w:t>
      </w:r>
      <w:proofErr w:type="gramStart"/>
      <w:r w:rsidR="003B590E" w:rsidRPr="00A30D7A">
        <w:rPr>
          <w:rFonts w:cs="Arial"/>
        </w:rPr>
        <w:t>approval</w:t>
      </w:r>
      <w:proofErr w:type="gramEnd"/>
      <w:r w:rsidR="003B590E" w:rsidRPr="00A30D7A">
        <w:rPr>
          <w:rFonts w:cs="Arial"/>
        </w:rPr>
        <w:t xml:space="preserve"> and sign-off procedures. Consider how </w:t>
      </w:r>
      <w:r w:rsidR="00526DD2" w:rsidRPr="00A30D7A">
        <w:rPr>
          <w:rFonts w:cs="Arial"/>
        </w:rPr>
        <w:t xml:space="preserve">the </w:t>
      </w:r>
      <w:r w:rsidR="00526DD2" w:rsidRPr="00A30D7A">
        <w:rPr>
          <w:rFonts w:cs="Arial"/>
          <w:i/>
          <w:iCs/>
        </w:rPr>
        <w:t>Open BIM Object Standard</w:t>
      </w:r>
      <w:r w:rsidR="00526DD2" w:rsidRPr="00A30D7A">
        <w:rPr>
          <w:rFonts w:cs="Arial"/>
        </w:rPr>
        <w:t xml:space="preserve"> (OBOS) </w:t>
      </w:r>
      <w:r w:rsidR="00FB48BA" w:rsidRPr="00A30D7A">
        <w:rPr>
          <w:rFonts w:cs="Arial"/>
        </w:rPr>
        <w:t xml:space="preserve">and </w:t>
      </w:r>
      <w:r w:rsidR="00FB48BA" w:rsidRPr="00A30D7A">
        <w:rPr>
          <w:rFonts w:cs="Arial"/>
          <w:vanish w:val="0"/>
        </w:rPr>
        <w:fldChar w:fldCharType="begin"/>
      </w:r>
      <w:r w:rsidR="00FB48BA" w:rsidRPr="00A30D7A">
        <w:rPr>
          <w:rFonts w:cs="Arial"/>
        </w:rPr>
        <w:instrText>HYPERLINK "https://bim.natspec.org/documents/open-bim-object-standard"</w:instrText>
      </w:r>
      <w:r w:rsidR="00FB48BA" w:rsidRPr="00A30D7A">
        <w:rPr>
          <w:rFonts w:cs="Arial"/>
          <w:vanish w:val="0"/>
        </w:rPr>
        <w:fldChar w:fldCharType="separate"/>
      </w:r>
      <w:r w:rsidR="00FB48BA" w:rsidRPr="00A30D7A">
        <w:rPr>
          <w:rStyle w:val="Hyperlink"/>
          <w:rFonts w:cs="Arial"/>
        </w:rPr>
        <w:t>https://bim.natspec.org/documents/open-bim-object-standard</w:t>
      </w:r>
      <w:r w:rsidR="00FB48BA" w:rsidRPr="00A30D7A">
        <w:rPr>
          <w:rFonts w:cs="Arial"/>
          <w:vanish w:val="0"/>
        </w:rPr>
        <w:fldChar w:fldCharType="end"/>
      </w:r>
      <w:r w:rsidR="00FB48BA" w:rsidRPr="00A30D7A">
        <w:rPr>
          <w:rFonts w:cs="Arial"/>
        </w:rPr>
        <w:t xml:space="preserve">the </w:t>
      </w:r>
      <w:r w:rsidR="00FB48BA" w:rsidRPr="00A30D7A">
        <w:rPr>
          <w:rFonts w:cs="Arial"/>
          <w:iCs/>
        </w:rPr>
        <w:t xml:space="preserve">NATSPEC BIM Properties Generator </w:t>
      </w:r>
      <w:r w:rsidR="00FB48BA" w:rsidRPr="00A30D7A">
        <w:rPr>
          <w:rFonts w:cs="Arial"/>
        </w:rPr>
        <w:t>can be used for this. See</w:t>
      </w:r>
      <w:r w:rsidR="00FB48BA" w:rsidRPr="00A30D7A">
        <w:rPr>
          <w:rFonts w:cs="Arial"/>
          <w:vanish w:val="0"/>
        </w:rPr>
        <w:t xml:space="preserve"> </w:t>
      </w:r>
      <w:bookmarkStart w:id="391" w:name="_Hlk156733935"/>
      <w:r w:rsidR="008455EE" w:rsidRPr="00A30D7A">
        <w:rPr>
          <w:rFonts w:cs="Arial"/>
          <w:vanish w:val="0"/>
        </w:rPr>
        <w:fldChar w:fldCharType="begin"/>
      </w:r>
      <w:r w:rsidR="008455EE" w:rsidRPr="00A30D7A">
        <w:rPr>
          <w:rFonts w:cs="Arial"/>
          <w:vanish w:val="0"/>
        </w:rPr>
        <w:instrText>HYPERLINK "https://bim.natspec.org/documents/open-bim-object-standard"</w:instrText>
      </w:r>
      <w:r w:rsidR="008455EE" w:rsidRPr="00A30D7A">
        <w:rPr>
          <w:rFonts w:cs="Arial"/>
          <w:vanish w:val="0"/>
        </w:rPr>
      </w:r>
      <w:r w:rsidR="008455EE" w:rsidRPr="00A30D7A">
        <w:rPr>
          <w:rFonts w:cs="Arial"/>
          <w:vanish w:val="0"/>
        </w:rPr>
        <w:fldChar w:fldCharType="separate"/>
      </w:r>
      <w:r w:rsidR="008455EE" w:rsidRPr="00A30D7A">
        <w:rPr>
          <w:rStyle w:val="Hyperlink"/>
          <w:rFonts w:cs="Arial"/>
          <w:vanish w:val="0"/>
        </w:rPr>
        <w:t>https://bim.natspec.org/documents/open-bim-object-standard</w:t>
      </w:r>
      <w:r w:rsidR="008455EE" w:rsidRPr="00A30D7A">
        <w:rPr>
          <w:rFonts w:cs="Arial"/>
          <w:vanish w:val="0"/>
        </w:rPr>
        <w:fldChar w:fldCharType="end"/>
      </w:r>
      <w:bookmarkEnd w:id="391"/>
      <w:r w:rsidRPr="00A30D7A">
        <w:fldChar w:fldCharType="begin"/>
      </w:r>
      <w:r w:rsidRPr="00A30D7A">
        <w:instrText>HYPERLINK</w:instrText>
      </w:r>
      <w:r w:rsidRPr="00A30D7A">
        <w:fldChar w:fldCharType="separate"/>
      </w:r>
      <w:r w:rsidR="00526DD2" w:rsidRPr="00A30D7A">
        <w:rPr>
          <w:rStyle w:val="Hyperlink"/>
          <w:rFonts w:cs="Arial"/>
        </w:rPr>
        <w:t>https://bim.natspec.org/documents/open-bim-object-standard</w:t>
      </w:r>
      <w:r w:rsidRPr="00A30D7A">
        <w:rPr>
          <w:rStyle w:val="Hyperlink"/>
          <w:rFonts w:cs="Arial"/>
        </w:rPr>
        <w:fldChar w:fldCharType="end"/>
      </w:r>
      <w:r w:rsidR="00981608" w:rsidRPr="00A30D7A">
        <w:fldChar w:fldCharType="begin"/>
      </w:r>
      <w:r w:rsidR="00981608" w:rsidRPr="00A30D7A">
        <w:instrText>HYPERLINK</w:instrText>
      </w:r>
      <w:r w:rsidR="00981608" w:rsidRPr="00A30D7A">
        <w:fldChar w:fldCharType="separate"/>
      </w:r>
      <w:r w:rsidR="008455EE" w:rsidRPr="00A30D7A">
        <w:rPr>
          <w:rStyle w:val="Hyperlink"/>
          <w:rFonts w:cs="Arial"/>
        </w:rPr>
        <w:t>https://bim.natspec.org/tools/properties-generator</w:t>
      </w:r>
      <w:r w:rsidR="00981608" w:rsidRPr="00A30D7A">
        <w:rPr>
          <w:rStyle w:val="Hyperlink"/>
          <w:rFonts w:cs="Arial"/>
        </w:rPr>
        <w:fldChar w:fldCharType="end"/>
      </w:r>
      <w:r w:rsidR="008455EE" w:rsidRPr="00A30D7A">
        <w:rPr>
          <w:rFonts w:cs="Arial"/>
          <w:vanish w:val="0"/>
        </w:rPr>
        <w:t>.</w:t>
      </w:r>
      <w:r w:rsidRPr="00A30D7A">
        <w:fldChar w:fldCharType="begin"/>
      </w:r>
      <w:r w:rsidRPr="00A30D7A">
        <w:instrText>HYPERLINK</w:instrText>
      </w:r>
      <w:r w:rsidRPr="00A30D7A">
        <w:fldChar w:fldCharType="separate"/>
      </w:r>
      <w:r w:rsidR="00245079" w:rsidRPr="00A30D7A">
        <w:rPr>
          <w:rStyle w:val="Hyperlink"/>
          <w:rFonts w:cs="Arial"/>
        </w:rPr>
        <w:t>www.propgen.bim.natspec.com.au/</w:t>
      </w:r>
      <w:r w:rsidRPr="00A30D7A">
        <w:rPr>
          <w:rStyle w:val="Hyperlink"/>
          <w:rFonts w:cs="Arial"/>
        </w:rPr>
        <w:fldChar w:fldCharType="end"/>
      </w:r>
      <w:r w:rsidR="003B590E" w:rsidRPr="00A30D7A">
        <w:fldChar w:fldCharType="begin"/>
      </w:r>
      <w:r w:rsidR="003B590E" w:rsidRPr="00A30D7A">
        <w:instrText>HYPERLINK</w:instrText>
      </w:r>
      <w:r w:rsidR="003B590E" w:rsidRPr="00A30D7A">
        <w:fldChar w:fldCharType="separate"/>
      </w:r>
      <w:r w:rsidR="003B590E" w:rsidRPr="00A30D7A">
        <w:rPr>
          <w:rStyle w:val="Hyperlink"/>
          <w:rFonts w:cs="Arial"/>
        </w:rPr>
        <w:t>www.propgen.bim.natspec.com.au/</w:t>
      </w:r>
      <w:r w:rsidR="003B590E" w:rsidRPr="00A30D7A">
        <w:rPr>
          <w:rStyle w:val="Hyperlink"/>
          <w:rFonts w:cs="Arial"/>
        </w:rPr>
        <w:fldChar w:fldCharType="end"/>
      </w:r>
    </w:p>
    <w:p w14:paraId="30392356" w14:textId="1C51F7D3" w:rsidR="00526DD2" w:rsidRPr="00A30D7A" w:rsidRDefault="00526DD2" w:rsidP="00344EE7">
      <w:pPr>
        <w:rPr>
          <w:rFonts w:cs="Arial"/>
        </w:rPr>
      </w:pPr>
      <w:bookmarkStart w:id="392" w:name="_Toc443997724"/>
      <w:bookmarkEnd w:id="383"/>
      <w:r w:rsidRPr="00A30D7A">
        <w:rPr>
          <w:rFonts w:cs="Arial"/>
        </w:rPr>
        <w:t>M</w:t>
      </w:r>
      <w:r w:rsidR="00367135" w:rsidRPr="00A30D7A">
        <w:rPr>
          <w:rFonts w:cs="Arial"/>
        </w:rPr>
        <w:t xml:space="preserve">odelling standards: </w:t>
      </w:r>
      <w:r w:rsidRPr="00A30D7A">
        <w:rPr>
          <w:rFonts w:cs="Arial"/>
        </w:rPr>
        <w:t xml:space="preserve">Conform to the modelling standards included in </w:t>
      </w:r>
      <w:r w:rsidRPr="00A30D7A">
        <w:rPr>
          <w:rFonts w:cs="Arial"/>
          <w:b/>
          <w:bCs/>
          <w:color w:val="595959" w:themeColor="text1" w:themeTint="A6"/>
        </w:rPr>
        <w:t>TECHNICAL, Standards and project reference information</w:t>
      </w:r>
      <w:r w:rsidRPr="00A30D7A">
        <w:rPr>
          <w:rFonts w:cs="Arial"/>
        </w:rPr>
        <w:t>.</w:t>
      </w:r>
    </w:p>
    <w:p w14:paraId="0B8262B9" w14:textId="33CC83FF" w:rsidR="00957F3A" w:rsidRPr="00A30D7A" w:rsidRDefault="00526DD2" w:rsidP="00367135">
      <w:pPr>
        <w:pStyle w:val="Instructions"/>
        <w:rPr>
          <w:rFonts w:cs="Arial"/>
        </w:rPr>
      </w:pPr>
      <w:r w:rsidRPr="00A30D7A">
        <w:rPr>
          <w:rFonts w:cs="Arial"/>
        </w:rPr>
        <w:t>Include</w:t>
      </w:r>
      <w:r w:rsidR="00367135" w:rsidRPr="00A30D7A">
        <w:rPr>
          <w:rFonts w:cs="Arial"/>
        </w:rPr>
        <w:t xml:space="preserve"> any standards specified by the </w:t>
      </w:r>
      <w:r w:rsidR="00A3379D" w:rsidRPr="00A30D7A">
        <w:rPr>
          <w:rFonts w:cs="Arial"/>
        </w:rPr>
        <w:t>appointing party</w:t>
      </w:r>
      <w:r w:rsidR="00367135" w:rsidRPr="00A30D7A">
        <w:rPr>
          <w:rFonts w:cs="Arial"/>
        </w:rPr>
        <w:t xml:space="preserve"> in the</w:t>
      </w:r>
      <w:r w:rsidR="00A3379D" w:rsidRPr="00A30D7A">
        <w:rPr>
          <w:rFonts w:cs="Arial"/>
        </w:rPr>
        <w:t xml:space="preserve"> EIR or</w:t>
      </w:r>
      <w:r w:rsidR="00367135" w:rsidRPr="00A30D7A">
        <w:rPr>
          <w:rFonts w:cs="Arial"/>
        </w:rPr>
        <w:t xml:space="preserve"> </w:t>
      </w:r>
      <w:r w:rsidR="00367135" w:rsidRPr="00A30D7A">
        <w:rPr>
          <w:rFonts w:cs="Arial"/>
          <w:iCs/>
        </w:rPr>
        <w:t xml:space="preserve">Project BIM Brief </w:t>
      </w:r>
      <w:r w:rsidR="00A3379D" w:rsidRPr="00A30D7A">
        <w:rPr>
          <w:rFonts w:cs="Arial"/>
          <w:b/>
          <w:bCs/>
          <w:iCs/>
        </w:rPr>
        <w:t>TECHNICAL</w:t>
      </w:r>
      <w:r w:rsidR="00A3379D" w:rsidRPr="00A30D7A">
        <w:rPr>
          <w:rFonts w:cs="Arial"/>
          <w:iCs/>
        </w:rPr>
        <w:t xml:space="preserve"> section</w:t>
      </w:r>
      <w:r w:rsidRPr="00A30D7A">
        <w:rPr>
          <w:rFonts w:cs="Arial"/>
          <w:iCs/>
        </w:rPr>
        <w:t xml:space="preserve"> </w:t>
      </w:r>
      <w:r w:rsidRPr="00A30D7A">
        <w:rPr>
          <w:rFonts w:cs="Arial"/>
        </w:rPr>
        <w:t xml:space="preserve">in </w:t>
      </w:r>
      <w:r w:rsidRPr="00A30D7A">
        <w:rPr>
          <w:rFonts w:cs="Arial"/>
          <w:b/>
          <w:bCs/>
          <w:iCs/>
        </w:rPr>
        <w:t>TECHNICAL, Standards and project reference information</w:t>
      </w:r>
      <w:r w:rsidRPr="00A30D7A">
        <w:rPr>
          <w:rFonts w:cs="Arial"/>
          <w:iCs/>
        </w:rPr>
        <w:t xml:space="preserve"> of the BEP</w:t>
      </w:r>
      <w:r w:rsidR="00367135" w:rsidRPr="00A30D7A">
        <w:rPr>
          <w:rFonts w:cs="Arial"/>
        </w:rPr>
        <w:t>. Describe any additional standards required. Adopt existing industry standards where possible.  Another option is to adopt standards developed by team member organisations.</w:t>
      </w:r>
    </w:p>
    <w:p w14:paraId="578B5E54" w14:textId="76DA05C4" w:rsidR="00EC6036" w:rsidRPr="00A30D7A" w:rsidRDefault="00EC6036" w:rsidP="000D213C">
      <w:pPr>
        <w:pStyle w:val="Heading3"/>
      </w:pPr>
      <w:bookmarkStart w:id="393" w:name="_Toc443997725"/>
      <w:r w:rsidRPr="00A30D7A">
        <w:t>Project object library</w:t>
      </w:r>
      <w:bookmarkEnd w:id="393"/>
    </w:p>
    <w:p w14:paraId="32EA1FFA" w14:textId="0CF1E9ED" w:rsidR="00957F3A" w:rsidRPr="00A30D7A" w:rsidRDefault="00957F3A" w:rsidP="003F195B">
      <w:pPr>
        <w:pStyle w:val="Instructions"/>
        <w:rPr>
          <w:rFonts w:cs="Arial"/>
        </w:rPr>
      </w:pPr>
      <w:r w:rsidRPr="00A30D7A">
        <w:rPr>
          <w:rFonts w:cs="Arial"/>
        </w:rPr>
        <w:t xml:space="preserve">A project object library is an effective means of establishing modelling </w:t>
      </w:r>
      <w:r w:rsidR="00C34C7D" w:rsidRPr="00A30D7A">
        <w:rPr>
          <w:rFonts w:cs="Arial"/>
        </w:rPr>
        <w:t xml:space="preserve">standards </w:t>
      </w:r>
      <w:r w:rsidRPr="00A30D7A">
        <w:rPr>
          <w:rFonts w:cs="Arial"/>
        </w:rPr>
        <w:t>across a project by embedding them in model objects.</w:t>
      </w:r>
    </w:p>
    <w:p w14:paraId="18AEA259" w14:textId="77777777" w:rsidR="00EC6036" w:rsidRPr="00A30D7A" w:rsidRDefault="00EC6036" w:rsidP="00EC6036">
      <w:pPr>
        <w:pStyle w:val="Prompt"/>
        <w:rPr>
          <w:rFonts w:cs="Arial"/>
        </w:rPr>
      </w:pPr>
      <w:r w:rsidRPr="00A30D7A">
        <w:rPr>
          <w:rFonts w:cs="Arial"/>
        </w:rPr>
        <w:t xml:space="preserve">Library establishment strategy: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E96DE09" w14:textId="7873531D" w:rsidR="00EC6036" w:rsidRPr="00A30D7A" w:rsidRDefault="00EC6036" w:rsidP="00EC6036">
      <w:pPr>
        <w:pStyle w:val="Instructions"/>
        <w:rPr>
          <w:rFonts w:cs="Arial"/>
        </w:rPr>
      </w:pPr>
      <w:r w:rsidRPr="00A30D7A">
        <w:rPr>
          <w:rFonts w:cs="Arial"/>
        </w:rPr>
        <w:t xml:space="preserve">If it is agreed a project library </w:t>
      </w:r>
      <w:r w:rsidR="00957F3A" w:rsidRPr="00A30D7A">
        <w:rPr>
          <w:rFonts w:cs="Arial"/>
        </w:rPr>
        <w:t>is</w:t>
      </w:r>
      <w:r w:rsidRPr="00A30D7A">
        <w:rPr>
          <w:rFonts w:cs="Arial"/>
        </w:rPr>
        <w:t xml:space="preserve"> </w:t>
      </w:r>
      <w:r w:rsidR="00C34C7D" w:rsidRPr="00A30D7A">
        <w:rPr>
          <w:rFonts w:cs="Arial"/>
        </w:rPr>
        <w:t>to be used</w:t>
      </w:r>
      <w:r w:rsidRPr="00A30D7A">
        <w:rPr>
          <w:rFonts w:cs="Arial"/>
        </w:rPr>
        <w:t>, describe how it will be established and hosted, and who will be responsible.</w:t>
      </w:r>
    </w:p>
    <w:p w14:paraId="7CD0F7D3" w14:textId="77777777" w:rsidR="00EC6036" w:rsidRPr="00A30D7A" w:rsidRDefault="00EC6036" w:rsidP="00EC6036">
      <w:pPr>
        <w:pStyle w:val="Prompt"/>
        <w:rPr>
          <w:rFonts w:cs="Arial"/>
        </w:rPr>
      </w:pPr>
      <w:r w:rsidRPr="00A30D7A">
        <w:rPr>
          <w:rFonts w:cs="Arial"/>
        </w:rPr>
        <w:t xml:space="preserve">Library management strategy: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7C063E4" w14:textId="311429F6" w:rsidR="00EC6036" w:rsidRPr="00A30D7A" w:rsidRDefault="00EC6036" w:rsidP="00EC6036">
      <w:pPr>
        <w:pStyle w:val="Instructions"/>
        <w:rPr>
          <w:rFonts w:cs="Arial"/>
          <w:i/>
        </w:rPr>
      </w:pPr>
      <w:r w:rsidRPr="00A30D7A">
        <w:rPr>
          <w:rFonts w:cs="Arial"/>
        </w:rPr>
        <w:t>Describe how content will be added</w:t>
      </w:r>
      <w:r w:rsidR="00C34C7D" w:rsidRPr="00A30D7A">
        <w:rPr>
          <w:rFonts w:cs="Arial"/>
        </w:rPr>
        <w:t xml:space="preserve">, </w:t>
      </w:r>
      <w:proofErr w:type="gramStart"/>
      <w:r w:rsidR="00C34C7D" w:rsidRPr="00A30D7A">
        <w:rPr>
          <w:rFonts w:cs="Arial"/>
        </w:rPr>
        <w:t>updated</w:t>
      </w:r>
      <w:proofErr w:type="gramEnd"/>
      <w:r w:rsidRPr="00A30D7A">
        <w:rPr>
          <w:rFonts w:cs="Arial"/>
        </w:rPr>
        <w:t xml:space="preserve"> and managed</w:t>
      </w:r>
      <w:r w:rsidR="00C34C7D" w:rsidRPr="00A30D7A">
        <w:rPr>
          <w:rFonts w:cs="Arial"/>
        </w:rPr>
        <w:t xml:space="preserve"> to maintain</w:t>
      </w:r>
      <w:r w:rsidRPr="00A30D7A">
        <w:rPr>
          <w:rFonts w:cs="Arial"/>
        </w:rPr>
        <w:t xml:space="preserve"> object quality. Describe management responsibilities, access rights and permissions</w:t>
      </w:r>
      <w:r w:rsidRPr="00A30D7A">
        <w:rPr>
          <w:rFonts w:cs="Arial"/>
          <w:i/>
        </w:rPr>
        <w:t>.</w:t>
      </w:r>
    </w:p>
    <w:p w14:paraId="2B7C73E2" w14:textId="07A5EB27" w:rsidR="002244F2" w:rsidRPr="00A30D7A" w:rsidRDefault="002244F2" w:rsidP="00367135">
      <w:pPr>
        <w:pStyle w:val="Heading2"/>
        <w:rPr>
          <w:rFonts w:cs="Arial"/>
        </w:rPr>
      </w:pPr>
      <w:bookmarkStart w:id="394" w:name="_Toc163550155"/>
      <w:r w:rsidRPr="00A30D7A">
        <w:rPr>
          <w:rFonts w:cs="Arial"/>
        </w:rPr>
        <w:t xml:space="preserve">Model </w:t>
      </w:r>
      <w:r w:rsidR="00FC37F6" w:rsidRPr="00A30D7A">
        <w:rPr>
          <w:rFonts w:cs="Arial"/>
        </w:rPr>
        <w:t>d</w:t>
      </w:r>
      <w:r w:rsidRPr="00A30D7A">
        <w:rPr>
          <w:rFonts w:cs="Arial"/>
        </w:rPr>
        <w:t>evelopment</w:t>
      </w:r>
      <w:bookmarkEnd w:id="392"/>
      <w:r w:rsidR="00FC37F6" w:rsidRPr="00A30D7A">
        <w:rPr>
          <w:rFonts w:cs="Arial"/>
        </w:rPr>
        <w:t xml:space="preserve"> and </w:t>
      </w:r>
      <w:proofErr w:type="gramStart"/>
      <w:r w:rsidR="00FC37F6" w:rsidRPr="00A30D7A">
        <w:rPr>
          <w:rFonts w:cs="Arial"/>
        </w:rPr>
        <w:t>sharing</w:t>
      </w:r>
      <w:bookmarkEnd w:id="394"/>
      <w:proofErr w:type="gramEnd"/>
    </w:p>
    <w:p w14:paraId="6740BFA7" w14:textId="77777777" w:rsidR="002244F2" w:rsidRPr="00A30D7A" w:rsidRDefault="002244F2" w:rsidP="000D213C">
      <w:pPr>
        <w:pStyle w:val="Heading3"/>
      </w:pPr>
      <w:bookmarkStart w:id="395" w:name="_Toc443997726"/>
      <w:r w:rsidRPr="00A30D7A">
        <w:t xml:space="preserve">Model sharing </w:t>
      </w:r>
      <w:proofErr w:type="gramStart"/>
      <w:r w:rsidRPr="00A30D7A">
        <w:t>protocols</w:t>
      </w:r>
      <w:bookmarkEnd w:id="395"/>
      <w:proofErr w:type="gramEnd"/>
    </w:p>
    <w:p w14:paraId="3A054EAC" w14:textId="77777777" w:rsidR="002244F2" w:rsidRPr="00A30D7A" w:rsidRDefault="002244F2" w:rsidP="002244F2">
      <w:pPr>
        <w:pStyle w:val="Prompt"/>
        <w:rPr>
          <w:rFonts w:cs="Arial"/>
        </w:rPr>
      </w:pPr>
      <w:r w:rsidRPr="00A30D7A">
        <w:rPr>
          <w:rFonts w:cs="Arial"/>
        </w:rPr>
        <w:t xml:space="preserve">Model sharing and federation protocol establishment: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8A7F0A0" w14:textId="76B7421B" w:rsidR="002244F2" w:rsidRPr="00A30D7A" w:rsidRDefault="002244F2" w:rsidP="002244F2">
      <w:pPr>
        <w:pStyle w:val="Instructions"/>
        <w:rPr>
          <w:rFonts w:cs="Arial"/>
        </w:rPr>
      </w:pPr>
      <w:r w:rsidRPr="00A30D7A">
        <w:rPr>
          <w:rFonts w:cs="Arial"/>
        </w:rPr>
        <w:t xml:space="preserve">Describe the strategy for establishing model sharing and federation protocols for the project which are to be included in </w:t>
      </w:r>
      <w:r w:rsidR="005353E2" w:rsidRPr="00A30D7A">
        <w:rPr>
          <w:rFonts w:cs="Arial"/>
          <w:b/>
          <w:bCs/>
          <w:iCs/>
        </w:rPr>
        <w:t>TECHNICAL, Standards and project reference information</w:t>
      </w:r>
      <w:r w:rsidR="005353E2" w:rsidRPr="00A30D7A">
        <w:rPr>
          <w:rFonts w:cs="Arial"/>
          <w:iCs/>
        </w:rPr>
        <w:t>.</w:t>
      </w:r>
    </w:p>
    <w:p w14:paraId="75F6E9C1" w14:textId="5FD5CF3A" w:rsidR="00487631" w:rsidRPr="00A30D7A" w:rsidRDefault="00487631" w:rsidP="00487631">
      <w:pPr>
        <w:pStyle w:val="Prompt"/>
        <w:rPr>
          <w:rFonts w:cs="Arial"/>
        </w:rPr>
      </w:pPr>
      <w:r w:rsidRPr="00A30D7A">
        <w:rPr>
          <w:rFonts w:cs="Arial"/>
        </w:rPr>
        <w:t xml:space="preserve">Model revision management strategy: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437D1D3" w14:textId="6CF2F01D" w:rsidR="00487631" w:rsidRPr="00A30D7A" w:rsidRDefault="00487631" w:rsidP="00487631">
      <w:pPr>
        <w:pStyle w:val="Instructions"/>
        <w:rPr>
          <w:rFonts w:cs="Arial"/>
        </w:rPr>
      </w:pPr>
      <w:r w:rsidRPr="00A30D7A">
        <w:rPr>
          <w:rFonts w:cs="Arial"/>
        </w:rPr>
        <w:t xml:space="preserve">Describe the procedures </w:t>
      </w:r>
      <w:r w:rsidR="00716551" w:rsidRPr="00A30D7A">
        <w:rPr>
          <w:rFonts w:cs="Arial"/>
        </w:rPr>
        <w:t xml:space="preserve">and methods </w:t>
      </w:r>
      <w:r w:rsidRPr="00A30D7A">
        <w:rPr>
          <w:rFonts w:cs="Arial"/>
        </w:rPr>
        <w:t xml:space="preserve">including supporting revision management applications that will be used to </w:t>
      </w:r>
      <w:r w:rsidR="007A5E09" w:rsidRPr="00A30D7A">
        <w:rPr>
          <w:rFonts w:cs="Arial"/>
        </w:rPr>
        <w:t>manage revisions to models, e.g. red</w:t>
      </w:r>
      <w:r w:rsidR="00C34C7D" w:rsidRPr="00A30D7A">
        <w:rPr>
          <w:rFonts w:cs="Arial"/>
        </w:rPr>
        <w:t xml:space="preserve"> </w:t>
      </w:r>
      <w:r w:rsidR="007A5E09" w:rsidRPr="00A30D7A">
        <w:rPr>
          <w:rFonts w:cs="Arial"/>
        </w:rPr>
        <w:t xml:space="preserve">lining, </w:t>
      </w:r>
      <w:r w:rsidR="00716551" w:rsidRPr="00A30D7A">
        <w:rPr>
          <w:rFonts w:cs="Arial"/>
        </w:rPr>
        <w:t>CDE status codes and metadata.</w:t>
      </w:r>
    </w:p>
    <w:p w14:paraId="7DE12B20" w14:textId="64B1A4EF" w:rsidR="00716551" w:rsidRPr="00A30D7A" w:rsidRDefault="00716551" w:rsidP="00487631">
      <w:pPr>
        <w:pStyle w:val="Instructions"/>
        <w:rPr>
          <w:rFonts w:cs="Arial"/>
        </w:rPr>
      </w:pPr>
      <w:r w:rsidRPr="00A30D7A">
        <w:rPr>
          <w:rFonts w:cs="Arial"/>
        </w:rPr>
        <w:t>Consider methods for alertin</w:t>
      </w:r>
      <w:r w:rsidR="00C34C7D" w:rsidRPr="00A30D7A">
        <w:rPr>
          <w:rFonts w:cs="Arial"/>
        </w:rPr>
        <w:t>g</w:t>
      </w:r>
      <w:r w:rsidRPr="00A30D7A">
        <w:rPr>
          <w:rFonts w:cs="Arial"/>
        </w:rPr>
        <w:t xml:space="preserve"> recipients to </w:t>
      </w:r>
      <w:r w:rsidR="00C34C7D" w:rsidRPr="00A30D7A">
        <w:rPr>
          <w:rFonts w:cs="Arial"/>
        </w:rPr>
        <w:t xml:space="preserve">model </w:t>
      </w:r>
      <w:r w:rsidRPr="00A30D7A">
        <w:rPr>
          <w:rFonts w:cs="Arial"/>
        </w:rPr>
        <w:t xml:space="preserve">amendments to reduce the risk of </w:t>
      </w:r>
      <w:r w:rsidR="00C34C7D" w:rsidRPr="00A30D7A">
        <w:rPr>
          <w:rFonts w:cs="Arial"/>
        </w:rPr>
        <w:t>them</w:t>
      </w:r>
      <w:r w:rsidRPr="00A30D7A">
        <w:rPr>
          <w:rFonts w:cs="Arial"/>
        </w:rPr>
        <w:t xml:space="preserve"> being overlooked.</w:t>
      </w:r>
    </w:p>
    <w:p w14:paraId="40D69FEC" w14:textId="6CC67CE7" w:rsidR="00886BB7" w:rsidRPr="00A30D7A" w:rsidRDefault="00886BB7" w:rsidP="00886BB7">
      <w:pPr>
        <w:pStyle w:val="Prompt"/>
        <w:rPr>
          <w:rFonts w:cs="Arial"/>
        </w:rPr>
      </w:pPr>
      <w:r w:rsidRPr="00A30D7A">
        <w:rPr>
          <w:rFonts w:cs="Arial"/>
        </w:rPr>
        <w:t xml:space="preserve">Model Description Document (MDD):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680D2D0E" w14:textId="77777777" w:rsidR="000E3BC7" w:rsidRPr="00A30D7A" w:rsidRDefault="00055EAF" w:rsidP="00F604BB">
      <w:pPr>
        <w:pStyle w:val="Instructions"/>
        <w:rPr>
          <w:rFonts w:cs="Arial"/>
        </w:rPr>
      </w:pPr>
      <w:r w:rsidRPr="00A30D7A">
        <w:rPr>
          <w:rFonts w:cs="Arial"/>
        </w:rPr>
        <w:t xml:space="preserve">For simpler projects without revision management applications or sophisticated CDEs, a </w:t>
      </w:r>
      <w:proofErr w:type="gramStart"/>
      <w:r w:rsidR="00F604BB" w:rsidRPr="00A30D7A">
        <w:rPr>
          <w:rFonts w:cs="Arial"/>
        </w:rPr>
        <w:t>Model</w:t>
      </w:r>
      <w:proofErr w:type="gramEnd"/>
      <w:r w:rsidR="00F604BB" w:rsidRPr="00A30D7A">
        <w:rPr>
          <w:rFonts w:cs="Arial"/>
        </w:rPr>
        <w:t xml:space="preserve"> description document</w:t>
      </w:r>
      <w:r w:rsidRPr="00A30D7A">
        <w:rPr>
          <w:rFonts w:cs="Arial"/>
        </w:rPr>
        <w:t xml:space="preserve"> (MDD) can be used for model exchanges to</w:t>
      </w:r>
      <w:r w:rsidR="004D2767" w:rsidRPr="00A30D7A">
        <w:rPr>
          <w:rFonts w:cs="Arial"/>
        </w:rPr>
        <w:t xml:space="preserve"> describe</w:t>
      </w:r>
      <w:r w:rsidRPr="00A30D7A">
        <w:rPr>
          <w:rFonts w:cs="Arial"/>
        </w:rPr>
        <w:t xml:space="preserve"> the model’s </w:t>
      </w:r>
      <w:r w:rsidR="004D2767" w:rsidRPr="00A30D7A">
        <w:rPr>
          <w:rFonts w:cs="Arial"/>
        </w:rPr>
        <w:t>purpose, any limitations on its use and any changes from previous editions.</w:t>
      </w:r>
    </w:p>
    <w:p w14:paraId="389AC0FA" w14:textId="5552EE03" w:rsidR="00140F0F" w:rsidRPr="00A30D7A" w:rsidRDefault="000E3BC7" w:rsidP="00A30D7A">
      <w:pPr>
        <w:pStyle w:val="Instructions"/>
        <w:rPr>
          <w:rFonts w:cs="Arial"/>
        </w:rPr>
      </w:pPr>
      <w:r w:rsidRPr="00A30D7A">
        <w:rPr>
          <w:rFonts w:cs="Arial"/>
        </w:rPr>
        <w:t>If required, reference the location of t</w:t>
      </w:r>
      <w:r w:rsidR="004D2767" w:rsidRPr="00A30D7A">
        <w:rPr>
          <w:rFonts w:cs="Arial"/>
        </w:rPr>
        <w:t>he MDD Template</w:t>
      </w:r>
      <w:r w:rsidRPr="00A30D7A">
        <w:rPr>
          <w:rFonts w:cs="Arial"/>
        </w:rPr>
        <w:t>, e.g.</w:t>
      </w:r>
      <w:r w:rsidR="004D2767" w:rsidRPr="00A30D7A">
        <w:rPr>
          <w:rFonts w:cs="Arial"/>
        </w:rPr>
        <w:t xml:space="preserve"> </w:t>
      </w:r>
      <w:r w:rsidR="000A6778" w:rsidRPr="00A30D7A">
        <w:rPr>
          <w:rFonts w:cs="Arial"/>
        </w:rPr>
        <w:t xml:space="preserve">the </w:t>
      </w:r>
      <w:r w:rsidRPr="00A30D7A">
        <w:rPr>
          <w:rFonts w:cs="Arial"/>
        </w:rPr>
        <w:t xml:space="preserve">project’s </w:t>
      </w:r>
      <w:r w:rsidR="000A6778" w:rsidRPr="00A30D7A">
        <w:rPr>
          <w:rFonts w:cs="Arial"/>
        </w:rPr>
        <w:t>shared resources</w:t>
      </w:r>
      <w:r w:rsidRPr="00A30D7A">
        <w:rPr>
          <w:rFonts w:cs="Arial"/>
        </w:rPr>
        <w:t>, and provide instructions on how and when it is to be used</w:t>
      </w:r>
      <w:r w:rsidR="00055EAF" w:rsidRPr="00A30D7A">
        <w:rPr>
          <w:rFonts w:cs="Arial"/>
        </w:rPr>
        <w:t>.</w:t>
      </w:r>
      <w:r w:rsidRPr="00A30D7A">
        <w:rPr>
          <w:rFonts w:cs="Arial"/>
        </w:rPr>
        <w:t xml:space="preserve"> An example of a MDD Template can be found in </w:t>
      </w:r>
      <w:r w:rsidR="00C34C7D" w:rsidRPr="00A30D7A">
        <w:rPr>
          <w:rFonts w:cs="Arial"/>
          <w:b/>
          <w:bCs/>
        </w:rPr>
        <w:t>ANNEX</w:t>
      </w:r>
      <w:r w:rsidR="00A30D7A" w:rsidRPr="00A30D7A">
        <w:rPr>
          <w:rFonts w:cs="Arial"/>
          <w:b/>
          <w:bCs/>
        </w:rPr>
        <w:t> E</w:t>
      </w:r>
      <w:r w:rsidR="00C34C7D" w:rsidRPr="00A30D7A">
        <w:rPr>
          <w:rFonts w:cs="Arial"/>
          <w:b/>
          <w:bCs/>
        </w:rPr>
        <w:t xml:space="preserve"> – MODEL DESCRIPTION DOCUMENT</w:t>
      </w:r>
      <w:r w:rsidRPr="00A30D7A">
        <w:rPr>
          <w:rFonts w:cs="Arial"/>
          <w:b/>
          <w:bCs/>
        </w:rPr>
        <w:t xml:space="preserve"> (MDD)</w:t>
      </w:r>
      <w:r w:rsidRPr="00A30D7A">
        <w:rPr>
          <w:rFonts w:cs="Arial"/>
        </w:rPr>
        <w:t>.</w:t>
      </w:r>
      <w:r w:rsidR="00C34C7D" w:rsidRPr="00A30D7A">
        <w:rPr>
          <w:rFonts w:cs="Arial"/>
        </w:rPr>
        <w:t xml:space="preserve"> </w:t>
      </w:r>
      <w:r w:rsidRPr="00A30D7A">
        <w:rPr>
          <w:rFonts w:cs="Arial"/>
        </w:rPr>
        <w:t>If not required, delete the Prompt.</w:t>
      </w:r>
    </w:p>
    <w:p w14:paraId="40942729" w14:textId="18827696" w:rsidR="0066248B" w:rsidRPr="00A30D7A" w:rsidRDefault="0066248B" w:rsidP="0066248B">
      <w:pPr>
        <w:rPr>
          <w:rFonts w:cs="Arial"/>
        </w:rPr>
      </w:pPr>
      <w:r w:rsidRPr="00A30D7A">
        <w:rPr>
          <w:rFonts w:cs="Arial"/>
        </w:rPr>
        <w:t xml:space="preserve">Model development: Refer to </w:t>
      </w:r>
      <w:r w:rsidRPr="00A30D7A">
        <w:rPr>
          <w:rFonts w:cs="Arial"/>
          <w:b/>
          <w:bCs/>
          <w:color w:val="595959" w:themeColor="text1" w:themeTint="A6"/>
        </w:rPr>
        <w:t>A</w:t>
      </w:r>
      <w:r w:rsidR="00C34C7D" w:rsidRPr="00A30D7A">
        <w:rPr>
          <w:rFonts w:cs="Arial"/>
          <w:b/>
          <w:bCs/>
          <w:color w:val="595959" w:themeColor="text1" w:themeTint="A6"/>
        </w:rPr>
        <w:t>NNEX</w:t>
      </w:r>
      <w:r w:rsidR="005B41B7" w:rsidRPr="00A30D7A">
        <w:rPr>
          <w:rFonts w:cs="Arial"/>
          <w:b/>
          <w:bCs/>
          <w:color w:val="595959" w:themeColor="text1" w:themeTint="A6"/>
        </w:rPr>
        <w:t> B</w:t>
      </w:r>
      <w:r w:rsidRPr="00A30D7A">
        <w:rPr>
          <w:rFonts w:cs="Arial"/>
          <w:b/>
          <w:bCs/>
          <w:color w:val="595959" w:themeColor="text1" w:themeTint="A6"/>
        </w:rPr>
        <w:t xml:space="preserve"> – </w:t>
      </w:r>
      <w:r w:rsidR="0027263D" w:rsidRPr="00A30D7A">
        <w:rPr>
          <w:rFonts w:cs="Arial"/>
          <w:b/>
          <w:bCs/>
          <w:color w:val="595959" w:themeColor="text1" w:themeTint="A6"/>
        </w:rPr>
        <w:t>DETAILED RESPONSIBILITY MATRIX</w:t>
      </w:r>
      <w:r w:rsidRPr="00A30D7A">
        <w:rPr>
          <w:rFonts w:cs="Arial"/>
        </w:rPr>
        <w:t>.</w:t>
      </w:r>
    </w:p>
    <w:p w14:paraId="29BC7B20" w14:textId="77777777" w:rsidR="00EC6036" w:rsidRPr="00A30D7A" w:rsidRDefault="00EC6036" w:rsidP="00EC6036">
      <w:pPr>
        <w:pStyle w:val="Heading2"/>
        <w:rPr>
          <w:rFonts w:cs="Arial"/>
        </w:rPr>
      </w:pPr>
      <w:bookmarkStart w:id="396" w:name="_Toc138624212"/>
      <w:bookmarkStart w:id="397" w:name="_Toc445217311"/>
      <w:bookmarkStart w:id="398" w:name="_Toc163550156"/>
      <w:bookmarkEnd w:id="396"/>
      <w:r w:rsidRPr="00A30D7A">
        <w:rPr>
          <w:rFonts w:cs="Arial"/>
        </w:rPr>
        <w:t xml:space="preserve">Model </w:t>
      </w:r>
      <w:proofErr w:type="gramStart"/>
      <w:r w:rsidRPr="00A30D7A">
        <w:rPr>
          <w:rFonts w:cs="Arial"/>
        </w:rPr>
        <w:t>development</w:t>
      </w:r>
      <w:bookmarkEnd w:id="397"/>
      <w:bookmarkEnd w:id="398"/>
      <w:proofErr w:type="gramEnd"/>
    </w:p>
    <w:p w14:paraId="3ECC4D6C" w14:textId="77777777" w:rsidR="00EC6036" w:rsidRPr="00A30D7A" w:rsidRDefault="00EC6036" w:rsidP="00EC6036">
      <w:pPr>
        <w:pStyle w:val="Prompt"/>
        <w:rPr>
          <w:rFonts w:cs="Arial"/>
        </w:rPr>
      </w:pPr>
      <w:r w:rsidRPr="00A30D7A">
        <w:rPr>
          <w:rFonts w:cs="Arial"/>
        </w:rPr>
        <w:t xml:space="preserve">Model development protocols: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EC2F70F" w14:textId="688F596F" w:rsidR="00EC6036" w:rsidRPr="00A30D7A" w:rsidRDefault="00EC6036" w:rsidP="00EC6036">
      <w:pPr>
        <w:pStyle w:val="Instructions"/>
        <w:rPr>
          <w:rFonts w:cs="Arial"/>
        </w:rPr>
      </w:pPr>
      <w:r w:rsidRPr="00A30D7A">
        <w:rPr>
          <w:rFonts w:cs="Arial"/>
        </w:rPr>
        <w:t xml:space="preserve">Conform to </w:t>
      </w:r>
      <w:r w:rsidR="00F809A8" w:rsidRPr="00A30D7A">
        <w:rPr>
          <w:rFonts w:cs="Arial"/>
        </w:rPr>
        <w:t xml:space="preserve">project information standards, e.g. </w:t>
      </w:r>
      <w:r w:rsidRPr="00A30D7A">
        <w:rPr>
          <w:rFonts w:cs="Arial"/>
          <w:i/>
        </w:rPr>
        <w:t>AIA Documents E203, G201, G202</w:t>
      </w:r>
      <w:r w:rsidRPr="00A30D7A">
        <w:rPr>
          <w:rFonts w:cs="Arial"/>
        </w:rPr>
        <w:t>. It is preferable to reference existing standards or standards with agreed amendments than to include purpose-written text in this location.</w:t>
      </w:r>
    </w:p>
    <w:p w14:paraId="588CD795" w14:textId="77777777" w:rsidR="00EC6036" w:rsidRPr="00A30D7A" w:rsidRDefault="00EC6036" w:rsidP="00EC6036">
      <w:pPr>
        <w:pStyle w:val="Instructions"/>
        <w:rPr>
          <w:rFonts w:cs="Arial"/>
        </w:rPr>
      </w:pPr>
      <w:r w:rsidRPr="00A30D7A">
        <w:rPr>
          <w:rFonts w:cs="Arial"/>
        </w:rPr>
        <w:t xml:space="preserve">See </w:t>
      </w:r>
      <w:proofErr w:type="spellStart"/>
      <w:r w:rsidRPr="00A30D7A">
        <w:rPr>
          <w:rFonts w:cs="Arial"/>
          <w:i/>
        </w:rPr>
        <w:t>BIMForum</w:t>
      </w:r>
      <w:proofErr w:type="spellEnd"/>
      <w:r w:rsidRPr="00A30D7A">
        <w:rPr>
          <w:rFonts w:cs="Arial"/>
          <w:i/>
        </w:rPr>
        <w:t xml:space="preserve"> LOD Specification</w:t>
      </w:r>
      <w:r w:rsidRPr="00A30D7A">
        <w:rPr>
          <w:rFonts w:cs="Arial"/>
        </w:rPr>
        <w:t xml:space="preserve"> for definitions of Levels of Development (LOD) for </w:t>
      </w:r>
      <w:proofErr w:type="gramStart"/>
      <w:r w:rsidRPr="00A30D7A">
        <w:rPr>
          <w:rFonts w:cs="Arial"/>
        </w:rPr>
        <w:t>a number of</w:t>
      </w:r>
      <w:proofErr w:type="gramEnd"/>
      <w:r w:rsidRPr="00A30D7A">
        <w:rPr>
          <w:rFonts w:cs="Arial"/>
        </w:rPr>
        <w:t xml:space="preserve"> model elements.</w:t>
      </w:r>
    </w:p>
    <w:p w14:paraId="2E3766DE" w14:textId="424705B6" w:rsidR="00EC6036" w:rsidRPr="00A30D7A" w:rsidRDefault="00EC6036" w:rsidP="00EC6036">
      <w:pPr>
        <w:pStyle w:val="Instructions"/>
        <w:rPr>
          <w:rFonts w:cs="Arial"/>
        </w:rPr>
      </w:pPr>
      <w:r w:rsidRPr="00A30D7A">
        <w:rPr>
          <w:rFonts w:cs="Arial"/>
        </w:rPr>
        <w:t xml:space="preserve">Describe how the </w:t>
      </w:r>
      <w:r w:rsidR="0027263D" w:rsidRPr="00A30D7A">
        <w:rPr>
          <w:rFonts w:cs="Arial"/>
          <w:b/>
        </w:rPr>
        <w:t>Detailed</w:t>
      </w:r>
      <w:r w:rsidRPr="00A30D7A">
        <w:rPr>
          <w:rFonts w:cs="Arial"/>
          <w:b/>
        </w:rPr>
        <w:t xml:space="preserve"> responsibilit</w:t>
      </w:r>
      <w:r w:rsidR="0027263D" w:rsidRPr="00A30D7A">
        <w:rPr>
          <w:rFonts w:cs="Arial"/>
          <w:b/>
        </w:rPr>
        <w:t>y matrix</w:t>
      </w:r>
      <w:r w:rsidRPr="00A30D7A">
        <w:rPr>
          <w:rFonts w:cs="Arial"/>
        </w:rPr>
        <w:t xml:space="preserve"> will be used.</w:t>
      </w:r>
    </w:p>
    <w:p w14:paraId="6511843D" w14:textId="1E98467D" w:rsidR="002B5F01" w:rsidRPr="00A30D7A" w:rsidRDefault="002B5F01" w:rsidP="008474DC">
      <w:pPr>
        <w:pStyle w:val="Heading2"/>
      </w:pPr>
      <w:bookmarkStart w:id="399" w:name="_Toc443997745"/>
      <w:bookmarkStart w:id="400" w:name="_Toc163550157"/>
      <w:r w:rsidRPr="00A30D7A">
        <w:t>3D coordination</w:t>
      </w:r>
      <w:bookmarkEnd w:id="399"/>
      <w:bookmarkEnd w:id="400"/>
    </w:p>
    <w:p w14:paraId="2A2A22B0" w14:textId="0265D09C" w:rsidR="007A79D2" w:rsidRPr="00A30D7A" w:rsidRDefault="00A318FD" w:rsidP="000D213C">
      <w:pPr>
        <w:pStyle w:val="Heading3"/>
      </w:pPr>
      <w:r w:rsidRPr="00A30D7A">
        <w:t>Coordination strategy</w:t>
      </w:r>
    </w:p>
    <w:p w14:paraId="15D15520" w14:textId="77777777" w:rsidR="00056C37" w:rsidRPr="00A30D7A" w:rsidRDefault="00056C37" w:rsidP="00056C37">
      <w:pPr>
        <w:pStyle w:val="Prompt"/>
        <w:rPr>
          <w:rFonts w:cs="Arial"/>
        </w:rPr>
      </w:pPr>
      <w:r w:rsidRPr="00A30D7A">
        <w:rPr>
          <w:rFonts w:cs="Arial"/>
        </w:rPr>
        <w:t xml:space="preserve">Model coordination strategy: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ABB7BD4" w14:textId="5CE76BDE" w:rsidR="00056C37" w:rsidRPr="00A30D7A" w:rsidRDefault="00056C37" w:rsidP="00056C37">
      <w:pPr>
        <w:pStyle w:val="Instructions"/>
        <w:rPr>
          <w:rFonts w:cs="Arial"/>
        </w:rPr>
      </w:pPr>
      <w:r w:rsidRPr="00A30D7A">
        <w:rPr>
          <w:rFonts w:cs="Arial"/>
        </w:rPr>
        <w:t xml:space="preserve">Describe the overall approach to model coordination. A coordination strategy encompasses more than clash detection alone, e.g. agreeing general zones for services, structure and penetrations before detail design begins. Explain what you </w:t>
      </w:r>
      <w:r w:rsidR="00350071">
        <w:rPr>
          <w:rFonts w:cs="Arial"/>
        </w:rPr>
        <w:t xml:space="preserve">are </w:t>
      </w:r>
      <w:r w:rsidRPr="00A30D7A">
        <w:rPr>
          <w:rFonts w:cs="Arial"/>
        </w:rPr>
        <w:t>trying to achieve at each stage in the process to advance the development of the design. “Resolve problems, not clashes”.</w:t>
      </w:r>
    </w:p>
    <w:p w14:paraId="258A2745" w14:textId="3FE8B81E" w:rsidR="00056C37" w:rsidRPr="00A30D7A" w:rsidRDefault="007E3895" w:rsidP="00056C37">
      <w:pPr>
        <w:pStyle w:val="Instructions"/>
        <w:rPr>
          <w:rFonts w:cs="Arial"/>
        </w:rPr>
      </w:pPr>
      <w:r w:rsidRPr="00A30D7A">
        <w:rPr>
          <w:rFonts w:cs="Arial"/>
        </w:rPr>
        <w:t>Describe</w:t>
      </w:r>
      <w:r w:rsidR="00056C37" w:rsidRPr="00A30D7A">
        <w:rPr>
          <w:rFonts w:cs="Arial"/>
        </w:rPr>
        <w:t xml:space="preserve"> clash detection procedures including the obligations of those involved, workflows to be used, timing, reporting processes and formats, status tracking (New, Active, Resolved, etc), resolution and sign-off. It is preferable to reference existing standards and formats for these processes, e.g. </w:t>
      </w:r>
      <w:r w:rsidR="0080643D" w:rsidRPr="00A30D7A">
        <w:rPr>
          <w:rFonts w:cs="Arial"/>
        </w:rPr>
        <w:t>BIM Collaboration Format</w:t>
      </w:r>
      <w:r w:rsidR="00056C37" w:rsidRPr="00A30D7A">
        <w:rPr>
          <w:rFonts w:cs="Arial"/>
          <w:i/>
        </w:rPr>
        <w:t xml:space="preserve"> </w:t>
      </w:r>
      <w:r w:rsidR="00056C37" w:rsidRPr="00A30D7A">
        <w:rPr>
          <w:rFonts w:cs="Arial"/>
          <w:iCs/>
        </w:rPr>
        <w:t>(BCF)</w:t>
      </w:r>
      <w:r w:rsidR="00787D25" w:rsidRPr="00A30D7A">
        <w:rPr>
          <w:rFonts w:cs="Arial"/>
        </w:rPr>
        <w:t>.</w:t>
      </w:r>
    </w:p>
    <w:p w14:paraId="40113ED5" w14:textId="3124D412" w:rsidR="00056C37" w:rsidRPr="00A30D7A" w:rsidRDefault="00056C37" w:rsidP="00056C37">
      <w:pPr>
        <w:pStyle w:val="Instructions"/>
        <w:rPr>
          <w:rFonts w:cs="Arial"/>
        </w:rPr>
      </w:pPr>
      <w:r w:rsidRPr="00A30D7A">
        <w:rPr>
          <w:rFonts w:cs="Arial"/>
        </w:rPr>
        <w:t xml:space="preserve">Refer to </w:t>
      </w:r>
      <w:r w:rsidR="0066248B" w:rsidRPr="00A30D7A">
        <w:rPr>
          <w:rFonts w:cs="Arial"/>
          <w:b/>
          <w:bCs/>
        </w:rPr>
        <w:t>A</w:t>
      </w:r>
      <w:r w:rsidR="007E3895" w:rsidRPr="00A30D7A">
        <w:rPr>
          <w:rFonts w:cs="Arial"/>
          <w:b/>
          <w:bCs/>
        </w:rPr>
        <w:t>NNEX</w:t>
      </w:r>
      <w:r w:rsidR="005B41B7" w:rsidRPr="00A30D7A">
        <w:rPr>
          <w:rFonts w:cs="Arial"/>
          <w:b/>
          <w:bCs/>
        </w:rPr>
        <w:t xml:space="preserve"> F – </w:t>
      </w:r>
      <w:r w:rsidR="007E3895" w:rsidRPr="00A30D7A">
        <w:rPr>
          <w:rFonts w:cs="Arial"/>
          <w:b/>
          <w:bCs/>
        </w:rPr>
        <w:t>CLASH DETECTION</w:t>
      </w:r>
      <w:r w:rsidR="0066248B" w:rsidRPr="00A30D7A">
        <w:rPr>
          <w:rFonts w:cs="Arial"/>
        </w:rPr>
        <w:t xml:space="preserve">, </w:t>
      </w:r>
      <w:r w:rsidRPr="00A30D7A">
        <w:rPr>
          <w:rFonts w:cs="Arial"/>
          <w:b/>
        </w:rPr>
        <w:t>Clash detection schedule</w:t>
      </w:r>
      <w:r w:rsidRPr="00A30D7A">
        <w:rPr>
          <w:rFonts w:cs="Arial"/>
        </w:rPr>
        <w:t xml:space="preserve"> which can be used to </w:t>
      </w:r>
      <w:r w:rsidR="007E3895" w:rsidRPr="00A30D7A">
        <w:rPr>
          <w:rFonts w:cs="Arial"/>
        </w:rPr>
        <w:t>specify</w:t>
      </w:r>
      <w:r w:rsidRPr="00A30D7A">
        <w:rPr>
          <w:rFonts w:cs="Arial"/>
        </w:rPr>
        <w:t xml:space="preserve"> the order in which items are to be coordinated.</w:t>
      </w:r>
    </w:p>
    <w:p w14:paraId="70A45721" w14:textId="77777777" w:rsidR="00056C37" w:rsidRPr="00A30D7A" w:rsidRDefault="00056C37" w:rsidP="00056C37">
      <w:pPr>
        <w:pStyle w:val="Instructions"/>
        <w:rPr>
          <w:rFonts w:cs="Arial"/>
        </w:rPr>
      </w:pPr>
      <w:r w:rsidRPr="00A30D7A">
        <w:rPr>
          <w:rFonts w:cs="Arial"/>
        </w:rPr>
        <w:lastRenderedPageBreak/>
        <w:t xml:space="preserve">See </w:t>
      </w:r>
      <w:r w:rsidRPr="00A30D7A">
        <w:rPr>
          <w:rFonts w:cs="Arial"/>
          <w:i/>
        </w:rPr>
        <w:t>National Guidelines for Digital Modelling</w:t>
      </w:r>
      <w:r w:rsidRPr="00A30D7A">
        <w:rPr>
          <w:rFonts w:cs="Arial"/>
        </w:rPr>
        <w:t xml:space="preserve"> clause 3.6 &amp; Appendix 1 and </w:t>
      </w:r>
      <w:r w:rsidRPr="00A30D7A">
        <w:rPr>
          <w:rFonts w:cs="Arial"/>
          <w:i/>
        </w:rPr>
        <w:t>BIM Project Execution Planning Guide</w:t>
      </w:r>
      <w:r w:rsidRPr="00A30D7A">
        <w:rPr>
          <w:rFonts w:cs="Arial"/>
        </w:rPr>
        <w:t xml:space="preserve"> Appendix B, Item 11.</w:t>
      </w:r>
    </w:p>
    <w:p w14:paraId="5C4E5DF3" w14:textId="7F2DE5A3" w:rsidR="00814D37" w:rsidRPr="00A30D7A" w:rsidRDefault="00814D37" w:rsidP="00814D37">
      <w:pPr>
        <w:pStyle w:val="Heading2"/>
      </w:pPr>
      <w:bookmarkStart w:id="401" w:name="_Toc163550158"/>
      <w:bookmarkStart w:id="402" w:name="_Toc441587451"/>
      <w:bookmarkStart w:id="403" w:name="_Toc443997727"/>
      <w:r w:rsidRPr="00A30D7A">
        <w:t>Key model handovers</w:t>
      </w:r>
      <w:bookmarkEnd w:id="401"/>
    </w:p>
    <w:p w14:paraId="43B2E7E5" w14:textId="36B3CD7B" w:rsidR="00814D37" w:rsidRPr="00A30D7A" w:rsidRDefault="0024075A" w:rsidP="000D213C">
      <w:pPr>
        <w:pStyle w:val="Heading3"/>
      </w:pPr>
      <w:r w:rsidRPr="00A30D7A">
        <w:t>As-d</w:t>
      </w:r>
      <w:r w:rsidR="00814D37" w:rsidRPr="00A30D7A">
        <w:t>esign</w:t>
      </w:r>
      <w:r w:rsidRPr="00A30D7A">
        <w:t>ed</w:t>
      </w:r>
      <w:r w:rsidR="00814D37" w:rsidRPr="00A30D7A">
        <w:t xml:space="preserve"> </w:t>
      </w:r>
      <w:r w:rsidR="006E5938" w:rsidRPr="00A30D7A">
        <w:t>m</w:t>
      </w:r>
      <w:r w:rsidR="00814D37" w:rsidRPr="00A30D7A">
        <w:t>odel handover</w:t>
      </w:r>
      <w:bookmarkEnd w:id="402"/>
      <w:bookmarkEnd w:id="403"/>
    </w:p>
    <w:p w14:paraId="41771CED" w14:textId="6E5D6B50" w:rsidR="00814D37" w:rsidRPr="00A30D7A" w:rsidRDefault="00814D37" w:rsidP="00814D37">
      <w:pPr>
        <w:pStyle w:val="Instructions"/>
        <w:rPr>
          <w:rFonts w:cs="Arial"/>
        </w:rPr>
      </w:pPr>
      <w:r w:rsidRPr="00A30D7A">
        <w:rPr>
          <w:rFonts w:cs="Arial"/>
        </w:rPr>
        <w:t>Clauses included in this section assumes a</w:t>
      </w:r>
      <w:r w:rsidR="0024075A" w:rsidRPr="00A30D7A">
        <w:rPr>
          <w:rFonts w:cs="Arial"/>
        </w:rPr>
        <w:t>n</w:t>
      </w:r>
      <w:r w:rsidRPr="00A30D7A">
        <w:rPr>
          <w:rFonts w:cs="Arial"/>
        </w:rPr>
        <w:t xml:space="preserve"> </w:t>
      </w:r>
      <w:r w:rsidR="0024075A" w:rsidRPr="00A30D7A">
        <w:rPr>
          <w:rFonts w:cs="Arial"/>
        </w:rPr>
        <w:t>As-d</w:t>
      </w:r>
      <w:r w:rsidRPr="00A30D7A">
        <w:rPr>
          <w:rFonts w:cs="Arial"/>
        </w:rPr>
        <w:t>esign</w:t>
      </w:r>
      <w:r w:rsidR="0024075A" w:rsidRPr="00A30D7A">
        <w:rPr>
          <w:rFonts w:cs="Arial"/>
        </w:rPr>
        <w:t>ed</w:t>
      </w:r>
      <w:r w:rsidRPr="00A30D7A">
        <w:rPr>
          <w:rFonts w:cs="Arial"/>
        </w:rPr>
        <w:t xml:space="preserve"> </w:t>
      </w:r>
      <w:r w:rsidR="006E5938" w:rsidRPr="00A30D7A">
        <w:rPr>
          <w:rFonts w:cs="Arial"/>
        </w:rPr>
        <w:t>m</w:t>
      </w:r>
      <w:r w:rsidRPr="00A30D7A">
        <w:rPr>
          <w:rFonts w:cs="Arial"/>
        </w:rPr>
        <w:t>odel</w:t>
      </w:r>
      <w:r w:rsidR="006E5938" w:rsidRPr="00A30D7A">
        <w:rPr>
          <w:rFonts w:cs="Arial"/>
        </w:rPr>
        <w:t xml:space="preserve"> including e</w:t>
      </w:r>
      <w:r w:rsidRPr="00A30D7A">
        <w:rPr>
          <w:rFonts w:cs="Arial"/>
        </w:rPr>
        <w:t xml:space="preserve">xisting </w:t>
      </w:r>
      <w:r w:rsidR="006E5938" w:rsidRPr="00A30D7A">
        <w:rPr>
          <w:rFonts w:cs="Arial"/>
        </w:rPr>
        <w:t>c</w:t>
      </w:r>
      <w:r w:rsidRPr="00A30D7A">
        <w:rPr>
          <w:rFonts w:cs="Arial"/>
        </w:rPr>
        <w:t xml:space="preserve">onditions will be provided. Existing </w:t>
      </w:r>
      <w:r w:rsidR="006E5938" w:rsidRPr="00A30D7A">
        <w:rPr>
          <w:rFonts w:cs="Arial"/>
        </w:rPr>
        <w:t>c</w:t>
      </w:r>
      <w:r w:rsidRPr="00A30D7A">
        <w:rPr>
          <w:rFonts w:cs="Arial"/>
        </w:rPr>
        <w:t xml:space="preserve">onditions </w:t>
      </w:r>
      <w:r w:rsidR="006E5938" w:rsidRPr="00A30D7A">
        <w:rPr>
          <w:rFonts w:cs="Arial"/>
        </w:rPr>
        <w:t>m</w:t>
      </w:r>
      <w:r w:rsidRPr="00A30D7A">
        <w:rPr>
          <w:rFonts w:cs="Arial"/>
        </w:rPr>
        <w:t xml:space="preserve">odels include existing site </w:t>
      </w:r>
      <w:r w:rsidR="007E3895" w:rsidRPr="00A30D7A">
        <w:rPr>
          <w:rFonts w:cs="Arial"/>
        </w:rPr>
        <w:t>topography</w:t>
      </w:r>
      <w:r w:rsidRPr="00A30D7A">
        <w:rPr>
          <w:rFonts w:cs="Arial"/>
        </w:rPr>
        <w:t xml:space="preserve">, structures, services, </w:t>
      </w:r>
      <w:proofErr w:type="gramStart"/>
      <w:r w:rsidRPr="00A30D7A">
        <w:rPr>
          <w:rFonts w:cs="Arial"/>
        </w:rPr>
        <w:t>buildings</w:t>
      </w:r>
      <w:proofErr w:type="gramEnd"/>
      <w:r w:rsidRPr="00A30D7A">
        <w:rPr>
          <w:rFonts w:cs="Arial"/>
        </w:rPr>
        <w:t xml:space="preserve"> and temporary works.  If non-BIM methods have been used to deliver the project during the design phase, </w:t>
      </w:r>
      <w:r w:rsidR="007E3895" w:rsidRPr="00A30D7A">
        <w:rPr>
          <w:rFonts w:cs="Arial"/>
        </w:rPr>
        <w:t xml:space="preserve">describe </w:t>
      </w:r>
      <w:r w:rsidRPr="00A30D7A">
        <w:rPr>
          <w:rFonts w:cs="Arial"/>
        </w:rPr>
        <w:t xml:space="preserve">how models </w:t>
      </w:r>
      <w:r w:rsidR="007E3895" w:rsidRPr="00A30D7A">
        <w:rPr>
          <w:rFonts w:cs="Arial"/>
        </w:rPr>
        <w:t>are to</w:t>
      </w:r>
      <w:r w:rsidRPr="00A30D7A">
        <w:rPr>
          <w:rFonts w:cs="Arial"/>
        </w:rPr>
        <w:t xml:space="preserve"> be developed from available information.</w:t>
      </w:r>
    </w:p>
    <w:p w14:paraId="119D76AF" w14:textId="18DAFEE0" w:rsidR="00814D37" w:rsidRPr="00A30D7A" w:rsidRDefault="00814D37" w:rsidP="00814D37">
      <w:pPr>
        <w:pStyle w:val="Instructions"/>
        <w:rPr>
          <w:rFonts w:cs="Arial"/>
        </w:rPr>
      </w:pPr>
      <w:r w:rsidRPr="00A30D7A">
        <w:rPr>
          <w:rFonts w:cs="Arial"/>
        </w:rPr>
        <w:t xml:space="preserve">Agree what </w:t>
      </w:r>
      <w:r w:rsidR="0024075A" w:rsidRPr="00A30D7A">
        <w:rPr>
          <w:rFonts w:cs="Arial"/>
        </w:rPr>
        <w:t>As-d</w:t>
      </w:r>
      <w:r w:rsidRPr="00A30D7A">
        <w:rPr>
          <w:rFonts w:cs="Arial"/>
        </w:rPr>
        <w:t>esign</w:t>
      </w:r>
      <w:r w:rsidR="0024075A" w:rsidRPr="00A30D7A">
        <w:rPr>
          <w:rFonts w:cs="Arial"/>
        </w:rPr>
        <w:t>ed</w:t>
      </w:r>
      <w:r w:rsidRPr="00A30D7A">
        <w:rPr>
          <w:rFonts w:cs="Arial"/>
        </w:rPr>
        <w:t xml:space="preserve"> </w:t>
      </w:r>
      <w:r w:rsidR="006E5938" w:rsidRPr="00A30D7A">
        <w:rPr>
          <w:rFonts w:cs="Arial"/>
        </w:rPr>
        <w:t>m</w:t>
      </w:r>
      <w:r w:rsidRPr="00A30D7A">
        <w:rPr>
          <w:rFonts w:cs="Arial"/>
        </w:rPr>
        <w:t xml:space="preserve">odel handovers will be required, e.g. to the construction team only, to the construction team and the </w:t>
      </w:r>
      <w:r w:rsidR="006E5938" w:rsidRPr="00A30D7A">
        <w:rPr>
          <w:rFonts w:cs="Arial"/>
        </w:rPr>
        <w:t>appointing party</w:t>
      </w:r>
      <w:r w:rsidRPr="00A30D7A">
        <w:rPr>
          <w:rFonts w:cs="Arial"/>
        </w:rPr>
        <w:t xml:space="preserve"> as a ‘For Record’ or ‘As</w:t>
      </w:r>
      <w:r w:rsidR="0024075A" w:rsidRPr="00A30D7A">
        <w:rPr>
          <w:rFonts w:cs="Arial"/>
        </w:rPr>
        <w:t>-</w:t>
      </w:r>
      <w:r w:rsidRPr="00A30D7A">
        <w:rPr>
          <w:rFonts w:cs="Arial"/>
        </w:rPr>
        <w:t>Designed’ model at completion</w:t>
      </w:r>
      <w:r w:rsidR="006E5938" w:rsidRPr="00A30D7A">
        <w:rPr>
          <w:rFonts w:cs="Arial"/>
        </w:rPr>
        <w:t>.</w:t>
      </w:r>
    </w:p>
    <w:p w14:paraId="60DECF18" w14:textId="77777777" w:rsidR="00814D37" w:rsidRPr="00A30D7A" w:rsidRDefault="00814D37" w:rsidP="00814D37">
      <w:pPr>
        <w:pStyle w:val="Prompt"/>
        <w:rPr>
          <w:rFonts w:cs="Arial"/>
        </w:rPr>
      </w:pPr>
      <w:r w:rsidRPr="00A30D7A">
        <w:rPr>
          <w:rFonts w:cs="Arial"/>
        </w:rPr>
        <w:t xml:space="preserve">Strategy for migrating the model(s) used for design/documentation to those used for construction: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5EBBBC69" w14:textId="16BB930D" w:rsidR="00814D37" w:rsidRPr="00A30D7A" w:rsidRDefault="00814D37" w:rsidP="00814D37">
      <w:pPr>
        <w:pStyle w:val="Instructions"/>
        <w:rPr>
          <w:rFonts w:cs="Arial"/>
        </w:rPr>
      </w:pPr>
      <w:r w:rsidRPr="00A30D7A">
        <w:rPr>
          <w:rFonts w:cs="Arial"/>
        </w:rPr>
        <w:t>Outline procedures for migration, including handover and sign-off protocols</w:t>
      </w:r>
      <w:r w:rsidR="007E3895" w:rsidRPr="00A30D7A">
        <w:rPr>
          <w:rFonts w:cs="Arial"/>
        </w:rPr>
        <w:t>. I</w:t>
      </w:r>
      <w:r w:rsidRPr="00A30D7A">
        <w:rPr>
          <w:rFonts w:cs="Arial"/>
        </w:rPr>
        <w:t>dentify those responsible. Address how this can be done effectively with minimum effort.</w:t>
      </w:r>
    </w:p>
    <w:p w14:paraId="6337E92D" w14:textId="77777777" w:rsidR="00814D37" w:rsidRPr="00A30D7A" w:rsidRDefault="00814D37" w:rsidP="00814D37">
      <w:pPr>
        <w:pStyle w:val="Instructions"/>
        <w:rPr>
          <w:rFonts w:cs="Arial"/>
        </w:rPr>
      </w:pPr>
      <w:r w:rsidRPr="00A30D7A">
        <w:rPr>
          <w:rFonts w:cs="Arial"/>
        </w:rPr>
        <w:t>Note any amendments to the procedures described in the Design BIM Execution Plan.</w:t>
      </w:r>
    </w:p>
    <w:p w14:paraId="72F945CD" w14:textId="0189813B" w:rsidR="00814D37" w:rsidRPr="00A30D7A" w:rsidRDefault="00814D37" w:rsidP="00814D37">
      <w:pPr>
        <w:pStyle w:val="Prompt"/>
        <w:rPr>
          <w:rFonts w:cs="Arial"/>
        </w:rPr>
      </w:pPr>
      <w:r w:rsidRPr="00A30D7A">
        <w:rPr>
          <w:rFonts w:cs="Arial"/>
        </w:rPr>
        <w:t xml:space="preserve">Permissible uses of </w:t>
      </w:r>
      <w:r w:rsidR="006E5938" w:rsidRPr="00A30D7A">
        <w:rPr>
          <w:rFonts w:cs="Arial"/>
        </w:rPr>
        <w:t>d</w:t>
      </w:r>
      <w:r w:rsidRPr="00A30D7A">
        <w:rPr>
          <w:rFonts w:cs="Arial"/>
        </w:rPr>
        <w:t xml:space="preserve">esign </w:t>
      </w:r>
      <w:r w:rsidR="006E5938" w:rsidRPr="00A30D7A">
        <w:rPr>
          <w:rFonts w:cs="Arial"/>
        </w:rPr>
        <w:t>m</w:t>
      </w:r>
      <w:r w:rsidRPr="00A30D7A">
        <w:rPr>
          <w:rFonts w:cs="Arial"/>
        </w:rPr>
        <w:t xml:space="preserve">odels </w:t>
      </w:r>
      <w:r w:rsidR="006E5938" w:rsidRPr="00A30D7A">
        <w:rPr>
          <w:rFonts w:cs="Arial"/>
        </w:rPr>
        <w:t>including e</w:t>
      </w:r>
      <w:r w:rsidRPr="00A30D7A">
        <w:rPr>
          <w:rFonts w:cs="Arial"/>
        </w:rPr>
        <w:t xml:space="preserve">xisting </w:t>
      </w:r>
      <w:r w:rsidR="006E5938" w:rsidRPr="00A30D7A">
        <w:rPr>
          <w:rFonts w:cs="Arial"/>
        </w:rPr>
        <w:t>c</w:t>
      </w:r>
      <w:r w:rsidRPr="00A30D7A">
        <w:rPr>
          <w:rFonts w:cs="Arial"/>
        </w:rPr>
        <w:t xml:space="preserve">onditions for construction: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5FF7BD3C" w14:textId="0E1B2CE5" w:rsidR="00814D37" w:rsidRPr="00A30D7A" w:rsidRDefault="00814D37" w:rsidP="00814D37">
      <w:pPr>
        <w:pStyle w:val="Instructions"/>
        <w:rPr>
          <w:rFonts w:cs="Arial"/>
        </w:rPr>
      </w:pPr>
      <w:r w:rsidRPr="00A30D7A">
        <w:rPr>
          <w:rFonts w:cs="Arial"/>
        </w:rPr>
        <w:t xml:space="preserve">Define the status of information in </w:t>
      </w:r>
      <w:r w:rsidR="009F4F97" w:rsidRPr="00A30D7A">
        <w:rPr>
          <w:rFonts w:cs="Arial"/>
        </w:rPr>
        <w:t>d</w:t>
      </w:r>
      <w:r w:rsidRPr="00A30D7A">
        <w:rPr>
          <w:rFonts w:cs="Arial"/>
        </w:rPr>
        <w:t xml:space="preserve">esign </w:t>
      </w:r>
      <w:r w:rsidR="009F4F97" w:rsidRPr="00A30D7A">
        <w:rPr>
          <w:rFonts w:cs="Arial"/>
        </w:rPr>
        <w:t>m</w:t>
      </w:r>
      <w:r w:rsidRPr="00A30D7A">
        <w:rPr>
          <w:rFonts w:cs="Arial"/>
        </w:rPr>
        <w:t xml:space="preserve">odels </w:t>
      </w:r>
      <w:r w:rsidR="00756EF6" w:rsidRPr="00A30D7A">
        <w:rPr>
          <w:rFonts w:cs="Arial"/>
        </w:rPr>
        <w:t>including e</w:t>
      </w:r>
      <w:r w:rsidRPr="00A30D7A">
        <w:rPr>
          <w:rFonts w:cs="Arial"/>
        </w:rPr>
        <w:t xml:space="preserve">xisting </w:t>
      </w:r>
      <w:r w:rsidR="00756EF6" w:rsidRPr="00A30D7A">
        <w:rPr>
          <w:rFonts w:cs="Arial"/>
        </w:rPr>
        <w:t>c</w:t>
      </w:r>
      <w:r w:rsidRPr="00A30D7A">
        <w:rPr>
          <w:rFonts w:cs="Arial"/>
        </w:rPr>
        <w:t xml:space="preserve">onditions. Summarise what </w:t>
      </w:r>
      <w:r w:rsidR="007E3895" w:rsidRPr="00A30D7A">
        <w:rPr>
          <w:rFonts w:cs="Arial"/>
        </w:rPr>
        <w:t>they</w:t>
      </w:r>
      <w:r w:rsidRPr="00A30D7A">
        <w:rPr>
          <w:rFonts w:cs="Arial"/>
        </w:rPr>
        <w:t xml:space="preserve"> can, and cannot, be relied on for during the construction phases of the project. Reference contract </w:t>
      </w:r>
      <w:r w:rsidR="007E3895" w:rsidRPr="00A30D7A">
        <w:rPr>
          <w:rFonts w:cs="Arial"/>
        </w:rPr>
        <w:t>clauses if available, and</w:t>
      </w:r>
      <w:r w:rsidRPr="00A30D7A">
        <w:rPr>
          <w:rFonts w:cs="Arial"/>
        </w:rPr>
        <w:t xml:space="preserve"> as appropriate.</w:t>
      </w:r>
    </w:p>
    <w:p w14:paraId="3E239910" w14:textId="0827FB23" w:rsidR="00814D37" w:rsidRPr="00A30D7A" w:rsidRDefault="00814D37" w:rsidP="00814D37">
      <w:pPr>
        <w:pStyle w:val="Prompt"/>
        <w:rPr>
          <w:rFonts w:cs="Arial"/>
        </w:rPr>
      </w:pPr>
      <w:r w:rsidRPr="00A30D7A">
        <w:rPr>
          <w:rFonts w:cs="Arial"/>
        </w:rPr>
        <w:t xml:space="preserve">Acceptance of </w:t>
      </w:r>
      <w:r w:rsidR="006E5938" w:rsidRPr="00A30D7A">
        <w:rPr>
          <w:rFonts w:cs="Arial"/>
        </w:rPr>
        <w:t>d</w:t>
      </w:r>
      <w:r w:rsidRPr="00A30D7A">
        <w:rPr>
          <w:rFonts w:cs="Arial"/>
        </w:rPr>
        <w:t xml:space="preserve">esign </w:t>
      </w:r>
      <w:r w:rsidR="006E5938" w:rsidRPr="00A30D7A">
        <w:rPr>
          <w:rFonts w:cs="Arial"/>
        </w:rPr>
        <w:t>m</w:t>
      </w:r>
      <w:r w:rsidRPr="00A30D7A">
        <w:rPr>
          <w:rFonts w:cs="Arial"/>
        </w:rPr>
        <w:t xml:space="preserve">odels </w:t>
      </w:r>
      <w:r w:rsidR="006E5938" w:rsidRPr="00A30D7A">
        <w:rPr>
          <w:rFonts w:cs="Arial"/>
        </w:rPr>
        <w:t>including e</w:t>
      </w:r>
      <w:r w:rsidRPr="00A30D7A">
        <w:rPr>
          <w:rFonts w:cs="Arial"/>
        </w:rPr>
        <w:t xml:space="preserve">xisting </w:t>
      </w:r>
      <w:r w:rsidR="006E5938" w:rsidRPr="00A30D7A">
        <w:rPr>
          <w:rFonts w:cs="Arial"/>
        </w:rPr>
        <w:t>c</w:t>
      </w:r>
      <w:r w:rsidRPr="00A30D7A">
        <w:rPr>
          <w:rFonts w:cs="Arial"/>
        </w:rPr>
        <w:t xml:space="preserve">onditions for construction: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6B3D4B9" w14:textId="439602D7" w:rsidR="00814D37" w:rsidRPr="00A30D7A" w:rsidRDefault="00814D37" w:rsidP="00814D37">
      <w:pPr>
        <w:pStyle w:val="Instructions"/>
        <w:rPr>
          <w:rFonts w:cs="Arial"/>
        </w:rPr>
      </w:pPr>
      <w:r w:rsidRPr="00A30D7A">
        <w:rPr>
          <w:rFonts w:cs="Arial"/>
        </w:rPr>
        <w:t xml:space="preserve">If the permissible uses of </w:t>
      </w:r>
      <w:r w:rsidR="009F4F97" w:rsidRPr="00A30D7A">
        <w:rPr>
          <w:rFonts w:cs="Arial"/>
        </w:rPr>
        <w:t>d</w:t>
      </w:r>
      <w:r w:rsidRPr="00A30D7A">
        <w:rPr>
          <w:rFonts w:cs="Arial"/>
        </w:rPr>
        <w:t xml:space="preserve">esign </w:t>
      </w:r>
      <w:r w:rsidR="00756EF6" w:rsidRPr="00A30D7A">
        <w:rPr>
          <w:rFonts w:cs="Arial"/>
        </w:rPr>
        <w:t>m</w:t>
      </w:r>
      <w:r w:rsidRPr="00A30D7A">
        <w:rPr>
          <w:rFonts w:cs="Arial"/>
        </w:rPr>
        <w:t>odels</w:t>
      </w:r>
      <w:r w:rsidR="00756EF6" w:rsidRPr="00A30D7A">
        <w:rPr>
          <w:rFonts w:cs="Arial"/>
        </w:rPr>
        <w:t xml:space="preserve"> including e</w:t>
      </w:r>
      <w:r w:rsidRPr="00A30D7A">
        <w:rPr>
          <w:rFonts w:cs="Arial"/>
        </w:rPr>
        <w:t xml:space="preserve">xisting </w:t>
      </w:r>
      <w:r w:rsidR="00756EF6" w:rsidRPr="00A30D7A">
        <w:rPr>
          <w:rFonts w:cs="Arial"/>
        </w:rPr>
        <w:t>c</w:t>
      </w:r>
      <w:r w:rsidRPr="00A30D7A">
        <w:rPr>
          <w:rFonts w:cs="Arial"/>
        </w:rPr>
        <w:t>ondition</w:t>
      </w:r>
      <w:r w:rsidR="00756EF6" w:rsidRPr="00A30D7A">
        <w:rPr>
          <w:rFonts w:cs="Arial"/>
        </w:rPr>
        <w:t>s</w:t>
      </w:r>
      <w:r w:rsidRPr="00A30D7A">
        <w:rPr>
          <w:rFonts w:cs="Arial"/>
        </w:rPr>
        <w:t xml:space="preserve"> have been defined, confirm their </w:t>
      </w:r>
      <w:proofErr w:type="gramStart"/>
      <w:r w:rsidRPr="00A30D7A">
        <w:rPr>
          <w:rFonts w:cs="Arial"/>
        </w:rPr>
        <w:t>acceptance</w:t>
      </w:r>
      <w:proofErr w:type="gramEnd"/>
      <w:r w:rsidRPr="00A30D7A">
        <w:rPr>
          <w:rFonts w:cs="Arial"/>
        </w:rPr>
        <w:t xml:space="preserve"> and have all parties using the models sign-off on them.</w:t>
      </w:r>
    </w:p>
    <w:p w14:paraId="6BF4BC35" w14:textId="6CF7CE0A" w:rsidR="00814D37" w:rsidRPr="00A30D7A" w:rsidRDefault="00814D37" w:rsidP="00814D37">
      <w:pPr>
        <w:pStyle w:val="Instructions"/>
        <w:rPr>
          <w:rFonts w:cs="Arial"/>
        </w:rPr>
      </w:pPr>
      <w:r w:rsidRPr="00A30D7A">
        <w:rPr>
          <w:rFonts w:cs="Arial"/>
        </w:rPr>
        <w:t xml:space="preserve">If the permissible uses of </w:t>
      </w:r>
      <w:r w:rsidR="009F4F97" w:rsidRPr="00A30D7A">
        <w:rPr>
          <w:rFonts w:cs="Arial"/>
        </w:rPr>
        <w:t>d</w:t>
      </w:r>
      <w:r w:rsidRPr="00A30D7A">
        <w:rPr>
          <w:rFonts w:cs="Arial"/>
        </w:rPr>
        <w:t xml:space="preserve">esign </w:t>
      </w:r>
      <w:r w:rsidR="00756EF6" w:rsidRPr="00A30D7A">
        <w:rPr>
          <w:rFonts w:cs="Arial"/>
        </w:rPr>
        <w:t xml:space="preserve">models including existing conditions </w:t>
      </w:r>
      <w:r w:rsidRPr="00A30D7A">
        <w:rPr>
          <w:rFonts w:cs="Arial"/>
        </w:rPr>
        <w:t xml:space="preserve">have </w:t>
      </w:r>
      <w:r w:rsidRPr="00A30D7A">
        <w:rPr>
          <w:rFonts w:cs="Arial"/>
          <w:u w:val="single"/>
        </w:rPr>
        <w:t xml:space="preserve">not </w:t>
      </w:r>
      <w:r w:rsidRPr="00A30D7A">
        <w:rPr>
          <w:rFonts w:cs="Arial"/>
        </w:rPr>
        <w:t xml:space="preserve">been defined, assess the </w:t>
      </w:r>
      <w:proofErr w:type="gramStart"/>
      <w:r w:rsidRPr="00A30D7A">
        <w:rPr>
          <w:rFonts w:cs="Arial"/>
        </w:rPr>
        <w:t>models</w:t>
      </w:r>
      <w:proofErr w:type="gramEnd"/>
      <w:r w:rsidRPr="00A30D7A">
        <w:rPr>
          <w:rFonts w:cs="Arial"/>
        </w:rPr>
        <w:t xml:space="preserve"> and define limitations of their use.  Summarise what uses they can, and cannot, be relied on for during the construction phases of the project.  </w:t>
      </w:r>
      <w:r w:rsidR="00F5586F" w:rsidRPr="00A30D7A">
        <w:rPr>
          <w:rFonts w:cs="Arial"/>
        </w:rPr>
        <w:t>Reference contract clauses if available, and as appropriate</w:t>
      </w:r>
      <w:r w:rsidRPr="00A30D7A">
        <w:rPr>
          <w:rFonts w:cs="Arial"/>
        </w:rPr>
        <w:t>.</w:t>
      </w:r>
    </w:p>
    <w:p w14:paraId="26E538F6" w14:textId="77777777" w:rsidR="00814D37" w:rsidRPr="00A30D7A" w:rsidRDefault="00814D37" w:rsidP="00814D37">
      <w:pPr>
        <w:pStyle w:val="Instructions"/>
        <w:rPr>
          <w:rFonts w:cs="Arial"/>
        </w:rPr>
      </w:pPr>
      <w:r w:rsidRPr="00A30D7A">
        <w:rPr>
          <w:rFonts w:cs="Arial"/>
        </w:rPr>
        <w:t>Agree any remedial measures needed to make them conform to the project’s modelling and quality standards.</w:t>
      </w:r>
    </w:p>
    <w:p w14:paraId="42C70B03" w14:textId="2E5B2E4E" w:rsidR="00814D37" w:rsidRPr="00A30D7A" w:rsidRDefault="00814D37" w:rsidP="000D213C">
      <w:pPr>
        <w:pStyle w:val="Heading3"/>
      </w:pPr>
      <w:bookmarkStart w:id="404" w:name="_Toc441587452"/>
      <w:bookmarkStart w:id="405" w:name="_Toc443997728"/>
      <w:r w:rsidRPr="00A30D7A">
        <w:t xml:space="preserve">As-built </w:t>
      </w:r>
      <w:r w:rsidR="006E5938" w:rsidRPr="00A30D7A">
        <w:t>m</w:t>
      </w:r>
      <w:r w:rsidRPr="00A30D7A">
        <w:t>odel handover</w:t>
      </w:r>
      <w:bookmarkEnd w:id="404"/>
      <w:bookmarkEnd w:id="405"/>
    </w:p>
    <w:p w14:paraId="0FD634FB" w14:textId="77777777" w:rsidR="00363BAE" w:rsidRPr="00A30D7A" w:rsidRDefault="00363BAE" w:rsidP="00363BAE">
      <w:pPr>
        <w:pStyle w:val="Instructions"/>
        <w:rPr>
          <w:rFonts w:cs="Arial"/>
        </w:rPr>
      </w:pPr>
      <w:r w:rsidRPr="00A30D7A">
        <w:rPr>
          <w:rFonts w:cs="Arial"/>
        </w:rPr>
        <w:t>This clause is only applicable to construction or design and construction BEPs. Delete for design only BEPs.</w:t>
      </w:r>
    </w:p>
    <w:p w14:paraId="68FE3D2A" w14:textId="39868D2F" w:rsidR="00814D37" w:rsidRPr="00A30D7A" w:rsidRDefault="00814D37" w:rsidP="00814D37">
      <w:pPr>
        <w:pStyle w:val="Prompt"/>
        <w:rPr>
          <w:rFonts w:cs="Arial"/>
        </w:rPr>
      </w:pPr>
      <w:r w:rsidRPr="00A30D7A">
        <w:rPr>
          <w:rFonts w:cs="Arial"/>
        </w:rPr>
        <w:t>Strategy for updating and coordinating change</w:t>
      </w:r>
      <w:r w:rsidR="00F5586F" w:rsidRPr="00A30D7A">
        <w:rPr>
          <w:rFonts w:cs="Arial"/>
        </w:rPr>
        <w:t>s</w:t>
      </w:r>
      <w:r w:rsidRPr="00A30D7A">
        <w:rPr>
          <w:rFonts w:cs="Arial"/>
        </w:rPr>
        <w:t xml:space="preserve"> during construction into the final </w:t>
      </w:r>
      <w:r w:rsidR="00507471">
        <w:rPr>
          <w:rFonts w:cs="Arial"/>
        </w:rPr>
        <w:t>a</w:t>
      </w:r>
      <w:r w:rsidR="00FA5058" w:rsidRPr="00A30D7A">
        <w:rPr>
          <w:rFonts w:cs="Arial"/>
        </w:rPr>
        <w:t>s-built</w:t>
      </w:r>
      <w:r w:rsidRPr="00A30D7A">
        <w:rPr>
          <w:rFonts w:cs="Arial"/>
        </w:rPr>
        <w:t xml:space="preserve"> model deliverable files: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C7D749B" w14:textId="77777777" w:rsidR="00814D37" w:rsidRPr="00A30D7A" w:rsidRDefault="00814D37" w:rsidP="00814D37">
      <w:pPr>
        <w:pStyle w:val="Instructions"/>
        <w:rPr>
          <w:rFonts w:cs="Arial"/>
        </w:rPr>
      </w:pPr>
      <w:r w:rsidRPr="00A30D7A">
        <w:rPr>
          <w:rFonts w:cs="Arial"/>
        </w:rPr>
        <w:t>Describe who will be responsible and how the model is to be updated and coordinated. Outline procedures for capturing changes, incorporating them in the model and verifying their correctness, including sign-off protocols.</w:t>
      </w:r>
    </w:p>
    <w:p w14:paraId="41E6EF4E" w14:textId="17531EF4" w:rsidR="00814D37" w:rsidRPr="00A30D7A" w:rsidRDefault="00814D37" w:rsidP="00814D37">
      <w:pPr>
        <w:pStyle w:val="Prompt"/>
        <w:rPr>
          <w:rFonts w:cs="Arial"/>
        </w:rPr>
      </w:pPr>
      <w:r w:rsidRPr="00A30D7A">
        <w:rPr>
          <w:rFonts w:cs="Arial"/>
        </w:rPr>
        <w:t xml:space="preserve">Permissible uses of </w:t>
      </w:r>
      <w:r w:rsidR="00507471">
        <w:rPr>
          <w:rFonts w:cs="Arial"/>
        </w:rPr>
        <w:t>a</w:t>
      </w:r>
      <w:r w:rsidRPr="00A30D7A">
        <w:rPr>
          <w:rFonts w:cs="Arial"/>
        </w:rPr>
        <w:t xml:space="preserve">s-built </w:t>
      </w:r>
      <w:r w:rsidR="006E5938" w:rsidRPr="00A30D7A">
        <w:rPr>
          <w:rFonts w:cs="Arial"/>
        </w:rPr>
        <w:t>m</w:t>
      </w:r>
      <w:r w:rsidRPr="00A30D7A">
        <w:rPr>
          <w:rFonts w:cs="Arial"/>
        </w:rPr>
        <w:t xml:space="preserve">odels: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53775262" w14:textId="123AE8D8" w:rsidR="00814D37" w:rsidRPr="00A30D7A" w:rsidRDefault="00814D37" w:rsidP="00814D37">
      <w:pPr>
        <w:pStyle w:val="Instructions"/>
        <w:rPr>
          <w:rFonts w:cs="Arial"/>
        </w:rPr>
      </w:pPr>
      <w:r w:rsidRPr="00A30D7A">
        <w:rPr>
          <w:rFonts w:cs="Arial"/>
        </w:rPr>
        <w:t xml:space="preserve">Define the status of information in As-built Models. Summarise what it can, and cannot, be relied on for during the operational phases of the project, e.g. records only, facilities management. </w:t>
      </w:r>
      <w:r w:rsidR="00F5586F" w:rsidRPr="00A30D7A">
        <w:rPr>
          <w:rFonts w:cs="Arial"/>
        </w:rPr>
        <w:t>Reference contract clauses if available, and as appropriate</w:t>
      </w:r>
      <w:r w:rsidRPr="00A30D7A">
        <w:rPr>
          <w:rFonts w:cs="Arial"/>
        </w:rPr>
        <w:t>.</w:t>
      </w:r>
    </w:p>
    <w:p w14:paraId="5A52264C" w14:textId="77777777" w:rsidR="00193D32" w:rsidRPr="00A30D7A" w:rsidRDefault="00193D32">
      <w:pPr>
        <w:tabs>
          <w:tab w:val="clear" w:pos="3969"/>
        </w:tabs>
        <w:spacing w:after="160" w:line="259" w:lineRule="auto"/>
        <w:rPr>
          <w:rFonts w:cs="Arial"/>
        </w:rPr>
      </w:pPr>
      <w:bookmarkStart w:id="406" w:name="_Toc16160283"/>
      <w:bookmarkStart w:id="407" w:name="_Hlk99203807"/>
      <w:bookmarkStart w:id="408" w:name="_Hlk5117139"/>
      <w:r w:rsidRPr="00A30D7A">
        <w:rPr>
          <w:rFonts w:cs="Arial"/>
          <w:b/>
          <w:caps/>
        </w:rPr>
        <w:br w:type="page"/>
      </w:r>
    </w:p>
    <w:p w14:paraId="4D082AD0" w14:textId="0FE4DF2B" w:rsidR="00FF1A2B" w:rsidRPr="00A30D7A" w:rsidRDefault="00FF1A2B" w:rsidP="003D628C">
      <w:pPr>
        <w:pStyle w:val="Heading1"/>
      </w:pPr>
      <w:bookmarkStart w:id="409" w:name="_Toc163550159"/>
      <w:r w:rsidRPr="00A30D7A">
        <w:lastRenderedPageBreak/>
        <w:t>Technical</w:t>
      </w:r>
      <w:bookmarkEnd w:id="406"/>
      <w:bookmarkEnd w:id="409"/>
    </w:p>
    <w:p w14:paraId="3C268E27" w14:textId="6054DBE3" w:rsidR="00FF1A2B" w:rsidRPr="00A30D7A" w:rsidRDefault="00FF1A2B" w:rsidP="0060178F">
      <w:pPr>
        <w:pStyle w:val="Heading2"/>
      </w:pPr>
      <w:bookmarkStart w:id="410" w:name="_Toc16160284"/>
      <w:bookmarkStart w:id="411" w:name="_Toc163550160"/>
      <w:bookmarkStart w:id="412" w:name="_Hlk99203827"/>
      <w:bookmarkStart w:id="413" w:name="_Toc2767110"/>
      <w:bookmarkEnd w:id="407"/>
      <w:bookmarkEnd w:id="408"/>
      <w:r w:rsidRPr="00A30D7A">
        <w:rPr>
          <w:rFonts w:cs="Arial"/>
        </w:rPr>
        <w:t>Software</w:t>
      </w:r>
      <w:bookmarkEnd w:id="410"/>
      <w:bookmarkEnd w:id="411"/>
    </w:p>
    <w:p w14:paraId="3C5C0E91" w14:textId="5330A64E" w:rsidR="00F5586F" w:rsidRPr="00A30D7A" w:rsidRDefault="00F5586F" w:rsidP="00F5586F">
      <w:pPr>
        <w:rPr>
          <w:rFonts w:cs="Arial"/>
        </w:rPr>
      </w:pPr>
      <w:bookmarkStart w:id="414" w:name="_Hlk13238364"/>
      <w:r w:rsidRPr="00A30D7A">
        <w:rPr>
          <w:rFonts w:cs="Arial"/>
        </w:rPr>
        <w:t xml:space="preserve">Project software: </w:t>
      </w:r>
      <w:r w:rsidR="00FF1A2B" w:rsidRPr="00A30D7A">
        <w:rPr>
          <w:rFonts w:cs="Arial"/>
        </w:rPr>
        <w:t xml:space="preserve">The </w:t>
      </w:r>
      <w:proofErr w:type="spellStart"/>
      <w:r w:rsidR="00FF1A2B" w:rsidRPr="00A30D7A">
        <w:rPr>
          <w:rFonts w:cs="Arial"/>
        </w:rPr>
        <w:t>buildingSMART</w:t>
      </w:r>
      <w:proofErr w:type="spellEnd"/>
      <w:r w:rsidR="00FF1A2B" w:rsidRPr="00A30D7A">
        <w:rPr>
          <w:rFonts w:cs="Arial"/>
        </w:rPr>
        <w:t xml:space="preserve"> IFC</w:t>
      </w:r>
      <w:r w:rsidRPr="00A30D7A">
        <w:rPr>
          <w:rFonts w:cs="Arial"/>
        </w:rPr>
        <w:t>-</w:t>
      </w:r>
      <w:r w:rsidR="00FF1A2B" w:rsidRPr="00A30D7A">
        <w:rPr>
          <w:rFonts w:cs="Arial"/>
        </w:rPr>
        <w:t xml:space="preserve">compliant BIM </w:t>
      </w:r>
      <w:r w:rsidRPr="00A30D7A">
        <w:rPr>
          <w:rFonts w:cs="Arial"/>
        </w:rPr>
        <w:t>applications</w:t>
      </w:r>
      <w:r w:rsidR="00FF1A2B" w:rsidRPr="00A30D7A">
        <w:rPr>
          <w:rFonts w:cs="Arial"/>
        </w:rPr>
        <w:t xml:space="preserve"> </w:t>
      </w:r>
      <w:r w:rsidR="0001162E" w:rsidRPr="00A30D7A">
        <w:rPr>
          <w:rFonts w:cs="Arial"/>
        </w:rPr>
        <w:t xml:space="preserve">to be used on the project are shown in the </w:t>
      </w:r>
      <w:r w:rsidR="0001162E" w:rsidRPr="00A30D7A">
        <w:rPr>
          <w:rFonts w:cs="Arial"/>
          <w:b/>
          <w:bCs/>
          <w:color w:val="595959" w:themeColor="text1" w:themeTint="A6"/>
        </w:rPr>
        <w:t>Software table</w:t>
      </w:r>
      <w:r w:rsidR="0001162E" w:rsidRPr="00A30D7A">
        <w:rPr>
          <w:rFonts w:cs="Arial"/>
        </w:rPr>
        <w:t>.</w:t>
      </w:r>
    </w:p>
    <w:p w14:paraId="333933C3" w14:textId="67251D76" w:rsidR="00672497" w:rsidRPr="00A30D7A" w:rsidRDefault="00672497" w:rsidP="00672497">
      <w:pPr>
        <w:pStyle w:val="Instructions"/>
        <w:rPr>
          <w:rFonts w:cs="Arial"/>
        </w:rPr>
      </w:pPr>
      <w:r w:rsidRPr="00A30D7A">
        <w:rPr>
          <w:rFonts w:cs="Arial"/>
        </w:rPr>
        <w:t xml:space="preserve">AS ISO 19650.2 </w:t>
      </w:r>
      <w:r w:rsidR="00353DE3">
        <w:rPr>
          <w:rFonts w:cs="Arial"/>
        </w:rPr>
        <w:t xml:space="preserve">(2019) </w:t>
      </w:r>
      <w:r w:rsidRPr="00A30D7A">
        <w:rPr>
          <w:rFonts w:cs="Arial"/>
        </w:rPr>
        <w:t xml:space="preserve">clause 5.4.1 f) requires the lead appointed party to confirm the schedule of software, </w:t>
      </w:r>
      <w:proofErr w:type="gramStart"/>
      <w:r w:rsidRPr="00A30D7A">
        <w:rPr>
          <w:rFonts w:cs="Arial"/>
        </w:rPr>
        <w:t>hardware</w:t>
      </w:r>
      <w:proofErr w:type="gramEnd"/>
      <w:r w:rsidRPr="00A30D7A">
        <w:rPr>
          <w:rFonts w:cs="Arial"/>
        </w:rPr>
        <w:t xml:space="preserve"> and IT infrastructure the delivery team will use.</w:t>
      </w:r>
    </w:p>
    <w:p w14:paraId="0BAB5BFD" w14:textId="412A31F2" w:rsidR="00F5586F" w:rsidRPr="00A30D7A" w:rsidRDefault="00F5586F" w:rsidP="00F5586F">
      <w:pPr>
        <w:pStyle w:val="Prompt"/>
        <w:rPr>
          <w:rFonts w:cs="Arial"/>
        </w:rPr>
      </w:pPr>
      <w:r w:rsidRPr="00A30D7A">
        <w:rPr>
          <w:rFonts w:cs="Arial"/>
        </w:rPr>
        <w:t xml:space="preserve">Software IFC version compatibility: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036CA0E9" w14:textId="144DEF9A" w:rsidR="00F5586F" w:rsidRPr="00A30D7A" w:rsidRDefault="00F5586F" w:rsidP="00344EE7">
      <w:pPr>
        <w:pStyle w:val="Instructions"/>
        <w:rPr>
          <w:rFonts w:cs="Arial"/>
        </w:rPr>
      </w:pPr>
      <w:r w:rsidRPr="00A30D7A">
        <w:rPr>
          <w:rFonts w:cs="Arial"/>
        </w:rPr>
        <w:t>Specify the version of IFC that project software is required to be compatible with, e.g. IFC 2x3</w:t>
      </w:r>
      <w:r w:rsidR="000C61E6" w:rsidRPr="00A30D7A">
        <w:rPr>
          <w:rFonts w:cs="Arial"/>
        </w:rPr>
        <w:t>, IFC4 ADD2, IFC4 ADD2 TC1.</w:t>
      </w:r>
    </w:p>
    <w:p w14:paraId="34BBD954" w14:textId="687EE221" w:rsidR="00FF1A2B" w:rsidRPr="00A30D7A" w:rsidRDefault="0001162E" w:rsidP="002278A3">
      <w:pPr>
        <w:pStyle w:val="Tabletitle"/>
        <w:rPr>
          <w:rFonts w:eastAsiaTheme="minorHAnsi"/>
        </w:rPr>
      </w:pPr>
      <w:bookmarkStart w:id="415" w:name="_Toc16160285"/>
      <w:bookmarkEnd w:id="412"/>
      <w:bookmarkEnd w:id="414"/>
      <w:r w:rsidRPr="00A30D7A">
        <w:rPr>
          <w:rFonts w:eastAsiaTheme="minorHAnsi"/>
        </w:rPr>
        <w:t>Software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796"/>
        <w:gridCol w:w="2682"/>
        <w:gridCol w:w="3864"/>
      </w:tblGrid>
      <w:tr w:rsidR="00092908" w:rsidRPr="00A30D7A" w14:paraId="4718F3F6" w14:textId="77777777" w:rsidTr="00487C04">
        <w:tc>
          <w:tcPr>
            <w:tcW w:w="2796" w:type="dxa"/>
            <w:shd w:val="clear" w:color="auto" w:fill="D9E2F3" w:themeFill="accent1" w:themeFillTint="33"/>
          </w:tcPr>
          <w:p w14:paraId="6467B218" w14:textId="77777777" w:rsidR="0001162E" w:rsidRPr="00A30D7A" w:rsidRDefault="0001162E" w:rsidP="007D0605">
            <w:pPr>
              <w:pStyle w:val="Tabletitle"/>
            </w:pPr>
            <w:r w:rsidRPr="00A30D7A">
              <w:t>Discipline</w:t>
            </w:r>
          </w:p>
        </w:tc>
        <w:tc>
          <w:tcPr>
            <w:tcW w:w="2682" w:type="dxa"/>
            <w:shd w:val="clear" w:color="auto" w:fill="D9E2F3" w:themeFill="accent1" w:themeFillTint="33"/>
          </w:tcPr>
          <w:p w14:paraId="79282818" w14:textId="160E1DE9" w:rsidR="0001162E" w:rsidRPr="00A30D7A" w:rsidRDefault="0001162E" w:rsidP="007D0605">
            <w:pPr>
              <w:pStyle w:val="Tabletitle"/>
            </w:pPr>
            <w:r w:rsidRPr="00A30D7A">
              <w:t>Software (version/ build)</w:t>
            </w:r>
          </w:p>
        </w:tc>
        <w:tc>
          <w:tcPr>
            <w:tcW w:w="3864" w:type="dxa"/>
            <w:shd w:val="clear" w:color="auto" w:fill="D9E2F3" w:themeFill="accent1" w:themeFillTint="33"/>
          </w:tcPr>
          <w:p w14:paraId="440AC19F" w14:textId="40A9778F" w:rsidR="0001162E" w:rsidRPr="00A30D7A" w:rsidRDefault="0001162E" w:rsidP="007D0605">
            <w:pPr>
              <w:pStyle w:val="Tabletitle"/>
            </w:pPr>
            <w:r w:rsidRPr="00A30D7A">
              <w:t>Use</w:t>
            </w:r>
          </w:p>
        </w:tc>
      </w:tr>
      <w:tr w:rsidR="00BB5210" w:rsidRPr="00A30D7A" w14:paraId="6C984385" w14:textId="77777777" w:rsidTr="00487C04">
        <w:tc>
          <w:tcPr>
            <w:tcW w:w="2796" w:type="dxa"/>
            <w:shd w:val="clear" w:color="auto" w:fill="auto"/>
          </w:tcPr>
          <w:p w14:paraId="22B462CF" w14:textId="45C26B5B" w:rsidR="00BB5210" w:rsidRPr="00A30D7A" w:rsidRDefault="00BB5210" w:rsidP="007D0605">
            <w:pPr>
              <w:pStyle w:val="Tabletitle"/>
              <w:rPr>
                <w:b w:val="0"/>
                <w:bCs/>
              </w:rPr>
            </w:pPr>
            <w:r w:rsidRPr="00A30D7A">
              <w:rPr>
                <w:b w:val="0"/>
                <w:bCs/>
              </w:rPr>
              <w:t>Surveying</w:t>
            </w:r>
          </w:p>
        </w:tc>
        <w:tc>
          <w:tcPr>
            <w:tcW w:w="2682" w:type="dxa"/>
            <w:shd w:val="clear" w:color="auto" w:fill="auto"/>
          </w:tcPr>
          <w:p w14:paraId="7D3F5F2F" w14:textId="77777777" w:rsidR="00BB5210" w:rsidRPr="00A30D7A" w:rsidRDefault="00BB5210" w:rsidP="007D0605">
            <w:pPr>
              <w:pStyle w:val="Tabletitle"/>
              <w:rPr>
                <w:b w:val="0"/>
                <w:bCs/>
              </w:rPr>
            </w:pPr>
          </w:p>
        </w:tc>
        <w:tc>
          <w:tcPr>
            <w:tcW w:w="3864" w:type="dxa"/>
            <w:shd w:val="clear" w:color="auto" w:fill="auto"/>
          </w:tcPr>
          <w:p w14:paraId="033392ED" w14:textId="6A1A3171" w:rsidR="00BB5210" w:rsidRPr="00A30D7A" w:rsidRDefault="00BB5210" w:rsidP="007D0605">
            <w:pPr>
              <w:pStyle w:val="Tabletitle"/>
              <w:rPr>
                <w:b w:val="0"/>
                <w:bCs/>
              </w:rPr>
            </w:pPr>
            <w:r w:rsidRPr="00A30D7A">
              <w:rPr>
                <w:b w:val="0"/>
                <w:bCs/>
              </w:rPr>
              <w:t>Survey authoring</w:t>
            </w:r>
          </w:p>
        </w:tc>
      </w:tr>
      <w:tr w:rsidR="00092908" w:rsidRPr="00A30D7A" w14:paraId="2353F657" w14:textId="77777777" w:rsidTr="00487C04">
        <w:tc>
          <w:tcPr>
            <w:tcW w:w="2796" w:type="dxa"/>
            <w:shd w:val="clear" w:color="auto" w:fill="auto"/>
          </w:tcPr>
          <w:p w14:paraId="0D620B30" w14:textId="77777777" w:rsidR="0001162E" w:rsidRPr="00A30D7A" w:rsidRDefault="0001162E" w:rsidP="007D0605">
            <w:pPr>
              <w:pStyle w:val="Tabletitle"/>
              <w:rPr>
                <w:b w:val="0"/>
                <w:bCs/>
              </w:rPr>
            </w:pPr>
            <w:r w:rsidRPr="00A30D7A">
              <w:rPr>
                <w:b w:val="0"/>
                <w:bCs/>
              </w:rPr>
              <w:t>Architecture</w:t>
            </w:r>
          </w:p>
        </w:tc>
        <w:tc>
          <w:tcPr>
            <w:tcW w:w="2682" w:type="dxa"/>
            <w:shd w:val="clear" w:color="auto" w:fill="auto"/>
          </w:tcPr>
          <w:p w14:paraId="0553EA96" w14:textId="77777777" w:rsidR="0001162E" w:rsidRPr="00A30D7A" w:rsidRDefault="0001162E" w:rsidP="007009B1">
            <w:pPr>
              <w:pStyle w:val="Tabletitle"/>
              <w:rPr>
                <w:rFonts w:cs="Arial"/>
                <w:b w:val="0"/>
                <w:bCs/>
              </w:rPr>
            </w:pPr>
          </w:p>
        </w:tc>
        <w:tc>
          <w:tcPr>
            <w:tcW w:w="3864" w:type="dxa"/>
            <w:shd w:val="clear" w:color="auto" w:fill="auto"/>
          </w:tcPr>
          <w:p w14:paraId="680711DE" w14:textId="70AD3A3A" w:rsidR="0001162E" w:rsidRPr="00A30D7A" w:rsidRDefault="0001162E" w:rsidP="007D0605">
            <w:pPr>
              <w:pStyle w:val="Tabletitle"/>
              <w:rPr>
                <w:b w:val="0"/>
                <w:bCs/>
              </w:rPr>
            </w:pPr>
            <w:r w:rsidRPr="00A30D7A">
              <w:rPr>
                <w:b w:val="0"/>
                <w:bCs/>
              </w:rPr>
              <w:t>Design authoring</w:t>
            </w:r>
          </w:p>
        </w:tc>
      </w:tr>
      <w:tr w:rsidR="00092908" w:rsidRPr="00A30D7A" w14:paraId="671E3681" w14:textId="77777777" w:rsidTr="00487C04">
        <w:tc>
          <w:tcPr>
            <w:tcW w:w="2796" w:type="dxa"/>
            <w:shd w:val="clear" w:color="auto" w:fill="auto"/>
          </w:tcPr>
          <w:p w14:paraId="428BE33E" w14:textId="77777777" w:rsidR="0001162E" w:rsidRPr="00A30D7A" w:rsidRDefault="0001162E" w:rsidP="007D0605">
            <w:pPr>
              <w:pStyle w:val="Tabletitle"/>
              <w:rPr>
                <w:b w:val="0"/>
                <w:bCs/>
              </w:rPr>
            </w:pPr>
            <w:r w:rsidRPr="00A30D7A">
              <w:rPr>
                <w:b w:val="0"/>
                <w:bCs/>
              </w:rPr>
              <w:t>Civil</w:t>
            </w:r>
          </w:p>
        </w:tc>
        <w:tc>
          <w:tcPr>
            <w:tcW w:w="2682" w:type="dxa"/>
            <w:shd w:val="clear" w:color="auto" w:fill="auto"/>
          </w:tcPr>
          <w:p w14:paraId="0B9997FF" w14:textId="77777777" w:rsidR="0001162E" w:rsidRPr="00A30D7A" w:rsidRDefault="0001162E" w:rsidP="0001162E">
            <w:pPr>
              <w:pStyle w:val="Tabletitle"/>
              <w:rPr>
                <w:rFonts w:cs="Arial"/>
                <w:b w:val="0"/>
                <w:bCs/>
              </w:rPr>
            </w:pPr>
          </w:p>
        </w:tc>
        <w:tc>
          <w:tcPr>
            <w:tcW w:w="3864" w:type="dxa"/>
            <w:shd w:val="clear" w:color="auto" w:fill="auto"/>
          </w:tcPr>
          <w:p w14:paraId="322594D1" w14:textId="4E1C9E01" w:rsidR="0001162E" w:rsidRPr="00A30D7A" w:rsidRDefault="0001162E" w:rsidP="007D0605">
            <w:pPr>
              <w:pStyle w:val="Tabletitle"/>
              <w:rPr>
                <w:b w:val="0"/>
                <w:bCs/>
              </w:rPr>
            </w:pPr>
            <w:r w:rsidRPr="00A30D7A">
              <w:rPr>
                <w:b w:val="0"/>
                <w:bCs/>
              </w:rPr>
              <w:t>Design authoring</w:t>
            </w:r>
          </w:p>
        </w:tc>
      </w:tr>
      <w:tr w:rsidR="00092908" w:rsidRPr="00A30D7A" w14:paraId="0D1DD6F9" w14:textId="77777777" w:rsidTr="00487C04">
        <w:tc>
          <w:tcPr>
            <w:tcW w:w="2796" w:type="dxa"/>
            <w:shd w:val="clear" w:color="auto" w:fill="auto"/>
          </w:tcPr>
          <w:p w14:paraId="64E5534F" w14:textId="77777777" w:rsidR="0001162E" w:rsidRPr="00A30D7A" w:rsidRDefault="0001162E" w:rsidP="007D0605">
            <w:pPr>
              <w:pStyle w:val="Tabletitle"/>
              <w:rPr>
                <w:b w:val="0"/>
                <w:bCs/>
              </w:rPr>
            </w:pPr>
            <w:r w:rsidRPr="00A30D7A">
              <w:rPr>
                <w:b w:val="0"/>
                <w:bCs/>
              </w:rPr>
              <w:t>Structural</w:t>
            </w:r>
          </w:p>
        </w:tc>
        <w:tc>
          <w:tcPr>
            <w:tcW w:w="2682" w:type="dxa"/>
            <w:shd w:val="clear" w:color="auto" w:fill="auto"/>
          </w:tcPr>
          <w:p w14:paraId="4CB9FD60" w14:textId="77777777" w:rsidR="0001162E" w:rsidRPr="00A30D7A" w:rsidRDefault="0001162E" w:rsidP="0001162E">
            <w:pPr>
              <w:pStyle w:val="Tabletitle"/>
              <w:rPr>
                <w:rFonts w:cs="Arial"/>
                <w:b w:val="0"/>
                <w:bCs/>
              </w:rPr>
            </w:pPr>
          </w:p>
        </w:tc>
        <w:tc>
          <w:tcPr>
            <w:tcW w:w="3864" w:type="dxa"/>
            <w:shd w:val="clear" w:color="auto" w:fill="auto"/>
          </w:tcPr>
          <w:p w14:paraId="52BC8D02" w14:textId="3AE670FE" w:rsidR="0001162E" w:rsidRPr="00A30D7A" w:rsidRDefault="0001162E" w:rsidP="007D0605">
            <w:pPr>
              <w:pStyle w:val="Tabletitle"/>
              <w:rPr>
                <w:b w:val="0"/>
                <w:bCs/>
              </w:rPr>
            </w:pPr>
            <w:r w:rsidRPr="00A30D7A">
              <w:rPr>
                <w:b w:val="0"/>
                <w:bCs/>
              </w:rPr>
              <w:t>Design authoring</w:t>
            </w:r>
          </w:p>
        </w:tc>
      </w:tr>
      <w:tr w:rsidR="00092908" w:rsidRPr="00A30D7A" w14:paraId="4CCCB558" w14:textId="77777777" w:rsidTr="00487C04">
        <w:tc>
          <w:tcPr>
            <w:tcW w:w="2796" w:type="dxa"/>
            <w:shd w:val="clear" w:color="auto" w:fill="auto"/>
          </w:tcPr>
          <w:p w14:paraId="3B37D384" w14:textId="77777777" w:rsidR="0001162E" w:rsidRPr="00A30D7A" w:rsidRDefault="0001162E" w:rsidP="007D0605">
            <w:pPr>
              <w:pStyle w:val="Tabletitle"/>
              <w:rPr>
                <w:b w:val="0"/>
                <w:bCs/>
              </w:rPr>
            </w:pPr>
            <w:r w:rsidRPr="00A30D7A">
              <w:rPr>
                <w:b w:val="0"/>
                <w:bCs/>
              </w:rPr>
              <w:t>Mechanical</w:t>
            </w:r>
          </w:p>
        </w:tc>
        <w:tc>
          <w:tcPr>
            <w:tcW w:w="2682" w:type="dxa"/>
            <w:shd w:val="clear" w:color="auto" w:fill="auto"/>
          </w:tcPr>
          <w:p w14:paraId="67BA42B9" w14:textId="77777777" w:rsidR="0001162E" w:rsidRPr="00A30D7A" w:rsidRDefault="0001162E" w:rsidP="0001162E">
            <w:pPr>
              <w:pStyle w:val="Tabletitle"/>
              <w:rPr>
                <w:rFonts w:cs="Arial"/>
                <w:b w:val="0"/>
                <w:bCs/>
              </w:rPr>
            </w:pPr>
          </w:p>
        </w:tc>
        <w:tc>
          <w:tcPr>
            <w:tcW w:w="3864" w:type="dxa"/>
            <w:shd w:val="clear" w:color="auto" w:fill="auto"/>
          </w:tcPr>
          <w:p w14:paraId="3103121E" w14:textId="358997F1" w:rsidR="0001162E" w:rsidRPr="00A30D7A" w:rsidRDefault="0001162E" w:rsidP="007D0605">
            <w:pPr>
              <w:pStyle w:val="Tabletitle"/>
              <w:rPr>
                <w:b w:val="0"/>
                <w:bCs/>
              </w:rPr>
            </w:pPr>
            <w:r w:rsidRPr="00A30D7A">
              <w:rPr>
                <w:b w:val="0"/>
                <w:bCs/>
              </w:rPr>
              <w:t>Design authoring</w:t>
            </w:r>
          </w:p>
        </w:tc>
      </w:tr>
      <w:tr w:rsidR="00092908" w:rsidRPr="00A30D7A" w14:paraId="6455D539" w14:textId="77777777" w:rsidTr="00487C04">
        <w:tc>
          <w:tcPr>
            <w:tcW w:w="2796" w:type="dxa"/>
            <w:shd w:val="clear" w:color="auto" w:fill="auto"/>
          </w:tcPr>
          <w:p w14:paraId="4EE54184" w14:textId="77777777" w:rsidR="0001162E" w:rsidRPr="00A30D7A" w:rsidRDefault="0001162E" w:rsidP="007D0605">
            <w:pPr>
              <w:pStyle w:val="Tabletitle"/>
              <w:rPr>
                <w:b w:val="0"/>
                <w:bCs/>
              </w:rPr>
            </w:pPr>
            <w:r w:rsidRPr="00A30D7A">
              <w:rPr>
                <w:b w:val="0"/>
                <w:bCs/>
              </w:rPr>
              <w:t>Hydraulic</w:t>
            </w:r>
          </w:p>
        </w:tc>
        <w:tc>
          <w:tcPr>
            <w:tcW w:w="2682" w:type="dxa"/>
            <w:shd w:val="clear" w:color="auto" w:fill="auto"/>
          </w:tcPr>
          <w:p w14:paraId="4C0F478F" w14:textId="77777777" w:rsidR="0001162E" w:rsidRPr="00A30D7A" w:rsidRDefault="0001162E" w:rsidP="0001162E">
            <w:pPr>
              <w:pStyle w:val="Tabletitle"/>
              <w:rPr>
                <w:rFonts w:cs="Arial"/>
                <w:b w:val="0"/>
                <w:bCs/>
              </w:rPr>
            </w:pPr>
          </w:p>
        </w:tc>
        <w:tc>
          <w:tcPr>
            <w:tcW w:w="3864" w:type="dxa"/>
            <w:shd w:val="clear" w:color="auto" w:fill="auto"/>
          </w:tcPr>
          <w:p w14:paraId="05CC1E79" w14:textId="7A96BFF4" w:rsidR="0001162E" w:rsidRPr="00A30D7A" w:rsidRDefault="0001162E" w:rsidP="007D0605">
            <w:pPr>
              <w:pStyle w:val="Tabletitle"/>
              <w:rPr>
                <w:b w:val="0"/>
                <w:bCs/>
              </w:rPr>
            </w:pPr>
            <w:r w:rsidRPr="00A30D7A">
              <w:rPr>
                <w:b w:val="0"/>
                <w:bCs/>
              </w:rPr>
              <w:t>Design authoring</w:t>
            </w:r>
          </w:p>
        </w:tc>
      </w:tr>
      <w:tr w:rsidR="00092908" w:rsidRPr="00A30D7A" w14:paraId="4BE1C6E5" w14:textId="77777777" w:rsidTr="00487C04">
        <w:tc>
          <w:tcPr>
            <w:tcW w:w="2796" w:type="dxa"/>
            <w:shd w:val="clear" w:color="auto" w:fill="auto"/>
          </w:tcPr>
          <w:p w14:paraId="4B05CD26" w14:textId="77777777" w:rsidR="0001162E" w:rsidRPr="00A30D7A" w:rsidRDefault="0001162E" w:rsidP="007D0605">
            <w:pPr>
              <w:pStyle w:val="Tabletitle"/>
              <w:rPr>
                <w:b w:val="0"/>
                <w:bCs/>
              </w:rPr>
            </w:pPr>
            <w:r w:rsidRPr="00A30D7A">
              <w:rPr>
                <w:b w:val="0"/>
                <w:bCs/>
              </w:rPr>
              <w:t>Electrical</w:t>
            </w:r>
          </w:p>
        </w:tc>
        <w:tc>
          <w:tcPr>
            <w:tcW w:w="2682" w:type="dxa"/>
            <w:shd w:val="clear" w:color="auto" w:fill="auto"/>
          </w:tcPr>
          <w:p w14:paraId="389C1AC0" w14:textId="77777777" w:rsidR="0001162E" w:rsidRPr="00A30D7A" w:rsidRDefault="0001162E" w:rsidP="0001162E">
            <w:pPr>
              <w:pStyle w:val="Tabletitle"/>
              <w:rPr>
                <w:rFonts w:cs="Arial"/>
                <w:b w:val="0"/>
                <w:bCs/>
              </w:rPr>
            </w:pPr>
          </w:p>
        </w:tc>
        <w:tc>
          <w:tcPr>
            <w:tcW w:w="3864" w:type="dxa"/>
            <w:shd w:val="clear" w:color="auto" w:fill="auto"/>
          </w:tcPr>
          <w:p w14:paraId="3B01092C" w14:textId="044EF7D1" w:rsidR="0001162E" w:rsidRPr="00A30D7A" w:rsidRDefault="0001162E" w:rsidP="007D0605">
            <w:pPr>
              <w:pStyle w:val="Tabletitle"/>
              <w:rPr>
                <w:b w:val="0"/>
                <w:bCs/>
              </w:rPr>
            </w:pPr>
            <w:r w:rsidRPr="00A30D7A">
              <w:rPr>
                <w:b w:val="0"/>
                <w:bCs/>
              </w:rPr>
              <w:t>Design authoring</w:t>
            </w:r>
          </w:p>
        </w:tc>
      </w:tr>
      <w:tr w:rsidR="00092908" w:rsidRPr="00A30D7A" w14:paraId="2F981B34" w14:textId="77777777" w:rsidTr="00487C04">
        <w:tc>
          <w:tcPr>
            <w:tcW w:w="2796" w:type="dxa"/>
            <w:shd w:val="clear" w:color="auto" w:fill="auto"/>
          </w:tcPr>
          <w:p w14:paraId="7E112DDE" w14:textId="647B092E" w:rsidR="0001162E" w:rsidRPr="00A30D7A" w:rsidRDefault="0001162E" w:rsidP="007D0605">
            <w:pPr>
              <w:pStyle w:val="Tabletitle"/>
              <w:rPr>
                <w:b w:val="0"/>
                <w:bCs/>
              </w:rPr>
            </w:pPr>
            <w:r w:rsidRPr="00A30D7A">
              <w:rPr>
                <w:b w:val="0"/>
                <w:bCs/>
              </w:rPr>
              <w:t>Fire</w:t>
            </w:r>
          </w:p>
        </w:tc>
        <w:tc>
          <w:tcPr>
            <w:tcW w:w="2682" w:type="dxa"/>
            <w:shd w:val="clear" w:color="auto" w:fill="auto"/>
          </w:tcPr>
          <w:p w14:paraId="74198ECA" w14:textId="77777777" w:rsidR="0001162E" w:rsidRPr="00A30D7A" w:rsidRDefault="0001162E" w:rsidP="0001162E">
            <w:pPr>
              <w:pStyle w:val="Tabletitle"/>
              <w:rPr>
                <w:rFonts w:cs="Arial"/>
                <w:b w:val="0"/>
                <w:bCs/>
              </w:rPr>
            </w:pPr>
          </w:p>
        </w:tc>
        <w:tc>
          <w:tcPr>
            <w:tcW w:w="3864" w:type="dxa"/>
            <w:shd w:val="clear" w:color="auto" w:fill="auto"/>
          </w:tcPr>
          <w:p w14:paraId="1387C004" w14:textId="6485D049" w:rsidR="0001162E" w:rsidRPr="00A30D7A" w:rsidRDefault="0001162E" w:rsidP="007D0605">
            <w:pPr>
              <w:pStyle w:val="Tabletitle"/>
              <w:rPr>
                <w:b w:val="0"/>
                <w:bCs/>
              </w:rPr>
            </w:pPr>
            <w:r w:rsidRPr="00A30D7A">
              <w:rPr>
                <w:b w:val="0"/>
                <w:bCs/>
              </w:rPr>
              <w:t>Design authoring</w:t>
            </w:r>
          </w:p>
        </w:tc>
      </w:tr>
      <w:tr w:rsidR="00092908" w:rsidRPr="00A30D7A" w14:paraId="795875D3" w14:textId="77777777" w:rsidTr="00487C04">
        <w:tc>
          <w:tcPr>
            <w:tcW w:w="2796" w:type="dxa"/>
            <w:shd w:val="clear" w:color="auto" w:fill="auto"/>
          </w:tcPr>
          <w:p w14:paraId="54328728" w14:textId="77777777" w:rsidR="0001162E" w:rsidRPr="00A30D7A" w:rsidRDefault="0001162E" w:rsidP="007D0605">
            <w:pPr>
              <w:pStyle w:val="Tabletitle"/>
              <w:rPr>
                <w:b w:val="0"/>
                <w:bCs/>
              </w:rPr>
            </w:pPr>
            <w:r w:rsidRPr="00A30D7A">
              <w:rPr>
                <w:b w:val="0"/>
                <w:bCs/>
              </w:rPr>
              <w:t>Vertical Transportation</w:t>
            </w:r>
          </w:p>
        </w:tc>
        <w:tc>
          <w:tcPr>
            <w:tcW w:w="2682" w:type="dxa"/>
            <w:shd w:val="clear" w:color="auto" w:fill="auto"/>
          </w:tcPr>
          <w:p w14:paraId="3177F9ED" w14:textId="77777777" w:rsidR="0001162E" w:rsidRPr="00A30D7A" w:rsidRDefault="0001162E" w:rsidP="0001162E">
            <w:pPr>
              <w:pStyle w:val="Tabletitle"/>
              <w:rPr>
                <w:rFonts w:cs="Arial"/>
                <w:b w:val="0"/>
                <w:bCs/>
              </w:rPr>
            </w:pPr>
          </w:p>
        </w:tc>
        <w:tc>
          <w:tcPr>
            <w:tcW w:w="3864" w:type="dxa"/>
            <w:shd w:val="clear" w:color="auto" w:fill="auto"/>
          </w:tcPr>
          <w:p w14:paraId="577EB68D" w14:textId="7C9465AB" w:rsidR="0001162E" w:rsidRPr="00A30D7A" w:rsidRDefault="0001162E" w:rsidP="007D0605">
            <w:pPr>
              <w:pStyle w:val="Tabletitle"/>
              <w:rPr>
                <w:b w:val="0"/>
                <w:bCs/>
              </w:rPr>
            </w:pPr>
            <w:r w:rsidRPr="00A30D7A">
              <w:rPr>
                <w:b w:val="0"/>
                <w:bCs/>
              </w:rPr>
              <w:t>Design authoring</w:t>
            </w:r>
          </w:p>
        </w:tc>
      </w:tr>
      <w:tr w:rsidR="00092908" w:rsidRPr="00A30D7A" w14:paraId="51AD1AFC" w14:textId="77777777" w:rsidTr="00487C04">
        <w:tc>
          <w:tcPr>
            <w:tcW w:w="2796" w:type="dxa"/>
            <w:shd w:val="clear" w:color="auto" w:fill="auto"/>
          </w:tcPr>
          <w:p w14:paraId="7E21E2CA" w14:textId="77777777" w:rsidR="0001162E" w:rsidRPr="00A30D7A" w:rsidRDefault="0001162E" w:rsidP="007D0605">
            <w:pPr>
              <w:pStyle w:val="Tabletitle"/>
              <w:rPr>
                <w:b w:val="0"/>
                <w:bCs/>
              </w:rPr>
            </w:pPr>
            <w:r w:rsidRPr="00A30D7A">
              <w:rPr>
                <w:b w:val="0"/>
                <w:bCs/>
              </w:rPr>
              <w:t>Cost Planning</w:t>
            </w:r>
          </w:p>
        </w:tc>
        <w:tc>
          <w:tcPr>
            <w:tcW w:w="2682" w:type="dxa"/>
            <w:shd w:val="clear" w:color="auto" w:fill="auto"/>
          </w:tcPr>
          <w:p w14:paraId="75065B03" w14:textId="77777777" w:rsidR="0001162E" w:rsidRPr="00A30D7A" w:rsidRDefault="0001162E" w:rsidP="007009B1">
            <w:pPr>
              <w:pStyle w:val="Tabletitle"/>
              <w:rPr>
                <w:rFonts w:cs="Arial"/>
                <w:b w:val="0"/>
                <w:bCs/>
              </w:rPr>
            </w:pPr>
          </w:p>
        </w:tc>
        <w:tc>
          <w:tcPr>
            <w:tcW w:w="3864" w:type="dxa"/>
            <w:shd w:val="clear" w:color="auto" w:fill="auto"/>
          </w:tcPr>
          <w:p w14:paraId="648FDC22" w14:textId="1F196A09" w:rsidR="0001162E" w:rsidRPr="00A30D7A" w:rsidRDefault="0001162E" w:rsidP="007D0605">
            <w:pPr>
              <w:pStyle w:val="Tabletitle"/>
              <w:rPr>
                <w:b w:val="0"/>
                <w:bCs/>
              </w:rPr>
            </w:pPr>
            <w:r w:rsidRPr="00A30D7A">
              <w:rPr>
                <w:b w:val="0"/>
                <w:bCs/>
              </w:rPr>
              <w:t>Quantity take</w:t>
            </w:r>
            <w:r w:rsidR="003D77FF" w:rsidRPr="00A30D7A">
              <w:rPr>
                <w:b w:val="0"/>
                <w:bCs/>
              </w:rPr>
              <w:t>-</w:t>
            </w:r>
            <w:r w:rsidRPr="00A30D7A">
              <w:rPr>
                <w:b w:val="0"/>
                <w:bCs/>
              </w:rPr>
              <w:t>off and cost management</w:t>
            </w:r>
          </w:p>
        </w:tc>
      </w:tr>
      <w:tr w:rsidR="00092908" w:rsidRPr="00A30D7A" w14:paraId="3B1F69A1" w14:textId="77777777" w:rsidTr="00487C04">
        <w:tc>
          <w:tcPr>
            <w:tcW w:w="2796" w:type="dxa"/>
            <w:shd w:val="clear" w:color="auto" w:fill="auto"/>
          </w:tcPr>
          <w:p w14:paraId="3C43AEFF" w14:textId="1DA8A722" w:rsidR="0001162E" w:rsidRPr="00A30D7A" w:rsidRDefault="0001162E" w:rsidP="007D0605">
            <w:pPr>
              <w:pStyle w:val="Tabletitle"/>
              <w:rPr>
                <w:b w:val="0"/>
                <w:bCs/>
              </w:rPr>
            </w:pPr>
            <w:r w:rsidRPr="00A30D7A">
              <w:rPr>
                <w:b w:val="0"/>
                <w:bCs/>
              </w:rPr>
              <w:t>Delivery team coordination</w:t>
            </w:r>
          </w:p>
        </w:tc>
        <w:tc>
          <w:tcPr>
            <w:tcW w:w="2682" w:type="dxa"/>
            <w:shd w:val="clear" w:color="auto" w:fill="auto"/>
          </w:tcPr>
          <w:p w14:paraId="0B9D3BC4" w14:textId="77777777" w:rsidR="0001162E" w:rsidRPr="00A30D7A" w:rsidRDefault="0001162E" w:rsidP="0001162E">
            <w:pPr>
              <w:pStyle w:val="Tabletitle"/>
              <w:rPr>
                <w:rFonts w:cs="Arial"/>
                <w:b w:val="0"/>
                <w:bCs/>
              </w:rPr>
            </w:pPr>
          </w:p>
        </w:tc>
        <w:tc>
          <w:tcPr>
            <w:tcW w:w="3864" w:type="dxa"/>
            <w:shd w:val="clear" w:color="auto" w:fill="auto"/>
          </w:tcPr>
          <w:p w14:paraId="2A0A7A7D" w14:textId="44ED886A" w:rsidR="0001162E" w:rsidRPr="00A30D7A" w:rsidRDefault="0001162E" w:rsidP="007D0605">
            <w:pPr>
              <w:pStyle w:val="Tabletitle"/>
              <w:rPr>
                <w:rFonts w:cs="Arial"/>
                <w:b w:val="0"/>
                <w:bCs/>
              </w:rPr>
            </w:pPr>
            <w:r w:rsidRPr="00A30D7A">
              <w:rPr>
                <w:b w:val="0"/>
                <w:bCs/>
              </w:rPr>
              <w:t>Common Data Environment (CDE)</w:t>
            </w:r>
          </w:p>
        </w:tc>
      </w:tr>
      <w:tr w:rsidR="00092908" w:rsidRPr="00A30D7A" w14:paraId="3F241EA7" w14:textId="77777777" w:rsidTr="00487C04">
        <w:tc>
          <w:tcPr>
            <w:tcW w:w="2796" w:type="dxa"/>
            <w:shd w:val="clear" w:color="auto" w:fill="auto"/>
          </w:tcPr>
          <w:p w14:paraId="5E9810D9" w14:textId="5AFFB8FC" w:rsidR="0001162E" w:rsidRPr="00A30D7A" w:rsidRDefault="008A63B0" w:rsidP="007D0605">
            <w:pPr>
              <w:pStyle w:val="Tabletitle"/>
              <w:rPr>
                <w:b w:val="0"/>
                <w:bCs/>
              </w:rPr>
            </w:pPr>
            <w:r w:rsidRPr="00A30D7A">
              <w:rPr>
                <w:b w:val="0"/>
                <w:bCs/>
              </w:rPr>
              <w:t>Model</w:t>
            </w:r>
            <w:r w:rsidR="0001162E" w:rsidRPr="00A30D7A">
              <w:rPr>
                <w:b w:val="0"/>
                <w:bCs/>
              </w:rPr>
              <w:t xml:space="preserve"> coordination</w:t>
            </w:r>
          </w:p>
        </w:tc>
        <w:tc>
          <w:tcPr>
            <w:tcW w:w="2682" w:type="dxa"/>
            <w:shd w:val="clear" w:color="auto" w:fill="auto"/>
          </w:tcPr>
          <w:p w14:paraId="0ACB43BB" w14:textId="77777777" w:rsidR="0001162E" w:rsidRPr="00A30D7A" w:rsidRDefault="0001162E" w:rsidP="0001162E">
            <w:pPr>
              <w:pStyle w:val="Tabletitle"/>
              <w:rPr>
                <w:rFonts w:cs="Arial"/>
                <w:b w:val="0"/>
                <w:bCs/>
              </w:rPr>
            </w:pPr>
          </w:p>
        </w:tc>
        <w:tc>
          <w:tcPr>
            <w:tcW w:w="3864" w:type="dxa"/>
            <w:shd w:val="clear" w:color="auto" w:fill="auto"/>
          </w:tcPr>
          <w:p w14:paraId="32F209D1" w14:textId="02108F12" w:rsidR="0001162E" w:rsidRPr="00A30D7A" w:rsidRDefault="0001162E" w:rsidP="007D0605">
            <w:pPr>
              <w:pStyle w:val="Tabletitle"/>
              <w:rPr>
                <w:rFonts w:cs="Arial"/>
                <w:b w:val="0"/>
                <w:bCs/>
              </w:rPr>
            </w:pPr>
            <w:r w:rsidRPr="00A30D7A">
              <w:rPr>
                <w:b w:val="0"/>
                <w:bCs/>
              </w:rPr>
              <w:t>Clash Detection/avoidance</w:t>
            </w:r>
          </w:p>
        </w:tc>
      </w:tr>
      <w:tr w:rsidR="008A63B0" w:rsidRPr="00A30D7A" w14:paraId="06AF4E7B" w14:textId="77777777" w:rsidTr="00487C04">
        <w:tc>
          <w:tcPr>
            <w:tcW w:w="2796" w:type="dxa"/>
            <w:shd w:val="clear" w:color="auto" w:fill="auto"/>
          </w:tcPr>
          <w:p w14:paraId="6CED3E20" w14:textId="26BDE275" w:rsidR="008A63B0" w:rsidRPr="00A30D7A" w:rsidRDefault="008A63B0" w:rsidP="008A63B0">
            <w:pPr>
              <w:pStyle w:val="Tabletitle"/>
              <w:rPr>
                <w:b w:val="0"/>
                <w:bCs/>
              </w:rPr>
            </w:pPr>
            <w:r w:rsidRPr="00A30D7A">
              <w:rPr>
                <w:b w:val="0"/>
                <w:bCs/>
              </w:rPr>
              <w:t>Model revision management</w:t>
            </w:r>
          </w:p>
        </w:tc>
        <w:tc>
          <w:tcPr>
            <w:tcW w:w="2682" w:type="dxa"/>
            <w:shd w:val="clear" w:color="auto" w:fill="auto"/>
          </w:tcPr>
          <w:p w14:paraId="64754AC8" w14:textId="77777777" w:rsidR="008A63B0" w:rsidRPr="00A30D7A" w:rsidRDefault="008A63B0" w:rsidP="008A63B0">
            <w:pPr>
              <w:pStyle w:val="Tabletitle"/>
              <w:rPr>
                <w:rFonts w:cs="Arial"/>
                <w:b w:val="0"/>
                <w:bCs/>
              </w:rPr>
            </w:pPr>
          </w:p>
        </w:tc>
        <w:tc>
          <w:tcPr>
            <w:tcW w:w="3864" w:type="dxa"/>
            <w:shd w:val="clear" w:color="auto" w:fill="auto"/>
          </w:tcPr>
          <w:p w14:paraId="02C2CFEC" w14:textId="5DA57BAB" w:rsidR="008A63B0" w:rsidRPr="00A30D7A" w:rsidRDefault="008A63B0" w:rsidP="008A63B0">
            <w:pPr>
              <w:pStyle w:val="Tabletitle"/>
              <w:rPr>
                <w:b w:val="0"/>
                <w:bCs/>
              </w:rPr>
            </w:pPr>
            <w:r w:rsidRPr="00A30D7A">
              <w:rPr>
                <w:b w:val="0"/>
                <w:bCs/>
              </w:rPr>
              <w:t>Model revision management</w:t>
            </w:r>
          </w:p>
        </w:tc>
      </w:tr>
    </w:tbl>
    <w:p w14:paraId="1BED5FBA" w14:textId="77777777" w:rsidR="0052553D" w:rsidRPr="00A30D7A" w:rsidRDefault="0052553D" w:rsidP="00527E8F">
      <w:pPr>
        <w:rPr>
          <w:rFonts w:cs="Arial"/>
        </w:rPr>
      </w:pPr>
    </w:p>
    <w:p w14:paraId="02C60F18" w14:textId="6A4D00F8" w:rsidR="000C61E6" w:rsidRPr="00A30D7A" w:rsidRDefault="000C61E6" w:rsidP="000C61E6">
      <w:pPr>
        <w:rPr>
          <w:rFonts w:cs="Arial"/>
        </w:rPr>
      </w:pPr>
      <w:r w:rsidRPr="00A30D7A">
        <w:rPr>
          <w:rFonts w:cs="Arial"/>
        </w:rPr>
        <w:t xml:space="preserve">Software versions: Once software versions are agreed by the delivery team, the use of different versions is not permitted without </w:t>
      </w:r>
      <w:r w:rsidR="000D213C" w:rsidRPr="00A30D7A">
        <w:rPr>
          <w:rFonts w:cs="Arial"/>
        </w:rPr>
        <w:t>further agreement by them</w:t>
      </w:r>
      <w:r w:rsidRPr="00A30D7A">
        <w:rPr>
          <w:rFonts w:cs="Arial"/>
        </w:rPr>
        <w:t>.</w:t>
      </w:r>
    </w:p>
    <w:p w14:paraId="530413C2" w14:textId="1A429AFB" w:rsidR="000D213C" w:rsidRPr="00A30D7A" w:rsidRDefault="000D213C" w:rsidP="000D213C">
      <w:pPr>
        <w:pStyle w:val="Prompt"/>
        <w:rPr>
          <w:rFonts w:cs="Arial"/>
        </w:rPr>
      </w:pPr>
      <w:r w:rsidRPr="00A30D7A">
        <w:rPr>
          <w:rFonts w:cs="Arial"/>
        </w:rPr>
        <w:t xml:space="preserve">Strategy for managing software updates: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51D180F" w14:textId="2F07E1AE" w:rsidR="000D213C" w:rsidRPr="00A30D7A" w:rsidRDefault="000D213C" w:rsidP="00193D32">
      <w:pPr>
        <w:pStyle w:val="Instructions"/>
        <w:rPr>
          <w:rFonts w:cs="Arial"/>
        </w:rPr>
      </w:pPr>
      <w:r w:rsidRPr="00A30D7A">
        <w:rPr>
          <w:rFonts w:cs="Arial"/>
        </w:rPr>
        <w:t xml:space="preserve">Outline </w:t>
      </w:r>
      <w:r w:rsidR="00B75844" w:rsidRPr="00A30D7A">
        <w:rPr>
          <w:rFonts w:cs="Arial"/>
        </w:rPr>
        <w:t xml:space="preserve">policies and </w:t>
      </w:r>
      <w:r w:rsidRPr="00A30D7A">
        <w:rPr>
          <w:rFonts w:cs="Arial"/>
        </w:rPr>
        <w:t xml:space="preserve">procedures for </w:t>
      </w:r>
      <w:r w:rsidR="00B75844" w:rsidRPr="00A30D7A">
        <w:rPr>
          <w:rFonts w:cs="Arial"/>
        </w:rPr>
        <w:t>managing software updates including the parties responsible.</w:t>
      </w:r>
    </w:p>
    <w:p w14:paraId="776408A1" w14:textId="47A2609C" w:rsidR="00DD0411" w:rsidRPr="00A30D7A" w:rsidRDefault="00DD0411" w:rsidP="0052553D">
      <w:pPr>
        <w:pStyle w:val="Heading2"/>
        <w:rPr>
          <w:rFonts w:cs="Arial"/>
        </w:rPr>
      </w:pPr>
      <w:bookmarkStart w:id="416" w:name="_Toc138948087"/>
      <w:bookmarkStart w:id="417" w:name="_Toc163550161"/>
      <w:bookmarkStart w:id="418" w:name="_Hlk99203874"/>
      <w:bookmarkEnd w:id="416"/>
      <w:r w:rsidRPr="00A30D7A">
        <w:rPr>
          <w:rFonts w:cs="Arial"/>
        </w:rPr>
        <w:t>IT infrastructure</w:t>
      </w:r>
      <w:bookmarkEnd w:id="417"/>
    </w:p>
    <w:p w14:paraId="184ECDDF" w14:textId="4A5C52A6" w:rsidR="0052553D" w:rsidRPr="00A30D7A" w:rsidRDefault="003D77FF" w:rsidP="0052553D">
      <w:pPr>
        <w:pStyle w:val="Prompt"/>
        <w:rPr>
          <w:rFonts w:cs="Arial"/>
        </w:rPr>
      </w:pPr>
      <w:r w:rsidRPr="00A30D7A">
        <w:rPr>
          <w:rFonts w:cs="Arial"/>
        </w:rPr>
        <w:t>Description</w:t>
      </w:r>
      <w:r w:rsidR="0052553D" w:rsidRPr="00A30D7A">
        <w:rPr>
          <w:rFonts w:cs="Arial"/>
        </w:rPr>
        <w:t xml:space="preserve">: </w:t>
      </w:r>
      <w:r w:rsidR="0052553D" w:rsidRPr="00A30D7A">
        <w:rPr>
          <w:rFonts w:cs="Arial"/>
        </w:rPr>
        <w:fldChar w:fldCharType="begin"/>
      </w:r>
      <w:r w:rsidR="0052553D" w:rsidRPr="00A30D7A">
        <w:rPr>
          <w:rFonts w:cs="Arial"/>
        </w:rPr>
        <w:instrText xml:space="preserve"> MACROBUTTON  ac_OnHelp [complete/delete] </w:instrText>
      </w:r>
      <w:r w:rsidR="0052553D" w:rsidRPr="00A30D7A">
        <w:rPr>
          <w:rFonts w:cs="Arial"/>
        </w:rPr>
        <w:fldChar w:fldCharType="end"/>
      </w:r>
    </w:p>
    <w:p w14:paraId="3E6DA8AB" w14:textId="2EAD9AA3" w:rsidR="0052553D" w:rsidRPr="00A30D7A" w:rsidRDefault="0052553D" w:rsidP="00780233">
      <w:pPr>
        <w:pStyle w:val="Instructions"/>
        <w:rPr>
          <w:rFonts w:cs="Arial"/>
        </w:rPr>
      </w:pPr>
      <w:r w:rsidRPr="00A30D7A">
        <w:rPr>
          <w:rFonts w:cs="Arial"/>
        </w:rPr>
        <w:t xml:space="preserve">Describe the </w:t>
      </w:r>
      <w:r w:rsidR="003D77FF" w:rsidRPr="00A30D7A">
        <w:rPr>
          <w:rFonts w:cs="Arial"/>
        </w:rPr>
        <w:t>IT infrastructure proposed for the project including hardware, network</w:t>
      </w:r>
      <w:r w:rsidR="001721A7" w:rsidRPr="00A30D7A">
        <w:rPr>
          <w:rFonts w:cs="Arial"/>
        </w:rPr>
        <w:t xml:space="preserve">, </w:t>
      </w:r>
      <w:proofErr w:type="gramStart"/>
      <w:r w:rsidR="001721A7" w:rsidRPr="00A30D7A">
        <w:rPr>
          <w:rFonts w:cs="Arial"/>
        </w:rPr>
        <w:t>communication</w:t>
      </w:r>
      <w:proofErr w:type="gramEnd"/>
      <w:r w:rsidR="001721A7" w:rsidRPr="00A30D7A">
        <w:rPr>
          <w:rFonts w:cs="Arial"/>
        </w:rPr>
        <w:t xml:space="preserve"> </w:t>
      </w:r>
      <w:r w:rsidR="000C61E6" w:rsidRPr="00A30D7A">
        <w:rPr>
          <w:rFonts w:cs="Arial"/>
        </w:rPr>
        <w:t>and</w:t>
      </w:r>
      <w:r w:rsidR="001721A7" w:rsidRPr="00A30D7A">
        <w:rPr>
          <w:rFonts w:cs="Arial"/>
        </w:rPr>
        <w:t xml:space="preserve"> back-up systems in the event of disruptions.</w:t>
      </w:r>
      <w:r w:rsidR="00FB48BA" w:rsidRPr="00A30D7A">
        <w:rPr>
          <w:rFonts w:cs="Arial"/>
        </w:rPr>
        <w:t xml:space="preserve"> </w:t>
      </w:r>
      <w:r w:rsidR="003D77FF" w:rsidRPr="00A30D7A">
        <w:rPr>
          <w:rFonts w:cs="Arial"/>
        </w:rPr>
        <w:t xml:space="preserve">Describe the infrastructure’s </w:t>
      </w:r>
      <w:r w:rsidR="00E657BA" w:rsidRPr="00A30D7A">
        <w:rPr>
          <w:rFonts w:cs="Arial"/>
        </w:rPr>
        <w:t xml:space="preserve">data storage </w:t>
      </w:r>
      <w:r w:rsidR="003D77FF" w:rsidRPr="00A30D7A">
        <w:rPr>
          <w:rFonts w:cs="Arial"/>
        </w:rPr>
        <w:t>capacity</w:t>
      </w:r>
      <w:r w:rsidR="00E657BA" w:rsidRPr="00A30D7A">
        <w:rPr>
          <w:rFonts w:cs="Arial"/>
        </w:rPr>
        <w:t xml:space="preserve"> and its performance regarding data transfer rates and latency.</w:t>
      </w:r>
      <w:r w:rsidR="00FB48BA" w:rsidRPr="00A30D7A">
        <w:rPr>
          <w:rFonts w:cs="Arial"/>
        </w:rPr>
        <w:t xml:space="preserve"> </w:t>
      </w:r>
      <w:r w:rsidR="00E657BA" w:rsidRPr="00A30D7A">
        <w:rPr>
          <w:rFonts w:cs="Arial"/>
        </w:rPr>
        <w:t xml:space="preserve">Confirm that capacity and performance is adequate for the </w:t>
      </w:r>
      <w:r w:rsidR="007D046A" w:rsidRPr="00A30D7A">
        <w:rPr>
          <w:rFonts w:cs="Arial"/>
        </w:rPr>
        <w:t>information delivery</w:t>
      </w:r>
      <w:r w:rsidR="00E657BA" w:rsidRPr="00A30D7A">
        <w:rPr>
          <w:rFonts w:cs="Arial"/>
        </w:rPr>
        <w:t xml:space="preserve"> documented in t</w:t>
      </w:r>
      <w:r w:rsidR="00FB48BA" w:rsidRPr="00A30D7A">
        <w:rPr>
          <w:rFonts w:cs="Arial"/>
        </w:rPr>
        <w:t>he</w:t>
      </w:r>
      <w:r w:rsidR="00E657BA" w:rsidRPr="00A30D7A">
        <w:rPr>
          <w:rFonts w:cs="Arial"/>
        </w:rPr>
        <w:t xml:space="preserve"> </w:t>
      </w:r>
      <w:r w:rsidR="007C4102" w:rsidRPr="00A30D7A">
        <w:rPr>
          <w:rFonts w:cs="Arial"/>
        </w:rPr>
        <w:t>BEP</w:t>
      </w:r>
      <w:r w:rsidR="00E657BA" w:rsidRPr="00A30D7A">
        <w:rPr>
          <w:rFonts w:cs="Arial"/>
        </w:rPr>
        <w:t>.</w:t>
      </w:r>
    </w:p>
    <w:p w14:paraId="79D81B83" w14:textId="7F0E3649" w:rsidR="000C61E6" w:rsidRPr="00A30D7A" w:rsidRDefault="000C61E6" w:rsidP="000C61E6">
      <w:pPr>
        <w:pStyle w:val="Prompt"/>
        <w:rPr>
          <w:rFonts w:cs="Arial"/>
        </w:rPr>
      </w:pPr>
      <w:r w:rsidRPr="00A30D7A">
        <w:rPr>
          <w:rFonts w:cs="Arial"/>
        </w:rPr>
        <w:t xml:space="preserve">IT management and support: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5175C0BB" w14:textId="0D40143D" w:rsidR="000C61E6" w:rsidRPr="00A30D7A" w:rsidRDefault="000C61E6" w:rsidP="00344EE7">
      <w:pPr>
        <w:pStyle w:val="Instructions"/>
        <w:rPr>
          <w:rFonts w:cs="Arial"/>
        </w:rPr>
      </w:pPr>
      <w:r w:rsidRPr="00A30D7A">
        <w:rPr>
          <w:rFonts w:cs="Arial"/>
        </w:rPr>
        <w:t>Describe the provisions to be made for IT management and support including the number of personnel available, and their experience with the proposed software and IT infrastructure.</w:t>
      </w:r>
    </w:p>
    <w:p w14:paraId="33347CFA" w14:textId="272B1192" w:rsidR="00FF1A2B" w:rsidRPr="00A30D7A" w:rsidRDefault="00FF1A2B" w:rsidP="00527E8F">
      <w:pPr>
        <w:pStyle w:val="Heading2"/>
      </w:pPr>
      <w:bookmarkStart w:id="419" w:name="_Toc16160296"/>
      <w:bookmarkStart w:id="420" w:name="_Toc163550162"/>
      <w:bookmarkEnd w:id="415"/>
      <w:r w:rsidRPr="00A30D7A">
        <w:rPr>
          <w:rFonts w:cs="Arial"/>
        </w:rPr>
        <w:t xml:space="preserve">Collaboration </w:t>
      </w:r>
      <w:r w:rsidR="000E6FC3" w:rsidRPr="00A30D7A">
        <w:rPr>
          <w:rFonts w:cs="Arial"/>
        </w:rPr>
        <w:t>r</w:t>
      </w:r>
      <w:r w:rsidRPr="00A30D7A">
        <w:rPr>
          <w:rFonts w:cs="Arial"/>
        </w:rPr>
        <w:t>esources</w:t>
      </w:r>
      <w:bookmarkEnd w:id="419"/>
      <w:bookmarkEnd w:id="420"/>
    </w:p>
    <w:p w14:paraId="643D4FA9" w14:textId="477CAC43" w:rsidR="00182DBA" w:rsidRPr="00A30D7A" w:rsidRDefault="00245079" w:rsidP="00182DBA">
      <w:pPr>
        <w:rPr>
          <w:rFonts w:cs="Arial"/>
        </w:rPr>
      </w:pPr>
      <w:bookmarkStart w:id="421" w:name="_Toc98843096"/>
      <w:bookmarkStart w:id="422" w:name="_Toc98843599"/>
      <w:bookmarkStart w:id="423" w:name="_Toc98843097"/>
      <w:bookmarkStart w:id="424" w:name="_Toc98843600"/>
      <w:bookmarkStart w:id="425" w:name="_Toc98843114"/>
      <w:bookmarkStart w:id="426" w:name="_Toc98843617"/>
      <w:bookmarkStart w:id="427" w:name="_Toc98843118"/>
      <w:bookmarkStart w:id="428" w:name="_Toc98843621"/>
      <w:bookmarkStart w:id="429" w:name="_Toc16160297"/>
      <w:bookmarkStart w:id="430" w:name="_Ref4124785"/>
      <w:bookmarkStart w:id="431" w:name="_Hlk13237847"/>
      <w:bookmarkEnd w:id="421"/>
      <w:bookmarkEnd w:id="422"/>
      <w:bookmarkEnd w:id="423"/>
      <w:bookmarkEnd w:id="424"/>
      <w:bookmarkEnd w:id="425"/>
      <w:bookmarkEnd w:id="426"/>
      <w:bookmarkEnd w:id="427"/>
      <w:bookmarkEnd w:id="428"/>
      <w:r w:rsidRPr="00A30D7A">
        <w:rPr>
          <w:rFonts w:cs="Arial"/>
        </w:rPr>
        <w:t xml:space="preserve">Requirement: Provide </w:t>
      </w:r>
      <w:r w:rsidR="00182DBA" w:rsidRPr="00A30D7A">
        <w:rPr>
          <w:rFonts w:cs="Arial"/>
        </w:rPr>
        <w:t>project collaboration resources a</w:t>
      </w:r>
      <w:r w:rsidRPr="00A30D7A">
        <w:rPr>
          <w:rFonts w:cs="Arial"/>
        </w:rPr>
        <w:t>s shown</w:t>
      </w:r>
      <w:r w:rsidR="00182DBA" w:rsidRPr="00A30D7A">
        <w:rPr>
          <w:rFonts w:cs="Arial"/>
        </w:rPr>
        <w:t xml:space="preserve"> in the </w:t>
      </w:r>
      <w:r w:rsidR="00B5640E" w:rsidRPr="00A30D7A">
        <w:rPr>
          <w:rFonts w:cs="Arial"/>
          <w:b/>
          <w:bCs/>
          <w:color w:val="595959" w:themeColor="text1" w:themeTint="A6"/>
        </w:rPr>
        <w:t xml:space="preserve">Collaboration resources </w:t>
      </w:r>
      <w:r w:rsidR="00182DBA" w:rsidRPr="00A30D7A">
        <w:rPr>
          <w:rFonts w:cs="Arial"/>
          <w:b/>
          <w:bCs/>
          <w:color w:val="595959" w:themeColor="text1" w:themeTint="A6"/>
        </w:rPr>
        <w:t>table</w:t>
      </w:r>
      <w:r w:rsidR="00182DBA" w:rsidRPr="00A30D7A">
        <w:rPr>
          <w:rFonts w:cs="Arial"/>
        </w:rPr>
        <w:t>.</w:t>
      </w:r>
    </w:p>
    <w:bookmarkEnd w:id="418"/>
    <w:p w14:paraId="1A917E9A" w14:textId="33BF8D99" w:rsidR="00B5640E" w:rsidRPr="00A30D7A" w:rsidRDefault="00B5640E" w:rsidP="002278A3">
      <w:pPr>
        <w:pStyle w:val="Tabletitle"/>
      </w:pPr>
      <w:r w:rsidRPr="00A30D7A">
        <w:t>Collaboration resources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3287"/>
        <w:gridCol w:w="3163"/>
        <w:gridCol w:w="2892"/>
      </w:tblGrid>
      <w:tr w:rsidR="00092908" w:rsidRPr="00A30D7A" w14:paraId="67B8CC59" w14:textId="77777777" w:rsidTr="006D66BC">
        <w:trPr>
          <w:trHeight w:val="454"/>
          <w:tblHeader/>
        </w:trPr>
        <w:tc>
          <w:tcPr>
            <w:tcW w:w="1314" w:type="dxa"/>
            <w:shd w:val="clear" w:color="auto" w:fill="D9E2F3" w:themeFill="accent1" w:themeFillTint="33"/>
          </w:tcPr>
          <w:p w14:paraId="1F25E601" w14:textId="77777777" w:rsidR="00182DBA" w:rsidRPr="00A30D7A" w:rsidRDefault="00182DBA" w:rsidP="007D0605">
            <w:pPr>
              <w:pStyle w:val="Tabletitle"/>
            </w:pPr>
            <w:r w:rsidRPr="00A30D7A">
              <w:t>Collaboration resource</w:t>
            </w:r>
          </w:p>
        </w:tc>
        <w:tc>
          <w:tcPr>
            <w:tcW w:w="1314" w:type="dxa"/>
            <w:shd w:val="clear" w:color="auto" w:fill="D9E2F3" w:themeFill="accent1" w:themeFillTint="33"/>
          </w:tcPr>
          <w:p w14:paraId="0BF58584" w14:textId="1E1C7134" w:rsidR="00182DBA" w:rsidRPr="00A30D7A" w:rsidRDefault="00B5640E" w:rsidP="007D0605">
            <w:pPr>
              <w:pStyle w:val="Tabletitle"/>
            </w:pPr>
            <w:r w:rsidRPr="00A30D7A">
              <w:t>Software solution</w:t>
            </w:r>
          </w:p>
        </w:tc>
        <w:tc>
          <w:tcPr>
            <w:tcW w:w="1314" w:type="dxa"/>
            <w:shd w:val="clear" w:color="auto" w:fill="D9E2F3" w:themeFill="accent1" w:themeFillTint="33"/>
          </w:tcPr>
          <w:p w14:paraId="650FC190" w14:textId="442F98C7" w:rsidR="00182DBA" w:rsidRPr="00A30D7A" w:rsidRDefault="00B5640E" w:rsidP="007D0605">
            <w:pPr>
              <w:pStyle w:val="Tabletitle"/>
            </w:pPr>
            <w:r w:rsidRPr="00A30D7A">
              <w:t>Online location/ URL</w:t>
            </w:r>
          </w:p>
        </w:tc>
      </w:tr>
      <w:tr w:rsidR="00092908" w:rsidRPr="00A30D7A" w14:paraId="378470D0" w14:textId="77777777" w:rsidTr="007D05E7">
        <w:tc>
          <w:tcPr>
            <w:tcW w:w="1314" w:type="dxa"/>
            <w:shd w:val="clear" w:color="auto" w:fill="auto"/>
          </w:tcPr>
          <w:p w14:paraId="06E24856" w14:textId="77777777" w:rsidR="00182DBA" w:rsidRPr="00A30D7A" w:rsidRDefault="00182DBA" w:rsidP="000128CF">
            <w:pPr>
              <w:rPr>
                <w:rFonts w:cs="Arial"/>
              </w:rPr>
            </w:pPr>
            <w:r w:rsidRPr="00A30D7A">
              <w:rPr>
                <w:rFonts w:cs="Arial"/>
              </w:rPr>
              <w:t>Online project collaboration system</w:t>
            </w:r>
          </w:p>
        </w:tc>
        <w:tc>
          <w:tcPr>
            <w:tcW w:w="1314" w:type="dxa"/>
            <w:shd w:val="clear" w:color="auto" w:fill="auto"/>
          </w:tcPr>
          <w:p w14:paraId="31FDC65D" w14:textId="77777777" w:rsidR="00182DBA" w:rsidRPr="00A30D7A" w:rsidRDefault="00182DBA" w:rsidP="000128CF">
            <w:pPr>
              <w:rPr>
                <w:rFonts w:cs="Arial"/>
              </w:rPr>
            </w:pPr>
          </w:p>
        </w:tc>
        <w:tc>
          <w:tcPr>
            <w:tcW w:w="1314" w:type="dxa"/>
            <w:shd w:val="clear" w:color="auto" w:fill="auto"/>
          </w:tcPr>
          <w:p w14:paraId="6FAF9D52" w14:textId="77777777" w:rsidR="00182DBA" w:rsidRPr="00A30D7A" w:rsidRDefault="00182DBA" w:rsidP="000128CF">
            <w:pPr>
              <w:rPr>
                <w:rFonts w:cs="Arial"/>
              </w:rPr>
            </w:pPr>
          </w:p>
        </w:tc>
      </w:tr>
      <w:tr w:rsidR="00092908" w:rsidRPr="00A30D7A" w14:paraId="6EE8A66A" w14:textId="77777777" w:rsidTr="007D05E7">
        <w:tc>
          <w:tcPr>
            <w:tcW w:w="1314" w:type="dxa"/>
            <w:shd w:val="clear" w:color="auto" w:fill="auto"/>
          </w:tcPr>
          <w:p w14:paraId="2F31A9F4" w14:textId="77777777" w:rsidR="00182DBA" w:rsidRPr="00A30D7A" w:rsidRDefault="00182DBA" w:rsidP="000128CF">
            <w:pPr>
              <w:rPr>
                <w:rFonts w:cs="Arial"/>
              </w:rPr>
            </w:pPr>
            <w:r w:rsidRPr="00A30D7A">
              <w:rPr>
                <w:rFonts w:cs="Arial"/>
              </w:rPr>
              <w:t>Online document management system</w:t>
            </w:r>
          </w:p>
        </w:tc>
        <w:tc>
          <w:tcPr>
            <w:tcW w:w="1314" w:type="dxa"/>
            <w:shd w:val="clear" w:color="auto" w:fill="auto"/>
          </w:tcPr>
          <w:p w14:paraId="1F51BA6D" w14:textId="77777777" w:rsidR="00182DBA" w:rsidRPr="00A30D7A" w:rsidRDefault="00182DBA" w:rsidP="000128CF">
            <w:pPr>
              <w:rPr>
                <w:rFonts w:cs="Arial"/>
              </w:rPr>
            </w:pPr>
          </w:p>
        </w:tc>
        <w:tc>
          <w:tcPr>
            <w:tcW w:w="1314" w:type="dxa"/>
            <w:shd w:val="clear" w:color="auto" w:fill="auto"/>
          </w:tcPr>
          <w:p w14:paraId="1D69B7B3" w14:textId="77777777" w:rsidR="00182DBA" w:rsidRPr="00A30D7A" w:rsidRDefault="00182DBA" w:rsidP="000128CF">
            <w:pPr>
              <w:rPr>
                <w:rFonts w:cs="Arial"/>
              </w:rPr>
            </w:pPr>
          </w:p>
        </w:tc>
      </w:tr>
      <w:tr w:rsidR="00092908" w:rsidRPr="00A30D7A" w14:paraId="6E451BF4" w14:textId="77777777" w:rsidTr="007D05E7">
        <w:tc>
          <w:tcPr>
            <w:tcW w:w="1314" w:type="dxa"/>
            <w:shd w:val="clear" w:color="auto" w:fill="auto"/>
          </w:tcPr>
          <w:p w14:paraId="047B5807" w14:textId="5B71D2D4" w:rsidR="00182DBA" w:rsidRPr="00A30D7A" w:rsidRDefault="009F40D5" w:rsidP="000128CF">
            <w:pPr>
              <w:rPr>
                <w:rFonts w:cs="Arial"/>
              </w:rPr>
            </w:pPr>
            <w:r w:rsidRPr="00A30D7A">
              <w:rPr>
                <w:rFonts w:cs="Arial"/>
              </w:rPr>
              <w:t>Model federation/clash review /revision management system</w:t>
            </w:r>
          </w:p>
        </w:tc>
        <w:tc>
          <w:tcPr>
            <w:tcW w:w="1314" w:type="dxa"/>
            <w:shd w:val="clear" w:color="auto" w:fill="auto"/>
          </w:tcPr>
          <w:p w14:paraId="0AECC882" w14:textId="77777777" w:rsidR="00182DBA" w:rsidRPr="00A30D7A" w:rsidRDefault="00182DBA" w:rsidP="000128CF">
            <w:pPr>
              <w:rPr>
                <w:rFonts w:cs="Arial"/>
              </w:rPr>
            </w:pPr>
          </w:p>
        </w:tc>
        <w:tc>
          <w:tcPr>
            <w:tcW w:w="1314" w:type="dxa"/>
            <w:shd w:val="clear" w:color="auto" w:fill="auto"/>
          </w:tcPr>
          <w:p w14:paraId="38D4CD0A" w14:textId="77777777" w:rsidR="00182DBA" w:rsidRPr="00A30D7A" w:rsidRDefault="00182DBA" w:rsidP="000128CF">
            <w:pPr>
              <w:rPr>
                <w:rFonts w:cs="Arial"/>
              </w:rPr>
            </w:pPr>
          </w:p>
        </w:tc>
      </w:tr>
      <w:tr w:rsidR="00092908" w:rsidRPr="00A30D7A" w14:paraId="6C4E4BC3" w14:textId="77777777" w:rsidTr="007D05E7">
        <w:tc>
          <w:tcPr>
            <w:tcW w:w="1314" w:type="dxa"/>
            <w:shd w:val="clear" w:color="auto" w:fill="auto"/>
          </w:tcPr>
          <w:p w14:paraId="540D5280" w14:textId="0CE93EAA" w:rsidR="0052553D" w:rsidRPr="00A30D7A" w:rsidRDefault="0052553D" w:rsidP="000128CF">
            <w:pPr>
              <w:rPr>
                <w:rFonts w:cs="Arial"/>
              </w:rPr>
            </w:pPr>
            <w:r w:rsidRPr="00A30D7A">
              <w:rPr>
                <w:rFonts w:cs="Arial"/>
              </w:rPr>
              <w:t>Common Data Environment (CDE)</w:t>
            </w:r>
          </w:p>
        </w:tc>
        <w:tc>
          <w:tcPr>
            <w:tcW w:w="1314" w:type="dxa"/>
            <w:shd w:val="clear" w:color="auto" w:fill="auto"/>
          </w:tcPr>
          <w:p w14:paraId="1E22DFFA" w14:textId="48544444" w:rsidR="0052553D" w:rsidRPr="00A30D7A" w:rsidRDefault="0052553D" w:rsidP="000128CF">
            <w:pPr>
              <w:rPr>
                <w:rFonts w:cs="Arial"/>
              </w:rPr>
            </w:pPr>
            <w:r w:rsidRPr="00A30D7A">
              <w:rPr>
                <w:rFonts w:cs="Arial"/>
              </w:rPr>
              <w:t>See CDE technical implementation</w:t>
            </w:r>
          </w:p>
        </w:tc>
        <w:tc>
          <w:tcPr>
            <w:tcW w:w="1314" w:type="dxa"/>
            <w:shd w:val="clear" w:color="auto" w:fill="auto"/>
          </w:tcPr>
          <w:p w14:paraId="3AF74DBE" w14:textId="77777777" w:rsidR="0052553D" w:rsidRPr="00A30D7A" w:rsidRDefault="0052553D" w:rsidP="000128CF">
            <w:pPr>
              <w:rPr>
                <w:rFonts w:cs="Arial"/>
              </w:rPr>
            </w:pPr>
          </w:p>
        </w:tc>
      </w:tr>
    </w:tbl>
    <w:p w14:paraId="3A44A84F" w14:textId="77777777" w:rsidR="00182DBA" w:rsidRPr="00A30D7A" w:rsidRDefault="00182DBA" w:rsidP="00182DBA">
      <w:pPr>
        <w:rPr>
          <w:rFonts w:cs="Arial"/>
        </w:rPr>
      </w:pPr>
    </w:p>
    <w:p w14:paraId="3A14C81C" w14:textId="54C2AC23" w:rsidR="00B5640E" w:rsidRPr="00A30D7A" w:rsidRDefault="00B5640E" w:rsidP="00182DBA">
      <w:pPr>
        <w:pStyle w:val="Instructions"/>
        <w:rPr>
          <w:rFonts w:cs="Arial"/>
          <w:bCs/>
        </w:rPr>
      </w:pPr>
      <w:r w:rsidRPr="00A30D7A">
        <w:rPr>
          <w:rFonts w:cs="Arial"/>
          <w:bCs/>
        </w:rPr>
        <w:t>Edit collaboration resource items to reflect project details</w:t>
      </w:r>
      <w:r w:rsidR="000128CF" w:rsidRPr="00A30D7A">
        <w:rPr>
          <w:rFonts w:cs="Arial"/>
          <w:bCs/>
        </w:rPr>
        <w:t>.</w:t>
      </w:r>
    </w:p>
    <w:p w14:paraId="76F9A2F5" w14:textId="1EB7EE93" w:rsidR="00182DBA" w:rsidRPr="00A30D7A" w:rsidRDefault="00B5640E" w:rsidP="00182DBA">
      <w:pPr>
        <w:pStyle w:val="Instructions"/>
        <w:rPr>
          <w:rFonts w:cs="Arial"/>
        </w:rPr>
      </w:pPr>
      <w:r w:rsidRPr="00A30D7A">
        <w:rPr>
          <w:rFonts w:cs="Arial"/>
          <w:b/>
        </w:rPr>
        <w:lastRenderedPageBreak/>
        <w:t>Software solution</w:t>
      </w:r>
      <w:r w:rsidR="00182DBA" w:rsidRPr="00A30D7A">
        <w:rPr>
          <w:rFonts w:cs="Arial"/>
          <w:b/>
        </w:rPr>
        <w:t xml:space="preserve">: </w:t>
      </w:r>
      <w:r w:rsidR="00182DBA" w:rsidRPr="00A30D7A">
        <w:rPr>
          <w:rFonts w:cs="Arial"/>
        </w:rPr>
        <w:t>e.g. Online document management system: Aconex</w:t>
      </w:r>
      <w:r w:rsidR="00787D25" w:rsidRPr="00A30D7A">
        <w:rPr>
          <w:rFonts w:cs="Arial"/>
        </w:rPr>
        <w:t>.</w:t>
      </w:r>
    </w:p>
    <w:p w14:paraId="1455A13D" w14:textId="0A612DA5" w:rsidR="000128CF" w:rsidRPr="00A30D7A" w:rsidRDefault="000128CF" w:rsidP="00182DBA">
      <w:pPr>
        <w:pStyle w:val="Instructions"/>
        <w:rPr>
          <w:rFonts w:cs="Arial"/>
        </w:rPr>
      </w:pPr>
      <w:r w:rsidRPr="00A30D7A">
        <w:rPr>
          <w:rFonts w:cs="Arial"/>
          <w:b/>
          <w:bCs/>
        </w:rPr>
        <w:t>Online location/ URL</w:t>
      </w:r>
      <w:r w:rsidRPr="00A30D7A">
        <w:rPr>
          <w:rFonts w:cs="Arial"/>
        </w:rPr>
        <w:t>: The login address for the system.</w:t>
      </w:r>
    </w:p>
    <w:p w14:paraId="7C28AFAF" w14:textId="77777777" w:rsidR="0036059C" w:rsidRPr="00A30D7A" w:rsidRDefault="0036059C" w:rsidP="0036059C">
      <w:pPr>
        <w:pStyle w:val="Prompt"/>
        <w:rPr>
          <w:rFonts w:cs="Arial"/>
        </w:rPr>
      </w:pPr>
      <w:r w:rsidRPr="00A30D7A">
        <w:rPr>
          <w:rFonts w:cs="Arial"/>
        </w:rPr>
        <w:t xml:space="preserve">Instructions for using collaboration resources: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FE8C369" w14:textId="7DEFDD19" w:rsidR="0036059C" w:rsidRPr="00A30D7A" w:rsidRDefault="0036059C" w:rsidP="0036059C">
      <w:pPr>
        <w:pStyle w:val="Instructions"/>
        <w:rPr>
          <w:rFonts w:cs="Arial"/>
        </w:rPr>
      </w:pPr>
      <w:r w:rsidRPr="00A30D7A">
        <w:rPr>
          <w:rFonts w:cs="Arial"/>
        </w:rPr>
        <w:t>Describe the location of instructions and procedures for using each collaboration resource, i.e. for the systems, not the collaboration procedures that are documented elsewhere in this Template</w:t>
      </w:r>
      <w:r w:rsidR="00245079" w:rsidRPr="00A30D7A">
        <w:rPr>
          <w:rFonts w:cs="Arial"/>
        </w:rPr>
        <w:t xml:space="preserve">, e.g. </w:t>
      </w:r>
      <w:r w:rsidR="00245079" w:rsidRPr="00A30D7A">
        <w:rPr>
          <w:rFonts w:cs="Arial"/>
          <w:b/>
          <w:bCs/>
        </w:rPr>
        <w:t>MANAGEMENT – INFORMATION IN GENERAL</w:t>
      </w:r>
      <w:r w:rsidR="00245079" w:rsidRPr="00A30D7A">
        <w:rPr>
          <w:rFonts w:cs="Arial"/>
        </w:rPr>
        <w:t xml:space="preserve"> and </w:t>
      </w:r>
      <w:r w:rsidR="00245079" w:rsidRPr="00A30D7A">
        <w:rPr>
          <w:rFonts w:cs="Arial"/>
          <w:b/>
          <w:bCs/>
        </w:rPr>
        <w:t>MANAGEMENT – 3D MODELLING</w:t>
      </w:r>
      <w:r w:rsidR="00245079" w:rsidRPr="00A30D7A">
        <w:rPr>
          <w:rFonts w:cs="Arial"/>
        </w:rPr>
        <w:t>.</w:t>
      </w:r>
    </w:p>
    <w:p w14:paraId="7CC6D501" w14:textId="77777777" w:rsidR="00245079" w:rsidRPr="00A30D7A" w:rsidRDefault="00245079" w:rsidP="00245079">
      <w:pPr>
        <w:pStyle w:val="Prompt"/>
        <w:rPr>
          <w:rFonts w:cs="Arial"/>
        </w:rPr>
      </w:pPr>
      <w:r w:rsidRPr="00A30D7A">
        <w:rPr>
          <w:rFonts w:cs="Arial"/>
        </w:rPr>
        <w:t xml:space="preserve">Collaboration resource migration: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2E6755B" w14:textId="77777777" w:rsidR="00245079" w:rsidRPr="00A30D7A" w:rsidRDefault="00245079" w:rsidP="00245079">
      <w:pPr>
        <w:pStyle w:val="Instructions"/>
        <w:rPr>
          <w:rFonts w:cs="Arial"/>
        </w:rPr>
      </w:pPr>
      <w:r w:rsidRPr="00A30D7A">
        <w:rPr>
          <w:rFonts w:cs="Arial"/>
        </w:rPr>
        <w:t>If collaboration resources or their providers will change between design and construction phases, document the changes here, including responsibilities and procedures for migrating information from one system to another.</w:t>
      </w:r>
    </w:p>
    <w:p w14:paraId="72855BC6" w14:textId="1024A74A" w:rsidR="00DD0411" w:rsidRPr="00A30D7A" w:rsidRDefault="00DD0411" w:rsidP="000D213C">
      <w:pPr>
        <w:pStyle w:val="Heading3"/>
      </w:pPr>
      <w:r w:rsidRPr="00A30D7A">
        <w:t>CDE technical implementation</w:t>
      </w:r>
    </w:p>
    <w:p w14:paraId="2AE4F178" w14:textId="44EB52D9" w:rsidR="00DD0411" w:rsidRPr="00A30D7A" w:rsidRDefault="001268C9" w:rsidP="00DD0411">
      <w:pPr>
        <w:pStyle w:val="Prompt"/>
        <w:rPr>
          <w:rFonts w:cs="Arial"/>
        </w:rPr>
      </w:pPr>
      <w:r w:rsidRPr="00A30D7A">
        <w:rPr>
          <w:rFonts w:cs="Arial"/>
        </w:rPr>
        <w:t xml:space="preserve">CDE </w:t>
      </w:r>
      <w:r w:rsidR="0036059C" w:rsidRPr="00A30D7A">
        <w:rPr>
          <w:rFonts w:cs="Arial"/>
        </w:rPr>
        <w:t xml:space="preserve">technical </w:t>
      </w:r>
      <w:r w:rsidRPr="00A30D7A">
        <w:rPr>
          <w:rFonts w:cs="Arial"/>
        </w:rPr>
        <w:t>implementation</w:t>
      </w:r>
      <w:r w:rsidR="00DD0411" w:rsidRPr="00A30D7A">
        <w:rPr>
          <w:rFonts w:cs="Arial"/>
        </w:rPr>
        <w:t xml:space="preserve">: </w:t>
      </w:r>
      <w:r w:rsidR="00DD0411" w:rsidRPr="00A30D7A">
        <w:rPr>
          <w:rFonts w:cs="Arial"/>
        </w:rPr>
        <w:fldChar w:fldCharType="begin"/>
      </w:r>
      <w:r w:rsidR="00DD0411" w:rsidRPr="00A30D7A">
        <w:rPr>
          <w:rFonts w:cs="Arial"/>
        </w:rPr>
        <w:instrText xml:space="preserve"> MACROBUTTON  ac_OnHelp [complete/delete] </w:instrText>
      </w:r>
      <w:r w:rsidR="00DD0411" w:rsidRPr="00A30D7A">
        <w:rPr>
          <w:rFonts w:cs="Arial"/>
        </w:rPr>
        <w:fldChar w:fldCharType="end"/>
      </w:r>
    </w:p>
    <w:p w14:paraId="55D03D0E" w14:textId="602BCAE5" w:rsidR="000D45EE" w:rsidRPr="00A30D7A" w:rsidRDefault="000D45EE" w:rsidP="000D45EE">
      <w:pPr>
        <w:pStyle w:val="Instructions"/>
        <w:rPr>
          <w:rFonts w:cs="Arial"/>
        </w:rPr>
      </w:pPr>
      <w:bookmarkStart w:id="432" w:name="_Hlk99200234"/>
      <w:r w:rsidRPr="00A30D7A">
        <w:rPr>
          <w:rFonts w:cs="Arial"/>
        </w:rPr>
        <w:t xml:space="preserve">A project CDE should have been established by the </w:t>
      </w:r>
      <w:r w:rsidR="00245079" w:rsidRPr="00A30D7A">
        <w:rPr>
          <w:rFonts w:cs="Arial"/>
        </w:rPr>
        <w:t>a</w:t>
      </w:r>
      <w:r w:rsidRPr="00A30D7A">
        <w:rPr>
          <w:rFonts w:cs="Arial"/>
        </w:rPr>
        <w:t xml:space="preserve">ppointing </w:t>
      </w:r>
      <w:r w:rsidR="00245079" w:rsidRPr="00A30D7A">
        <w:rPr>
          <w:rFonts w:cs="Arial"/>
        </w:rPr>
        <w:t>p</w:t>
      </w:r>
      <w:r w:rsidRPr="00A30D7A">
        <w:rPr>
          <w:rFonts w:cs="Arial"/>
        </w:rPr>
        <w:t>arty in conformance with AS ISO 19650.2</w:t>
      </w:r>
      <w:r w:rsidR="00BC226E">
        <w:rPr>
          <w:rFonts w:cs="Arial"/>
        </w:rPr>
        <w:t xml:space="preserve"> (2019)</w:t>
      </w:r>
      <w:r w:rsidRPr="00A30D7A">
        <w:rPr>
          <w:rFonts w:cs="Arial"/>
        </w:rPr>
        <w:t xml:space="preserve"> </w:t>
      </w:r>
      <w:r w:rsidR="00BC226E">
        <w:rPr>
          <w:rFonts w:cs="Arial"/>
        </w:rPr>
        <w:t>c</w:t>
      </w:r>
      <w:r w:rsidRPr="00A30D7A">
        <w:rPr>
          <w:rFonts w:cs="Arial"/>
        </w:rPr>
        <w:t>lause 5.1.7. In this instance, enter ‘</w:t>
      </w:r>
      <w:r w:rsidR="00622DE5" w:rsidRPr="00A30D7A">
        <w:rPr>
          <w:rFonts w:cs="Arial"/>
        </w:rPr>
        <w:t>Refer to the Instructions for using the CDE in the EIR’ and provide the link to them in the CDE.</w:t>
      </w:r>
    </w:p>
    <w:p w14:paraId="2C10625C" w14:textId="2CCD935D" w:rsidR="00DD0411" w:rsidRPr="00A30D7A" w:rsidRDefault="00776271" w:rsidP="00DD0411">
      <w:pPr>
        <w:pStyle w:val="Instructions"/>
        <w:rPr>
          <w:rFonts w:cs="Arial"/>
        </w:rPr>
      </w:pPr>
      <w:bookmarkStart w:id="433" w:name="_Hlk99205234"/>
      <w:bookmarkEnd w:id="432"/>
      <w:r w:rsidRPr="00A30D7A">
        <w:rPr>
          <w:rFonts w:cs="Arial"/>
        </w:rPr>
        <w:t xml:space="preserve">If </w:t>
      </w:r>
      <w:r w:rsidR="00B6319E" w:rsidRPr="00A30D7A">
        <w:rPr>
          <w:rFonts w:cs="Arial"/>
        </w:rPr>
        <w:t xml:space="preserve">a CDE has not been established by the </w:t>
      </w:r>
      <w:r w:rsidR="00245079" w:rsidRPr="00A30D7A">
        <w:rPr>
          <w:rFonts w:cs="Arial"/>
        </w:rPr>
        <w:t>a</w:t>
      </w:r>
      <w:r w:rsidR="00B6319E" w:rsidRPr="00A30D7A">
        <w:rPr>
          <w:rFonts w:cs="Arial"/>
        </w:rPr>
        <w:t xml:space="preserve">ppointing </w:t>
      </w:r>
      <w:r w:rsidR="00245079" w:rsidRPr="00A30D7A">
        <w:rPr>
          <w:rFonts w:cs="Arial"/>
        </w:rPr>
        <w:t>p</w:t>
      </w:r>
      <w:r w:rsidR="00B6319E" w:rsidRPr="00A30D7A">
        <w:rPr>
          <w:rFonts w:cs="Arial"/>
        </w:rPr>
        <w:t>arty</w:t>
      </w:r>
      <w:r w:rsidRPr="00A30D7A">
        <w:rPr>
          <w:rFonts w:cs="Arial"/>
        </w:rPr>
        <w:t>, describe the implementation proposed</w:t>
      </w:r>
      <w:r w:rsidR="001E120F" w:rsidRPr="00A30D7A">
        <w:rPr>
          <w:rFonts w:cs="Arial"/>
        </w:rPr>
        <w:t xml:space="preserve"> in response to the requirements specified in the EIR</w:t>
      </w:r>
      <w:r w:rsidRPr="00A30D7A">
        <w:rPr>
          <w:rFonts w:cs="Arial"/>
        </w:rPr>
        <w:t>.</w:t>
      </w:r>
    </w:p>
    <w:bookmarkEnd w:id="433"/>
    <w:p w14:paraId="6B4C8B35" w14:textId="2247BC59" w:rsidR="00DD0411" w:rsidRPr="00A30D7A" w:rsidRDefault="00B6319E" w:rsidP="00527E8F">
      <w:pPr>
        <w:rPr>
          <w:rFonts w:cs="Arial"/>
        </w:rPr>
      </w:pPr>
      <w:r w:rsidRPr="00A30D7A">
        <w:rPr>
          <w:rFonts w:cs="Arial"/>
        </w:rPr>
        <w:t xml:space="preserve">CDE management: Refer to </w:t>
      </w:r>
      <w:r w:rsidRPr="00A30D7A">
        <w:rPr>
          <w:rFonts w:cs="Arial"/>
          <w:b/>
          <w:bCs/>
          <w:color w:val="595959" w:themeColor="text1" w:themeTint="A6"/>
        </w:rPr>
        <w:t xml:space="preserve">MANAGEMENT </w:t>
      </w:r>
      <w:r w:rsidR="0034589D" w:rsidRPr="00A30D7A">
        <w:rPr>
          <w:rFonts w:cs="Arial"/>
          <w:b/>
          <w:bCs/>
          <w:color w:val="595959" w:themeColor="text1" w:themeTint="A6"/>
        </w:rPr>
        <w:t>– INFORMATION IN GENERAL, CDE management</w:t>
      </w:r>
      <w:r w:rsidR="003460B8" w:rsidRPr="00A30D7A">
        <w:rPr>
          <w:rFonts w:cs="Arial"/>
        </w:rPr>
        <w:t>.</w:t>
      </w:r>
    </w:p>
    <w:p w14:paraId="3FE622DA" w14:textId="2C8F1E43" w:rsidR="00D97EAC" w:rsidRPr="00A30D7A" w:rsidRDefault="00C649DF" w:rsidP="000D213C">
      <w:pPr>
        <w:pStyle w:val="Heading3"/>
      </w:pPr>
      <w:r w:rsidRPr="00A30D7A">
        <w:t>CDE data standard</w:t>
      </w:r>
    </w:p>
    <w:p w14:paraId="4D992B37" w14:textId="181744D0" w:rsidR="00D97EAC" w:rsidRPr="00A30D7A" w:rsidRDefault="00C649DF" w:rsidP="00344EE7">
      <w:pPr>
        <w:rPr>
          <w:rFonts w:cs="Arial"/>
        </w:rPr>
      </w:pPr>
      <w:r w:rsidRPr="00A30D7A">
        <w:rPr>
          <w:rFonts w:cs="Arial"/>
        </w:rPr>
        <w:t>Standard</w:t>
      </w:r>
      <w:r w:rsidR="00D97EAC" w:rsidRPr="00A30D7A">
        <w:rPr>
          <w:rFonts w:cs="Arial"/>
        </w:rPr>
        <w:t>:</w:t>
      </w:r>
      <w:r w:rsidR="00BB064C" w:rsidRPr="00A30D7A">
        <w:rPr>
          <w:rFonts w:cs="Arial"/>
        </w:rPr>
        <w:t xml:space="preserve"> Conform to AS ISO 19650.2 </w:t>
      </w:r>
      <w:r w:rsidR="00353DE3">
        <w:rPr>
          <w:rFonts w:cs="Arial"/>
        </w:rPr>
        <w:t xml:space="preserve">(2019) </w:t>
      </w:r>
      <w:r w:rsidR="00BB064C" w:rsidRPr="00A30D7A">
        <w:rPr>
          <w:rFonts w:cs="Arial"/>
        </w:rPr>
        <w:t>National Annex</w:t>
      </w:r>
      <w:r w:rsidRPr="00A30D7A">
        <w:rPr>
          <w:rFonts w:cs="Arial"/>
        </w:rPr>
        <w:t xml:space="preserve"> </w:t>
      </w:r>
      <w:r w:rsidR="00AA3B53" w:rsidRPr="00A30D7A">
        <w:rPr>
          <w:rFonts w:cs="Arial"/>
        </w:rPr>
        <w:t xml:space="preserve">for information container identification (ID) and assigning metadata for status, </w:t>
      </w:r>
      <w:proofErr w:type="gramStart"/>
      <w:r w:rsidR="00AA3B53" w:rsidRPr="00A30D7A">
        <w:rPr>
          <w:rFonts w:cs="Arial"/>
        </w:rPr>
        <w:t>revision</w:t>
      </w:r>
      <w:proofErr w:type="gramEnd"/>
      <w:r w:rsidR="00AA3B53" w:rsidRPr="00A30D7A">
        <w:rPr>
          <w:rFonts w:cs="Arial"/>
        </w:rPr>
        <w:t xml:space="preserve"> and classification to information</w:t>
      </w:r>
      <w:r w:rsidR="00BB064C" w:rsidRPr="00A30D7A">
        <w:rPr>
          <w:rFonts w:cs="Arial"/>
        </w:rPr>
        <w:t>.</w:t>
      </w:r>
    </w:p>
    <w:p w14:paraId="34485486" w14:textId="6B43C431" w:rsidR="00BB064C" w:rsidRPr="00A30D7A" w:rsidRDefault="00BB064C" w:rsidP="00BB064C">
      <w:pPr>
        <w:pStyle w:val="Instructions"/>
        <w:rPr>
          <w:rFonts w:cs="Arial"/>
        </w:rPr>
      </w:pPr>
      <w:r w:rsidRPr="00A30D7A">
        <w:rPr>
          <w:rFonts w:cs="Arial"/>
        </w:rPr>
        <w:t xml:space="preserve">If not conforming to the </w:t>
      </w:r>
      <w:r w:rsidR="00EE59AE" w:rsidRPr="00A30D7A">
        <w:rPr>
          <w:rFonts w:cs="Arial"/>
        </w:rPr>
        <w:t xml:space="preserve">upcoming </w:t>
      </w:r>
      <w:r w:rsidRPr="00A30D7A">
        <w:rPr>
          <w:rFonts w:cs="Arial"/>
        </w:rPr>
        <w:t>National Annex, amend the text and document proposed amendments or alternative standards.</w:t>
      </w:r>
    </w:p>
    <w:p w14:paraId="600448F7" w14:textId="63A4E059" w:rsidR="00D74241" w:rsidRPr="00A30D7A" w:rsidRDefault="00D74241" w:rsidP="00344EE7">
      <w:pPr>
        <w:pStyle w:val="Heading2"/>
      </w:pPr>
      <w:bookmarkStart w:id="434" w:name="_Toc163550163"/>
      <w:r w:rsidRPr="00A30D7A">
        <w:t>BIM coordination facilities</w:t>
      </w:r>
      <w:bookmarkEnd w:id="434"/>
    </w:p>
    <w:p w14:paraId="1F7006FF" w14:textId="77777777" w:rsidR="00D74241" w:rsidRPr="00A30D7A" w:rsidRDefault="00D74241" w:rsidP="00D74241">
      <w:pPr>
        <w:rPr>
          <w:rFonts w:cs="Arial"/>
        </w:rPr>
      </w:pPr>
      <w:r w:rsidRPr="00A30D7A">
        <w:rPr>
          <w:rFonts w:cs="Arial"/>
        </w:rPr>
        <w:t xml:space="preserve">Description: Details of the project’s BIM coordination facilities are shown in the </w:t>
      </w:r>
      <w:r w:rsidRPr="00A30D7A">
        <w:rPr>
          <w:rFonts w:cs="Arial"/>
          <w:b/>
          <w:bCs/>
          <w:color w:val="595959" w:themeColor="text1" w:themeTint="A6"/>
        </w:rPr>
        <w:t>BIM coordination facilities table</w:t>
      </w:r>
      <w:r w:rsidRPr="00A30D7A">
        <w:rPr>
          <w:rFonts w:cs="Arial"/>
        </w:rPr>
        <w:t>.</w:t>
      </w:r>
    </w:p>
    <w:p w14:paraId="27C92141" w14:textId="77777777" w:rsidR="00D74241" w:rsidRPr="00A30D7A" w:rsidRDefault="00D74241" w:rsidP="002278A3">
      <w:pPr>
        <w:pStyle w:val="Tabletitle"/>
      </w:pPr>
      <w:r w:rsidRPr="00A30D7A">
        <w:t>BIM coordination facilities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8"/>
        <w:gridCol w:w="5772"/>
      </w:tblGrid>
      <w:tr w:rsidR="00D74241" w:rsidRPr="00A30D7A" w14:paraId="063694E8" w14:textId="77777777" w:rsidTr="001E3D40">
        <w:trPr>
          <w:cantSplit/>
          <w:trHeight w:val="454"/>
          <w:tblHeader/>
        </w:trPr>
        <w:tc>
          <w:tcPr>
            <w:tcW w:w="3369" w:type="dxa"/>
            <w:shd w:val="clear" w:color="auto" w:fill="D9E2F3" w:themeFill="accent1" w:themeFillTint="33"/>
            <w:vAlign w:val="center"/>
          </w:tcPr>
          <w:p w14:paraId="6A0D926D" w14:textId="77777777" w:rsidR="00D74241" w:rsidRPr="00A30D7A" w:rsidRDefault="00D74241" w:rsidP="007D0605">
            <w:pPr>
              <w:pStyle w:val="Tabletitle"/>
            </w:pPr>
            <w:r w:rsidRPr="00A30D7A">
              <w:t>Item</w:t>
            </w:r>
          </w:p>
        </w:tc>
        <w:tc>
          <w:tcPr>
            <w:tcW w:w="5918" w:type="dxa"/>
            <w:shd w:val="clear" w:color="auto" w:fill="D9E2F3" w:themeFill="accent1" w:themeFillTint="33"/>
            <w:vAlign w:val="center"/>
          </w:tcPr>
          <w:p w14:paraId="25B75B4E" w14:textId="77777777" w:rsidR="00D74241" w:rsidRPr="00A30D7A" w:rsidRDefault="00D74241" w:rsidP="007D0605">
            <w:pPr>
              <w:pStyle w:val="Tabletitle"/>
            </w:pPr>
            <w:r w:rsidRPr="00A30D7A">
              <w:t>Details</w:t>
            </w:r>
          </w:p>
        </w:tc>
      </w:tr>
      <w:tr w:rsidR="00D74241" w:rsidRPr="00A30D7A" w14:paraId="3D0285EC" w14:textId="77777777" w:rsidTr="001E3D40">
        <w:trPr>
          <w:cantSplit/>
          <w:trHeight w:val="454"/>
        </w:trPr>
        <w:tc>
          <w:tcPr>
            <w:tcW w:w="3369" w:type="dxa"/>
            <w:vAlign w:val="center"/>
          </w:tcPr>
          <w:p w14:paraId="76FB4C63" w14:textId="77777777" w:rsidR="00D74241" w:rsidRPr="00A30D7A" w:rsidRDefault="00D74241" w:rsidP="001E3D40">
            <w:pPr>
              <w:rPr>
                <w:rFonts w:cs="Arial"/>
              </w:rPr>
            </w:pPr>
            <w:r w:rsidRPr="00A30D7A">
              <w:rPr>
                <w:rFonts w:cs="Arial"/>
              </w:rPr>
              <w:t>Room</w:t>
            </w:r>
          </w:p>
        </w:tc>
        <w:tc>
          <w:tcPr>
            <w:tcW w:w="5918" w:type="dxa"/>
            <w:vAlign w:val="center"/>
          </w:tcPr>
          <w:p w14:paraId="21AE7671" w14:textId="77777777" w:rsidR="00D74241" w:rsidRPr="00A30D7A" w:rsidRDefault="00D74241" w:rsidP="001E3D40">
            <w:pPr>
              <w:rPr>
                <w:rFonts w:cs="Arial"/>
              </w:rPr>
            </w:pPr>
          </w:p>
        </w:tc>
      </w:tr>
      <w:tr w:rsidR="00D74241" w:rsidRPr="00A30D7A" w14:paraId="2178508D" w14:textId="77777777" w:rsidTr="001E3D40">
        <w:trPr>
          <w:cantSplit/>
          <w:trHeight w:val="454"/>
        </w:trPr>
        <w:tc>
          <w:tcPr>
            <w:tcW w:w="3369" w:type="dxa"/>
            <w:vAlign w:val="center"/>
          </w:tcPr>
          <w:p w14:paraId="24D88368" w14:textId="77777777" w:rsidR="00D74241" w:rsidRPr="00A30D7A" w:rsidRDefault="00D74241" w:rsidP="001E3D40">
            <w:pPr>
              <w:rPr>
                <w:rFonts w:cs="Arial"/>
              </w:rPr>
            </w:pPr>
            <w:r w:rsidRPr="00A30D7A">
              <w:rPr>
                <w:rFonts w:cs="Arial"/>
              </w:rPr>
              <w:t>Equipment</w:t>
            </w:r>
          </w:p>
        </w:tc>
        <w:tc>
          <w:tcPr>
            <w:tcW w:w="5918" w:type="dxa"/>
            <w:vAlign w:val="center"/>
          </w:tcPr>
          <w:p w14:paraId="2135EA00" w14:textId="77777777" w:rsidR="00D74241" w:rsidRPr="00A30D7A" w:rsidRDefault="00D74241" w:rsidP="001E3D40">
            <w:pPr>
              <w:rPr>
                <w:rFonts w:cs="Arial"/>
              </w:rPr>
            </w:pPr>
            <w:r w:rsidRPr="00A30D7A">
              <w:rPr>
                <w:rFonts w:cs="Arial"/>
              </w:rPr>
              <w:t>Computer:</w:t>
            </w:r>
          </w:p>
          <w:p w14:paraId="2C5EC4D6" w14:textId="77777777" w:rsidR="00D74241" w:rsidRPr="00A30D7A" w:rsidRDefault="00D74241" w:rsidP="001E3D40">
            <w:pPr>
              <w:rPr>
                <w:rFonts w:cs="Arial"/>
              </w:rPr>
            </w:pPr>
            <w:r w:rsidRPr="00A30D7A">
              <w:rPr>
                <w:rFonts w:cs="Arial"/>
              </w:rPr>
              <w:t>Software:</w:t>
            </w:r>
          </w:p>
          <w:p w14:paraId="4AB2207B" w14:textId="77777777" w:rsidR="00D74241" w:rsidRPr="00A30D7A" w:rsidRDefault="00D74241" w:rsidP="001E3D40">
            <w:pPr>
              <w:rPr>
                <w:rFonts w:cs="Arial"/>
              </w:rPr>
            </w:pPr>
            <w:r w:rsidRPr="00A30D7A">
              <w:rPr>
                <w:rFonts w:cs="Arial"/>
              </w:rPr>
              <w:t>Display:</w:t>
            </w:r>
          </w:p>
          <w:p w14:paraId="2E94E740" w14:textId="77777777" w:rsidR="00D74241" w:rsidRPr="00A30D7A" w:rsidRDefault="00D74241" w:rsidP="001E3D40">
            <w:pPr>
              <w:rPr>
                <w:rFonts w:cs="Arial"/>
              </w:rPr>
            </w:pPr>
            <w:r w:rsidRPr="00A30D7A">
              <w:rPr>
                <w:rFonts w:cs="Arial"/>
              </w:rPr>
              <w:t>Smartboard/Interactive whiteboard:</w:t>
            </w:r>
          </w:p>
        </w:tc>
      </w:tr>
    </w:tbl>
    <w:p w14:paraId="1FB703F2" w14:textId="77777777" w:rsidR="00D74241" w:rsidRPr="00A30D7A" w:rsidRDefault="00D74241" w:rsidP="00D74241">
      <w:pPr>
        <w:rPr>
          <w:rFonts w:cs="Arial"/>
        </w:rPr>
      </w:pPr>
    </w:p>
    <w:p w14:paraId="4B1F22C5" w14:textId="77777777" w:rsidR="00D74241" w:rsidRPr="00A30D7A" w:rsidRDefault="00D74241" w:rsidP="00D74241">
      <w:pPr>
        <w:pStyle w:val="Instructions"/>
        <w:rPr>
          <w:rFonts w:cs="Arial"/>
          <w:bCs/>
        </w:rPr>
      </w:pPr>
      <w:r w:rsidRPr="00A30D7A">
        <w:rPr>
          <w:rFonts w:cs="Arial"/>
          <w:bCs/>
        </w:rPr>
        <w:t>As most coordination now takes place online, this table provides details of a room sometimes provided on-site for this purpose. If not applicable to the project, delete it.</w:t>
      </w:r>
    </w:p>
    <w:p w14:paraId="0485C0D4" w14:textId="77777777" w:rsidR="00D74241" w:rsidRPr="00A30D7A" w:rsidRDefault="00D74241" w:rsidP="00D74241">
      <w:pPr>
        <w:pStyle w:val="Instructions"/>
        <w:rPr>
          <w:rFonts w:cs="Arial"/>
        </w:rPr>
      </w:pPr>
      <w:r w:rsidRPr="00A30D7A">
        <w:rPr>
          <w:rFonts w:cs="Arial"/>
          <w:b/>
        </w:rPr>
        <w:t>Room details:</w:t>
      </w:r>
      <w:r w:rsidRPr="00A30D7A">
        <w:rPr>
          <w:rFonts w:cs="Arial"/>
        </w:rPr>
        <w:t xml:space="preserve"> e.g. address, location, room number, dimensions. Consider attaching a location plan and/or a room plan showing the</w:t>
      </w:r>
      <w:r w:rsidRPr="00507471">
        <w:rPr>
          <w:rFonts w:cs="Arial"/>
        </w:rPr>
        <w:t xml:space="preserve"> </w:t>
      </w:r>
      <w:r w:rsidRPr="00A30D7A">
        <w:rPr>
          <w:rFonts w:cs="Arial"/>
        </w:rPr>
        <w:t>layout of equipment.</w:t>
      </w:r>
    </w:p>
    <w:p w14:paraId="1A432FA7" w14:textId="77777777" w:rsidR="00D74241" w:rsidRPr="00A30D7A" w:rsidRDefault="00D74241" w:rsidP="00D74241">
      <w:pPr>
        <w:pStyle w:val="Instructions"/>
        <w:rPr>
          <w:rFonts w:cs="Arial"/>
          <w:b/>
        </w:rPr>
      </w:pPr>
      <w:r w:rsidRPr="00A30D7A">
        <w:rPr>
          <w:rFonts w:cs="Arial"/>
          <w:b/>
        </w:rPr>
        <w:t xml:space="preserve">Equipment details: </w:t>
      </w:r>
    </w:p>
    <w:p w14:paraId="1E87DAB5" w14:textId="00F0B86D" w:rsidR="00D74241" w:rsidRPr="00A30D7A" w:rsidRDefault="00D74241" w:rsidP="00D74241">
      <w:pPr>
        <w:pStyle w:val="Instructionsindent"/>
      </w:pPr>
      <w:r w:rsidRPr="00A30D7A">
        <w:rPr>
          <w:b/>
        </w:rPr>
        <w:t xml:space="preserve">Computer: </w:t>
      </w:r>
      <w:r w:rsidRPr="00A30D7A">
        <w:t xml:space="preserve">Nominate </w:t>
      </w:r>
      <w:r w:rsidR="00586A30" w:rsidRPr="00A30D7A">
        <w:t xml:space="preserve">the </w:t>
      </w:r>
      <w:r w:rsidRPr="00A30D7A">
        <w:t xml:space="preserve">manufacturer and model or provide </w:t>
      </w:r>
      <w:r w:rsidR="00586A30" w:rsidRPr="00A30D7A">
        <w:t xml:space="preserve">a </w:t>
      </w:r>
      <w:r w:rsidRPr="00A30D7A">
        <w:t>specification, e.g. processor speed, hard drive size, RAM, graphics card, to run all software required and handle expected file sizes efficiently.</w:t>
      </w:r>
    </w:p>
    <w:p w14:paraId="5CDE1EB4" w14:textId="77777777" w:rsidR="00D74241" w:rsidRPr="00A30D7A" w:rsidRDefault="00D74241" w:rsidP="00D74241">
      <w:pPr>
        <w:pStyle w:val="Instructionsindent"/>
      </w:pPr>
      <w:r w:rsidRPr="00A30D7A">
        <w:rPr>
          <w:b/>
        </w:rPr>
        <w:t>Software:</w:t>
      </w:r>
      <w:r w:rsidRPr="00A30D7A">
        <w:t xml:space="preserve"> e.g. operating system, BIM authoring software, CAD software, model review software, e.g. Navisworks in versions necessary to open agreed file types.</w:t>
      </w:r>
    </w:p>
    <w:p w14:paraId="504CCE22" w14:textId="144D225D" w:rsidR="00D74241" w:rsidRPr="00A30D7A" w:rsidRDefault="00D74241" w:rsidP="00D74241">
      <w:pPr>
        <w:pStyle w:val="Instructionsindent"/>
      </w:pPr>
      <w:r w:rsidRPr="00A30D7A">
        <w:rPr>
          <w:b/>
        </w:rPr>
        <w:t>Displays:</w:t>
      </w:r>
      <w:r w:rsidRPr="00A30D7A">
        <w:t xml:space="preserve"> e.g. LED monitor, Ultra-short-throw projector. Nominate </w:t>
      </w:r>
      <w:r w:rsidR="00586A30" w:rsidRPr="00A30D7A">
        <w:t xml:space="preserve">the </w:t>
      </w:r>
      <w:r w:rsidRPr="00A30D7A">
        <w:t xml:space="preserve">manufacturer and model or provide </w:t>
      </w:r>
      <w:r w:rsidR="00586A30" w:rsidRPr="00A30D7A">
        <w:t xml:space="preserve">a </w:t>
      </w:r>
      <w:r w:rsidRPr="00A30D7A">
        <w:t>specification.</w:t>
      </w:r>
    </w:p>
    <w:p w14:paraId="2D8CDA06" w14:textId="24999AD2" w:rsidR="00D74241" w:rsidRPr="00A30D7A" w:rsidRDefault="00D74241" w:rsidP="00D74241">
      <w:pPr>
        <w:pStyle w:val="Instructionsindent"/>
      </w:pPr>
      <w:r w:rsidRPr="00A30D7A">
        <w:rPr>
          <w:b/>
          <w:szCs w:val="20"/>
        </w:rPr>
        <w:t>Smartboard/Interactive whiteboard:</w:t>
      </w:r>
      <w:r w:rsidRPr="00A30D7A">
        <w:rPr>
          <w:szCs w:val="20"/>
        </w:rPr>
        <w:t xml:space="preserve"> </w:t>
      </w:r>
      <w:r w:rsidRPr="00A30D7A">
        <w:t>Nominate</w:t>
      </w:r>
      <w:r w:rsidR="00586A30" w:rsidRPr="00A30D7A">
        <w:t xml:space="preserve"> the</w:t>
      </w:r>
      <w:r w:rsidRPr="00A30D7A">
        <w:t xml:space="preserve"> manufacturer and model or provide</w:t>
      </w:r>
      <w:r w:rsidR="00586A30" w:rsidRPr="00A30D7A">
        <w:t xml:space="preserve"> a</w:t>
      </w:r>
      <w:r w:rsidRPr="00A30D7A">
        <w:t xml:space="preserve"> specification. Include multi-colour pens for mark-ups.</w:t>
      </w:r>
    </w:p>
    <w:p w14:paraId="69145DA5" w14:textId="579230DF" w:rsidR="00586A30" w:rsidRPr="00A30D7A" w:rsidRDefault="00586A30" w:rsidP="00586A30">
      <w:pPr>
        <w:pStyle w:val="Prompt"/>
        <w:rPr>
          <w:rFonts w:cs="Arial"/>
        </w:rPr>
      </w:pPr>
      <w:r w:rsidRPr="00A30D7A">
        <w:rPr>
          <w:rFonts w:cs="Arial"/>
        </w:rPr>
        <w:t xml:space="preserve">BIM coordination facility relocation: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896E437" w14:textId="3030CAC5" w:rsidR="00586A30" w:rsidRPr="00A30D7A" w:rsidRDefault="00586A30" w:rsidP="00586A30">
      <w:pPr>
        <w:pStyle w:val="Instructions"/>
        <w:rPr>
          <w:rFonts w:cs="Arial"/>
        </w:rPr>
      </w:pPr>
      <w:r w:rsidRPr="00A30D7A">
        <w:rPr>
          <w:rFonts w:cs="Arial"/>
        </w:rPr>
        <w:t>If coordination facilities</w:t>
      </w:r>
      <w:r w:rsidRPr="0043434E">
        <w:rPr>
          <w:rFonts w:cs="Arial"/>
        </w:rPr>
        <w:t xml:space="preserve"> </w:t>
      </w:r>
      <w:r w:rsidRPr="00A30D7A">
        <w:rPr>
          <w:rFonts w:cs="Arial"/>
        </w:rPr>
        <w:t>or their providers will change between design and construction phases, document the changes here, including responsibilities and procedures for relocation. If relocation is not planned, delete this prompt.</w:t>
      </w:r>
    </w:p>
    <w:p w14:paraId="5BA87341" w14:textId="06B8B964" w:rsidR="003460B8" w:rsidRPr="00A30D7A" w:rsidRDefault="003460B8" w:rsidP="00780233">
      <w:pPr>
        <w:pStyle w:val="Heading2"/>
        <w:rPr>
          <w:rFonts w:cs="Arial"/>
        </w:rPr>
      </w:pPr>
      <w:bookmarkStart w:id="435" w:name="_Toc163550164"/>
      <w:r w:rsidRPr="00A30D7A">
        <w:rPr>
          <w:rFonts w:cs="Arial"/>
        </w:rPr>
        <w:t>Data standards</w:t>
      </w:r>
      <w:bookmarkEnd w:id="435"/>
    </w:p>
    <w:p w14:paraId="24673449" w14:textId="472F6B8D" w:rsidR="003460B8" w:rsidRPr="00A30D7A" w:rsidRDefault="003B0AB9" w:rsidP="003B0AB9">
      <w:pPr>
        <w:rPr>
          <w:rFonts w:cs="Arial"/>
        </w:rPr>
      </w:pPr>
      <w:r w:rsidRPr="00A30D7A">
        <w:rPr>
          <w:rFonts w:cs="Arial"/>
        </w:rPr>
        <w:t xml:space="preserve">Requirement: </w:t>
      </w:r>
      <w:r w:rsidR="003460B8" w:rsidRPr="00A30D7A">
        <w:rPr>
          <w:rFonts w:cs="Arial"/>
        </w:rPr>
        <w:t>The followin</w:t>
      </w:r>
      <w:r w:rsidR="00A307C8" w:rsidRPr="00A30D7A">
        <w:rPr>
          <w:rFonts w:cs="Arial"/>
        </w:rPr>
        <w:t>g</w:t>
      </w:r>
      <w:r w:rsidR="003460B8" w:rsidRPr="00A30D7A">
        <w:rPr>
          <w:rFonts w:cs="Arial"/>
        </w:rPr>
        <w:t xml:space="preserve"> data standards </w:t>
      </w:r>
      <w:r w:rsidR="00A307C8" w:rsidRPr="00A30D7A">
        <w:rPr>
          <w:rFonts w:cs="Arial"/>
        </w:rPr>
        <w:t>apply to the project</w:t>
      </w:r>
      <w:r w:rsidRPr="00A30D7A">
        <w:rPr>
          <w:rFonts w:cs="Arial"/>
        </w:rPr>
        <w:t>:</w:t>
      </w:r>
    </w:p>
    <w:p w14:paraId="128E3227" w14:textId="77777777" w:rsidR="003B0AB9" w:rsidRPr="00A30D7A" w:rsidRDefault="003B0AB9" w:rsidP="003B0AB9">
      <w:pPr>
        <w:pStyle w:val="Instructions"/>
        <w:rPr>
          <w:rFonts w:cs="Arial"/>
        </w:rPr>
      </w:pPr>
      <w:r w:rsidRPr="00A30D7A">
        <w:rPr>
          <w:rFonts w:cs="Arial"/>
        </w:rPr>
        <w:t>If not documented in the EIR or Project BIM Brief, specify the asset data standards to be used on the project below.</w:t>
      </w:r>
    </w:p>
    <w:p w14:paraId="264DA4C5" w14:textId="63FDF49A" w:rsidR="003460B8" w:rsidRPr="00A30D7A" w:rsidRDefault="003460B8" w:rsidP="00344EE7">
      <w:pPr>
        <w:pStyle w:val="Prompt"/>
        <w:rPr>
          <w:rFonts w:cs="Arial"/>
        </w:rPr>
      </w:pPr>
      <w:r w:rsidRPr="00A30D7A">
        <w:rPr>
          <w:rFonts w:cs="Arial"/>
        </w:rPr>
        <w:t>Building, floor/</w:t>
      </w:r>
      <w:proofErr w:type="gramStart"/>
      <w:r w:rsidRPr="00A30D7A">
        <w:rPr>
          <w:rFonts w:cs="Arial"/>
        </w:rPr>
        <w:t>level</w:t>
      </w:r>
      <w:proofErr w:type="gramEnd"/>
      <w:r w:rsidRPr="00A30D7A">
        <w:rPr>
          <w:rFonts w:cs="Arial"/>
        </w:rPr>
        <w:t xml:space="preserve"> and zoning naming</w:t>
      </w:r>
      <w:r w:rsidR="003B0AB9" w:rsidRPr="00A30D7A">
        <w:rPr>
          <w:rFonts w:cs="Arial"/>
        </w:rPr>
        <w:t xml:space="preserve">: </w:t>
      </w:r>
      <w:r w:rsidR="003B0AB9" w:rsidRPr="00A30D7A">
        <w:rPr>
          <w:rFonts w:cs="Arial"/>
        </w:rPr>
        <w:fldChar w:fldCharType="begin"/>
      </w:r>
      <w:r w:rsidR="003B0AB9" w:rsidRPr="00A30D7A">
        <w:rPr>
          <w:rFonts w:cs="Arial"/>
        </w:rPr>
        <w:instrText xml:space="preserve"> MACROBUTTON  ac_OnHelp [complete/delete] </w:instrText>
      </w:r>
      <w:r w:rsidR="003B0AB9" w:rsidRPr="00A30D7A">
        <w:rPr>
          <w:rFonts w:cs="Arial"/>
        </w:rPr>
        <w:fldChar w:fldCharType="end"/>
      </w:r>
    </w:p>
    <w:p w14:paraId="01FB6D1C" w14:textId="77EAA7CE" w:rsidR="003460B8" w:rsidRPr="00A30D7A" w:rsidRDefault="003460B8" w:rsidP="00344EE7">
      <w:pPr>
        <w:pStyle w:val="Prompt"/>
        <w:rPr>
          <w:rFonts w:cs="Arial"/>
        </w:rPr>
      </w:pPr>
      <w:r w:rsidRPr="00A30D7A">
        <w:rPr>
          <w:rFonts w:cs="Arial"/>
        </w:rPr>
        <w:lastRenderedPageBreak/>
        <w:t xml:space="preserve">Room </w:t>
      </w:r>
      <w:r w:rsidR="00823716" w:rsidRPr="00A30D7A">
        <w:rPr>
          <w:rFonts w:cs="Arial"/>
        </w:rPr>
        <w:t>c</w:t>
      </w:r>
      <w:r w:rsidRPr="00A30D7A">
        <w:rPr>
          <w:rFonts w:cs="Arial"/>
        </w:rPr>
        <w:t>oding</w:t>
      </w:r>
      <w:r w:rsidR="003B0AB9" w:rsidRPr="00A30D7A">
        <w:rPr>
          <w:rFonts w:cs="Arial"/>
        </w:rPr>
        <w:t xml:space="preserve">: </w:t>
      </w:r>
      <w:r w:rsidR="003B0AB9" w:rsidRPr="00A30D7A">
        <w:rPr>
          <w:rFonts w:cs="Arial"/>
        </w:rPr>
        <w:fldChar w:fldCharType="begin"/>
      </w:r>
      <w:r w:rsidR="003B0AB9" w:rsidRPr="00A30D7A">
        <w:rPr>
          <w:rFonts w:cs="Arial"/>
        </w:rPr>
        <w:instrText xml:space="preserve"> MACROBUTTON  ac_OnHelp [complete/delete] </w:instrText>
      </w:r>
      <w:r w:rsidR="003B0AB9" w:rsidRPr="00A30D7A">
        <w:rPr>
          <w:rFonts w:cs="Arial"/>
        </w:rPr>
        <w:fldChar w:fldCharType="end"/>
      </w:r>
    </w:p>
    <w:p w14:paraId="759CFD5A" w14:textId="1D69DDC8" w:rsidR="00823716" w:rsidRPr="00A30D7A" w:rsidRDefault="003B0AB9" w:rsidP="00344EE7">
      <w:pPr>
        <w:pStyle w:val="Instructions"/>
        <w:rPr>
          <w:rFonts w:cs="Arial"/>
        </w:rPr>
      </w:pPr>
      <w:r w:rsidRPr="00A30D7A">
        <w:rPr>
          <w:rFonts w:cs="Arial"/>
        </w:rPr>
        <w:t>e.g.</w:t>
      </w:r>
      <w:r w:rsidR="003460B8" w:rsidRPr="00A30D7A">
        <w:rPr>
          <w:rFonts w:cs="Arial"/>
        </w:rPr>
        <w:t xml:space="preserve"> </w:t>
      </w:r>
      <w:r w:rsidR="00823716" w:rsidRPr="00A30D7A">
        <w:rPr>
          <w:rFonts w:cs="Arial"/>
        </w:rPr>
        <w:t>Australasian Health Facilities Guidelines (</w:t>
      </w:r>
      <w:proofErr w:type="spellStart"/>
      <w:r w:rsidR="003460B8" w:rsidRPr="00A30D7A">
        <w:rPr>
          <w:rFonts w:cs="Arial"/>
        </w:rPr>
        <w:t>AusHFG</w:t>
      </w:r>
      <w:proofErr w:type="spellEnd"/>
      <w:r w:rsidR="00823716" w:rsidRPr="00A30D7A">
        <w:rPr>
          <w:rFonts w:cs="Arial"/>
        </w:rPr>
        <w:t>)</w:t>
      </w:r>
      <w:r w:rsidR="003460B8" w:rsidRPr="00A30D7A">
        <w:rPr>
          <w:rFonts w:cs="Arial"/>
        </w:rPr>
        <w:t xml:space="preserve"> room</w:t>
      </w:r>
      <w:r w:rsidR="00823716" w:rsidRPr="00A30D7A">
        <w:rPr>
          <w:rFonts w:cs="Arial"/>
        </w:rPr>
        <w:t xml:space="preserve"> coding</w:t>
      </w:r>
      <w:r w:rsidRPr="00A30D7A">
        <w:rPr>
          <w:rFonts w:cs="Arial"/>
        </w:rPr>
        <w:t>.</w:t>
      </w:r>
    </w:p>
    <w:p w14:paraId="6FFAFC93" w14:textId="1C0EE384" w:rsidR="003460B8" w:rsidRPr="00A30D7A" w:rsidRDefault="003460B8" w:rsidP="00344EE7">
      <w:pPr>
        <w:pStyle w:val="Prompt"/>
        <w:rPr>
          <w:rFonts w:cs="Arial"/>
        </w:rPr>
      </w:pPr>
      <w:r w:rsidRPr="00A30D7A">
        <w:rPr>
          <w:rFonts w:cs="Arial"/>
        </w:rPr>
        <w:t xml:space="preserve">Asset </w:t>
      </w:r>
      <w:r w:rsidR="00823716" w:rsidRPr="00A30D7A">
        <w:rPr>
          <w:rFonts w:cs="Arial"/>
        </w:rPr>
        <w:t>c</w:t>
      </w:r>
      <w:r w:rsidRPr="00A30D7A">
        <w:rPr>
          <w:rFonts w:cs="Arial"/>
        </w:rPr>
        <w:t>lassification</w:t>
      </w:r>
      <w:r w:rsidR="003B0AB9" w:rsidRPr="00A30D7A">
        <w:rPr>
          <w:rFonts w:cs="Arial"/>
        </w:rPr>
        <w:t xml:space="preserve">: </w:t>
      </w:r>
      <w:r w:rsidR="003B0AB9" w:rsidRPr="00A30D7A">
        <w:rPr>
          <w:rFonts w:cs="Arial"/>
        </w:rPr>
        <w:fldChar w:fldCharType="begin"/>
      </w:r>
      <w:r w:rsidR="003B0AB9" w:rsidRPr="00A30D7A">
        <w:rPr>
          <w:rFonts w:cs="Arial"/>
        </w:rPr>
        <w:instrText xml:space="preserve"> MACROBUTTON  ac_OnHelp [complete/delete] </w:instrText>
      </w:r>
      <w:r w:rsidR="003B0AB9" w:rsidRPr="00A30D7A">
        <w:rPr>
          <w:rFonts w:cs="Arial"/>
        </w:rPr>
        <w:fldChar w:fldCharType="end"/>
      </w:r>
    </w:p>
    <w:p w14:paraId="65F233D4" w14:textId="75B83C17" w:rsidR="003460B8" w:rsidRPr="00A30D7A" w:rsidRDefault="003460B8" w:rsidP="00344EE7">
      <w:pPr>
        <w:pStyle w:val="Heading2"/>
        <w:rPr>
          <w:rFonts w:cs="Arial"/>
        </w:rPr>
      </w:pPr>
      <w:bookmarkStart w:id="436" w:name="_Toc163550165"/>
      <w:r w:rsidRPr="00A30D7A">
        <w:rPr>
          <w:rFonts w:cs="Arial"/>
        </w:rPr>
        <w:t xml:space="preserve">BIM object </w:t>
      </w:r>
      <w:r w:rsidR="00BB064C" w:rsidRPr="00A30D7A">
        <w:rPr>
          <w:rFonts w:cs="Arial"/>
        </w:rPr>
        <w:t>modelling</w:t>
      </w:r>
      <w:bookmarkEnd w:id="436"/>
    </w:p>
    <w:p w14:paraId="49084FF4" w14:textId="2787861D" w:rsidR="00BB064C" w:rsidRPr="00A30D7A" w:rsidRDefault="00BB064C" w:rsidP="00BB064C">
      <w:pPr>
        <w:pStyle w:val="Prompt"/>
      </w:pPr>
      <w:r w:rsidRPr="00A30D7A">
        <w:t xml:space="preserve">BIM object modelling standard: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6E4A9539" w14:textId="0B321A80" w:rsidR="00BB064C" w:rsidRPr="00A30D7A" w:rsidRDefault="00032949" w:rsidP="003460B8">
      <w:pPr>
        <w:pStyle w:val="Instructions"/>
        <w:rPr>
          <w:rFonts w:cs="Arial"/>
        </w:rPr>
      </w:pPr>
      <w:r w:rsidRPr="00A30D7A">
        <w:rPr>
          <w:rFonts w:eastAsiaTheme="minorEastAsia" w:cs="Arial"/>
          <w:szCs w:val="28"/>
          <w:lang w:eastAsia="zh-CN" w:bidi="th-TH"/>
        </w:rPr>
        <w:t xml:space="preserve">Reference the </w:t>
      </w:r>
      <w:r w:rsidRPr="00A30D7A">
        <w:rPr>
          <w:rFonts w:cs="Arial"/>
        </w:rPr>
        <w:t xml:space="preserve">standard used for the project BIM object library and/or content created for the project, e.g. </w:t>
      </w:r>
      <w:r w:rsidRPr="00A30D7A">
        <w:rPr>
          <w:rFonts w:cs="Arial"/>
          <w:i/>
          <w:iCs/>
        </w:rPr>
        <w:t>Open BIM Object Standard</w:t>
      </w:r>
      <w:r w:rsidRPr="00A30D7A">
        <w:rPr>
          <w:rFonts w:cs="Arial"/>
        </w:rPr>
        <w:t xml:space="preserve"> (OBOS). See </w:t>
      </w:r>
      <w:hyperlink r:id="rId29" w:history="1">
        <w:r w:rsidR="00760A38" w:rsidRPr="00A30D7A">
          <w:rPr>
            <w:rStyle w:val="Hyperlink"/>
            <w:rFonts w:cs="Arial"/>
            <w:vanish w:val="0"/>
          </w:rPr>
          <w:t>https://bim.natspec.org/documents/open-bim-object-standard</w:t>
        </w:r>
      </w:hyperlink>
      <w:r w:rsidR="00760A38" w:rsidRPr="00A30D7A">
        <w:rPr>
          <w:rFonts w:cs="Arial"/>
          <w:vanish w:val="0"/>
        </w:rPr>
        <w:t>.</w:t>
      </w:r>
      <w:r w:rsidRPr="00A30D7A">
        <w:fldChar w:fldCharType="begin"/>
      </w:r>
      <w:r w:rsidRPr="00A30D7A">
        <w:instrText>HYPERLINK</w:instrText>
      </w:r>
      <w:r w:rsidRPr="00A30D7A">
        <w:fldChar w:fldCharType="separate"/>
      </w:r>
      <w:r w:rsidR="003B590E" w:rsidRPr="00A30D7A">
        <w:rPr>
          <w:rStyle w:val="Hyperlink"/>
          <w:rFonts w:cs="Arial"/>
        </w:rPr>
        <w:t>https://bim.natspec.org/documents/open-bim-object-standard</w:t>
      </w:r>
      <w:r w:rsidRPr="00A30D7A">
        <w:rPr>
          <w:rStyle w:val="Hyperlink"/>
          <w:rFonts w:cs="Arial"/>
        </w:rPr>
        <w:fldChar w:fldCharType="end"/>
      </w:r>
      <w:r w:rsidRPr="00A30D7A">
        <w:rPr>
          <w:rFonts w:cs="Arial"/>
          <w:vanish w:val="0"/>
        </w:rPr>
        <w:fldChar w:fldCharType="begin"/>
      </w:r>
      <w:r w:rsidRPr="00A30D7A">
        <w:rPr>
          <w:rFonts w:cs="Arial"/>
        </w:rPr>
        <w:instrText>HYPERLINK "https://bim.natspec.org/documents/open-bim-object-standard"</w:instrText>
      </w:r>
      <w:r w:rsidRPr="00A30D7A">
        <w:rPr>
          <w:rFonts w:cs="Arial"/>
          <w:vanish w:val="0"/>
        </w:rPr>
        <w:fldChar w:fldCharType="separate"/>
      </w:r>
      <w:r w:rsidRPr="00A30D7A">
        <w:rPr>
          <w:rStyle w:val="Hyperlink"/>
          <w:rFonts w:cs="Arial"/>
        </w:rPr>
        <w:t>https://bim.natspec.org/documents/open-bim-object-standard</w:t>
      </w:r>
      <w:r w:rsidRPr="00A30D7A">
        <w:rPr>
          <w:rFonts w:cs="Arial"/>
          <w:vanish w:val="0"/>
        </w:rPr>
        <w:fldChar w:fldCharType="end"/>
      </w:r>
    </w:p>
    <w:p w14:paraId="32E32AE1" w14:textId="05E46080" w:rsidR="00823716" w:rsidRPr="00A30D7A" w:rsidRDefault="00823716" w:rsidP="00344EE7">
      <w:pPr>
        <w:rPr>
          <w:rFonts w:cs="Arial"/>
        </w:rPr>
      </w:pPr>
      <w:r w:rsidRPr="00A30D7A">
        <w:rPr>
          <w:rFonts w:cs="Arial"/>
        </w:rPr>
        <w:t xml:space="preserve">BIM object attributes: Refer to </w:t>
      </w:r>
      <w:r w:rsidRPr="00A30D7A">
        <w:rPr>
          <w:rFonts w:cs="Arial"/>
          <w:b/>
          <w:bCs/>
          <w:color w:val="595959" w:themeColor="text1" w:themeTint="A6"/>
        </w:rPr>
        <w:t>TECHNICAL, Standards and project reference information</w:t>
      </w:r>
      <w:r w:rsidRPr="00A30D7A">
        <w:rPr>
          <w:rFonts w:cs="Arial"/>
          <w:color w:val="595959" w:themeColor="text1" w:themeTint="A6"/>
        </w:rPr>
        <w:t xml:space="preserve"> </w:t>
      </w:r>
      <w:r w:rsidRPr="00A30D7A">
        <w:rPr>
          <w:rFonts w:cs="Arial"/>
        </w:rPr>
        <w:t>in the EIR or Project BIM Brief.</w:t>
      </w:r>
    </w:p>
    <w:p w14:paraId="69C1FA3C" w14:textId="77777777" w:rsidR="00D503C3" w:rsidRPr="00A30D7A" w:rsidRDefault="00D503C3" w:rsidP="00D503C3">
      <w:pPr>
        <w:pStyle w:val="Heading2"/>
        <w:rPr>
          <w:rFonts w:cs="Arial"/>
        </w:rPr>
      </w:pPr>
      <w:bookmarkStart w:id="437" w:name="_Toc98843123"/>
      <w:bookmarkStart w:id="438" w:name="_Toc98843626"/>
      <w:bookmarkStart w:id="439" w:name="_Toc117180762"/>
      <w:bookmarkStart w:id="440" w:name="_Toc163550166"/>
      <w:bookmarkEnd w:id="437"/>
      <w:bookmarkEnd w:id="438"/>
      <w:r w:rsidRPr="00A30D7A">
        <w:rPr>
          <w:rFonts w:cs="Arial"/>
        </w:rPr>
        <w:t>Standards and project reference information</w:t>
      </w:r>
      <w:bookmarkEnd w:id="439"/>
      <w:bookmarkEnd w:id="440"/>
    </w:p>
    <w:p w14:paraId="51A9C535" w14:textId="77777777" w:rsidR="00D503C3" w:rsidRPr="00A30D7A" w:rsidRDefault="00D503C3" w:rsidP="00D503C3">
      <w:pPr>
        <w:pStyle w:val="Prompt"/>
      </w:pPr>
      <w:r w:rsidRPr="00A30D7A">
        <w:t xml:space="preserve">Standards and project reference information location: </w:t>
      </w:r>
      <w:r w:rsidRPr="00A30D7A">
        <w:fldChar w:fldCharType="begin"/>
      </w:r>
      <w:r w:rsidRPr="00A30D7A">
        <w:instrText xml:space="preserve"> MACROBUTTON  ac_OnHelp [complete/delete]</w:instrText>
      </w:r>
      <w:r w:rsidRPr="00A30D7A">
        <w:fldChar w:fldCharType="separate"/>
      </w:r>
      <w:r w:rsidRPr="00A30D7A">
        <w:t> </w:t>
      </w:r>
      <w:r w:rsidRPr="00A30D7A">
        <w:fldChar w:fldCharType="end"/>
      </w:r>
    </w:p>
    <w:p w14:paraId="78FF744B" w14:textId="562AF662" w:rsidR="00D503C3" w:rsidRPr="00A30D7A" w:rsidRDefault="00D503C3" w:rsidP="00D503C3">
      <w:pPr>
        <w:pStyle w:val="Instructions"/>
        <w:rPr>
          <w:rFonts w:cs="Arial"/>
        </w:rPr>
      </w:pPr>
      <w:r w:rsidRPr="00A30D7A">
        <w:rPr>
          <w:rFonts w:cs="Arial"/>
        </w:rPr>
        <w:t>Include a link to an online repository, common data environment (CDE) or a description of a location. Ideally, a CDE or single secure location for these resources should be established prior to invitations to tender. Refer to AS ISO 19650</w:t>
      </w:r>
      <w:r w:rsidR="00EF0BC0" w:rsidRPr="00A30D7A">
        <w:rPr>
          <w:rFonts w:cs="Arial"/>
        </w:rPr>
        <w:t>.</w:t>
      </w:r>
      <w:r w:rsidRPr="00A30D7A">
        <w:rPr>
          <w:rFonts w:cs="Arial"/>
        </w:rPr>
        <w:t>2</w:t>
      </w:r>
      <w:r w:rsidR="00353DE3">
        <w:rPr>
          <w:rFonts w:cs="Arial"/>
        </w:rPr>
        <w:t xml:space="preserve"> (2019)</w:t>
      </w:r>
      <w:r w:rsidR="00BC226E">
        <w:rPr>
          <w:rFonts w:cs="Arial"/>
        </w:rPr>
        <w:t xml:space="preserve"> c</w:t>
      </w:r>
      <w:r w:rsidRPr="00A30D7A">
        <w:rPr>
          <w:rFonts w:cs="Arial"/>
        </w:rPr>
        <w:t>lause 5.1.7. This is more effective and reliable compared to sending them individually to each prospective appointed party.</w:t>
      </w:r>
    </w:p>
    <w:p w14:paraId="621DD417" w14:textId="47075BAB" w:rsidR="007A79D2" w:rsidRPr="00A30D7A" w:rsidRDefault="00032949" w:rsidP="000D213C">
      <w:pPr>
        <w:pStyle w:val="Heading3"/>
      </w:pPr>
      <w:r w:rsidRPr="00A30D7A">
        <w:t>Amendments</w:t>
      </w:r>
      <w:r w:rsidRPr="00A30D7A" w:rsidDel="00032949">
        <w:t xml:space="preserve"> </w:t>
      </w:r>
      <w:r w:rsidRPr="00A30D7A">
        <w:t xml:space="preserve">to </w:t>
      </w:r>
      <w:r w:rsidR="001D1F2B" w:rsidRPr="00A30D7A">
        <w:t>i</w:t>
      </w:r>
      <w:r w:rsidR="007A79D2" w:rsidRPr="00A30D7A">
        <w:t>nformation</w:t>
      </w:r>
      <w:r w:rsidR="001D1F2B" w:rsidRPr="00A30D7A">
        <w:t xml:space="preserve"> standards</w:t>
      </w:r>
    </w:p>
    <w:p w14:paraId="4295E579" w14:textId="43A1935D" w:rsidR="00FB6532" w:rsidRPr="00A30D7A" w:rsidRDefault="007A79D2" w:rsidP="00FB6532">
      <w:pPr>
        <w:pStyle w:val="Instructions"/>
      </w:pPr>
      <w:r w:rsidRPr="00A30D7A">
        <w:t>The following tables can be used to highlight proposed amendments and additions to standards and project reference information</w:t>
      </w:r>
      <w:r w:rsidR="00FB6532" w:rsidRPr="00A30D7A">
        <w:t xml:space="preserve"> found in the </w:t>
      </w:r>
      <w:r w:rsidR="00823716" w:rsidRPr="00A30D7A">
        <w:rPr>
          <w:b/>
          <w:bCs/>
        </w:rPr>
        <w:t>TECHNICAL</w:t>
      </w:r>
      <w:r w:rsidR="00823716" w:rsidRPr="00A30D7A">
        <w:t xml:space="preserve">, </w:t>
      </w:r>
      <w:r w:rsidR="00FB6532" w:rsidRPr="00A30D7A">
        <w:rPr>
          <w:b/>
          <w:bCs/>
        </w:rPr>
        <w:t xml:space="preserve">Project information standards </w:t>
      </w:r>
      <w:r w:rsidR="00823716" w:rsidRPr="00A30D7A">
        <w:rPr>
          <w:b/>
          <w:bCs/>
        </w:rPr>
        <w:t>directory</w:t>
      </w:r>
      <w:r w:rsidR="00823716" w:rsidRPr="00A30D7A">
        <w:t xml:space="preserve"> of the EIR or Project BIM Brief</w:t>
      </w:r>
      <w:r w:rsidRPr="00A30D7A">
        <w:t>.</w:t>
      </w:r>
    </w:p>
    <w:p w14:paraId="2D5E6C98" w14:textId="2F2892D6" w:rsidR="007A79D2" w:rsidRPr="00A30D7A" w:rsidRDefault="007A79D2" w:rsidP="00FB6532">
      <w:pPr>
        <w:pStyle w:val="Instructions"/>
      </w:pPr>
      <w:r w:rsidRPr="00A30D7A">
        <w:t>If these items are stored in a CDE or online document management system, a link to it can be provided instead.</w:t>
      </w:r>
    </w:p>
    <w:p w14:paraId="41311083" w14:textId="526474D5" w:rsidR="00FB6532" w:rsidRPr="00A30D7A" w:rsidRDefault="00FB6532" w:rsidP="00FB6532">
      <w:pPr>
        <w:pStyle w:val="Instructions"/>
      </w:pPr>
      <w:r w:rsidRPr="00A30D7A">
        <w:t xml:space="preserve">See </w:t>
      </w:r>
      <w:r w:rsidRPr="00A30D7A">
        <w:rPr>
          <w:i/>
          <w:iCs/>
        </w:rPr>
        <w:t>Appendix D – Defining information requirements</w:t>
      </w:r>
      <w:r w:rsidRPr="00A30D7A">
        <w:t xml:space="preserve"> for examples of standards and project reference information.</w:t>
      </w:r>
    </w:p>
    <w:p w14:paraId="1A78CED3" w14:textId="77777777" w:rsidR="007A79D2" w:rsidRPr="00A30D7A" w:rsidRDefault="007A79D2" w:rsidP="007A79D2">
      <w:pPr>
        <w:rPr>
          <w:rFonts w:cs="Arial"/>
        </w:rPr>
      </w:pPr>
      <w:r w:rsidRPr="00A30D7A">
        <w:rPr>
          <w:rFonts w:cs="Arial"/>
        </w:rPr>
        <w:t xml:space="preserve">Proposed amendments or additions to the project’s information standards: Refer to the </w:t>
      </w:r>
      <w:r w:rsidRPr="00A30D7A">
        <w:rPr>
          <w:rFonts w:cs="Arial"/>
          <w:b/>
          <w:color w:val="595959" w:themeColor="text1" w:themeTint="A6"/>
        </w:rPr>
        <w:t>Proposed amendments to information standards table</w:t>
      </w:r>
      <w:r w:rsidRPr="00A30D7A">
        <w:rPr>
          <w:rFonts w:cs="Arial"/>
        </w:rPr>
        <w:t>.</w:t>
      </w:r>
    </w:p>
    <w:p w14:paraId="370AE8E0" w14:textId="020C484E" w:rsidR="00672497" w:rsidRPr="00A30D7A" w:rsidRDefault="00672497" w:rsidP="00672497">
      <w:pPr>
        <w:pStyle w:val="Instructions"/>
        <w:rPr>
          <w:rFonts w:cs="Arial"/>
        </w:rPr>
      </w:pPr>
      <w:r w:rsidRPr="00A30D7A">
        <w:rPr>
          <w:rFonts w:cs="Arial"/>
        </w:rPr>
        <w:t>AS ISO 19650.2</w:t>
      </w:r>
      <w:r w:rsidR="00353DE3">
        <w:rPr>
          <w:rFonts w:cs="Arial"/>
        </w:rPr>
        <w:t xml:space="preserve"> (2019)</w:t>
      </w:r>
      <w:r w:rsidRPr="00A30D7A">
        <w:rPr>
          <w:rFonts w:cs="Arial"/>
        </w:rPr>
        <w:t xml:space="preserve"> clause 5.4.1 e) requires the lead appointed party to agree with the appointing party any additions or amendments to the project’s information standard.</w:t>
      </w:r>
    </w:p>
    <w:p w14:paraId="74E3F7AA" w14:textId="6F3B6323" w:rsidR="007A79D2" w:rsidRPr="00A30D7A" w:rsidRDefault="007A79D2" w:rsidP="002278A3">
      <w:pPr>
        <w:pStyle w:val="Tabletitle"/>
      </w:pPr>
      <w:r w:rsidRPr="00A30D7A">
        <w:t>Proposed amendments to information standards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A30D7A" w14:paraId="12BD55E1" w14:textId="77777777" w:rsidTr="00344EE7">
        <w:tc>
          <w:tcPr>
            <w:tcW w:w="1314" w:type="dxa"/>
            <w:shd w:val="clear" w:color="auto" w:fill="D9E2F3" w:themeFill="accent1" w:themeFillTint="33"/>
          </w:tcPr>
          <w:p w14:paraId="68A1315D" w14:textId="77777777" w:rsidR="007A79D2" w:rsidRPr="00A30D7A" w:rsidRDefault="007A79D2" w:rsidP="007D0605">
            <w:pPr>
              <w:pStyle w:val="Tabletitle"/>
            </w:pPr>
            <w:r w:rsidRPr="00A30D7A">
              <w:t>Document title</w:t>
            </w:r>
          </w:p>
        </w:tc>
        <w:tc>
          <w:tcPr>
            <w:tcW w:w="1314" w:type="dxa"/>
            <w:shd w:val="clear" w:color="auto" w:fill="D9E2F3" w:themeFill="accent1" w:themeFillTint="33"/>
          </w:tcPr>
          <w:p w14:paraId="0AEF9953" w14:textId="77777777" w:rsidR="007A79D2" w:rsidRPr="00A30D7A" w:rsidRDefault="007A79D2" w:rsidP="007D0605">
            <w:pPr>
              <w:pStyle w:val="Tabletitle"/>
            </w:pPr>
            <w:r w:rsidRPr="00A30D7A">
              <w:t>Edition/version</w:t>
            </w:r>
          </w:p>
        </w:tc>
        <w:tc>
          <w:tcPr>
            <w:tcW w:w="1314" w:type="dxa"/>
            <w:shd w:val="clear" w:color="auto" w:fill="D9E2F3" w:themeFill="accent1" w:themeFillTint="33"/>
          </w:tcPr>
          <w:p w14:paraId="24D9C525" w14:textId="77777777" w:rsidR="007A79D2" w:rsidRPr="00A30D7A" w:rsidRDefault="007A79D2" w:rsidP="007D0605">
            <w:pPr>
              <w:pStyle w:val="Tabletitle"/>
            </w:pPr>
            <w:r w:rsidRPr="00A30D7A">
              <w:t>Date</w:t>
            </w:r>
          </w:p>
        </w:tc>
        <w:tc>
          <w:tcPr>
            <w:tcW w:w="1314" w:type="dxa"/>
            <w:shd w:val="clear" w:color="auto" w:fill="D9E2F3" w:themeFill="accent1" w:themeFillTint="33"/>
          </w:tcPr>
          <w:p w14:paraId="516CD490" w14:textId="77777777" w:rsidR="007A79D2" w:rsidRPr="00A30D7A" w:rsidRDefault="007A79D2" w:rsidP="007D0605">
            <w:pPr>
              <w:pStyle w:val="Tabletitle"/>
            </w:pPr>
            <w:r w:rsidRPr="00A30D7A">
              <w:t>Clause No.</w:t>
            </w:r>
          </w:p>
        </w:tc>
        <w:tc>
          <w:tcPr>
            <w:tcW w:w="1314" w:type="dxa"/>
            <w:shd w:val="clear" w:color="auto" w:fill="D9E2F3" w:themeFill="accent1" w:themeFillTint="33"/>
          </w:tcPr>
          <w:p w14:paraId="57237406" w14:textId="77777777" w:rsidR="007A79D2" w:rsidRPr="00A30D7A" w:rsidRDefault="007A79D2" w:rsidP="007D0605">
            <w:pPr>
              <w:pStyle w:val="Tabletitle"/>
            </w:pPr>
            <w:r w:rsidRPr="00A30D7A">
              <w:t>Proposed amendments</w:t>
            </w:r>
          </w:p>
        </w:tc>
      </w:tr>
      <w:tr w:rsidR="00092908" w:rsidRPr="00A30D7A" w14:paraId="04944AB8" w14:textId="77777777" w:rsidTr="007D05E7">
        <w:tc>
          <w:tcPr>
            <w:tcW w:w="1314" w:type="dxa"/>
            <w:shd w:val="clear" w:color="auto" w:fill="auto"/>
          </w:tcPr>
          <w:p w14:paraId="1EE94FC4" w14:textId="77777777" w:rsidR="007A79D2" w:rsidRPr="00A30D7A" w:rsidRDefault="007A79D2" w:rsidP="00615D4B">
            <w:pPr>
              <w:rPr>
                <w:rFonts w:cs="Arial"/>
              </w:rPr>
            </w:pPr>
          </w:p>
        </w:tc>
        <w:tc>
          <w:tcPr>
            <w:tcW w:w="1314" w:type="dxa"/>
            <w:shd w:val="clear" w:color="auto" w:fill="auto"/>
          </w:tcPr>
          <w:p w14:paraId="77A5C36E" w14:textId="77777777" w:rsidR="007A79D2" w:rsidRPr="00A30D7A" w:rsidRDefault="007A79D2" w:rsidP="00615D4B">
            <w:pPr>
              <w:rPr>
                <w:rFonts w:cs="Arial"/>
              </w:rPr>
            </w:pPr>
          </w:p>
        </w:tc>
        <w:tc>
          <w:tcPr>
            <w:tcW w:w="1314" w:type="dxa"/>
            <w:shd w:val="clear" w:color="auto" w:fill="auto"/>
          </w:tcPr>
          <w:p w14:paraId="2D4739C4" w14:textId="77777777" w:rsidR="007A79D2" w:rsidRPr="00A30D7A" w:rsidRDefault="007A79D2" w:rsidP="00615D4B">
            <w:pPr>
              <w:rPr>
                <w:rFonts w:cs="Arial"/>
              </w:rPr>
            </w:pPr>
          </w:p>
        </w:tc>
        <w:tc>
          <w:tcPr>
            <w:tcW w:w="1314" w:type="dxa"/>
            <w:shd w:val="clear" w:color="auto" w:fill="auto"/>
          </w:tcPr>
          <w:p w14:paraId="207FCFC6" w14:textId="77777777" w:rsidR="007A79D2" w:rsidRPr="00A30D7A" w:rsidRDefault="007A79D2" w:rsidP="00615D4B">
            <w:pPr>
              <w:rPr>
                <w:rFonts w:cs="Arial"/>
              </w:rPr>
            </w:pPr>
          </w:p>
        </w:tc>
        <w:tc>
          <w:tcPr>
            <w:tcW w:w="1314" w:type="dxa"/>
            <w:shd w:val="clear" w:color="auto" w:fill="auto"/>
          </w:tcPr>
          <w:p w14:paraId="6252A1EA" w14:textId="77777777" w:rsidR="007A79D2" w:rsidRPr="00A30D7A" w:rsidRDefault="007A79D2" w:rsidP="00615D4B">
            <w:pPr>
              <w:rPr>
                <w:rFonts w:cs="Arial"/>
              </w:rPr>
            </w:pPr>
          </w:p>
        </w:tc>
      </w:tr>
      <w:tr w:rsidR="00092908" w:rsidRPr="00A30D7A" w14:paraId="48032E3D" w14:textId="77777777" w:rsidTr="007D05E7">
        <w:tc>
          <w:tcPr>
            <w:tcW w:w="1314" w:type="dxa"/>
            <w:shd w:val="clear" w:color="auto" w:fill="auto"/>
          </w:tcPr>
          <w:p w14:paraId="6D47E7E5" w14:textId="77777777" w:rsidR="007A79D2" w:rsidRPr="00A30D7A" w:rsidRDefault="007A79D2" w:rsidP="00615D4B">
            <w:pPr>
              <w:rPr>
                <w:rFonts w:cs="Arial"/>
              </w:rPr>
            </w:pPr>
          </w:p>
        </w:tc>
        <w:tc>
          <w:tcPr>
            <w:tcW w:w="1314" w:type="dxa"/>
            <w:shd w:val="clear" w:color="auto" w:fill="auto"/>
          </w:tcPr>
          <w:p w14:paraId="7A98319A" w14:textId="77777777" w:rsidR="007A79D2" w:rsidRPr="00A30D7A" w:rsidRDefault="007A79D2" w:rsidP="00615D4B">
            <w:pPr>
              <w:rPr>
                <w:rFonts w:cs="Arial"/>
              </w:rPr>
            </w:pPr>
          </w:p>
        </w:tc>
        <w:tc>
          <w:tcPr>
            <w:tcW w:w="1314" w:type="dxa"/>
            <w:shd w:val="clear" w:color="auto" w:fill="auto"/>
          </w:tcPr>
          <w:p w14:paraId="3BB3D310" w14:textId="77777777" w:rsidR="007A79D2" w:rsidRPr="00A30D7A" w:rsidRDefault="007A79D2" w:rsidP="00615D4B">
            <w:pPr>
              <w:rPr>
                <w:rFonts w:cs="Arial"/>
              </w:rPr>
            </w:pPr>
          </w:p>
        </w:tc>
        <w:tc>
          <w:tcPr>
            <w:tcW w:w="1314" w:type="dxa"/>
            <w:shd w:val="clear" w:color="auto" w:fill="auto"/>
          </w:tcPr>
          <w:p w14:paraId="7CB4D8DD" w14:textId="77777777" w:rsidR="007A79D2" w:rsidRPr="00A30D7A" w:rsidRDefault="007A79D2" w:rsidP="00615D4B">
            <w:pPr>
              <w:rPr>
                <w:rFonts w:cs="Arial"/>
              </w:rPr>
            </w:pPr>
          </w:p>
        </w:tc>
        <w:tc>
          <w:tcPr>
            <w:tcW w:w="1314" w:type="dxa"/>
            <w:shd w:val="clear" w:color="auto" w:fill="auto"/>
          </w:tcPr>
          <w:p w14:paraId="40F07E23" w14:textId="77777777" w:rsidR="007A79D2" w:rsidRPr="00A30D7A" w:rsidRDefault="007A79D2" w:rsidP="00615D4B">
            <w:pPr>
              <w:rPr>
                <w:rFonts w:cs="Arial"/>
              </w:rPr>
            </w:pPr>
          </w:p>
        </w:tc>
      </w:tr>
      <w:tr w:rsidR="00092908" w:rsidRPr="00A30D7A" w14:paraId="3D11B93F" w14:textId="77777777" w:rsidTr="007D05E7">
        <w:tc>
          <w:tcPr>
            <w:tcW w:w="1314" w:type="dxa"/>
            <w:shd w:val="clear" w:color="auto" w:fill="auto"/>
          </w:tcPr>
          <w:p w14:paraId="2AB94F4C" w14:textId="77777777" w:rsidR="007A79D2" w:rsidRPr="00A30D7A" w:rsidRDefault="007A79D2" w:rsidP="00615D4B">
            <w:pPr>
              <w:rPr>
                <w:rFonts w:cs="Arial"/>
              </w:rPr>
            </w:pPr>
          </w:p>
        </w:tc>
        <w:tc>
          <w:tcPr>
            <w:tcW w:w="1314" w:type="dxa"/>
            <w:shd w:val="clear" w:color="auto" w:fill="auto"/>
          </w:tcPr>
          <w:p w14:paraId="2223D5ED" w14:textId="77777777" w:rsidR="007A79D2" w:rsidRPr="00A30D7A" w:rsidRDefault="007A79D2" w:rsidP="00615D4B">
            <w:pPr>
              <w:rPr>
                <w:rFonts w:cs="Arial"/>
              </w:rPr>
            </w:pPr>
          </w:p>
        </w:tc>
        <w:tc>
          <w:tcPr>
            <w:tcW w:w="1314" w:type="dxa"/>
            <w:shd w:val="clear" w:color="auto" w:fill="auto"/>
          </w:tcPr>
          <w:p w14:paraId="53D2AB3B" w14:textId="77777777" w:rsidR="007A79D2" w:rsidRPr="00A30D7A" w:rsidRDefault="007A79D2" w:rsidP="00615D4B">
            <w:pPr>
              <w:rPr>
                <w:rFonts w:cs="Arial"/>
              </w:rPr>
            </w:pPr>
          </w:p>
        </w:tc>
        <w:tc>
          <w:tcPr>
            <w:tcW w:w="1314" w:type="dxa"/>
            <w:shd w:val="clear" w:color="auto" w:fill="auto"/>
          </w:tcPr>
          <w:p w14:paraId="53FFD0DF" w14:textId="77777777" w:rsidR="007A79D2" w:rsidRPr="00A30D7A" w:rsidRDefault="007A79D2" w:rsidP="00615D4B">
            <w:pPr>
              <w:rPr>
                <w:rFonts w:cs="Arial"/>
              </w:rPr>
            </w:pPr>
          </w:p>
        </w:tc>
        <w:tc>
          <w:tcPr>
            <w:tcW w:w="1314" w:type="dxa"/>
            <w:shd w:val="clear" w:color="auto" w:fill="auto"/>
          </w:tcPr>
          <w:p w14:paraId="17FCDE12" w14:textId="77777777" w:rsidR="007A79D2" w:rsidRPr="00A30D7A" w:rsidRDefault="007A79D2" w:rsidP="00615D4B">
            <w:pPr>
              <w:rPr>
                <w:rFonts w:cs="Arial"/>
              </w:rPr>
            </w:pPr>
          </w:p>
        </w:tc>
      </w:tr>
      <w:tr w:rsidR="00092908" w:rsidRPr="00A30D7A" w14:paraId="6BFC6C9E" w14:textId="77777777" w:rsidTr="007D05E7">
        <w:tc>
          <w:tcPr>
            <w:tcW w:w="1314" w:type="dxa"/>
            <w:shd w:val="clear" w:color="auto" w:fill="auto"/>
          </w:tcPr>
          <w:p w14:paraId="60F77E96" w14:textId="77777777" w:rsidR="007A79D2" w:rsidRPr="00A30D7A" w:rsidRDefault="007A79D2" w:rsidP="00615D4B">
            <w:pPr>
              <w:rPr>
                <w:rFonts w:cs="Arial"/>
              </w:rPr>
            </w:pPr>
          </w:p>
        </w:tc>
        <w:tc>
          <w:tcPr>
            <w:tcW w:w="1314" w:type="dxa"/>
            <w:shd w:val="clear" w:color="auto" w:fill="auto"/>
          </w:tcPr>
          <w:p w14:paraId="11C03CCD" w14:textId="77777777" w:rsidR="007A79D2" w:rsidRPr="00A30D7A" w:rsidRDefault="007A79D2" w:rsidP="00615D4B">
            <w:pPr>
              <w:rPr>
                <w:rFonts w:cs="Arial"/>
              </w:rPr>
            </w:pPr>
          </w:p>
        </w:tc>
        <w:tc>
          <w:tcPr>
            <w:tcW w:w="1314" w:type="dxa"/>
            <w:shd w:val="clear" w:color="auto" w:fill="auto"/>
          </w:tcPr>
          <w:p w14:paraId="16E94510" w14:textId="77777777" w:rsidR="007A79D2" w:rsidRPr="00A30D7A" w:rsidRDefault="007A79D2" w:rsidP="00615D4B">
            <w:pPr>
              <w:rPr>
                <w:rFonts w:cs="Arial"/>
              </w:rPr>
            </w:pPr>
          </w:p>
        </w:tc>
        <w:tc>
          <w:tcPr>
            <w:tcW w:w="1314" w:type="dxa"/>
            <w:shd w:val="clear" w:color="auto" w:fill="auto"/>
          </w:tcPr>
          <w:p w14:paraId="0E0B4052" w14:textId="77777777" w:rsidR="007A79D2" w:rsidRPr="00A30D7A" w:rsidRDefault="007A79D2" w:rsidP="00615D4B">
            <w:pPr>
              <w:rPr>
                <w:rFonts w:cs="Arial"/>
              </w:rPr>
            </w:pPr>
          </w:p>
        </w:tc>
        <w:tc>
          <w:tcPr>
            <w:tcW w:w="1314" w:type="dxa"/>
            <w:shd w:val="clear" w:color="auto" w:fill="auto"/>
          </w:tcPr>
          <w:p w14:paraId="60AF4488" w14:textId="77777777" w:rsidR="007A79D2" w:rsidRPr="00A30D7A" w:rsidRDefault="007A79D2" w:rsidP="00615D4B">
            <w:pPr>
              <w:rPr>
                <w:rFonts w:cs="Arial"/>
              </w:rPr>
            </w:pPr>
          </w:p>
        </w:tc>
      </w:tr>
    </w:tbl>
    <w:p w14:paraId="7210FAA8" w14:textId="77777777" w:rsidR="007A79D2" w:rsidRPr="00A30D7A" w:rsidRDefault="007A79D2" w:rsidP="007A79D2">
      <w:pPr>
        <w:rPr>
          <w:rFonts w:cs="Arial"/>
        </w:rPr>
      </w:pPr>
    </w:p>
    <w:p w14:paraId="106CF19A" w14:textId="77777777" w:rsidR="007A79D2" w:rsidRPr="00A30D7A" w:rsidRDefault="007A79D2" w:rsidP="007A79D2">
      <w:pPr>
        <w:pStyle w:val="Instructions"/>
        <w:rPr>
          <w:rFonts w:cs="Arial"/>
        </w:rPr>
      </w:pPr>
      <w:r w:rsidRPr="00A30D7A">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3E7D4A15" w14:textId="5A60B516" w:rsidR="007A79D2" w:rsidRPr="00A30D7A" w:rsidRDefault="007A79D2" w:rsidP="007A79D2">
      <w:pPr>
        <w:pStyle w:val="Instructions"/>
        <w:rPr>
          <w:rFonts w:cs="Arial"/>
        </w:rPr>
      </w:pPr>
      <w:r w:rsidRPr="00A30D7A">
        <w:rPr>
          <w:rFonts w:cs="Arial"/>
        </w:rPr>
        <w:t xml:space="preserve">Proposed additional documents accepted by the </w:t>
      </w:r>
      <w:r w:rsidR="003552E1" w:rsidRPr="00A30D7A">
        <w:rPr>
          <w:rFonts w:cs="Arial"/>
        </w:rPr>
        <w:t>a</w:t>
      </w:r>
      <w:r w:rsidRPr="00A30D7A">
        <w:rPr>
          <w:rFonts w:cs="Arial"/>
        </w:rPr>
        <w:t xml:space="preserve">ppointing </w:t>
      </w:r>
      <w:r w:rsidR="003552E1" w:rsidRPr="00A30D7A">
        <w:rPr>
          <w:rFonts w:cs="Arial"/>
        </w:rPr>
        <w:t>p</w:t>
      </w:r>
      <w:r w:rsidRPr="00A30D7A">
        <w:rPr>
          <w:rFonts w:cs="Arial"/>
        </w:rPr>
        <w:t xml:space="preserve">arty should be included in the CDE and </w:t>
      </w:r>
      <w:r w:rsidR="003552E1" w:rsidRPr="00A30D7A">
        <w:rPr>
          <w:rFonts w:cs="Arial"/>
        </w:rPr>
        <w:t>a</w:t>
      </w:r>
      <w:r w:rsidRPr="00A30D7A">
        <w:rPr>
          <w:rFonts w:cs="Arial"/>
        </w:rPr>
        <w:t xml:space="preserve">ppointed </w:t>
      </w:r>
      <w:r w:rsidR="003552E1" w:rsidRPr="00A30D7A">
        <w:rPr>
          <w:rFonts w:cs="Arial"/>
        </w:rPr>
        <w:t>p</w:t>
      </w:r>
      <w:r w:rsidRPr="00A30D7A">
        <w:rPr>
          <w:rFonts w:cs="Arial"/>
        </w:rPr>
        <w:t>arties notified.</w:t>
      </w:r>
    </w:p>
    <w:p w14:paraId="2D94717B" w14:textId="77777777" w:rsidR="007A79D2" w:rsidRPr="00A30D7A" w:rsidRDefault="007A79D2" w:rsidP="000D213C">
      <w:pPr>
        <w:pStyle w:val="Heading3"/>
      </w:pPr>
      <w:r w:rsidRPr="00A30D7A">
        <w:t>Amendments to information production methods and procedures</w:t>
      </w:r>
    </w:p>
    <w:p w14:paraId="32D236E1" w14:textId="77777777" w:rsidR="007A79D2" w:rsidRPr="00A30D7A" w:rsidRDefault="007A79D2" w:rsidP="007A79D2">
      <w:pPr>
        <w:rPr>
          <w:rFonts w:cs="Arial"/>
        </w:rPr>
      </w:pPr>
      <w:r w:rsidRPr="00A30D7A">
        <w:rPr>
          <w:rFonts w:cs="Arial"/>
        </w:rPr>
        <w:t xml:space="preserve">Proposed amendments or additions to the project’s information production methods and procedures: Refer to the </w:t>
      </w:r>
      <w:r w:rsidRPr="00A30D7A">
        <w:rPr>
          <w:rFonts w:cs="Arial"/>
          <w:b/>
          <w:color w:val="595959" w:themeColor="text1" w:themeTint="A6"/>
        </w:rPr>
        <w:t>Proposed amendments to information production methods and procedures table</w:t>
      </w:r>
      <w:r w:rsidRPr="00A30D7A">
        <w:rPr>
          <w:rFonts w:cs="Arial"/>
        </w:rPr>
        <w:t>.</w:t>
      </w:r>
    </w:p>
    <w:p w14:paraId="3B97C342" w14:textId="3D2905A0" w:rsidR="00AE6804" w:rsidRPr="00A30D7A" w:rsidRDefault="00672497" w:rsidP="00672497">
      <w:pPr>
        <w:pStyle w:val="Instructions"/>
        <w:rPr>
          <w:rFonts w:cs="Arial"/>
        </w:rPr>
      </w:pPr>
      <w:r w:rsidRPr="00A30D7A">
        <w:rPr>
          <w:rFonts w:cs="Arial"/>
        </w:rPr>
        <w:t xml:space="preserve">AS ISO 19650.2 </w:t>
      </w:r>
      <w:r w:rsidR="00353DE3">
        <w:rPr>
          <w:rFonts w:cs="Arial"/>
        </w:rPr>
        <w:t xml:space="preserve">(2019) </w:t>
      </w:r>
      <w:r w:rsidRPr="00A30D7A">
        <w:rPr>
          <w:rFonts w:cs="Arial"/>
        </w:rPr>
        <w:t xml:space="preserve">clause 5.4.1 d) requires the lead appointed party to </w:t>
      </w:r>
      <w:r w:rsidR="00AE6804" w:rsidRPr="00A30D7A">
        <w:rPr>
          <w:rFonts w:cs="Arial"/>
        </w:rPr>
        <w:t>confirm and document the delivery team’s proposed information production methods and procedures</w:t>
      </w:r>
      <w:r w:rsidRPr="00A30D7A">
        <w:rPr>
          <w:rFonts w:cs="Arial"/>
        </w:rPr>
        <w:t>.</w:t>
      </w:r>
    </w:p>
    <w:p w14:paraId="45901C3F" w14:textId="77777777" w:rsidR="007A79D2" w:rsidRPr="00A30D7A" w:rsidRDefault="007A79D2" w:rsidP="002278A3">
      <w:pPr>
        <w:pStyle w:val="Tabletitle"/>
      </w:pPr>
      <w:r w:rsidRPr="00A30D7A">
        <w:t>Proposed amendments to information production methods and procedures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A30D7A" w14:paraId="4DDFD538" w14:textId="77777777" w:rsidTr="002278A3">
        <w:trPr>
          <w:tblHeader/>
        </w:trPr>
        <w:tc>
          <w:tcPr>
            <w:tcW w:w="1314" w:type="dxa"/>
            <w:shd w:val="clear" w:color="auto" w:fill="D9E2F3" w:themeFill="accent1" w:themeFillTint="33"/>
          </w:tcPr>
          <w:p w14:paraId="449873CE" w14:textId="77777777" w:rsidR="007A79D2" w:rsidRPr="00A30D7A" w:rsidRDefault="007A79D2" w:rsidP="007D0605">
            <w:pPr>
              <w:pStyle w:val="Tabletitle"/>
            </w:pPr>
            <w:r w:rsidRPr="00A30D7A">
              <w:t>Document title</w:t>
            </w:r>
          </w:p>
        </w:tc>
        <w:tc>
          <w:tcPr>
            <w:tcW w:w="1314" w:type="dxa"/>
            <w:shd w:val="clear" w:color="auto" w:fill="D9E2F3" w:themeFill="accent1" w:themeFillTint="33"/>
          </w:tcPr>
          <w:p w14:paraId="279F744A" w14:textId="77777777" w:rsidR="007A79D2" w:rsidRPr="00A30D7A" w:rsidRDefault="007A79D2" w:rsidP="007D0605">
            <w:pPr>
              <w:pStyle w:val="Tabletitle"/>
            </w:pPr>
            <w:r w:rsidRPr="00A30D7A">
              <w:t>Edition/version</w:t>
            </w:r>
          </w:p>
        </w:tc>
        <w:tc>
          <w:tcPr>
            <w:tcW w:w="1314" w:type="dxa"/>
            <w:shd w:val="clear" w:color="auto" w:fill="D9E2F3" w:themeFill="accent1" w:themeFillTint="33"/>
          </w:tcPr>
          <w:p w14:paraId="2B3CF52E" w14:textId="77777777" w:rsidR="007A79D2" w:rsidRPr="00A30D7A" w:rsidRDefault="007A79D2" w:rsidP="007D0605">
            <w:pPr>
              <w:pStyle w:val="Tabletitle"/>
            </w:pPr>
            <w:r w:rsidRPr="00A30D7A">
              <w:t>Date</w:t>
            </w:r>
          </w:p>
        </w:tc>
        <w:tc>
          <w:tcPr>
            <w:tcW w:w="1314" w:type="dxa"/>
            <w:shd w:val="clear" w:color="auto" w:fill="D9E2F3" w:themeFill="accent1" w:themeFillTint="33"/>
          </w:tcPr>
          <w:p w14:paraId="5C96A553" w14:textId="77777777" w:rsidR="007A79D2" w:rsidRPr="00A30D7A" w:rsidRDefault="007A79D2" w:rsidP="007D0605">
            <w:pPr>
              <w:pStyle w:val="Tabletitle"/>
            </w:pPr>
            <w:r w:rsidRPr="00A30D7A">
              <w:t>Clause No.</w:t>
            </w:r>
          </w:p>
        </w:tc>
        <w:tc>
          <w:tcPr>
            <w:tcW w:w="1314" w:type="dxa"/>
            <w:shd w:val="clear" w:color="auto" w:fill="D9E2F3" w:themeFill="accent1" w:themeFillTint="33"/>
          </w:tcPr>
          <w:p w14:paraId="1A514329" w14:textId="77777777" w:rsidR="007A79D2" w:rsidRPr="00A30D7A" w:rsidRDefault="007A79D2" w:rsidP="007D0605">
            <w:pPr>
              <w:pStyle w:val="Tabletitle"/>
            </w:pPr>
            <w:r w:rsidRPr="00A30D7A">
              <w:t>Proposed amendments</w:t>
            </w:r>
          </w:p>
        </w:tc>
      </w:tr>
      <w:tr w:rsidR="00092908" w:rsidRPr="00A30D7A" w14:paraId="1F03ADDF" w14:textId="77777777" w:rsidTr="007D05E7">
        <w:tc>
          <w:tcPr>
            <w:tcW w:w="1314" w:type="dxa"/>
            <w:shd w:val="clear" w:color="auto" w:fill="auto"/>
          </w:tcPr>
          <w:p w14:paraId="65A67A62" w14:textId="77777777" w:rsidR="007A79D2" w:rsidRPr="00A30D7A" w:rsidRDefault="007A79D2" w:rsidP="00615D4B">
            <w:pPr>
              <w:rPr>
                <w:rFonts w:cs="Arial"/>
              </w:rPr>
            </w:pPr>
          </w:p>
        </w:tc>
        <w:tc>
          <w:tcPr>
            <w:tcW w:w="1314" w:type="dxa"/>
            <w:shd w:val="clear" w:color="auto" w:fill="auto"/>
          </w:tcPr>
          <w:p w14:paraId="3EB1F8AA" w14:textId="77777777" w:rsidR="007A79D2" w:rsidRPr="00A30D7A" w:rsidRDefault="007A79D2" w:rsidP="00615D4B">
            <w:pPr>
              <w:rPr>
                <w:rFonts w:cs="Arial"/>
              </w:rPr>
            </w:pPr>
          </w:p>
        </w:tc>
        <w:tc>
          <w:tcPr>
            <w:tcW w:w="1314" w:type="dxa"/>
            <w:shd w:val="clear" w:color="auto" w:fill="auto"/>
          </w:tcPr>
          <w:p w14:paraId="4C9D5D49" w14:textId="77777777" w:rsidR="007A79D2" w:rsidRPr="00A30D7A" w:rsidRDefault="007A79D2" w:rsidP="00615D4B">
            <w:pPr>
              <w:rPr>
                <w:rFonts w:cs="Arial"/>
              </w:rPr>
            </w:pPr>
          </w:p>
        </w:tc>
        <w:tc>
          <w:tcPr>
            <w:tcW w:w="1314" w:type="dxa"/>
            <w:shd w:val="clear" w:color="auto" w:fill="auto"/>
          </w:tcPr>
          <w:p w14:paraId="4C1096F4" w14:textId="77777777" w:rsidR="007A79D2" w:rsidRPr="00A30D7A" w:rsidRDefault="007A79D2" w:rsidP="00615D4B">
            <w:pPr>
              <w:rPr>
                <w:rFonts w:cs="Arial"/>
              </w:rPr>
            </w:pPr>
          </w:p>
        </w:tc>
        <w:tc>
          <w:tcPr>
            <w:tcW w:w="1314" w:type="dxa"/>
            <w:shd w:val="clear" w:color="auto" w:fill="auto"/>
          </w:tcPr>
          <w:p w14:paraId="337BFBE3" w14:textId="77777777" w:rsidR="007A79D2" w:rsidRPr="00A30D7A" w:rsidRDefault="007A79D2" w:rsidP="00615D4B">
            <w:pPr>
              <w:rPr>
                <w:rFonts w:cs="Arial"/>
              </w:rPr>
            </w:pPr>
          </w:p>
        </w:tc>
      </w:tr>
      <w:tr w:rsidR="00092908" w:rsidRPr="00A30D7A" w14:paraId="6B320665" w14:textId="77777777" w:rsidTr="007D05E7">
        <w:tc>
          <w:tcPr>
            <w:tcW w:w="1314" w:type="dxa"/>
            <w:shd w:val="clear" w:color="auto" w:fill="auto"/>
          </w:tcPr>
          <w:p w14:paraId="28C30622" w14:textId="77777777" w:rsidR="007A79D2" w:rsidRPr="00A30D7A" w:rsidRDefault="007A79D2" w:rsidP="00615D4B">
            <w:pPr>
              <w:rPr>
                <w:rFonts w:cs="Arial"/>
              </w:rPr>
            </w:pPr>
          </w:p>
        </w:tc>
        <w:tc>
          <w:tcPr>
            <w:tcW w:w="1314" w:type="dxa"/>
            <w:shd w:val="clear" w:color="auto" w:fill="auto"/>
          </w:tcPr>
          <w:p w14:paraId="5CCF0284" w14:textId="77777777" w:rsidR="007A79D2" w:rsidRPr="00A30D7A" w:rsidRDefault="007A79D2" w:rsidP="00615D4B">
            <w:pPr>
              <w:rPr>
                <w:rFonts w:cs="Arial"/>
              </w:rPr>
            </w:pPr>
          </w:p>
        </w:tc>
        <w:tc>
          <w:tcPr>
            <w:tcW w:w="1314" w:type="dxa"/>
            <w:shd w:val="clear" w:color="auto" w:fill="auto"/>
          </w:tcPr>
          <w:p w14:paraId="0CA07CB0" w14:textId="77777777" w:rsidR="007A79D2" w:rsidRPr="00A30D7A" w:rsidRDefault="007A79D2" w:rsidP="00615D4B">
            <w:pPr>
              <w:rPr>
                <w:rFonts w:cs="Arial"/>
              </w:rPr>
            </w:pPr>
          </w:p>
        </w:tc>
        <w:tc>
          <w:tcPr>
            <w:tcW w:w="1314" w:type="dxa"/>
            <w:shd w:val="clear" w:color="auto" w:fill="auto"/>
          </w:tcPr>
          <w:p w14:paraId="03DC33A6" w14:textId="77777777" w:rsidR="007A79D2" w:rsidRPr="00A30D7A" w:rsidRDefault="007A79D2" w:rsidP="00615D4B">
            <w:pPr>
              <w:rPr>
                <w:rFonts w:cs="Arial"/>
              </w:rPr>
            </w:pPr>
          </w:p>
        </w:tc>
        <w:tc>
          <w:tcPr>
            <w:tcW w:w="1314" w:type="dxa"/>
            <w:shd w:val="clear" w:color="auto" w:fill="auto"/>
          </w:tcPr>
          <w:p w14:paraId="31B61443" w14:textId="77777777" w:rsidR="007A79D2" w:rsidRPr="00A30D7A" w:rsidRDefault="007A79D2" w:rsidP="00615D4B">
            <w:pPr>
              <w:rPr>
                <w:rFonts w:cs="Arial"/>
              </w:rPr>
            </w:pPr>
          </w:p>
        </w:tc>
      </w:tr>
      <w:tr w:rsidR="00092908" w:rsidRPr="00A30D7A" w14:paraId="792C4E58" w14:textId="77777777" w:rsidTr="007D05E7">
        <w:tc>
          <w:tcPr>
            <w:tcW w:w="1314" w:type="dxa"/>
            <w:shd w:val="clear" w:color="auto" w:fill="auto"/>
          </w:tcPr>
          <w:p w14:paraId="38DF3F6B" w14:textId="77777777" w:rsidR="007A79D2" w:rsidRPr="00A30D7A" w:rsidRDefault="007A79D2" w:rsidP="00615D4B">
            <w:pPr>
              <w:rPr>
                <w:rFonts w:cs="Arial"/>
              </w:rPr>
            </w:pPr>
          </w:p>
        </w:tc>
        <w:tc>
          <w:tcPr>
            <w:tcW w:w="1314" w:type="dxa"/>
            <w:shd w:val="clear" w:color="auto" w:fill="auto"/>
          </w:tcPr>
          <w:p w14:paraId="6790BFDD" w14:textId="77777777" w:rsidR="007A79D2" w:rsidRPr="00A30D7A" w:rsidRDefault="007A79D2" w:rsidP="00615D4B">
            <w:pPr>
              <w:rPr>
                <w:rFonts w:cs="Arial"/>
              </w:rPr>
            </w:pPr>
          </w:p>
        </w:tc>
        <w:tc>
          <w:tcPr>
            <w:tcW w:w="1314" w:type="dxa"/>
            <w:shd w:val="clear" w:color="auto" w:fill="auto"/>
          </w:tcPr>
          <w:p w14:paraId="371D72E1" w14:textId="77777777" w:rsidR="007A79D2" w:rsidRPr="00A30D7A" w:rsidRDefault="007A79D2" w:rsidP="00615D4B">
            <w:pPr>
              <w:rPr>
                <w:rFonts w:cs="Arial"/>
              </w:rPr>
            </w:pPr>
          </w:p>
        </w:tc>
        <w:tc>
          <w:tcPr>
            <w:tcW w:w="1314" w:type="dxa"/>
            <w:shd w:val="clear" w:color="auto" w:fill="auto"/>
          </w:tcPr>
          <w:p w14:paraId="7FCCE34C" w14:textId="77777777" w:rsidR="007A79D2" w:rsidRPr="00A30D7A" w:rsidRDefault="007A79D2" w:rsidP="00615D4B">
            <w:pPr>
              <w:rPr>
                <w:rFonts w:cs="Arial"/>
              </w:rPr>
            </w:pPr>
          </w:p>
        </w:tc>
        <w:tc>
          <w:tcPr>
            <w:tcW w:w="1314" w:type="dxa"/>
            <w:shd w:val="clear" w:color="auto" w:fill="auto"/>
          </w:tcPr>
          <w:p w14:paraId="7238D856" w14:textId="77777777" w:rsidR="007A79D2" w:rsidRPr="00A30D7A" w:rsidRDefault="007A79D2" w:rsidP="00615D4B">
            <w:pPr>
              <w:rPr>
                <w:rFonts w:cs="Arial"/>
              </w:rPr>
            </w:pPr>
          </w:p>
        </w:tc>
      </w:tr>
      <w:tr w:rsidR="00092908" w:rsidRPr="00A30D7A" w14:paraId="33C67756" w14:textId="77777777" w:rsidTr="007D05E7">
        <w:tc>
          <w:tcPr>
            <w:tcW w:w="1314" w:type="dxa"/>
            <w:shd w:val="clear" w:color="auto" w:fill="auto"/>
          </w:tcPr>
          <w:p w14:paraId="1826039D" w14:textId="77777777" w:rsidR="007A79D2" w:rsidRPr="00A30D7A" w:rsidRDefault="007A79D2" w:rsidP="00615D4B">
            <w:pPr>
              <w:rPr>
                <w:rFonts w:cs="Arial"/>
              </w:rPr>
            </w:pPr>
          </w:p>
        </w:tc>
        <w:tc>
          <w:tcPr>
            <w:tcW w:w="1314" w:type="dxa"/>
            <w:shd w:val="clear" w:color="auto" w:fill="auto"/>
          </w:tcPr>
          <w:p w14:paraId="05655EA1" w14:textId="77777777" w:rsidR="007A79D2" w:rsidRPr="00A30D7A" w:rsidRDefault="007A79D2" w:rsidP="00615D4B">
            <w:pPr>
              <w:rPr>
                <w:rFonts w:cs="Arial"/>
              </w:rPr>
            </w:pPr>
          </w:p>
        </w:tc>
        <w:tc>
          <w:tcPr>
            <w:tcW w:w="1314" w:type="dxa"/>
            <w:shd w:val="clear" w:color="auto" w:fill="auto"/>
          </w:tcPr>
          <w:p w14:paraId="1CEBE9A2" w14:textId="77777777" w:rsidR="007A79D2" w:rsidRPr="00A30D7A" w:rsidRDefault="007A79D2" w:rsidP="00615D4B">
            <w:pPr>
              <w:rPr>
                <w:rFonts w:cs="Arial"/>
              </w:rPr>
            </w:pPr>
          </w:p>
        </w:tc>
        <w:tc>
          <w:tcPr>
            <w:tcW w:w="1314" w:type="dxa"/>
            <w:shd w:val="clear" w:color="auto" w:fill="auto"/>
          </w:tcPr>
          <w:p w14:paraId="216EA699" w14:textId="77777777" w:rsidR="007A79D2" w:rsidRPr="00A30D7A" w:rsidRDefault="007A79D2" w:rsidP="00615D4B">
            <w:pPr>
              <w:rPr>
                <w:rFonts w:cs="Arial"/>
              </w:rPr>
            </w:pPr>
          </w:p>
        </w:tc>
        <w:tc>
          <w:tcPr>
            <w:tcW w:w="1314" w:type="dxa"/>
            <w:shd w:val="clear" w:color="auto" w:fill="auto"/>
          </w:tcPr>
          <w:p w14:paraId="2CF9FEA5" w14:textId="77777777" w:rsidR="007A79D2" w:rsidRPr="00A30D7A" w:rsidRDefault="007A79D2" w:rsidP="00615D4B">
            <w:pPr>
              <w:rPr>
                <w:rFonts w:cs="Arial"/>
              </w:rPr>
            </w:pPr>
          </w:p>
        </w:tc>
      </w:tr>
    </w:tbl>
    <w:p w14:paraId="6BF65BE8" w14:textId="77777777" w:rsidR="007A79D2" w:rsidRPr="00A30D7A" w:rsidRDefault="007A79D2" w:rsidP="007A79D2">
      <w:pPr>
        <w:rPr>
          <w:rFonts w:cs="Arial"/>
        </w:rPr>
      </w:pPr>
    </w:p>
    <w:p w14:paraId="6530C911" w14:textId="77777777" w:rsidR="007A79D2" w:rsidRPr="00A30D7A" w:rsidRDefault="007A79D2" w:rsidP="007A79D2">
      <w:pPr>
        <w:pStyle w:val="Instructions"/>
        <w:rPr>
          <w:rFonts w:cs="Arial"/>
        </w:rPr>
      </w:pPr>
      <w:r w:rsidRPr="00A30D7A">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1B9E7FB3" w14:textId="437DC756" w:rsidR="007A79D2" w:rsidRPr="00A30D7A" w:rsidRDefault="007A79D2" w:rsidP="007A79D2">
      <w:pPr>
        <w:pStyle w:val="Instructions"/>
        <w:rPr>
          <w:rFonts w:cs="Arial"/>
        </w:rPr>
      </w:pPr>
      <w:r w:rsidRPr="00A30D7A">
        <w:rPr>
          <w:rFonts w:cs="Arial"/>
        </w:rPr>
        <w:lastRenderedPageBreak/>
        <w:t xml:space="preserve">Proposed additional documents accepted by the </w:t>
      </w:r>
      <w:r w:rsidR="003552E1" w:rsidRPr="00A30D7A">
        <w:rPr>
          <w:rFonts w:cs="Arial"/>
        </w:rPr>
        <w:t>a</w:t>
      </w:r>
      <w:r w:rsidRPr="00A30D7A">
        <w:rPr>
          <w:rFonts w:cs="Arial"/>
        </w:rPr>
        <w:t xml:space="preserve">ppointing </w:t>
      </w:r>
      <w:r w:rsidR="003552E1" w:rsidRPr="00A30D7A">
        <w:rPr>
          <w:rFonts w:cs="Arial"/>
        </w:rPr>
        <w:t>p</w:t>
      </w:r>
      <w:r w:rsidRPr="00A30D7A">
        <w:rPr>
          <w:rFonts w:cs="Arial"/>
        </w:rPr>
        <w:t xml:space="preserve">arty should be included in the CDE and </w:t>
      </w:r>
      <w:r w:rsidR="003552E1" w:rsidRPr="00A30D7A">
        <w:rPr>
          <w:rFonts w:cs="Arial"/>
        </w:rPr>
        <w:t>a</w:t>
      </w:r>
      <w:r w:rsidRPr="00A30D7A">
        <w:rPr>
          <w:rFonts w:cs="Arial"/>
        </w:rPr>
        <w:t xml:space="preserve">ppointed </w:t>
      </w:r>
      <w:r w:rsidR="003552E1" w:rsidRPr="00A30D7A">
        <w:rPr>
          <w:rFonts w:cs="Arial"/>
        </w:rPr>
        <w:t>p</w:t>
      </w:r>
      <w:r w:rsidRPr="00A30D7A">
        <w:rPr>
          <w:rFonts w:cs="Arial"/>
        </w:rPr>
        <w:t>arties notified.</w:t>
      </w:r>
    </w:p>
    <w:p w14:paraId="458167F6" w14:textId="50A8A587" w:rsidR="00032949" w:rsidRPr="00A30D7A" w:rsidRDefault="00032949" w:rsidP="000D213C">
      <w:pPr>
        <w:pStyle w:val="Heading3"/>
      </w:pPr>
      <w:r w:rsidRPr="00A30D7A">
        <w:t xml:space="preserve">Proposed amendments to reference </w:t>
      </w:r>
      <w:proofErr w:type="gramStart"/>
      <w:r w:rsidRPr="00A30D7A">
        <w:t>information</w:t>
      </w:r>
      <w:proofErr w:type="gramEnd"/>
    </w:p>
    <w:p w14:paraId="107E2A14" w14:textId="111190FF" w:rsidR="00032949" w:rsidRPr="00A30D7A" w:rsidRDefault="00032949" w:rsidP="00032949">
      <w:pPr>
        <w:rPr>
          <w:rFonts w:cs="Arial"/>
        </w:rPr>
      </w:pPr>
      <w:r w:rsidRPr="00A30D7A">
        <w:rPr>
          <w:rFonts w:cs="Arial"/>
        </w:rPr>
        <w:t xml:space="preserve">Proposed amendments or additions to the project’s </w:t>
      </w:r>
      <w:r w:rsidR="00D1330F" w:rsidRPr="00A30D7A">
        <w:rPr>
          <w:rFonts w:cs="Arial"/>
        </w:rPr>
        <w:t>reference information</w:t>
      </w:r>
      <w:r w:rsidRPr="00A30D7A">
        <w:rPr>
          <w:rFonts w:cs="Arial"/>
        </w:rPr>
        <w:t xml:space="preserve">: Refer to the documents listed in the </w:t>
      </w:r>
      <w:r w:rsidRPr="00A30D7A">
        <w:rPr>
          <w:rFonts w:cs="Arial"/>
          <w:b/>
          <w:color w:val="595959" w:themeColor="text1" w:themeTint="A6"/>
        </w:rPr>
        <w:t xml:space="preserve">Proposed amendments to </w:t>
      </w:r>
      <w:r w:rsidR="00D1330F" w:rsidRPr="00A30D7A">
        <w:rPr>
          <w:rFonts w:cs="Arial"/>
          <w:b/>
          <w:color w:val="595959" w:themeColor="text1" w:themeTint="A6"/>
        </w:rPr>
        <w:t>reference information</w:t>
      </w:r>
      <w:r w:rsidRPr="00A30D7A">
        <w:rPr>
          <w:rFonts w:cs="Arial"/>
          <w:b/>
          <w:color w:val="595959" w:themeColor="text1" w:themeTint="A6"/>
        </w:rPr>
        <w:t xml:space="preserve"> table</w:t>
      </w:r>
      <w:r w:rsidRPr="00A30D7A">
        <w:rPr>
          <w:rFonts w:cs="Arial"/>
        </w:rPr>
        <w:t>.</w:t>
      </w:r>
    </w:p>
    <w:p w14:paraId="5320EF58" w14:textId="5F5663D6" w:rsidR="00032949" w:rsidRPr="00A30D7A" w:rsidRDefault="00032949" w:rsidP="002278A3">
      <w:pPr>
        <w:pStyle w:val="Tabletitle"/>
      </w:pPr>
      <w:r w:rsidRPr="00A30D7A">
        <w:t xml:space="preserve">Proposed amendments to </w:t>
      </w:r>
      <w:r w:rsidR="00D1330F" w:rsidRPr="00A30D7A">
        <w:t>reference information</w:t>
      </w:r>
      <w:r w:rsidRPr="00A30D7A">
        <w:t xml:space="preserve"> </w:t>
      </w:r>
      <w:proofErr w:type="gramStart"/>
      <w:r w:rsidRPr="00A30D7A">
        <w:t>table</w:t>
      </w:r>
      <w:proofErr w:type="gramEnd"/>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32949" w:rsidRPr="00A30D7A" w14:paraId="01C543AF" w14:textId="77777777" w:rsidTr="00304332">
        <w:tc>
          <w:tcPr>
            <w:tcW w:w="1314" w:type="dxa"/>
            <w:shd w:val="clear" w:color="auto" w:fill="D9E2F3" w:themeFill="accent1" w:themeFillTint="33"/>
          </w:tcPr>
          <w:p w14:paraId="318AF802" w14:textId="77777777" w:rsidR="00032949" w:rsidRPr="00A30D7A" w:rsidRDefault="00032949" w:rsidP="007D0605">
            <w:pPr>
              <w:pStyle w:val="Tabletitle"/>
            </w:pPr>
            <w:r w:rsidRPr="00A30D7A">
              <w:t>Document title</w:t>
            </w:r>
          </w:p>
        </w:tc>
        <w:tc>
          <w:tcPr>
            <w:tcW w:w="1314" w:type="dxa"/>
            <w:shd w:val="clear" w:color="auto" w:fill="D9E2F3" w:themeFill="accent1" w:themeFillTint="33"/>
          </w:tcPr>
          <w:p w14:paraId="3B5933ED" w14:textId="77777777" w:rsidR="00032949" w:rsidRPr="00A30D7A" w:rsidRDefault="00032949" w:rsidP="007D0605">
            <w:pPr>
              <w:pStyle w:val="Tabletitle"/>
            </w:pPr>
            <w:r w:rsidRPr="00A30D7A">
              <w:t>Edition/version</w:t>
            </w:r>
          </w:p>
        </w:tc>
        <w:tc>
          <w:tcPr>
            <w:tcW w:w="1314" w:type="dxa"/>
            <w:shd w:val="clear" w:color="auto" w:fill="D9E2F3" w:themeFill="accent1" w:themeFillTint="33"/>
          </w:tcPr>
          <w:p w14:paraId="6829E4B6" w14:textId="77777777" w:rsidR="00032949" w:rsidRPr="00A30D7A" w:rsidRDefault="00032949" w:rsidP="007D0605">
            <w:pPr>
              <w:pStyle w:val="Tabletitle"/>
            </w:pPr>
            <w:r w:rsidRPr="00A30D7A">
              <w:t>Date</w:t>
            </w:r>
          </w:p>
        </w:tc>
        <w:tc>
          <w:tcPr>
            <w:tcW w:w="1314" w:type="dxa"/>
            <w:shd w:val="clear" w:color="auto" w:fill="D9E2F3" w:themeFill="accent1" w:themeFillTint="33"/>
          </w:tcPr>
          <w:p w14:paraId="2A37FD40" w14:textId="77777777" w:rsidR="00032949" w:rsidRPr="00A30D7A" w:rsidRDefault="00032949" w:rsidP="007D0605">
            <w:pPr>
              <w:pStyle w:val="Tabletitle"/>
            </w:pPr>
            <w:r w:rsidRPr="00A30D7A">
              <w:t>Clause No.</w:t>
            </w:r>
          </w:p>
        </w:tc>
        <w:tc>
          <w:tcPr>
            <w:tcW w:w="1314" w:type="dxa"/>
            <w:shd w:val="clear" w:color="auto" w:fill="D9E2F3" w:themeFill="accent1" w:themeFillTint="33"/>
          </w:tcPr>
          <w:p w14:paraId="40FB3FA4" w14:textId="77777777" w:rsidR="00032949" w:rsidRPr="00A30D7A" w:rsidRDefault="00032949" w:rsidP="007D0605">
            <w:pPr>
              <w:pStyle w:val="Tabletitle"/>
            </w:pPr>
            <w:r w:rsidRPr="00A30D7A">
              <w:t>Proposed amendments</w:t>
            </w:r>
          </w:p>
        </w:tc>
      </w:tr>
      <w:tr w:rsidR="00032949" w:rsidRPr="00A30D7A" w14:paraId="73FE74F3" w14:textId="77777777" w:rsidTr="00304332">
        <w:tc>
          <w:tcPr>
            <w:tcW w:w="1314" w:type="dxa"/>
            <w:shd w:val="clear" w:color="auto" w:fill="auto"/>
          </w:tcPr>
          <w:p w14:paraId="07C24088" w14:textId="77777777" w:rsidR="00032949" w:rsidRPr="00A30D7A" w:rsidRDefault="00032949" w:rsidP="00304332">
            <w:pPr>
              <w:rPr>
                <w:rFonts w:cs="Arial"/>
              </w:rPr>
            </w:pPr>
          </w:p>
        </w:tc>
        <w:tc>
          <w:tcPr>
            <w:tcW w:w="1314" w:type="dxa"/>
            <w:shd w:val="clear" w:color="auto" w:fill="auto"/>
          </w:tcPr>
          <w:p w14:paraId="42325E7A" w14:textId="77777777" w:rsidR="00032949" w:rsidRPr="00A30D7A" w:rsidRDefault="00032949" w:rsidP="00304332">
            <w:pPr>
              <w:rPr>
                <w:rFonts w:cs="Arial"/>
              </w:rPr>
            </w:pPr>
          </w:p>
        </w:tc>
        <w:tc>
          <w:tcPr>
            <w:tcW w:w="1314" w:type="dxa"/>
            <w:shd w:val="clear" w:color="auto" w:fill="auto"/>
          </w:tcPr>
          <w:p w14:paraId="215F3A37" w14:textId="77777777" w:rsidR="00032949" w:rsidRPr="00A30D7A" w:rsidRDefault="00032949" w:rsidP="00304332">
            <w:pPr>
              <w:rPr>
                <w:rFonts w:cs="Arial"/>
              </w:rPr>
            </w:pPr>
          </w:p>
        </w:tc>
        <w:tc>
          <w:tcPr>
            <w:tcW w:w="1314" w:type="dxa"/>
            <w:shd w:val="clear" w:color="auto" w:fill="auto"/>
          </w:tcPr>
          <w:p w14:paraId="5D491A9C" w14:textId="77777777" w:rsidR="00032949" w:rsidRPr="00A30D7A" w:rsidRDefault="00032949" w:rsidP="00304332">
            <w:pPr>
              <w:rPr>
                <w:rFonts w:cs="Arial"/>
              </w:rPr>
            </w:pPr>
          </w:p>
        </w:tc>
        <w:tc>
          <w:tcPr>
            <w:tcW w:w="1314" w:type="dxa"/>
            <w:shd w:val="clear" w:color="auto" w:fill="auto"/>
          </w:tcPr>
          <w:p w14:paraId="588EA936" w14:textId="77777777" w:rsidR="00032949" w:rsidRPr="00A30D7A" w:rsidRDefault="00032949" w:rsidP="00304332">
            <w:pPr>
              <w:rPr>
                <w:rFonts w:cs="Arial"/>
              </w:rPr>
            </w:pPr>
          </w:p>
        </w:tc>
      </w:tr>
      <w:tr w:rsidR="00032949" w:rsidRPr="00A30D7A" w14:paraId="014FDFE9" w14:textId="77777777" w:rsidTr="00304332">
        <w:tc>
          <w:tcPr>
            <w:tcW w:w="1314" w:type="dxa"/>
            <w:shd w:val="clear" w:color="auto" w:fill="auto"/>
          </w:tcPr>
          <w:p w14:paraId="03D9838B" w14:textId="77777777" w:rsidR="00032949" w:rsidRPr="00A30D7A" w:rsidRDefault="00032949" w:rsidP="00304332">
            <w:pPr>
              <w:rPr>
                <w:rFonts w:cs="Arial"/>
              </w:rPr>
            </w:pPr>
          </w:p>
        </w:tc>
        <w:tc>
          <w:tcPr>
            <w:tcW w:w="1314" w:type="dxa"/>
            <w:shd w:val="clear" w:color="auto" w:fill="auto"/>
          </w:tcPr>
          <w:p w14:paraId="4A982950" w14:textId="77777777" w:rsidR="00032949" w:rsidRPr="00A30D7A" w:rsidRDefault="00032949" w:rsidP="00304332">
            <w:pPr>
              <w:rPr>
                <w:rFonts w:cs="Arial"/>
              </w:rPr>
            </w:pPr>
          </w:p>
        </w:tc>
        <w:tc>
          <w:tcPr>
            <w:tcW w:w="1314" w:type="dxa"/>
            <w:shd w:val="clear" w:color="auto" w:fill="auto"/>
          </w:tcPr>
          <w:p w14:paraId="4A75B648" w14:textId="77777777" w:rsidR="00032949" w:rsidRPr="00A30D7A" w:rsidRDefault="00032949" w:rsidP="00304332">
            <w:pPr>
              <w:rPr>
                <w:rFonts w:cs="Arial"/>
              </w:rPr>
            </w:pPr>
          </w:p>
        </w:tc>
        <w:tc>
          <w:tcPr>
            <w:tcW w:w="1314" w:type="dxa"/>
            <w:shd w:val="clear" w:color="auto" w:fill="auto"/>
          </w:tcPr>
          <w:p w14:paraId="20DEC84B" w14:textId="77777777" w:rsidR="00032949" w:rsidRPr="00A30D7A" w:rsidRDefault="00032949" w:rsidP="00304332">
            <w:pPr>
              <w:rPr>
                <w:rFonts w:cs="Arial"/>
              </w:rPr>
            </w:pPr>
          </w:p>
        </w:tc>
        <w:tc>
          <w:tcPr>
            <w:tcW w:w="1314" w:type="dxa"/>
            <w:shd w:val="clear" w:color="auto" w:fill="auto"/>
          </w:tcPr>
          <w:p w14:paraId="1DB69A73" w14:textId="77777777" w:rsidR="00032949" w:rsidRPr="00A30D7A" w:rsidRDefault="00032949" w:rsidP="00304332">
            <w:pPr>
              <w:rPr>
                <w:rFonts w:cs="Arial"/>
              </w:rPr>
            </w:pPr>
          </w:p>
        </w:tc>
      </w:tr>
      <w:tr w:rsidR="00032949" w:rsidRPr="00A30D7A" w14:paraId="5E28E43E" w14:textId="77777777" w:rsidTr="00304332">
        <w:tc>
          <w:tcPr>
            <w:tcW w:w="1314" w:type="dxa"/>
            <w:shd w:val="clear" w:color="auto" w:fill="auto"/>
          </w:tcPr>
          <w:p w14:paraId="704D8E9C" w14:textId="77777777" w:rsidR="00032949" w:rsidRPr="00A30D7A" w:rsidRDefault="00032949" w:rsidP="00304332">
            <w:pPr>
              <w:rPr>
                <w:rFonts w:cs="Arial"/>
              </w:rPr>
            </w:pPr>
          </w:p>
        </w:tc>
        <w:tc>
          <w:tcPr>
            <w:tcW w:w="1314" w:type="dxa"/>
            <w:shd w:val="clear" w:color="auto" w:fill="auto"/>
          </w:tcPr>
          <w:p w14:paraId="6A64F3E0" w14:textId="77777777" w:rsidR="00032949" w:rsidRPr="00A30D7A" w:rsidRDefault="00032949" w:rsidP="00304332">
            <w:pPr>
              <w:rPr>
                <w:rFonts w:cs="Arial"/>
              </w:rPr>
            </w:pPr>
          </w:p>
        </w:tc>
        <w:tc>
          <w:tcPr>
            <w:tcW w:w="1314" w:type="dxa"/>
            <w:shd w:val="clear" w:color="auto" w:fill="auto"/>
          </w:tcPr>
          <w:p w14:paraId="3DECD1D6" w14:textId="77777777" w:rsidR="00032949" w:rsidRPr="00A30D7A" w:rsidRDefault="00032949" w:rsidP="00304332">
            <w:pPr>
              <w:rPr>
                <w:rFonts w:cs="Arial"/>
              </w:rPr>
            </w:pPr>
          </w:p>
        </w:tc>
        <w:tc>
          <w:tcPr>
            <w:tcW w:w="1314" w:type="dxa"/>
            <w:shd w:val="clear" w:color="auto" w:fill="auto"/>
          </w:tcPr>
          <w:p w14:paraId="413AC314" w14:textId="77777777" w:rsidR="00032949" w:rsidRPr="00A30D7A" w:rsidRDefault="00032949" w:rsidP="00304332">
            <w:pPr>
              <w:rPr>
                <w:rFonts w:cs="Arial"/>
              </w:rPr>
            </w:pPr>
          </w:p>
        </w:tc>
        <w:tc>
          <w:tcPr>
            <w:tcW w:w="1314" w:type="dxa"/>
            <w:shd w:val="clear" w:color="auto" w:fill="auto"/>
          </w:tcPr>
          <w:p w14:paraId="065AA2EC" w14:textId="77777777" w:rsidR="00032949" w:rsidRPr="00A30D7A" w:rsidRDefault="00032949" w:rsidP="00304332">
            <w:pPr>
              <w:rPr>
                <w:rFonts w:cs="Arial"/>
              </w:rPr>
            </w:pPr>
          </w:p>
        </w:tc>
      </w:tr>
      <w:tr w:rsidR="00032949" w:rsidRPr="00A30D7A" w14:paraId="0FB87C0C" w14:textId="77777777" w:rsidTr="00304332">
        <w:tc>
          <w:tcPr>
            <w:tcW w:w="1314" w:type="dxa"/>
            <w:shd w:val="clear" w:color="auto" w:fill="auto"/>
          </w:tcPr>
          <w:p w14:paraId="61C8F451" w14:textId="77777777" w:rsidR="00032949" w:rsidRPr="00A30D7A" w:rsidRDefault="00032949" w:rsidP="00304332">
            <w:pPr>
              <w:rPr>
                <w:rFonts w:cs="Arial"/>
              </w:rPr>
            </w:pPr>
          </w:p>
        </w:tc>
        <w:tc>
          <w:tcPr>
            <w:tcW w:w="1314" w:type="dxa"/>
            <w:shd w:val="clear" w:color="auto" w:fill="auto"/>
          </w:tcPr>
          <w:p w14:paraId="7551A070" w14:textId="77777777" w:rsidR="00032949" w:rsidRPr="00A30D7A" w:rsidRDefault="00032949" w:rsidP="00304332">
            <w:pPr>
              <w:rPr>
                <w:rFonts w:cs="Arial"/>
              </w:rPr>
            </w:pPr>
          </w:p>
        </w:tc>
        <w:tc>
          <w:tcPr>
            <w:tcW w:w="1314" w:type="dxa"/>
            <w:shd w:val="clear" w:color="auto" w:fill="auto"/>
          </w:tcPr>
          <w:p w14:paraId="5784E0CC" w14:textId="77777777" w:rsidR="00032949" w:rsidRPr="00A30D7A" w:rsidRDefault="00032949" w:rsidP="00304332">
            <w:pPr>
              <w:rPr>
                <w:rFonts w:cs="Arial"/>
              </w:rPr>
            </w:pPr>
          </w:p>
        </w:tc>
        <w:tc>
          <w:tcPr>
            <w:tcW w:w="1314" w:type="dxa"/>
            <w:shd w:val="clear" w:color="auto" w:fill="auto"/>
          </w:tcPr>
          <w:p w14:paraId="1FB0D28B" w14:textId="77777777" w:rsidR="00032949" w:rsidRPr="00A30D7A" w:rsidRDefault="00032949" w:rsidP="00304332">
            <w:pPr>
              <w:rPr>
                <w:rFonts w:cs="Arial"/>
              </w:rPr>
            </w:pPr>
          </w:p>
        </w:tc>
        <w:tc>
          <w:tcPr>
            <w:tcW w:w="1314" w:type="dxa"/>
            <w:shd w:val="clear" w:color="auto" w:fill="auto"/>
          </w:tcPr>
          <w:p w14:paraId="5D89EF91" w14:textId="77777777" w:rsidR="00032949" w:rsidRPr="00A30D7A" w:rsidRDefault="00032949" w:rsidP="00304332">
            <w:pPr>
              <w:rPr>
                <w:rFonts w:cs="Arial"/>
              </w:rPr>
            </w:pPr>
          </w:p>
        </w:tc>
      </w:tr>
    </w:tbl>
    <w:p w14:paraId="337BA131" w14:textId="77777777" w:rsidR="00032949" w:rsidRPr="00A30D7A" w:rsidRDefault="00032949" w:rsidP="00032949">
      <w:pPr>
        <w:rPr>
          <w:rFonts w:cs="Arial"/>
        </w:rPr>
      </w:pPr>
    </w:p>
    <w:p w14:paraId="28E39D8F" w14:textId="77777777" w:rsidR="00032949" w:rsidRPr="00A30D7A" w:rsidRDefault="00032949" w:rsidP="00032949">
      <w:pPr>
        <w:pStyle w:val="Instructions"/>
        <w:rPr>
          <w:rFonts w:cs="Arial"/>
        </w:rPr>
      </w:pPr>
      <w:r w:rsidRPr="00A30D7A">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3F2038BD" w14:textId="77777777" w:rsidR="00032949" w:rsidRPr="00A30D7A" w:rsidRDefault="00032949" w:rsidP="00032949">
      <w:pPr>
        <w:pStyle w:val="Instructions"/>
        <w:rPr>
          <w:rFonts w:cs="Arial"/>
        </w:rPr>
      </w:pPr>
      <w:r w:rsidRPr="00A30D7A">
        <w:rPr>
          <w:rFonts w:cs="Arial"/>
        </w:rPr>
        <w:t>Proposed additional documents accepted by the appointing party should be included in the CDE and appointed parties notified.</w:t>
      </w:r>
    </w:p>
    <w:p w14:paraId="2A95A66F" w14:textId="77777777" w:rsidR="007A79D2" w:rsidRPr="00A30D7A" w:rsidRDefault="007A79D2" w:rsidP="000D213C">
      <w:pPr>
        <w:pStyle w:val="Heading3"/>
      </w:pPr>
      <w:r w:rsidRPr="00A30D7A">
        <w:t xml:space="preserve">Proposed amendments to shared </w:t>
      </w:r>
      <w:proofErr w:type="gramStart"/>
      <w:r w:rsidRPr="00A30D7A">
        <w:t>resources</w:t>
      </w:r>
      <w:proofErr w:type="gramEnd"/>
    </w:p>
    <w:p w14:paraId="4A1EB0D6" w14:textId="77777777" w:rsidR="007A79D2" w:rsidRPr="00A30D7A" w:rsidRDefault="007A79D2" w:rsidP="007A79D2">
      <w:pPr>
        <w:rPr>
          <w:rFonts w:cs="Arial"/>
        </w:rPr>
      </w:pPr>
      <w:r w:rsidRPr="00A30D7A">
        <w:rPr>
          <w:rFonts w:cs="Arial"/>
        </w:rPr>
        <w:t xml:space="preserve">Proposed amendments or additions to the project’s shared resources: Refer to the documents listed in the </w:t>
      </w:r>
      <w:r w:rsidRPr="00A30D7A">
        <w:rPr>
          <w:rFonts w:cs="Arial"/>
          <w:b/>
          <w:color w:val="595959" w:themeColor="text1" w:themeTint="A6"/>
        </w:rPr>
        <w:t>Proposed amendments to shared resources table</w:t>
      </w:r>
      <w:r w:rsidRPr="00A30D7A">
        <w:rPr>
          <w:rFonts w:cs="Arial"/>
        </w:rPr>
        <w:t>.</w:t>
      </w:r>
    </w:p>
    <w:p w14:paraId="1672EAA5" w14:textId="77777777" w:rsidR="007A79D2" w:rsidRPr="00A30D7A" w:rsidRDefault="007A79D2" w:rsidP="002278A3">
      <w:pPr>
        <w:pStyle w:val="Tabletitle"/>
      </w:pPr>
      <w:r w:rsidRPr="00A30D7A">
        <w:t xml:space="preserve">Proposed amendments to shared resources </w:t>
      </w:r>
      <w:proofErr w:type="gramStart"/>
      <w:r w:rsidRPr="00A30D7A">
        <w:t>table</w:t>
      </w:r>
      <w:proofErr w:type="gramEnd"/>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811"/>
        <w:gridCol w:w="2101"/>
        <w:gridCol w:w="1810"/>
        <w:gridCol w:w="1810"/>
        <w:gridCol w:w="1810"/>
      </w:tblGrid>
      <w:tr w:rsidR="00092908" w:rsidRPr="00A30D7A" w14:paraId="5FDCF156" w14:textId="77777777" w:rsidTr="00344EE7">
        <w:tc>
          <w:tcPr>
            <w:tcW w:w="1314" w:type="dxa"/>
            <w:shd w:val="clear" w:color="auto" w:fill="D9E2F3" w:themeFill="accent1" w:themeFillTint="33"/>
          </w:tcPr>
          <w:p w14:paraId="51A07ACE" w14:textId="77777777" w:rsidR="007A79D2" w:rsidRPr="00A30D7A" w:rsidRDefault="007A79D2" w:rsidP="007D0605">
            <w:pPr>
              <w:pStyle w:val="Tabletitle"/>
            </w:pPr>
            <w:r w:rsidRPr="00A30D7A">
              <w:t>Document title</w:t>
            </w:r>
          </w:p>
        </w:tc>
        <w:tc>
          <w:tcPr>
            <w:tcW w:w="1314" w:type="dxa"/>
            <w:shd w:val="clear" w:color="auto" w:fill="D9E2F3" w:themeFill="accent1" w:themeFillTint="33"/>
          </w:tcPr>
          <w:p w14:paraId="149419E3" w14:textId="77777777" w:rsidR="007A79D2" w:rsidRPr="00A30D7A" w:rsidRDefault="007A79D2" w:rsidP="007D0605">
            <w:pPr>
              <w:pStyle w:val="Tabletitle"/>
            </w:pPr>
            <w:r w:rsidRPr="00A30D7A">
              <w:t>Edition/version</w:t>
            </w:r>
          </w:p>
        </w:tc>
        <w:tc>
          <w:tcPr>
            <w:tcW w:w="1314" w:type="dxa"/>
            <w:shd w:val="clear" w:color="auto" w:fill="D9E2F3" w:themeFill="accent1" w:themeFillTint="33"/>
          </w:tcPr>
          <w:p w14:paraId="10B1E645" w14:textId="77777777" w:rsidR="007A79D2" w:rsidRPr="00A30D7A" w:rsidRDefault="007A79D2" w:rsidP="007D0605">
            <w:pPr>
              <w:pStyle w:val="Tabletitle"/>
            </w:pPr>
            <w:r w:rsidRPr="00A30D7A">
              <w:t>Date</w:t>
            </w:r>
          </w:p>
        </w:tc>
        <w:tc>
          <w:tcPr>
            <w:tcW w:w="1314" w:type="dxa"/>
            <w:shd w:val="clear" w:color="auto" w:fill="D9E2F3" w:themeFill="accent1" w:themeFillTint="33"/>
          </w:tcPr>
          <w:p w14:paraId="13DB9F83" w14:textId="77777777" w:rsidR="007A79D2" w:rsidRPr="00A30D7A" w:rsidRDefault="007A79D2" w:rsidP="007D0605">
            <w:pPr>
              <w:pStyle w:val="Tabletitle"/>
            </w:pPr>
            <w:r w:rsidRPr="00A30D7A">
              <w:t>Clause No.</w:t>
            </w:r>
          </w:p>
        </w:tc>
        <w:tc>
          <w:tcPr>
            <w:tcW w:w="1314" w:type="dxa"/>
            <w:shd w:val="clear" w:color="auto" w:fill="D9E2F3" w:themeFill="accent1" w:themeFillTint="33"/>
          </w:tcPr>
          <w:p w14:paraId="6B833223" w14:textId="77777777" w:rsidR="007A79D2" w:rsidRPr="00A30D7A" w:rsidRDefault="007A79D2" w:rsidP="007D0605">
            <w:pPr>
              <w:pStyle w:val="Tabletitle"/>
            </w:pPr>
            <w:r w:rsidRPr="00A30D7A">
              <w:t>Proposed amendments</w:t>
            </w:r>
          </w:p>
        </w:tc>
      </w:tr>
      <w:tr w:rsidR="00092908" w:rsidRPr="00A30D7A" w14:paraId="3A235AF1" w14:textId="77777777" w:rsidTr="007D05E7">
        <w:tc>
          <w:tcPr>
            <w:tcW w:w="1314" w:type="dxa"/>
            <w:shd w:val="clear" w:color="auto" w:fill="auto"/>
          </w:tcPr>
          <w:p w14:paraId="39EDF153" w14:textId="77777777" w:rsidR="007A79D2" w:rsidRPr="00A30D7A" w:rsidRDefault="007A79D2" w:rsidP="00615D4B">
            <w:pPr>
              <w:rPr>
                <w:rFonts w:cs="Arial"/>
              </w:rPr>
            </w:pPr>
          </w:p>
        </w:tc>
        <w:tc>
          <w:tcPr>
            <w:tcW w:w="1314" w:type="dxa"/>
            <w:shd w:val="clear" w:color="auto" w:fill="auto"/>
          </w:tcPr>
          <w:p w14:paraId="784FC23C" w14:textId="77777777" w:rsidR="007A79D2" w:rsidRPr="00A30D7A" w:rsidRDefault="007A79D2" w:rsidP="00615D4B">
            <w:pPr>
              <w:rPr>
                <w:rFonts w:cs="Arial"/>
              </w:rPr>
            </w:pPr>
          </w:p>
        </w:tc>
        <w:tc>
          <w:tcPr>
            <w:tcW w:w="1314" w:type="dxa"/>
            <w:shd w:val="clear" w:color="auto" w:fill="auto"/>
          </w:tcPr>
          <w:p w14:paraId="26DB63C5" w14:textId="77777777" w:rsidR="007A79D2" w:rsidRPr="00A30D7A" w:rsidRDefault="007A79D2" w:rsidP="00615D4B">
            <w:pPr>
              <w:rPr>
                <w:rFonts w:cs="Arial"/>
              </w:rPr>
            </w:pPr>
          </w:p>
        </w:tc>
        <w:tc>
          <w:tcPr>
            <w:tcW w:w="1314" w:type="dxa"/>
            <w:shd w:val="clear" w:color="auto" w:fill="auto"/>
          </w:tcPr>
          <w:p w14:paraId="498F4CAA" w14:textId="77777777" w:rsidR="007A79D2" w:rsidRPr="00A30D7A" w:rsidRDefault="007A79D2" w:rsidP="00615D4B">
            <w:pPr>
              <w:rPr>
                <w:rFonts w:cs="Arial"/>
              </w:rPr>
            </w:pPr>
          </w:p>
        </w:tc>
        <w:tc>
          <w:tcPr>
            <w:tcW w:w="1314" w:type="dxa"/>
            <w:shd w:val="clear" w:color="auto" w:fill="auto"/>
          </w:tcPr>
          <w:p w14:paraId="197CF645" w14:textId="77777777" w:rsidR="007A79D2" w:rsidRPr="00A30D7A" w:rsidRDefault="007A79D2" w:rsidP="00615D4B">
            <w:pPr>
              <w:rPr>
                <w:rFonts w:cs="Arial"/>
              </w:rPr>
            </w:pPr>
          </w:p>
        </w:tc>
      </w:tr>
      <w:tr w:rsidR="00092908" w:rsidRPr="00A30D7A" w14:paraId="79649C33" w14:textId="77777777" w:rsidTr="007D05E7">
        <w:tc>
          <w:tcPr>
            <w:tcW w:w="1314" w:type="dxa"/>
            <w:shd w:val="clear" w:color="auto" w:fill="auto"/>
          </w:tcPr>
          <w:p w14:paraId="2C727146" w14:textId="77777777" w:rsidR="007A79D2" w:rsidRPr="00A30D7A" w:rsidRDefault="007A79D2" w:rsidP="00615D4B">
            <w:pPr>
              <w:rPr>
                <w:rFonts w:cs="Arial"/>
              </w:rPr>
            </w:pPr>
          </w:p>
        </w:tc>
        <w:tc>
          <w:tcPr>
            <w:tcW w:w="1314" w:type="dxa"/>
            <w:shd w:val="clear" w:color="auto" w:fill="auto"/>
          </w:tcPr>
          <w:p w14:paraId="3D7053A3" w14:textId="77777777" w:rsidR="007A79D2" w:rsidRPr="00A30D7A" w:rsidRDefault="007A79D2" w:rsidP="00615D4B">
            <w:pPr>
              <w:rPr>
                <w:rFonts w:cs="Arial"/>
              </w:rPr>
            </w:pPr>
          </w:p>
        </w:tc>
        <w:tc>
          <w:tcPr>
            <w:tcW w:w="1314" w:type="dxa"/>
            <w:shd w:val="clear" w:color="auto" w:fill="auto"/>
          </w:tcPr>
          <w:p w14:paraId="19455974" w14:textId="77777777" w:rsidR="007A79D2" w:rsidRPr="00A30D7A" w:rsidRDefault="007A79D2" w:rsidP="00615D4B">
            <w:pPr>
              <w:rPr>
                <w:rFonts w:cs="Arial"/>
              </w:rPr>
            </w:pPr>
          </w:p>
        </w:tc>
        <w:tc>
          <w:tcPr>
            <w:tcW w:w="1314" w:type="dxa"/>
            <w:shd w:val="clear" w:color="auto" w:fill="auto"/>
          </w:tcPr>
          <w:p w14:paraId="14856453" w14:textId="77777777" w:rsidR="007A79D2" w:rsidRPr="00A30D7A" w:rsidRDefault="007A79D2" w:rsidP="00615D4B">
            <w:pPr>
              <w:rPr>
                <w:rFonts w:cs="Arial"/>
              </w:rPr>
            </w:pPr>
          </w:p>
        </w:tc>
        <w:tc>
          <w:tcPr>
            <w:tcW w:w="1314" w:type="dxa"/>
            <w:shd w:val="clear" w:color="auto" w:fill="auto"/>
          </w:tcPr>
          <w:p w14:paraId="5C668BEF" w14:textId="77777777" w:rsidR="007A79D2" w:rsidRPr="00A30D7A" w:rsidRDefault="007A79D2" w:rsidP="00615D4B">
            <w:pPr>
              <w:rPr>
                <w:rFonts w:cs="Arial"/>
              </w:rPr>
            </w:pPr>
          </w:p>
        </w:tc>
      </w:tr>
      <w:tr w:rsidR="00092908" w:rsidRPr="00A30D7A" w14:paraId="23C949C3" w14:textId="77777777" w:rsidTr="007D05E7">
        <w:tc>
          <w:tcPr>
            <w:tcW w:w="1314" w:type="dxa"/>
            <w:shd w:val="clear" w:color="auto" w:fill="auto"/>
          </w:tcPr>
          <w:p w14:paraId="2B436FA8" w14:textId="77777777" w:rsidR="007A79D2" w:rsidRPr="00A30D7A" w:rsidRDefault="007A79D2" w:rsidP="00615D4B">
            <w:pPr>
              <w:rPr>
                <w:rFonts w:cs="Arial"/>
              </w:rPr>
            </w:pPr>
          </w:p>
        </w:tc>
        <w:tc>
          <w:tcPr>
            <w:tcW w:w="1314" w:type="dxa"/>
            <w:shd w:val="clear" w:color="auto" w:fill="auto"/>
          </w:tcPr>
          <w:p w14:paraId="551F40B2" w14:textId="77777777" w:rsidR="007A79D2" w:rsidRPr="00A30D7A" w:rsidRDefault="007A79D2" w:rsidP="00615D4B">
            <w:pPr>
              <w:rPr>
                <w:rFonts w:cs="Arial"/>
              </w:rPr>
            </w:pPr>
          </w:p>
        </w:tc>
        <w:tc>
          <w:tcPr>
            <w:tcW w:w="1314" w:type="dxa"/>
            <w:shd w:val="clear" w:color="auto" w:fill="auto"/>
          </w:tcPr>
          <w:p w14:paraId="2B01BD23" w14:textId="77777777" w:rsidR="007A79D2" w:rsidRPr="00A30D7A" w:rsidRDefault="007A79D2" w:rsidP="00615D4B">
            <w:pPr>
              <w:rPr>
                <w:rFonts w:cs="Arial"/>
              </w:rPr>
            </w:pPr>
          </w:p>
        </w:tc>
        <w:tc>
          <w:tcPr>
            <w:tcW w:w="1314" w:type="dxa"/>
            <w:shd w:val="clear" w:color="auto" w:fill="auto"/>
          </w:tcPr>
          <w:p w14:paraId="7CC1C4B3" w14:textId="77777777" w:rsidR="007A79D2" w:rsidRPr="00A30D7A" w:rsidRDefault="007A79D2" w:rsidP="00615D4B">
            <w:pPr>
              <w:rPr>
                <w:rFonts w:cs="Arial"/>
              </w:rPr>
            </w:pPr>
          </w:p>
        </w:tc>
        <w:tc>
          <w:tcPr>
            <w:tcW w:w="1314" w:type="dxa"/>
            <w:shd w:val="clear" w:color="auto" w:fill="auto"/>
          </w:tcPr>
          <w:p w14:paraId="30A3F0D4" w14:textId="77777777" w:rsidR="007A79D2" w:rsidRPr="00A30D7A" w:rsidRDefault="007A79D2" w:rsidP="00615D4B">
            <w:pPr>
              <w:rPr>
                <w:rFonts w:cs="Arial"/>
              </w:rPr>
            </w:pPr>
          </w:p>
        </w:tc>
      </w:tr>
      <w:tr w:rsidR="00092908" w:rsidRPr="00A30D7A" w14:paraId="7C1F93C7" w14:textId="77777777" w:rsidTr="007D05E7">
        <w:tc>
          <w:tcPr>
            <w:tcW w:w="1314" w:type="dxa"/>
            <w:shd w:val="clear" w:color="auto" w:fill="auto"/>
          </w:tcPr>
          <w:p w14:paraId="5FBC1BE3" w14:textId="77777777" w:rsidR="007A79D2" w:rsidRPr="00A30D7A" w:rsidRDefault="007A79D2" w:rsidP="00615D4B">
            <w:pPr>
              <w:rPr>
                <w:rFonts w:cs="Arial"/>
              </w:rPr>
            </w:pPr>
          </w:p>
        </w:tc>
        <w:tc>
          <w:tcPr>
            <w:tcW w:w="1314" w:type="dxa"/>
            <w:shd w:val="clear" w:color="auto" w:fill="auto"/>
          </w:tcPr>
          <w:p w14:paraId="4E86CB20" w14:textId="77777777" w:rsidR="007A79D2" w:rsidRPr="00A30D7A" w:rsidRDefault="007A79D2" w:rsidP="00615D4B">
            <w:pPr>
              <w:rPr>
                <w:rFonts w:cs="Arial"/>
              </w:rPr>
            </w:pPr>
          </w:p>
        </w:tc>
        <w:tc>
          <w:tcPr>
            <w:tcW w:w="1314" w:type="dxa"/>
            <w:shd w:val="clear" w:color="auto" w:fill="auto"/>
          </w:tcPr>
          <w:p w14:paraId="242B678A" w14:textId="77777777" w:rsidR="007A79D2" w:rsidRPr="00A30D7A" w:rsidRDefault="007A79D2" w:rsidP="00615D4B">
            <w:pPr>
              <w:rPr>
                <w:rFonts w:cs="Arial"/>
              </w:rPr>
            </w:pPr>
          </w:p>
        </w:tc>
        <w:tc>
          <w:tcPr>
            <w:tcW w:w="1314" w:type="dxa"/>
            <w:shd w:val="clear" w:color="auto" w:fill="auto"/>
          </w:tcPr>
          <w:p w14:paraId="302FD59A" w14:textId="77777777" w:rsidR="007A79D2" w:rsidRPr="00A30D7A" w:rsidRDefault="007A79D2" w:rsidP="00615D4B">
            <w:pPr>
              <w:rPr>
                <w:rFonts w:cs="Arial"/>
              </w:rPr>
            </w:pPr>
          </w:p>
        </w:tc>
        <w:tc>
          <w:tcPr>
            <w:tcW w:w="1314" w:type="dxa"/>
            <w:shd w:val="clear" w:color="auto" w:fill="auto"/>
          </w:tcPr>
          <w:p w14:paraId="36223ED3" w14:textId="77777777" w:rsidR="007A79D2" w:rsidRPr="00A30D7A" w:rsidRDefault="007A79D2" w:rsidP="00615D4B">
            <w:pPr>
              <w:rPr>
                <w:rFonts w:cs="Arial"/>
              </w:rPr>
            </w:pPr>
          </w:p>
        </w:tc>
      </w:tr>
    </w:tbl>
    <w:p w14:paraId="1F4FB2FB" w14:textId="77777777" w:rsidR="007A79D2" w:rsidRPr="00A30D7A" w:rsidRDefault="007A79D2" w:rsidP="007A79D2">
      <w:pPr>
        <w:rPr>
          <w:rFonts w:cs="Arial"/>
        </w:rPr>
      </w:pPr>
    </w:p>
    <w:p w14:paraId="5202785A" w14:textId="77777777" w:rsidR="00FB6532" w:rsidRPr="00A30D7A" w:rsidRDefault="00FB6532" w:rsidP="00FB6532">
      <w:pPr>
        <w:pStyle w:val="Instructions"/>
        <w:rPr>
          <w:rFonts w:cs="Arial"/>
        </w:rPr>
      </w:pPr>
      <w:r w:rsidRPr="00A30D7A">
        <w:rPr>
          <w:rFonts w:cs="Arial"/>
        </w:rPr>
        <w:t>Enter details and add or delete rows as required. If proposed amendments are extensive, it may be simpler to append the subject document with changes made clear by highlighting, strikethroughs, track changes, etc and reference its location.</w:t>
      </w:r>
    </w:p>
    <w:p w14:paraId="43CFFD5F" w14:textId="77777777" w:rsidR="00FB6532" w:rsidRPr="00A30D7A" w:rsidRDefault="00FB6532" w:rsidP="00FB6532">
      <w:pPr>
        <w:pStyle w:val="Instructions"/>
        <w:rPr>
          <w:rFonts w:cs="Arial"/>
        </w:rPr>
      </w:pPr>
      <w:r w:rsidRPr="00A30D7A">
        <w:rPr>
          <w:rFonts w:cs="Arial"/>
        </w:rPr>
        <w:t xml:space="preserve">Proposed additional documents accepted by the </w:t>
      </w:r>
      <w:r w:rsidR="003552E1" w:rsidRPr="00A30D7A">
        <w:rPr>
          <w:rFonts w:cs="Arial"/>
        </w:rPr>
        <w:t>a</w:t>
      </w:r>
      <w:r w:rsidRPr="00A30D7A">
        <w:rPr>
          <w:rFonts w:cs="Arial"/>
        </w:rPr>
        <w:t xml:space="preserve">ppointing </w:t>
      </w:r>
      <w:r w:rsidR="003552E1" w:rsidRPr="00A30D7A">
        <w:rPr>
          <w:rFonts w:cs="Arial"/>
        </w:rPr>
        <w:t>p</w:t>
      </w:r>
      <w:r w:rsidRPr="00A30D7A">
        <w:rPr>
          <w:rFonts w:cs="Arial"/>
        </w:rPr>
        <w:t xml:space="preserve">arty should be included in the CDE and </w:t>
      </w:r>
      <w:r w:rsidR="003552E1" w:rsidRPr="00A30D7A">
        <w:rPr>
          <w:rFonts w:cs="Arial"/>
        </w:rPr>
        <w:t>a</w:t>
      </w:r>
      <w:r w:rsidRPr="00A30D7A">
        <w:rPr>
          <w:rFonts w:cs="Arial"/>
        </w:rPr>
        <w:t xml:space="preserve">ppointed </w:t>
      </w:r>
      <w:r w:rsidR="003552E1" w:rsidRPr="00A30D7A">
        <w:rPr>
          <w:rFonts w:cs="Arial"/>
        </w:rPr>
        <w:t>p</w:t>
      </w:r>
      <w:r w:rsidRPr="00A30D7A">
        <w:rPr>
          <w:rFonts w:cs="Arial"/>
        </w:rPr>
        <w:t>arties notified.</w:t>
      </w:r>
    </w:p>
    <w:p w14:paraId="47772A77" w14:textId="77777777" w:rsidR="00193D32" w:rsidRPr="00A30D7A" w:rsidRDefault="00193D32">
      <w:pPr>
        <w:tabs>
          <w:tab w:val="clear" w:pos="3969"/>
        </w:tabs>
        <w:spacing w:after="160" w:line="259" w:lineRule="auto"/>
        <w:rPr>
          <w:rFonts w:cs="Arial"/>
        </w:rPr>
      </w:pPr>
      <w:r w:rsidRPr="00A30D7A">
        <w:rPr>
          <w:rFonts w:cs="Arial"/>
          <w:b/>
          <w:caps/>
        </w:rPr>
        <w:br w:type="page"/>
      </w:r>
    </w:p>
    <w:p w14:paraId="72AC719E" w14:textId="6DED6636" w:rsidR="00D1330F" w:rsidRPr="00A30D7A" w:rsidRDefault="00D1330F" w:rsidP="003D628C">
      <w:pPr>
        <w:pStyle w:val="Heading1"/>
      </w:pPr>
      <w:bookmarkStart w:id="441" w:name="_Toc163550167"/>
      <w:r w:rsidRPr="00A30D7A">
        <w:lastRenderedPageBreak/>
        <w:t>References</w:t>
      </w:r>
      <w:bookmarkEnd w:id="441"/>
    </w:p>
    <w:p w14:paraId="26B8A0C1" w14:textId="3B011CA3" w:rsidR="004F3368" w:rsidRPr="00A30D7A" w:rsidRDefault="00D1330F" w:rsidP="004F3368">
      <w:pPr>
        <w:pStyle w:val="Instructions"/>
        <w:rPr>
          <w:rFonts w:cs="Arial"/>
          <w:bCs/>
        </w:rPr>
      </w:pPr>
      <w:r w:rsidRPr="00A30D7A">
        <w:rPr>
          <w:rFonts w:cs="Arial"/>
          <w:bCs/>
        </w:rPr>
        <w:t>Amend the following references to reflect additions or deletions from the BEP Template.</w:t>
      </w:r>
    </w:p>
    <w:p w14:paraId="62B21662" w14:textId="483B51A9" w:rsidR="00871294" w:rsidRPr="00A30D7A" w:rsidRDefault="00871294" w:rsidP="00871294">
      <w:pPr>
        <w:pStyle w:val="Instructions"/>
        <w:tabs>
          <w:tab w:val="clear" w:pos="3969"/>
          <w:tab w:val="left" w:pos="2127"/>
        </w:tabs>
        <w:rPr>
          <w:rFonts w:cs="Arial"/>
          <w:b/>
        </w:rPr>
      </w:pPr>
      <w:r w:rsidRPr="00A30D7A">
        <w:rPr>
          <w:rFonts w:cs="Arial"/>
          <w:b/>
        </w:rPr>
        <w:t>The following documents are incorporated into this BIM Execution Plan by reference:</w:t>
      </w:r>
    </w:p>
    <w:p w14:paraId="448C1E93" w14:textId="5C3899AA" w:rsidR="0080643D" w:rsidRPr="00507471" w:rsidRDefault="0080643D" w:rsidP="00507471">
      <w:pPr>
        <w:tabs>
          <w:tab w:val="clear" w:pos="3969"/>
          <w:tab w:val="left" w:pos="2694"/>
        </w:tabs>
        <w:rPr>
          <w:rFonts w:cs="Arial"/>
        </w:rPr>
      </w:pPr>
      <w:r w:rsidRPr="00507471">
        <w:rPr>
          <w:rFonts w:cs="Arial"/>
        </w:rPr>
        <w:t>AS ISO 19650.2 NA</w:t>
      </w:r>
      <w:r w:rsidR="00507471" w:rsidRPr="00507471">
        <w:rPr>
          <w:rFonts w:cs="Arial"/>
        </w:rPr>
        <w:tab/>
      </w:r>
      <w:r w:rsidRPr="00507471">
        <w:rPr>
          <w:rFonts w:cs="Arial"/>
        </w:rPr>
        <w:t>Pending</w:t>
      </w:r>
      <w:r w:rsidRPr="00507471">
        <w:rPr>
          <w:rFonts w:cs="Arial"/>
        </w:rPr>
        <w:tab/>
        <w:t>Organization and digitization of information about buildings and civil engineering works, including building information modelling (BIM) - Information management using building information modelling, Part 2: Delivery phase of the assets - National Annex</w:t>
      </w:r>
    </w:p>
    <w:p w14:paraId="71C19CE2" w14:textId="4A8BC80B" w:rsidR="009843DD" w:rsidRPr="00A30D7A" w:rsidRDefault="009843DD" w:rsidP="006D66BC">
      <w:pPr>
        <w:tabs>
          <w:tab w:val="clear" w:pos="3969"/>
          <w:tab w:val="left" w:pos="2694"/>
        </w:tabs>
        <w:rPr>
          <w:rFonts w:cs="Arial"/>
        </w:rPr>
      </w:pPr>
      <w:proofErr w:type="spellStart"/>
      <w:r w:rsidRPr="00A30D7A">
        <w:rPr>
          <w:rFonts w:cs="Arial"/>
        </w:rPr>
        <w:t>COBie</w:t>
      </w:r>
      <w:proofErr w:type="spellEnd"/>
      <w:r w:rsidRPr="00A30D7A">
        <w:rPr>
          <w:rFonts w:cs="Arial"/>
        </w:rPr>
        <w:tab/>
      </w:r>
      <w:r w:rsidR="00BC226E">
        <w:rPr>
          <w:rFonts w:cs="Arial"/>
        </w:rPr>
        <w:tab/>
      </w:r>
      <w:r w:rsidR="00BC226E">
        <w:rPr>
          <w:rFonts w:cs="Arial"/>
        </w:rPr>
        <w:tab/>
      </w:r>
      <w:r w:rsidRPr="00A30D7A">
        <w:rPr>
          <w:rFonts w:cs="Arial"/>
        </w:rPr>
        <w:t>Constructions Operations Building Information Exchange</w:t>
      </w:r>
    </w:p>
    <w:p w14:paraId="4F3F3F0C" w14:textId="77777777" w:rsidR="009843DD" w:rsidRPr="00A30D7A" w:rsidRDefault="009843DD" w:rsidP="006D66BC">
      <w:pPr>
        <w:tabs>
          <w:tab w:val="clear" w:pos="3969"/>
          <w:tab w:val="left" w:pos="2694"/>
        </w:tabs>
        <w:rPr>
          <w:rFonts w:cs="Arial"/>
        </w:rPr>
      </w:pPr>
      <w:r w:rsidRPr="00A30D7A">
        <w:rPr>
          <w:rFonts w:cs="Arial"/>
        </w:rPr>
        <w:t>National BIM Guide</w:t>
      </w:r>
      <w:r w:rsidRPr="00A30D7A">
        <w:rPr>
          <w:rFonts w:cs="Arial"/>
        </w:rPr>
        <w:tab/>
        <w:t>2022</w:t>
      </w:r>
      <w:r w:rsidRPr="00A30D7A">
        <w:rPr>
          <w:rFonts w:cs="Arial"/>
        </w:rPr>
        <w:tab/>
        <w:t>NATSPEC</w:t>
      </w:r>
    </w:p>
    <w:p w14:paraId="459E7E76" w14:textId="77777777" w:rsidR="00FB02D0" w:rsidRPr="00A30D7A" w:rsidRDefault="00FB02D0" w:rsidP="006D66BC">
      <w:pPr>
        <w:tabs>
          <w:tab w:val="clear" w:pos="3969"/>
          <w:tab w:val="left" w:pos="2694"/>
        </w:tabs>
        <w:rPr>
          <w:rFonts w:cs="Arial"/>
        </w:rPr>
      </w:pPr>
      <w:proofErr w:type="spellStart"/>
      <w:r w:rsidRPr="00A30D7A">
        <w:rPr>
          <w:rFonts w:cs="Arial"/>
        </w:rPr>
        <w:t>UniFormat</w:t>
      </w:r>
      <w:proofErr w:type="spellEnd"/>
      <w:r w:rsidRPr="00A30D7A">
        <w:rPr>
          <w:rFonts w:cs="Arial"/>
        </w:rPr>
        <w:tab/>
        <w:t>2010</w:t>
      </w:r>
      <w:r w:rsidRPr="00A30D7A">
        <w:rPr>
          <w:rFonts w:cs="Arial"/>
        </w:rPr>
        <w:tab/>
        <w:t>Building Element Classification System</w:t>
      </w:r>
    </w:p>
    <w:p w14:paraId="7404E8D3" w14:textId="77777777" w:rsidR="00871294" w:rsidRPr="00A30D7A" w:rsidRDefault="00871294" w:rsidP="00871294">
      <w:pPr>
        <w:pStyle w:val="Instructions"/>
        <w:tabs>
          <w:tab w:val="clear" w:pos="3969"/>
          <w:tab w:val="left" w:pos="2127"/>
        </w:tabs>
        <w:rPr>
          <w:rFonts w:cs="Arial"/>
          <w:b/>
        </w:rPr>
      </w:pPr>
      <w:r w:rsidRPr="00A30D7A">
        <w:rPr>
          <w:rFonts w:cs="Arial"/>
          <w:b/>
        </w:rPr>
        <w:t>The following documents are mentioned only in the Guidance text:</w:t>
      </w:r>
    </w:p>
    <w:p w14:paraId="258F42BC" w14:textId="77777777" w:rsidR="007549B9" w:rsidRPr="00663342" w:rsidRDefault="007549B9" w:rsidP="007549B9">
      <w:pPr>
        <w:pStyle w:val="Standard1"/>
        <w:ind w:left="2880" w:hanging="2880"/>
      </w:pPr>
      <w:r w:rsidRPr="00663342">
        <w:t>AS ISO 19650.2</w:t>
      </w:r>
      <w:r w:rsidRPr="00663342">
        <w:tab/>
        <w:t>2019</w:t>
      </w:r>
      <w:r w:rsidRPr="00663342">
        <w:tab/>
        <w:t xml:space="preserve">Organization and digitization of information about buildings and civil engineering works, including building information modelling (BIM) - Information management using building information modelling, Part 2: Delivery phase of the </w:t>
      </w:r>
      <w:proofErr w:type="gramStart"/>
      <w:r w:rsidRPr="00663342">
        <w:t>assets</w:t>
      </w:r>
      <w:proofErr w:type="gramEnd"/>
    </w:p>
    <w:p w14:paraId="03FFDD4C" w14:textId="77777777" w:rsidR="007549B9" w:rsidRPr="00663342" w:rsidRDefault="007549B9" w:rsidP="007549B9">
      <w:pPr>
        <w:pStyle w:val="Standard1"/>
      </w:pPr>
      <w:r w:rsidRPr="00663342">
        <w:t>ASTM E2807-11</w:t>
      </w:r>
      <w:r w:rsidRPr="00663342">
        <w:tab/>
        <w:t>2019</w:t>
      </w:r>
      <w:r w:rsidRPr="00663342">
        <w:tab/>
        <w:t>Standard Specification for 3D Imaging Data Exchange</w:t>
      </w:r>
    </w:p>
    <w:p w14:paraId="5558EE4B" w14:textId="4F6478AE" w:rsidR="00454151" w:rsidRPr="007549B9" w:rsidRDefault="00454151" w:rsidP="007549B9">
      <w:pPr>
        <w:pStyle w:val="Standard1"/>
      </w:pPr>
      <w:r w:rsidRPr="007549B9">
        <w:t>EN 17412-1</w:t>
      </w:r>
      <w:r w:rsidRPr="007549B9">
        <w:tab/>
        <w:t>2020</w:t>
      </w:r>
      <w:r w:rsidR="007549B9">
        <w:tab/>
      </w:r>
      <w:r w:rsidRPr="007549B9">
        <w:t>Building information modelling – Level of information need – Part 1: Concepts and principles. (ISO/DIS 7817:2022 is under development)</w:t>
      </w:r>
    </w:p>
    <w:p w14:paraId="3F1D4256" w14:textId="77777777" w:rsidR="007549B9" w:rsidRDefault="007549B9" w:rsidP="007549B9">
      <w:pPr>
        <w:pStyle w:val="Standard1"/>
      </w:pPr>
      <w:bookmarkStart w:id="442" w:name="_Hlk13238263"/>
      <w:bookmarkEnd w:id="429"/>
      <w:bookmarkEnd w:id="430"/>
      <w:bookmarkEnd w:id="431"/>
      <w:r w:rsidRPr="00663342">
        <w:t>BIM Collaboration</w:t>
      </w:r>
    </w:p>
    <w:p w14:paraId="6086C3AB" w14:textId="77777777" w:rsidR="007549B9" w:rsidRPr="00663342" w:rsidRDefault="007549B9" w:rsidP="007549B9">
      <w:pPr>
        <w:pStyle w:val="Standard1"/>
      </w:pPr>
      <w:r w:rsidRPr="00663342">
        <w:t>Format</w:t>
      </w:r>
      <w:r>
        <w:t xml:space="preserve"> v3.0</w:t>
      </w:r>
      <w:r w:rsidRPr="00663342">
        <w:tab/>
        <w:t>2021</w:t>
      </w:r>
      <w:r w:rsidRPr="00663342">
        <w:tab/>
      </w:r>
    </w:p>
    <w:p w14:paraId="2D0D5C93" w14:textId="77777777" w:rsidR="007549B9" w:rsidRDefault="007549B9" w:rsidP="007549B9">
      <w:pPr>
        <w:pStyle w:val="Standard1"/>
        <w:ind w:left="0" w:firstLine="0"/>
      </w:pPr>
      <w:r w:rsidRPr="00663342">
        <w:t>BIM Project Execution</w:t>
      </w:r>
    </w:p>
    <w:p w14:paraId="74A54AFE" w14:textId="77777777" w:rsidR="007549B9" w:rsidRPr="00663342" w:rsidRDefault="007549B9" w:rsidP="007549B9">
      <w:pPr>
        <w:pStyle w:val="Standard1"/>
      </w:pPr>
      <w:r w:rsidRPr="00663342">
        <w:t xml:space="preserve">Planning Guide </w:t>
      </w:r>
      <w:r>
        <w:t>v2.2</w:t>
      </w:r>
      <w:r w:rsidRPr="00663342">
        <w:tab/>
        <w:t>2019</w:t>
      </w:r>
      <w:r w:rsidRPr="00663342">
        <w:tab/>
        <w:t>Computer Integrated Construction Research Program (CIC) at the Pennsylvania State University (PSU)</w:t>
      </w:r>
    </w:p>
    <w:p w14:paraId="043AD914" w14:textId="77777777" w:rsidR="007549B9" w:rsidRDefault="007549B9" w:rsidP="007549B9">
      <w:pPr>
        <w:pStyle w:val="Standard1"/>
      </w:pPr>
      <w:r w:rsidRPr="00663342">
        <w:t>The Outline Scope of</w:t>
      </w:r>
      <w:r>
        <w:t xml:space="preserve"> </w:t>
      </w:r>
    </w:p>
    <w:p w14:paraId="60A68FD5" w14:textId="77777777" w:rsidR="007549B9" w:rsidRDefault="007549B9" w:rsidP="007549B9">
      <w:pPr>
        <w:pStyle w:val="Standard1"/>
      </w:pPr>
      <w:r w:rsidRPr="00663342">
        <w:t>Services for the Role</w:t>
      </w:r>
    </w:p>
    <w:p w14:paraId="70E8C7BA" w14:textId="77777777" w:rsidR="007549B9" w:rsidRDefault="007549B9" w:rsidP="007549B9">
      <w:pPr>
        <w:pStyle w:val="Standard1"/>
      </w:pPr>
      <w:r w:rsidRPr="00663342">
        <w:t>Of</w:t>
      </w:r>
      <w:r>
        <w:t xml:space="preserve"> </w:t>
      </w:r>
      <w:r w:rsidRPr="00663342">
        <w:t>Information</w:t>
      </w:r>
    </w:p>
    <w:p w14:paraId="2D43133F" w14:textId="77777777" w:rsidR="007549B9" w:rsidRPr="00663342" w:rsidRDefault="007549B9" w:rsidP="007549B9">
      <w:pPr>
        <w:pStyle w:val="Standard1"/>
      </w:pPr>
      <w:r w:rsidRPr="00663342">
        <w:t>Management</w:t>
      </w:r>
      <w:r w:rsidRPr="00663342">
        <w:tab/>
        <w:t>2013</w:t>
      </w:r>
      <w:r w:rsidRPr="00663342">
        <w:tab/>
        <w:t>Construction Industry Council</w:t>
      </w:r>
    </w:p>
    <w:p w14:paraId="0146284A" w14:textId="77777777" w:rsidR="007549B9" w:rsidRPr="00663342" w:rsidRDefault="007549B9" w:rsidP="007549B9">
      <w:pPr>
        <w:pStyle w:val="Standard1"/>
      </w:pPr>
      <w:r w:rsidRPr="00663342">
        <w:t>GSA BIM Guide 03</w:t>
      </w:r>
      <w:r w:rsidRPr="00663342">
        <w:tab/>
        <w:t>2009</w:t>
      </w:r>
      <w:r w:rsidRPr="00663342">
        <w:tab/>
        <w:t>3D Laser Scanning v1.0</w:t>
      </w:r>
    </w:p>
    <w:p w14:paraId="7B844E89" w14:textId="77777777" w:rsidR="007549B9" w:rsidRPr="00663342" w:rsidRDefault="007549B9" w:rsidP="007549B9">
      <w:pPr>
        <w:pStyle w:val="Standard1"/>
      </w:pPr>
      <w:r w:rsidRPr="00663342">
        <w:t>LOD Specification</w:t>
      </w:r>
      <w:r w:rsidRPr="00663342">
        <w:tab/>
        <w:t>2022</w:t>
      </w:r>
      <w:r w:rsidRPr="00663342">
        <w:tab/>
      </w:r>
      <w:proofErr w:type="spellStart"/>
      <w:r w:rsidRPr="00663342">
        <w:t>BIMForum</w:t>
      </w:r>
      <w:proofErr w:type="spellEnd"/>
    </w:p>
    <w:p w14:paraId="1DC5CBB1" w14:textId="77777777" w:rsidR="007549B9" w:rsidRDefault="007549B9" w:rsidP="007549B9">
      <w:pPr>
        <w:pStyle w:val="Standard1"/>
      </w:pPr>
      <w:r w:rsidRPr="00663342">
        <w:t>National Guidelines</w:t>
      </w:r>
    </w:p>
    <w:p w14:paraId="4824164C" w14:textId="77777777" w:rsidR="007549B9" w:rsidRPr="00663342" w:rsidRDefault="007549B9" w:rsidP="007549B9">
      <w:pPr>
        <w:pStyle w:val="Standard1"/>
      </w:pPr>
      <w:r w:rsidRPr="00663342">
        <w:t>for Digital Modelling</w:t>
      </w:r>
      <w:r w:rsidRPr="00663342">
        <w:tab/>
        <w:t>2009</w:t>
      </w:r>
      <w:r w:rsidRPr="00663342">
        <w:tab/>
        <w:t>Cooperative Research Centre (CRC) for Construction Innovation</w:t>
      </w:r>
    </w:p>
    <w:p w14:paraId="008ED93E" w14:textId="3FCB42E4" w:rsidR="00060FFD" w:rsidRPr="00A30D7A" w:rsidRDefault="00060FFD">
      <w:pPr>
        <w:rPr>
          <w:rFonts w:eastAsiaTheme="minorHAnsi" w:cs="Arial"/>
        </w:rPr>
      </w:pPr>
      <w:r w:rsidRPr="00A30D7A">
        <w:rPr>
          <w:rFonts w:eastAsiaTheme="minorHAnsi" w:cs="Arial"/>
        </w:rPr>
        <w:br w:type="page"/>
      </w:r>
    </w:p>
    <w:p w14:paraId="4E3BFF8E" w14:textId="7B2ACB70" w:rsidR="003D628C" w:rsidRPr="00A30D7A" w:rsidRDefault="003D628C" w:rsidP="003D628C">
      <w:pPr>
        <w:pStyle w:val="Heading1"/>
      </w:pPr>
      <w:bookmarkStart w:id="443" w:name="_Toc98843125"/>
      <w:bookmarkStart w:id="444" w:name="_Toc98843628"/>
      <w:bookmarkStart w:id="445" w:name="_Toc144045358"/>
      <w:bookmarkStart w:id="446" w:name="_Toc144045359"/>
      <w:bookmarkStart w:id="447" w:name="_Toc144045360"/>
      <w:bookmarkStart w:id="448" w:name="_Toc144045361"/>
      <w:bookmarkStart w:id="449" w:name="_Toc144045362"/>
      <w:bookmarkStart w:id="450" w:name="_Toc144045363"/>
      <w:bookmarkStart w:id="451" w:name="_Toc144045364"/>
      <w:bookmarkStart w:id="452" w:name="_Toc144045365"/>
      <w:bookmarkStart w:id="453" w:name="_Toc144045366"/>
      <w:bookmarkStart w:id="454" w:name="_Toc144045367"/>
      <w:bookmarkStart w:id="455" w:name="_Toc144045387"/>
      <w:bookmarkStart w:id="456" w:name="_Toc144045395"/>
      <w:bookmarkStart w:id="457" w:name="_Toc144045403"/>
      <w:bookmarkStart w:id="458" w:name="_Toc144045419"/>
      <w:bookmarkStart w:id="459" w:name="_Toc144045427"/>
      <w:bookmarkStart w:id="460" w:name="_Toc144045435"/>
      <w:bookmarkStart w:id="461" w:name="_Toc144045451"/>
      <w:bookmarkStart w:id="462" w:name="_Toc144045459"/>
      <w:bookmarkStart w:id="463" w:name="_Toc144045467"/>
      <w:bookmarkStart w:id="464" w:name="_Toc144045483"/>
      <w:bookmarkStart w:id="465" w:name="_Toc144045499"/>
      <w:bookmarkStart w:id="466" w:name="_Toc144045507"/>
      <w:bookmarkStart w:id="467" w:name="_Toc144045508"/>
      <w:bookmarkStart w:id="468" w:name="_Toc144045509"/>
      <w:bookmarkStart w:id="469" w:name="_Toc144045510"/>
      <w:bookmarkStart w:id="470" w:name="_Toc144045511"/>
      <w:bookmarkStart w:id="471" w:name="_Toc144045512"/>
      <w:bookmarkStart w:id="472" w:name="_Toc144045513"/>
      <w:bookmarkStart w:id="473" w:name="_Toc144045514"/>
      <w:bookmarkStart w:id="474" w:name="_Toc144045583"/>
      <w:bookmarkStart w:id="475" w:name="_Toc144045584"/>
      <w:bookmarkStart w:id="476" w:name="_Toc144045585"/>
      <w:bookmarkStart w:id="477" w:name="_Toc144045586"/>
      <w:bookmarkStart w:id="478" w:name="_Toc144045587"/>
      <w:bookmarkStart w:id="479" w:name="_Toc144045588"/>
      <w:bookmarkStart w:id="480" w:name="_Toc144045589"/>
      <w:bookmarkStart w:id="481" w:name="_Toc144045680"/>
      <w:bookmarkStart w:id="482" w:name="_Toc144045681"/>
      <w:bookmarkStart w:id="483" w:name="_Toc144045682"/>
      <w:bookmarkStart w:id="484" w:name="_Toc144045683"/>
      <w:bookmarkStart w:id="485" w:name="_Toc144045684"/>
      <w:bookmarkStart w:id="486" w:name="_Toc144045685"/>
      <w:bookmarkStart w:id="487" w:name="_Toc144045686"/>
      <w:bookmarkStart w:id="488" w:name="_Toc144045687"/>
      <w:bookmarkStart w:id="489" w:name="_Toc144045688"/>
      <w:bookmarkStart w:id="490" w:name="_Toc144045689"/>
      <w:bookmarkStart w:id="491" w:name="_Toc144045758"/>
      <w:bookmarkStart w:id="492" w:name="_Toc144045759"/>
      <w:bookmarkStart w:id="493" w:name="_Toc112342233"/>
      <w:bookmarkStart w:id="494" w:name="_Toc112342607"/>
      <w:bookmarkStart w:id="495" w:name="_Toc112778680"/>
      <w:bookmarkStart w:id="496" w:name="_Toc112779199"/>
      <w:bookmarkStart w:id="497" w:name="_Toc112163228"/>
      <w:bookmarkStart w:id="498" w:name="_Toc112163229"/>
      <w:bookmarkStart w:id="499" w:name="_Toc112163230"/>
      <w:bookmarkStart w:id="500" w:name="_Toc112163231"/>
      <w:bookmarkStart w:id="501" w:name="_Toc111736710"/>
      <w:bookmarkStart w:id="502" w:name="_Toc144045760"/>
      <w:bookmarkStart w:id="503" w:name="_Toc144045761"/>
      <w:bookmarkStart w:id="504" w:name="_Toc144045762"/>
      <w:bookmarkStart w:id="505" w:name="_Toc144045763"/>
      <w:bookmarkStart w:id="506" w:name="_Toc144045764"/>
      <w:bookmarkStart w:id="507" w:name="_Toc144045765"/>
      <w:bookmarkStart w:id="508" w:name="_Toc144045766"/>
      <w:bookmarkStart w:id="509" w:name="_Toc144045767"/>
      <w:bookmarkStart w:id="510" w:name="_Toc144045768"/>
      <w:bookmarkStart w:id="511" w:name="_Toc144045769"/>
      <w:bookmarkStart w:id="512" w:name="_Toc144045890"/>
      <w:bookmarkStart w:id="513" w:name="_Toc144045891"/>
      <w:bookmarkStart w:id="514" w:name="_Toc144045892"/>
      <w:bookmarkStart w:id="515" w:name="_Toc144045893"/>
      <w:bookmarkStart w:id="516" w:name="_Toc144045894"/>
      <w:bookmarkStart w:id="517" w:name="_Toc144045895"/>
      <w:bookmarkStart w:id="518" w:name="_Toc144045896"/>
      <w:bookmarkStart w:id="519" w:name="_Toc144045897"/>
      <w:bookmarkStart w:id="520" w:name="_Toc144045898"/>
      <w:bookmarkStart w:id="521" w:name="_Toc144045899"/>
      <w:bookmarkStart w:id="522" w:name="_Toc144045900"/>
      <w:bookmarkStart w:id="523" w:name="_Toc111736712"/>
      <w:bookmarkStart w:id="524" w:name="_Toc144045969"/>
      <w:bookmarkStart w:id="525" w:name="_Toc144045970"/>
      <w:bookmarkStart w:id="526" w:name="_Toc144045971"/>
      <w:bookmarkStart w:id="527" w:name="_Toc144045972"/>
      <w:bookmarkStart w:id="528" w:name="_Toc144046159"/>
      <w:bookmarkStart w:id="529" w:name="_Toc144046160"/>
      <w:bookmarkStart w:id="530" w:name="_Toc144046161"/>
      <w:bookmarkStart w:id="531" w:name="_Toc144046162"/>
      <w:bookmarkStart w:id="532" w:name="_Toc144046231"/>
      <w:bookmarkStart w:id="533" w:name="_Toc163550168"/>
      <w:bookmarkEnd w:id="413"/>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A30D7A">
        <w:lastRenderedPageBreak/>
        <w:t>Annex</w:t>
      </w:r>
      <w:r w:rsidR="00075A5C" w:rsidRPr="00A30D7A">
        <w:t> </w:t>
      </w:r>
      <w:r w:rsidR="00104988" w:rsidRPr="00A30D7A">
        <w:t>A</w:t>
      </w:r>
      <w:r w:rsidRPr="00A30D7A">
        <w:t xml:space="preserve"> – Delivery team roles and responsibilities</w:t>
      </w:r>
      <w:bookmarkEnd w:id="533"/>
    </w:p>
    <w:p w14:paraId="2B0FC39F" w14:textId="77777777" w:rsidR="003D628C" w:rsidRPr="00A30D7A" w:rsidRDefault="003D628C" w:rsidP="003D628C">
      <w:pPr>
        <w:pStyle w:val="Heading2"/>
        <w:rPr>
          <w:rFonts w:cs="Arial"/>
        </w:rPr>
      </w:pPr>
      <w:bookmarkStart w:id="534" w:name="_Toc157251951"/>
      <w:bookmarkStart w:id="535" w:name="_Toc163550169"/>
      <w:r w:rsidRPr="00A30D7A">
        <w:rPr>
          <w:rFonts w:cs="Arial"/>
        </w:rPr>
        <w:t>Information Manager</w:t>
      </w:r>
      <w:bookmarkEnd w:id="534"/>
      <w:bookmarkEnd w:id="535"/>
    </w:p>
    <w:p w14:paraId="16D06C8D" w14:textId="57427CB8" w:rsidR="003D628C" w:rsidRPr="00A30D7A" w:rsidRDefault="003D628C" w:rsidP="003D628C">
      <w:r w:rsidRPr="00A30D7A">
        <w:t>The information management function in conformance with AS ISO 19650.2</w:t>
      </w:r>
      <w:r w:rsidR="00353DE3">
        <w:t xml:space="preserve"> (2019)</w:t>
      </w:r>
      <w:r w:rsidRPr="00A30D7A">
        <w:t xml:space="preserve"> may be assigned to any of the following contractual roles. In the interests of brevity, the individual/s undertaking the role are referred to as the Information Manager/s.</w:t>
      </w:r>
    </w:p>
    <w:p w14:paraId="54E12321" w14:textId="0E3ADD00" w:rsidR="003D628C" w:rsidRPr="00A30D7A" w:rsidRDefault="003D628C" w:rsidP="003D628C">
      <w:pPr>
        <w:pStyle w:val="Instructions"/>
      </w:pPr>
      <w:r w:rsidRPr="00A30D7A">
        <w:t xml:space="preserve">As noted in clause 3.1.4 of the National BIM Guide, </w:t>
      </w:r>
      <w:r w:rsidR="00353DE3">
        <w:t xml:space="preserve">the </w:t>
      </w:r>
      <w:r w:rsidRPr="00A30D7A">
        <w:t xml:space="preserve">AS ISO 19650 </w:t>
      </w:r>
      <w:r w:rsidR="00353DE3">
        <w:t xml:space="preserve">series </w:t>
      </w:r>
      <w:r w:rsidRPr="00A30D7A">
        <w:t>never uses the term ‘Information Manager’ but instead always refers to an “</w:t>
      </w:r>
      <w:r w:rsidRPr="00A30D7A">
        <w:rPr>
          <w:i/>
          <w:iCs/>
        </w:rPr>
        <w:t>individual or individuals nominated by the appointing party to undertake the information management function</w:t>
      </w:r>
      <w:r w:rsidRPr="00A30D7A">
        <w:t xml:space="preserve">” for a project. Relevant clauses of the CIC </w:t>
      </w:r>
      <w:r w:rsidRPr="00A30D7A">
        <w:rPr>
          <w:i/>
          <w:iCs/>
        </w:rPr>
        <w:t xml:space="preserve">The Outline Scope of Services for the Role of Information Management </w:t>
      </w:r>
      <w:r w:rsidRPr="00A30D7A">
        <w:t>can be referenced as required.</w:t>
      </w:r>
    </w:p>
    <w:p w14:paraId="5C0D94E2" w14:textId="77777777" w:rsidR="003D628C" w:rsidRPr="00A30D7A" w:rsidRDefault="003D628C" w:rsidP="003D628C">
      <w:pPr>
        <w:pStyle w:val="Instructions"/>
      </w:pPr>
      <w:r w:rsidRPr="00A30D7A">
        <w:t>Edit the following responsibilities for each role as required to suit the project.</w:t>
      </w:r>
    </w:p>
    <w:p w14:paraId="10159186" w14:textId="77777777" w:rsidR="003D628C" w:rsidRPr="00A30D7A" w:rsidRDefault="003D628C" w:rsidP="003D628C">
      <w:pPr>
        <w:pStyle w:val="Instructions"/>
      </w:pPr>
      <w:r w:rsidRPr="00A30D7A">
        <w:t>Make sure they do not contradict those documented elsewhere.</w:t>
      </w:r>
    </w:p>
    <w:p w14:paraId="267C78FB" w14:textId="77777777" w:rsidR="003D628C" w:rsidRPr="00A30D7A" w:rsidRDefault="003D628C" w:rsidP="003D628C">
      <w:pPr>
        <w:pStyle w:val="Heading2"/>
        <w:rPr>
          <w:rFonts w:cs="Arial"/>
        </w:rPr>
      </w:pPr>
      <w:bookmarkStart w:id="536" w:name="_Toc157251952"/>
      <w:bookmarkStart w:id="537" w:name="_Toc163550170"/>
      <w:r w:rsidRPr="00A30D7A">
        <w:rPr>
          <w:rFonts w:cs="Arial"/>
        </w:rPr>
        <w:t>Project BIM Manager</w:t>
      </w:r>
      <w:bookmarkEnd w:id="536"/>
      <w:bookmarkEnd w:id="537"/>
    </w:p>
    <w:p w14:paraId="1039EA9C" w14:textId="77777777" w:rsidR="003D628C" w:rsidRPr="00A30D7A" w:rsidRDefault="003D628C" w:rsidP="003D628C">
      <w:pPr>
        <w:rPr>
          <w:rFonts w:cs="Arial"/>
        </w:rPr>
      </w:pPr>
      <w:r w:rsidRPr="00A30D7A">
        <w:rPr>
          <w:rFonts w:cs="Arial"/>
        </w:rPr>
        <w:t>Project BIM Manager responsibilities include the following:</w:t>
      </w:r>
    </w:p>
    <w:p w14:paraId="18EA29B5" w14:textId="77777777" w:rsidR="003D628C" w:rsidRPr="00A30D7A" w:rsidRDefault="003D628C" w:rsidP="003D628C">
      <w:pPr>
        <w:pStyle w:val="ListParagraph"/>
        <w:numPr>
          <w:ilvl w:val="0"/>
          <w:numId w:val="57"/>
        </w:numPr>
      </w:pPr>
      <w:r w:rsidRPr="00A30D7A">
        <w:t>Negotiating and developing the BIM protocol if provided.</w:t>
      </w:r>
    </w:p>
    <w:p w14:paraId="6A4EBFB8" w14:textId="77777777" w:rsidR="003D628C" w:rsidRPr="00A30D7A" w:rsidRDefault="003D628C" w:rsidP="003D628C">
      <w:pPr>
        <w:pStyle w:val="ListParagraph"/>
        <w:numPr>
          <w:ilvl w:val="0"/>
          <w:numId w:val="57"/>
        </w:numPr>
      </w:pPr>
      <w:r w:rsidRPr="00A30D7A">
        <w:t>Liaising with each contributing task team.</w:t>
      </w:r>
    </w:p>
    <w:p w14:paraId="6A1DF42C" w14:textId="77777777" w:rsidR="003D628C" w:rsidRPr="00A30D7A" w:rsidRDefault="003D628C" w:rsidP="003D628C">
      <w:pPr>
        <w:pStyle w:val="ListParagraph"/>
        <w:numPr>
          <w:ilvl w:val="0"/>
          <w:numId w:val="57"/>
        </w:numPr>
      </w:pPr>
      <w:r w:rsidRPr="00A30D7A">
        <w:t>Coordinating BIM use on the project, including quality control, access rights and security.</w:t>
      </w:r>
    </w:p>
    <w:p w14:paraId="1A2D1F44" w14:textId="77777777" w:rsidR="003D628C" w:rsidRPr="00A30D7A" w:rsidRDefault="003D628C" w:rsidP="003D628C">
      <w:pPr>
        <w:pStyle w:val="ListParagraph"/>
        <w:numPr>
          <w:ilvl w:val="0"/>
          <w:numId w:val="57"/>
        </w:numPr>
      </w:pPr>
      <w:r w:rsidRPr="00A30D7A">
        <w:t>Helping manage change control procedures.</w:t>
      </w:r>
    </w:p>
    <w:p w14:paraId="50154107" w14:textId="77777777" w:rsidR="003D628C" w:rsidRPr="00A30D7A" w:rsidRDefault="003D628C" w:rsidP="003D628C">
      <w:pPr>
        <w:pStyle w:val="ListParagraph"/>
        <w:numPr>
          <w:ilvl w:val="0"/>
          <w:numId w:val="57"/>
        </w:numPr>
      </w:pPr>
      <w:r w:rsidRPr="00A30D7A">
        <w:t>Coordinating the distribution of digital outputs, data transmission, and archiving.</w:t>
      </w:r>
    </w:p>
    <w:p w14:paraId="5A6C94C4" w14:textId="5CAEB688" w:rsidR="003D628C" w:rsidRPr="00A30D7A" w:rsidRDefault="003D628C" w:rsidP="003D628C">
      <w:pPr>
        <w:pStyle w:val="ListParagraph"/>
        <w:numPr>
          <w:ilvl w:val="0"/>
          <w:numId w:val="57"/>
        </w:numPr>
      </w:pPr>
      <w:r w:rsidRPr="00A30D7A">
        <w:t>If nominated, managing information in conformance with AS ISO 19650.2</w:t>
      </w:r>
      <w:r w:rsidR="00353DE3">
        <w:t xml:space="preserve"> (2019)</w:t>
      </w:r>
      <w:r w:rsidRPr="00A30D7A">
        <w:t>.</w:t>
      </w:r>
    </w:p>
    <w:p w14:paraId="1293FA46" w14:textId="77777777" w:rsidR="003D628C" w:rsidRPr="00A30D7A" w:rsidRDefault="003D628C" w:rsidP="003D628C">
      <w:pPr>
        <w:pStyle w:val="Heading2"/>
        <w:rPr>
          <w:rFonts w:cs="Arial"/>
        </w:rPr>
      </w:pPr>
      <w:bookmarkStart w:id="538" w:name="_Toc157251953"/>
      <w:bookmarkStart w:id="539" w:name="_Toc163550171"/>
      <w:r w:rsidRPr="00A30D7A">
        <w:rPr>
          <w:rFonts w:cs="Arial"/>
        </w:rPr>
        <w:t>Design BIM Manager</w:t>
      </w:r>
      <w:bookmarkEnd w:id="538"/>
      <w:bookmarkEnd w:id="539"/>
    </w:p>
    <w:p w14:paraId="51F50574" w14:textId="77777777" w:rsidR="003D628C" w:rsidRPr="00A30D7A" w:rsidRDefault="003D628C" w:rsidP="003D628C">
      <w:pPr>
        <w:rPr>
          <w:rFonts w:cs="Arial"/>
        </w:rPr>
      </w:pPr>
      <w:r w:rsidRPr="00A30D7A">
        <w:rPr>
          <w:rFonts w:cs="Arial"/>
        </w:rPr>
        <w:t>The Design BIM Manager acts as the main point of contact for the appointing party and the design task team for BIM-related issues.</w:t>
      </w:r>
    </w:p>
    <w:p w14:paraId="3FDF0B8E" w14:textId="77777777" w:rsidR="003D628C" w:rsidRPr="00A30D7A" w:rsidRDefault="003D628C" w:rsidP="003D628C">
      <w:pPr>
        <w:rPr>
          <w:rFonts w:cs="Arial"/>
        </w:rPr>
      </w:pPr>
      <w:r w:rsidRPr="00A30D7A">
        <w:rPr>
          <w:rFonts w:cs="Arial"/>
        </w:rPr>
        <w:t xml:space="preserve">Design BIM Manager responsibilities include the following: </w:t>
      </w:r>
    </w:p>
    <w:p w14:paraId="6ACB2D4F" w14:textId="77777777" w:rsidR="003D628C" w:rsidRPr="00A30D7A" w:rsidRDefault="003D628C" w:rsidP="003D628C">
      <w:pPr>
        <w:pStyle w:val="ListParagraph"/>
        <w:numPr>
          <w:ilvl w:val="0"/>
          <w:numId w:val="63"/>
        </w:numPr>
      </w:pPr>
      <w:r w:rsidRPr="00A30D7A">
        <w:t>Developing, coordinating, and publishing the Design BEP.</w:t>
      </w:r>
    </w:p>
    <w:p w14:paraId="0F963107" w14:textId="77777777" w:rsidR="003D628C" w:rsidRPr="00A30D7A" w:rsidRDefault="003D628C" w:rsidP="003D628C">
      <w:pPr>
        <w:pStyle w:val="ListParagraph"/>
        <w:numPr>
          <w:ilvl w:val="0"/>
          <w:numId w:val="63"/>
        </w:numPr>
      </w:pPr>
      <w:r w:rsidRPr="00A30D7A">
        <w:t>Coordinating team file/information container management.</w:t>
      </w:r>
    </w:p>
    <w:p w14:paraId="0FE3A0CE" w14:textId="32611998" w:rsidR="003D628C" w:rsidRPr="00A30D7A" w:rsidRDefault="003D628C" w:rsidP="003D628C">
      <w:pPr>
        <w:pStyle w:val="ListParagraph"/>
        <w:numPr>
          <w:ilvl w:val="0"/>
          <w:numId w:val="63"/>
        </w:numPr>
      </w:pPr>
      <w:r w:rsidRPr="00A30D7A">
        <w:t>Coordinating the setup of the common data environment (CDE).</w:t>
      </w:r>
    </w:p>
    <w:p w14:paraId="2A9CA859" w14:textId="77777777" w:rsidR="003D628C" w:rsidRPr="00A30D7A" w:rsidRDefault="003D628C" w:rsidP="003D628C">
      <w:pPr>
        <w:pStyle w:val="ListParagraph"/>
        <w:numPr>
          <w:ilvl w:val="0"/>
          <w:numId w:val="63"/>
        </w:numPr>
      </w:pPr>
      <w:r w:rsidRPr="00A30D7A">
        <w:t>Federating composite design models for 3D coordination meetings.</w:t>
      </w:r>
    </w:p>
    <w:p w14:paraId="56F329EF" w14:textId="77777777" w:rsidR="003D628C" w:rsidRPr="00A30D7A" w:rsidRDefault="003D628C" w:rsidP="003D628C">
      <w:pPr>
        <w:pStyle w:val="ListParagraph"/>
        <w:numPr>
          <w:ilvl w:val="0"/>
          <w:numId w:val="63"/>
        </w:numPr>
      </w:pPr>
      <w:r w:rsidRPr="00A30D7A">
        <w:t>Facilitating the use of composite design models in design coordination/clash detection meetings and providing detection reports based on the identification and resolution of hard and soft collisions.</w:t>
      </w:r>
    </w:p>
    <w:p w14:paraId="499C9A3A" w14:textId="77777777" w:rsidR="003D628C" w:rsidRPr="00A30D7A" w:rsidRDefault="003D628C" w:rsidP="003D628C">
      <w:pPr>
        <w:pStyle w:val="ListParagraph"/>
        <w:numPr>
          <w:ilvl w:val="0"/>
          <w:numId w:val="63"/>
        </w:numPr>
      </w:pPr>
      <w:r w:rsidRPr="00A30D7A">
        <w:t>Facilitating BIM technical meetings with Discipline BIM Leads.</w:t>
      </w:r>
    </w:p>
    <w:p w14:paraId="17D58C33" w14:textId="160C1107" w:rsidR="003D628C" w:rsidRPr="00A30D7A" w:rsidRDefault="003D628C" w:rsidP="003D628C">
      <w:pPr>
        <w:pStyle w:val="ListParagraph"/>
        <w:numPr>
          <w:ilvl w:val="0"/>
          <w:numId w:val="63"/>
        </w:numPr>
      </w:pPr>
      <w:r w:rsidRPr="00A30D7A">
        <w:t xml:space="preserve">Determining the project BIM </w:t>
      </w:r>
      <w:r w:rsidR="00507471">
        <w:t>G</w:t>
      </w:r>
      <w:r w:rsidRPr="00A30D7A">
        <w:t>eo-reference point(s) and ensuring ALL technical discipline models are properly referenced to the point(s).</w:t>
      </w:r>
    </w:p>
    <w:p w14:paraId="76702DEE" w14:textId="77777777" w:rsidR="003D628C" w:rsidRPr="00A30D7A" w:rsidRDefault="003D628C" w:rsidP="003D628C">
      <w:pPr>
        <w:pStyle w:val="ListParagraph"/>
        <w:numPr>
          <w:ilvl w:val="0"/>
          <w:numId w:val="63"/>
        </w:numPr>
      </w:pPr>
      <w:r w:rsidRPr="00A30D7A">
        <w:t>Liaising with the appointing party’s facilities management or asset management representatives to determine specific data and file exchange requirements.</w:t>
      </w:r>
    </w:p>
    <w:p w14:paraId="489F0683" w14:textId="77777777" w:rsidR="003D628C" w:rsidRPr="00A30D7A" w:rsidRDefault="003D628C" w:rsidP="003D628C">
      <w:pPr>
        <w:pStyle w:val="ListParagraph"/>
        <w:numPr>
          <w:ilvl w:val="0"/>
          <w:numId w:val="63"/>
        </w:numPr>
      </w:pPr>
      <w:r w:rsidRPr="00A30D7A">
        <w:t xml:space="preserve">Confirming that the design deliverables specified in the contract are provided by the milestones or dates specified. </w:t>
      </w:r>
    </w:p>
    <w:p w14:paraId="17C99D98" w14:textId="77777777" w:rsidR="003D628C" w:rsidRPr="00A30D7A" w:rsidRDefault="003D628C" w:rsidP="003D628C">
      <w:pPr>
        <w:pStyle w:val="ListParagraph"/>
        <w:numPr>
          <w:ilvl w:val="0"/>
          <w:numId w:val="63"/>
        </w:numPr>
      </w:pPr>
      <w:r w:rsidRPr="00A30D7A">
        <w:t>Ensuring information for facility management or asset management, as required by the EIR or BIM Project Brief, is provided by the milestones or dates specified.</w:t>
      </w:r>
    </w:p>
    <w:p w14:paraId="2CAF8711" w14:textId="7BAD56C0" w:rsidR="003D628C" w:rsidRPr="00A30D7A" w:rsidRDefault="003D628C" w:rsidP="003D628C">
      <w:pPr>
        <w:pStyle w:val="ListParagraph"/>
        <w:numPr>
          <w:ilvl w:val="0"/>
          <w:numId w:val="63"/>
        </w:numPr>
      </w:pPr>
      <w:r w:rsidRPr="00A30D7A">
        <w:t>If nominated, managing information in conformance with AS ISO 19650.2</w:t>
      </w:r>
      <w:r w:rsidR="00353DE3">
        <w:t xml:space="preserve"> (2019)</w:t>
      </w:r>
      <w:r w:rsidRPr="00A30D7A">
        <w:t>.</w:t>
      </w:r>
    </w:p>
    <w:p w14:paraId="64DD6F84" w14:textId="77777777" w:rsidR="003D628C" w:rsidRPr="00A30D7A" w:rsidRDefault="003D628C" w:rsidP="003D628C">
      <w:pPr>
        <w:pStyle w:val="Heading2"/>
        <w:rPr>
          <w:rFonts w:cs="Arial"/>
        </w:rPr>
      </w:pPr>
      <w:bookmarkStart w:id="540" w:name="_Toc157251954"/>
      <w:bookmarkStart w:id="541" w:name="_Toc163550172"/>
      <w:r w:rsidRPr="00A30D7A">
        <w:rPr>
          <w:rFonts w:cs="Arial"/>
        </w:rPr>
        <w:t>Discipline BIM Leads</w:t>
      </w:r>
      <w:bookmarkEnd w:id="540"/>
      <w:bookmarkEnd w:id="541"/>
    </w:p>
    <w:p w14:paraId="1E0BFAB7" w14:textId="77777777" w:rsidR="003D628C" w:rsidRPr="00A30D7A" w:rsidRDefault="003D628C" w:rsidP="003D628C">
      <w:pPr>
        <w:rPr>
          <w:rFonts w:cs="Arial"/>
        </w:rPr>
      </w:pPr>
      <w:r w:rsidRPr="00A30D7A">
        <w:rPr>
          <w:rFonts w:cs="Arial"/>
        </w:rPr>
        <w:t xml:space="preserve">All major technical disciplines/trades (architecture, structural, MEP, interior design, etc.) and key trades shall assign an individual to the role of Discipline BIM </w:t>
      </w:r>
      <w:proofErr w:type="gramStart"/>
      <w:r w:rsidRPr="00A30D7A">
        <w:rPr>
          <w:rFonts w:cs="Arial"/>
        </w:rPr>
        <w:t>Lead</w:t>
      </w:r>
      <w:proofErr w:type="gramEnd"/>
      <w:r w:rsidRPr="00A30D7A">
        <w:rPr>
          <w:rFonts w:cs="Arial"/>
        </w:rPr>
        <w:t xml:space="preserve"> to coordinate their work with the entire design or construction team, as applicable.</w:t>
      </w:r>
    </w:p>
    <w:p w14:paraId="4C9DF733" w14:textId="77777777" w:rsidR="003D628C" w:rsidRPr="00A30D7A" w:rsidRDefault="003D628C" w:rsidP="003D628C">
      <w:pPr>
        <w:rPr>
          <w:rFonts w:cs="Arial"/>
        </w:rPr>
      </w:pPr>
      <w:r w:rsidRPr="00A30D7A">
        <w:rPr>
          <w:rFonts w:cs="Arial"/>
        </w:rPr>
        <w:t xml:space="preserve">Discipline BIM Lead responsibilities for their discipline, at a minimum, include: </w:t>
      </w:r>
    </w:p>
    <w:p w14:paraId="63214C9F" w14:textId="77777777" w:rsidR="003D628C" w:rsidRPr="00A30D7A" w:rsidRDefault="003D628C" w:rsidP="003D628C">
      <w:pPr>
        <w:pStyle w:val="ListParagraph"/>
        <w:numPr>
          <w:ilvl w:val="0"/>
          <w:numId w:val="62"/>
        </w:numPr>
      </w:pPr>
      <w:r w:rsidRPr="00A30D7A">
        <w:t>Coordinating discipline BIM development, standards, data requirements, etc. as reasonably required with the Design BIM Manager.</w:t>
      </w:r>
    </w:p>
    <w:p w14:paraId="0F855B96" w14:textId="7E6422B4" w:rsidR="003D628C" w:rsidRPr="00A30D7A" w:rsidRDefault="003D628C" w:rsidP="00507471">
      <w:pPr>
        <w:pStyle w:val="ListParagraph"/>
        <w:numPr>
          <w:ilvl w:val="0"/>
          <w:numId w:val="62"/>
        </w:numPr>
      </w:pPr>
      <w:r w:rsidRPr="00A30D7A">
        <w:t>Leading the discipline BIM team in its documentation and analysis efforts.</w:t>
      </w:r>
    </w:p>
    <w:p w14:paraId="0A174B95" w14:textId="68178C79" w:rsidR="003D628C" w:rsidRPr="00A30D7A" w:rsidRDefault="003D628C" w:rsidP="00507471">
      <w:pPr>
        <w:pStyle w:val="ListParagraph"/>
        <w:numPr>
          <w:ilvl w:val="0"/>
          <w:numId w:val="62"/>
        </w:numPr>
      </w:pPr>
      <w:r w:rsidRPr="00A30D7A">
        <w:t>Coordinating clash detection and resolution activities.</w:t>
      </w:r>
    </w:p>
    <w:p w14:paraId="3ABB4E8C" w14:textId="77777777" w:rsidR="003D628C" w:rsidRPr="00A30D7A" w:rsidRDefault="003D628C" w:rsidP="003D628C">
      <w:pPr>
        <w:pStyle w:val="Heading2"/>
        <w:rPr>
          <w:rFonts w:cs="Arial"/>
        </w:rPr>
      </w:pPr>
      <w:bookmarkStart w:id="542" w:name="_Toc144045353"/>
      <w:bookmarkStart w:id="543" w:name="_Toc157251955"/>
      <w:bookmarkStart w:id="544" w:name="_Toc163550173"/>
      <w:bookmarkEnd w:id="542"/>
      <w:r w:rsidRPr="00A30D7A">
        <w:rPr>
          <w:rFonts w:cs="Arial"/>
        </w:rPr>
        <w:t>Construction BIM Manager</w:t>
      </w:r>
      <w:bookmarkEnd w:id="543"/>
      <w:bookmarkEnd w:id="544"/>
    </w:p>
    <w:p w14:paraId="3EC12C46" w14:textId="77777777" w:rsidR="003D628C" w:rsidRPr="00A30D7A" w:rsidRDefault="003D628C" w:rsidP="003D628C">
      <w:pPr>
        <w:rPr>
          <w:rFonts w:cs="Arial"/>
        </w:rPr>
      </w:pPr>
      <w:r w:rsidRPr="00A30D7A">
        <w:rPr>
          <w:rFonts w:cs="Arial"/>
        </w:rPr>
        <w:t>Construction BIM Manager responsibilities include:</w:t>
      </w:r>
    </w:p>
    <w:p w14:paraId="13CC43FD" w14:textId="77777777" w:rsidR="003D628C" w:rsidRPr="00A30D7A" w:rsidRDefault="003D628C" w:rsidP="003D628C">
      <w:pPr>
        <w:pStyle w:val="ListParagraph"/>
        <w:numPr>
          <w:ilvl w:val="0"/>
          <w:numId w:val="61"/>
        </w:numPr>
      </w:pPr>
      <w:r w:rsidRPr="00A30D7A">
        <w:t>Taking overall responsibility for the construction model and information developed during construction.</w:t>
      </w:r>
    </w:p>
    <w:p w14:paraId="1E58EA20" w14:textId="77777777" w:rsidR="003D628C" w:rsidRPr="00A30D7A" w:rsidRDefault="003D628C" w:rsidP="003D628C">
      <w:pPr>
        <w:pStyle w:val="ListParagraph"/>
        <w:numPr>
          <w:ilvl w:val="0"/>
          <w:numId w:val="61"/>
        </w:numPr>
      </w:pPr>
      <w:r w:rsidRPr="00A30D7A">
        <w:t>Establishing software protocols for the construction team for efficient project delivery.</w:t>
      </w:r>
    </w:p>
    <w:p w14:paraId="541A7D5A" w14:textId="77777777" w:rsidR="003D628C" w:rsidRPr="00A30D7A" w:rsidRDefault="003D628C" w:rsidP="003D628C">
      <w:pPr>
        <w:pStyle w:val="ListParagraph"/>
        <w:numPr>
          <w:ilvl w:val="0"/>
          <w:numId w:val="61"/>
        </w:numPr>
      </w:pPr>
      <w:r w:rsidRPr="00A30D7A">
        <w:t xml:space="preserve">Acting as the main point of contact for BIM and related issues between the construction team, subcontractors, the appointing party, the design </w:t>
      </w:r>
      <w:proofErr w:type="gramStart"/>
      <w:r w:rsidRPr="00A30D7A">
        <w:t>team</w:t>
      </w:r>
      <w:proofErr w:type="gramEnd"/>
      <w:r w:rsidRPr="00A30D7A">
        <w:t xml:space="preserve"> and others as required.</w:t>
      </w:r>
    </w:p>
    <w:p w14:paraId="1747DA96" w14:textId="77777777" w:rsidR="003D628C" w:rsidRPr="00A30D7A" w:rsidRDefault="003D628C" w:rsidP="003D628C">
      <w:pPr>
        <w:pStyle w:val="ListParagraph"/>
        <w:numPr>
          <w:ilvl w:val="0"/>
          <w:numId w:val="61"/>
        </w:numPr>
      </w:pPr>
      <w:r w:rsidRPr="00A30D7A">
        <w:t>Where a Contractor’s BIM Coordination Room is required by the EIR or Project BIM Brief, providing specifications for it to the appointing party for approval.</w:t>
      </w:r>
    </w:p>
    <w:p w14:paraId="3A996DC1" w14:textId="77777777" w:rsidR="003D628C" w:rsidRPr="00A30D7A" w:rsidRDefault="003D628C" w:rsidP="003D628C">
      <w:pPr>
        <w:pStyle w:val="ListParagraph"/>
        <w:numPr>
          <w:ilvl w:val="0"/>
          <w:numId w:val="61"/>
        </w:numPr>
      </w:pPr>
      <w:r w:rsidRPr="00A30D7A">
        <w:lastRenderedPageBreak/>
        <w:t>Ensuring that the construction team has necessary hardware and BIM software properly installed and accessible for project use.</w:t>
      </w:r>
    </w:p>
    <w:p w14:paraId="2B1466F9" w14:textId="77777777" w:rsidR="003D628C" w:rsidRPr="00A30D7A" w:rsidRDefault="003D628C" w:rsidP="003D628C">
      <w:pPr>
        <w:pStyle w:val="ListParagraph"/>
        <w:numPr>
          <w:ilvl w:val="0"/>
          <w:numId w:val="61"/>
        </w:numPr>
      </w:pPr>
      <w:r w:rsidRPr="00A30D7A">
        <w:t>Where using BIM for phase planning/4D modelling has been specified, ensuring construction sequencing and scheduling activities are integrated with the construction model.</w:t>
      </w:r>
    </w:p>
    <w:p w14:paraId="48BF1A79" w14:textId="77777777" w:rsidR="003D628C" w:rsidRPr="00A30D7A" w:rsidRDefault="003D628C" w:rsidP="003D628C">
      <w:pPr>
        <w:pStyle w:val="ListParagraph"/>
        <w:numPr>
          <w:ilvl w:val="0"/>
          <w:numId w:val="61"/>
        </w:numPr>
      </w:pPr>
      <w:r w:rsidRPr="00A30D7A">
        <w:t>Facilitating the use of composite Trade models in construction coordination/clash detection meetings and providing detection reports based on the identification and resolution of all hard and soft collisions.</w:t>
      </w:r>
    </w:p>
    <w:p w14:paraId="666780C0" w14:textId="77777777" w:rsidR="003D628C" w:rsidRPr="00A30D7A" w:rsidRDefault="003D628C" w:rsidP="003D628C">
      <w:pPr>
        <w:pStyle w:val="ListParagraph"/>
        <w:numPr>
          <w:ilvl w:val="0"/>
          <w:numId w:val="61"/>
        </w:numPr>
      </w:pPr>
      <w:r w:rsidRPr="00A30D7A">
        <w:t xml:space="preserve">Coordinating the data extraction sets required by the construction </w:t>
      </w:r>
      <w:proofErr w:type="gramStart"/>
      <w:r w:rsidRPr="00A30D7A">
        <w:t>trades, and</w:t>
      </w:r>
      <w:proofErr w:type="gramEnd"/>
      <w:r w:rsidRPr="00A30D7A">
        <w:t xml:space="preserve"> ensuring that these requests are met.</w:t>
      </w:r>
    </w:p>
    <w:p w14:paraId="2BC33C10" w14:textId="77777777" w:rsidR="003D628C" w:rsidRPr="00A30D7A" w:rsidRDefault="003D628C" w:rsidP="003D628C">
      <w:pPr>
        <w:pStyle w:val="ListParagraph"/>
        <w:numPr>
          <w:ilvl w:val="0"/>
          <w:numId w:val="61"/>
        </w:numPr>
      </w:pPr>
      <w:r w:rsidRPr="00A30D7A">
        <w:t>Coordinating with the design team to facilitate the documentation of design changes in the field and updating of the model in a timely manner.</w:t>
      </w:r>
    </w:p>
    <w:p w14:paraId="7BE40461" w14:textId="77777777" w:rsidR="003D628C" w:rsidRPr="00A30D7A" w:rsidRDefault="003D628C" w:rsidP="003D628C">
      <w:pPr>
        <w:pStyle w:val="ListParagraph"/>
        <w:numPr>
          <w:ilvl w:val="0"/>
          <w:numId w:val="61"/>
        </w:numPr>
      </w:pPr>
      <w:r w:rsidRPr="00A30D7A">
        <w:t>Prior to approval and installation, working with Lead Fabrication Modellers to integrate 3D fabrication models with the updated design model to ensure compliance with design intent.</w:t>
      </w:r>
    </w:p>
    <w:p w14:paraId="758903E2" w14:textId="77777777" w:rsidR="003D628C" w:rsidRPr="00A30D7A" w:rsidRDefault="003D628C" w:rsidP="003D628C">
      <w:pPr>
        <w:pStyle w:val="ListParagraph"/>
        <w:numPr>
          <w:ilvl w:val="0"/>
          <w:numId w:val="61"/>
        </w:numPr>
      </w:pPr>
      <w:r w:rsidRPr="00A30D7A">
        <w:t>Coordinating update of as-built conditions in final model deliverables.</w:t>
      </w:r>
    </w:p>
    <w:p w14:paraId="2466DEAD" w14:textId="77777777" w:rsidR="003D628C" w:rsidRPr="00A30D7A" w:rsidRDefault="003D628C" w:rsidP="003D628C">
      <w:pPr>
        <w:pStyle w:val="ListParagraph"/>
        <w:numPr>
          <w:ilvl w:val="0"/>
          <w:numId w:val="61"/>
        </w:numPr>
      </w:pPr>
      <w:r w:rsidRPr="00A30D7A">
        <w:t>Ensuring required facility management or asset management information, where required, is complete.</w:t>
      </w:r>
    </w:p>
    <w:p w14:paraId="19796A24" w14:textId="3BA2EFD6" w:rsidR="003D628C" w:rsidRPr="00A30D7A" w:rsidRDefault="003D628C" w:rsidP="003D628C">
      <w:pPr>
        <w:pStyle w:val="ListParagraph"/>
        <w:numPr>
          <w:ilvl w:val="0"/>
          <w:numId w:val="61"/>
        </w:numPr>
      </w:pPr>
      <w:r w:rsidRPr="00A30D7A">
        <w:t>If nominated, managing information in conformance with AS ISO 19650.2</w:t>
      </w:r>
      <w:r w:rsidR="00353DE3">
        <w:t xml:space="preserve"> (2019)</w:t>
      </w:r>
      <w:r w:rsidRPr="00A30D7A">
        <w:t>.</w:t>
      </w:r>
    </w:p>
    <w:p w14:paraId="61E9B201" w14:textId="77777777" w:rsidR="003D628C" w:rsidRPr="00A30D7A" w:rsidRDefault="003D628C" w:rsidP="003D628C">
      <w:pPr>
        <w:pStyle w:val="Heading2"/>
      </w:pPr>
      <w:bookmarkStart w:id="545" w:name="_Toc157251956"/>
      <w:bookmarkStart w:id="546" w:name="_Toc163550174"/>
      <w:r w:rsidRPr="00A30D7A">
        <w:t>Amendments to roles and responsibilities</w:t>
      </w:r>
      <w:bookmarkEnd w:id="545"/>
      <w:bookmarkEnd w:id="546"/>
    </w:p>
    <w:p w14:paraId="5D5EC2C7" w14:textId="77777777" w:rsidR="003D628C" w:rsidRPr="00A30D7A" w:rsidRDefault="003D628C" w:rsidP="003D628C">
      <w:pPr>
        <w:rPr>
          <w:rFonts w:cs="Arial"/>
        </w:rPr>
      </w:pPr>
      <w:r w:rsidRPr="00A30D7A">
        <w:rPr>
          <w:rFonts w:cs="Arial"/>
        </w:rPr>
        <w:t xml:space="preserve">Amendments to the roles and responsibilities described in the preceding clauses are shown in the </w:t>
      </w:r>
      <w:r w:rsidRPr="00A30D7A">
        <w:rPr>
          <w:rFonts w:cs="Arial"/>
          <w:b/>
          <w:bCs/>
          <w:color w:val="595959" w:themeColor="text1" w:themeTint="A6"/>
        </w:rPr>
        <w:t>Roles and responsibilities amendments table</w:t>
      </w:r>
      <w:r w:rsidRPr="00A30D7A">
        <w:rPr>
          <w:rFonts w:cs="Arial"/>
        </w:rPr>
        <w:t>.</w:t>
      </w:r>
    </w:p>
    <w:p w14:paraId="17633425" w14:textId="77777777" w:rsidR="003D628C" w:rsidRPr="00A30D7A" w:rsidRDefault="003D628C" w:rsidP="003D628C">
      <w:pPr>
        <w:pStyle w:val="Tabletitle"/>
      </w:pPr>
      <w:r w:rsidRPr="00A30D7A">
        <w:t>Roles and responsibilities amendments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3397"/>
        <w:gridCol w:w="5945"/>
      </w:tblGrid>
      <w:tr w:rsidR="003D628C" w:rsidRPr="00A30D7A" w14:paraId="2FAC202F" w14:textId="77777777" w:rsidTr="008563D6">
        <w:trPr>
          <w:trHeight w:val="448"/>
        </w:trPr>
        <w:tc>
          <w:tcPr>
            <w:tcW w:w="3397" w:type="dxa"/>
            <w:shd w:val="clear" w:color="auto" w:fill="D9E2F3" w:themeFill="accent1" w:themeFillTint="33"/>
          </w:tcPr>
          <w:p w14:paraId="53D43FD7" w14:textId="77777777" w:rsidR="003D628C" w:rsidRPr="00A30D7A" w:rsidRDefault="003D628C" w:rsidP="008563D6">
            <w:pPr>
              <w:pStyle w:val="Tabletitle"/>
            </w:pPr>
            <w:r w:rsidRPr="00A30D7A">
              <w:t>Role</w:t>
            </w:r>
          </w:p>
        </w:tc>
        <w:tc>
          <w:tcPr>
            <w:tcW w:w="5945" w:type="dxa"/>
            <w:shd w:val="clear" w:color="auto" w:fill="D9E2F3" w:themeFill="accent1" w:themeFillTint="33"/>
          </w:tcPr>
          <w:p w14:paraId="10A1F120" w14:textId="77777777" w:rsidR="003D628C" w:rsidRPr="00A30D7A" w:rsidRDefault="003D628C" w:rsidP="008563D6">
            <w:pPr>
              <w:pStyle w:val="Tabletitle"/>
              <w:rPr>
                <w:sz w:val="18"/>
                <w:szCs w:val="18"/>
              </w:rPr>
            </w:pPr>
            <w:r w:rsidRPr="00A30D7A">
              <w:t>Amendments</w:t>
            </w:r>
          </w:p>
        </w:tc>
      </w:tr>
      <w:tr w:rsidR="003D628C" w:rsidRPr="00A30D7A" w14:paraId="534FBE86" w14:textId="77777777" w:rsidTr="008563D6">
        <w:tc>
          <w:tcPr>
            <w:tcW w:w="3397" w:type="dxa"/>
            <w:shd w:val="clear" w:color="auto" w:fill="auto"/>
          </w:tcPr>
          <w:p w14:paraId="795B7074" w14:textId="77777777" w:rsidR="003D628C" w:rsidRPr="00A30D7A" w:rsidRDefault="003D628C" w:rsidP="008563D6">
            <w:pPr>
              <w:pStyle w:val="Tabletitle"/>
              <w:rPr>
                <w:rFonts w:cs="Arial"/>
                <w:b w:val="0"/>
                <w:bCs/>
              </w:rPr>
            </w:pPr>
          </w:p>
        </w:tc>
        <w:tc>
          <w:tcPr>
            <w:tcW w:w="5945" w:type="dxa"/>
            <w:shd w:val="clear" w:color="auto" w:fill="auto"/>
          </w:tcPr>
          <w:p w14:paraId="43F619FC" w14:textId="77777777" w:rsidR="003D628C" w:rsidRPr="00A30D7A" w:rsidRDefault="003D628C" w:rsidP="008563D6">
            <w:pPr>
              <w:pStyle w:val="Tabletitle"/>
              <w:rPr>
                <w:rFonts w:cs="Arial"/>
                <w:b w:val="0"/>
                <w:bCs/>
              </w:rPr>
            </w:pPr>
          </w:p>
        </w:tc>
      </w:tr>
      <w:tr w:rsidR="003D628C" w:rsidRPr="00A30D7A" w14:paraId="7BFCD061" w14:textId="77777777" w:rsidTr="008563D6">
        <w:tc>
          <w:tcPr>
            <w:tcW w:w="3397" w:type="dxa"/>
            <w:shd w:val="clear" w:color="auto" w:fill="auto"/>
          </w:tcPr>
          <w:p w14:paraId="354CFCB0" w14:textId="77777777" w:rsidR="003D628C" w:rsidRPr="00A30D7A" w:rsidRDefault="003D628C" w:rsidP="008563D6">
            <w:pPr>
              <w:pStyle w:val="Tabletitle"/>
              <w:rPr>
                <w:rFonts w:cs="Arial"/>
                <w:b w:val="0"/>
                <w:bCs/>
              </w:rPr>
            </w:pPr>
          </w:p>
        </w:tc>
        <w:tc>
          <w:tcPr>
            <w:tcW w:w="5945" w:type="dxa"/>
            <w:shd w:val="clear" w:color="auto" w:fill="auto"/>
          </w:tcPr>
          <w:p w14:paraId="6586B5E4" w14:textId="77777777" w:rsidR="003D628C" w:rsidRPr="00A30D7A" w:rsidRDefault="003D628C" w:rsidP="008563D6">
            <w:pPr>
              <w:pStyle w:val="Tabletitle"/>
              <w:rPr>
                <w:rFonts w:cs="Arial"/>
                <w:b w:val="0"/>
                <w:bCs/>
              </w:rPr>
            </w:pPr>
          </w:p>
        </w:tc>
      </w:tr>
      <w:tr w:rsidR="003D628C" w:rsidRPr="00A30D7A" w14:paraId="041F5CCF" w14:textId="77777777" w:rsidTr="008563D6">
        <w:tc>
          <w:tcPr>
            <w:tcW w:w="3397" w:type="dxa"/>
            <w:shd w:val="clear" w:color="auto" w:fill="auto"/>
          </w:tcPr>
          <w:p w14:paraId="2CD3104D" w14:textId="77777777" w:rsidR="003D628C" w:rsidRPr="00A30D7A" w:rsidRDefault="003D628C" w:rsidP="008563D6">
            <w:pPr>
              <w:pStyle w:val="Tabletitle"/>
              <w:rPr>
                <w:rFonts w:cs="Arial"/>
                <w:b w:val="0"/>
                <w:bCs/>
              </w:rPr>
            </w:pPr>
          </w:p>
        </w:tc>
        <w:tc>
          <w:tcPr>
            <w:tcW w:w="5945" w:type="dxa"/>
            <w:shd w:val="clear" w:color="auto" w:fill="auto"/>
          </w:tcPr>
          <w:p w14:paraId="38252593" w14:textId="77777777" w:rsidR="003D628C" w:rsidRPr="00A30D7A" w:rsidRDefault="003D628C" w:rsidP="008563D6">
            <w:pPr>
              <w:pStyle w:val="Tabletitle"/>
              <w:rPr>
                <w:rFonts w:cs="Arial"/>
                <w:b w:val="0"/>
                <w:bCs/>
              </w:rPr>
            </w:pPr>
          </w:p>
        </w:tc>
      </w:tr>
    </w:tbl>
    <w:p w14:paraId="423833F6" w14:textId="77777777" w:rsidR="003D628C" w:rsidRPr="00A30D7A" w:rsidRDefault="003D628C" w:rsidP="003D628C">
      <w:pPr>
        <w:pStyle w:val="Tabletitle"/>
      </w:pPr>
    </w:p>
    <w:p w14:paraId="012E3824" w14:textId="77777777" w:rsidR="003D628C" w:rsidRPr="00A30D7A" w:rsidRDefault="003D628C" w:rsidP="003D628C">
      <w:pPr>
        <w:pStyle w:val="Instructions"/>
        <w:rPr>
          <w:rFonts w:cs="Arial"/>
        </w:rPr>
      </w:pPr>
      <w:r w:rsidRPr="00A30D7A">
        <w:rPr>
          <w:rFonts w:cs="Arial"/>
        </w:rPr>
        <w:t>Record any amendments to roles and responsibilities in this table. Identify the role and clause number. Include the whole revised clause with amendments highlighted. If there are no amendments, delete the table.</w:t>
      </w:r>
    </w:p>
    <w:p w14:paraId="652C7366" w14:textId="77777777" w:rsidR="003D628C" w:rsidRPr="00A30D7A" w:rsidRDefault="003D628C" w:rsidP="003D628C">
      <w:pPr>
        <w:pStyle w:val="Heading2"/>
      </w:pPr>
      <w:bookmarkStart w:id="547" w:name="_Toc98843132"/>
      <w:bookmarkStart w:id="548" w:name="_Toc98843635"/>
      <w:bookmarkStart w:id="549" w:name="_Toc16160309"/>
      <w:bookmarkStart w:id="550" w:name="_Toc157251957"/>
      <w:bookmarkStart w:id="551" w:name="_Toc163550175"/>
      <w:bookmarkEnd w:id="547"/>
      <w:bookmarkEnd w:id="548"/>
      <w:r w:rsidRPr="00A30D7A">
        <w:t>Delivery team members’ résumés</w:t>
      </w:r>
      <w:bookmarkEnd w:id="549"/>
      <w:bookmarkEnd w:id="550"/>
      <w:bookmarkEnd w:id="551"/>
    </w:p>
    <w:p w14:paraId="75540457" w14:textId="77777777" w:rsidR="003D628C" w:rsidRPr="00A30D7A" w:rsidRDefault="003D628C" w:rsidP="003D628C">
      <w:pPr>
        <w:spacing w:after="120"/>
        <w:rPr>
          <w:rFonts w:cs="Arial"/>
        </w:rPr>
      </w:pPr>
      <w:bookmarkStart w:id="552" w:name="_Hlk13485368"/>
      <w:r w:rsidRPr="00A30D7A">
        <w:rPr>
          <w:rFonts w:cs="Arial"/>
        </w:rPr>
        <w:t xml:space="preserve">The professional experiences of key project team members referred to in </w:t>
      </w:r>
      <w:r w:rsidRPr="00A30D7A">
        <w:rPr>
          <w:rFonts w:cs="Arial"/>
          <w:b/>
          <w:bCs/>
          <w:color w:val="595959" w:themeColor="text1" w:themeTint="A6"/>
        </w:rPr>
        <w:t>COMMERCIAL</w:t>
      </w:r>
      <w:r w:rsidRPr="00A30D7A">
        <w:rPr>
          <w:rFonts w:cs="Arial"/>
        </w:rPr>
        <w:t>,</w:t>
      </w:r>
      <w:r w:rsidRPr="00A30D7A">
        <w:rPr>
          <w:rFonts w:cs="Arial"/>
          <w:b/>
          <w:bCs/>
          <w:color w:val="595959" w:themeColor="text1" w:themeTint="A6"/>
        </w:rPr>
        <w:t xml:space="preserve"> Delivery team members</w:t>
      </w:r>
      <w:r w:rsidRPr="00A30D7A">
        <w:rPr>
          <w:rFonts w:cs="Arial"/>
        </w:rPr>
        <w:t xml:space="preserve"> are summarised below: </w:t>
      </w:r>
    </w:p>
    <w:bookmarkEnd w:id="552"/>
    <w:p w14:paraId="333785AD" w14:textId="77777777" w:rsidR="003D628C" w:rsidRPr="00A30D7A" w:rsidRDefault="003D628C" w:rsidP="003D628C">
      <w:pPr>
        <w:pStyle w:val="Prompt"/>
        <w:rPr>
          <w:rFonts w:cs="Arial"/>
        </w:rPr>
      </w:pPr>
      <w:r w:rsidRPr="00A30D7A">
        <w:rPr>
          <w:rFonts w:cs="Arial"/>
        </w:rPr>
        <w:t xml:space="preserve">Team member name: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410124A" w14:textId="77777777" w:rsidR="003D628C" w:rsidRPr="00A30D7A" w:rsidRDefault="003D628C" w:rsidP="003D628C">
      <w:pPr>
        <w:pStyle w:val="Prompt"/>
        <w:rPr>
          <w:rFonts w:cs="Arial"/>
        </w:rPr>
      </w:pPr>
      <w:r w:rsidRPr="00A30D7A">
        <w:rPr>
          <w:rFonts w:cs="Arial"/>
        </w:rPr>
        <w:t xml:space="preserve">Role in project: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79A95EC" w14:textId="77777777" w:rsidR="003D628C" w:rsidRPr="00A30D7A" w:rsidRDefault="003D628C" w:rsidP="003D628C">
      <w:pPr>
        <w:pStyle w:val="Prompt"/>
        <w:rPr>
          <w:rFonts w:cs="Arial"/>
        </w:rPr>
      </w:pPr>
      <w:bookmarkStart w:id="553" w:name="_Hlk13485464"/>
      <w:bookmarkStart w:id="554" w:name="_Hlk13485455"/>
      <w:r w:rsidRPr="00A30D7A">
        <w:rPr>
          <w:rFonts w:cs="Arial"/>
        </w:rPr>
        <w:t xml:space="preserve">Number of years of experience in role: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70764E15" w14:textId="77777777" w:rsidR="003D628C" w:rsidRPr="00A30D7A" w:rsidRDefault="003D628C" w:rsidP="003D628C">
      <w:pPr>
        <w:pStyle w:val="Prompt"/>
        <w:rPr>
          <w:rFonts w:cs="Arial"/>
        </w:rPr>
      </w:pPr>
      <w:r w:rsidRPr="00A30D7A">
        <w:rPr>
          <w:rFonts w:cs="Arial"/>
        </w:rPr>
        <w:t xml:space="preserve">Projects delivered: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059E632F" w14:textId="77777777" w:rsidR="003D628C" w:rsidRPr="00A30D7A" w:rsidRDefault="003D628C" w:rsidP="003D628C">
      <w:pPr>
        <w:pStyle w:val="Prompt"/>
        <w:rPr>
          <w:rFonts w:cs="Arial"/>
        </w:rPr>
      </w:pPr>
      <w:r w:rsidRPr="00A30D7A">
        <w:rPr>
          <w:rFonts w:cs="Arial"/>
        </w:rPr>
        <w:t xml:space="preserve">Technical competencies: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84FB6C0" w14:textId="77777777" w:rsidR="003D628C" w:rsidRPr="00A30D7A" w:rsidRDefault="003D628C" w:rsidP="003D628C">
      <w:pPr>
        <w:pStyle w:val="Prompt"/>
        <w:rPr>
          <w:rFonts w:cs="Arial"/>
        </w:rPr>
      </w:pPr>
      <w:r w:rsidRPr="00A30D7A">
        <w:rPr>
          <w:rFonts w:cs="Arial"/>
        </w:rPr>
        <w:t xml:space="preserve">Communication skills: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1522B1D4" w14:textId="77777777" w:rsidR="003D628C" w:rsidRPr="00A30D7A" w:rsidRDefault="003D628C" w:rsidP="003D628C">
      <w:pPr>
        <w:pStyle w:val="Instructions"/>
        <w:rPr>
          <w:rFonts w:cs="Arial"/>
        </w:rPr>
      </w:pPr>
      <w:r w:rsidRPr="00A30D7A">
        <w:rPr>
          <w:rFonts w:cs="Arial"/>
        </w:rPr>
        <w:t>Copy and complete the prompts above for each key delivery team member. Alternatively, append their résumés to the BEP and edit the text to reflect this.</w:t>
      </w:r>
    </w:p>
    <w:p w14:paraId="6F0CCFD4" w14:textId="77777777" w:rsidR="003D628C" w:rsidRPr="00A30D7A" w:rsidRDefault="003D628C" w:rsidP="003D628C">
      <w:pPr>
        <w:pStyle w:val="Heading2"/>
      </w:pPr>
      <w:bookmarkStart w:id="555" w:name="_Toc157251958"/>
      <w:bookmarkStart w:id="556" w:name="_Toc163550176"/>
      <w:bookmarkEnd w:id="553"/>
      <w:r w:rsidRPr="00A30D7A">
        <w:t>Human resource allocation</w:t>
      </w:r>
      <w:bookmarkEnd w:id="555"/>
      <w:bookmarkEnd w:id="556"/>
    </w:p>
    <w:p w14:paraId="598DF299" w14:textId="77777777" w:rsidR="003D628C" w:rsidRPr="00A30D7A" w:rsidRDefault="003D628C" w:rsidP="003D628C">
      <w:pPr>
        <w:spacing w:after="120"/>
        <w:rPr>
          <w:rFonts w:cs="Arial"/>
          <w:vanish/>
        </w:rPr>
      </w:pPr>
      <w:bookmarkStart w:id="557" w:name="_Hlk13485482"/>
      <w:r w:rsidRPr="00A30D7A">
        <w:rPr>
          <w:rFonts w:cs="Arial"/>
        </w:rPr>
        <w:t xml:space="preserve">Time allocation: The estimated time allocations for individuals performing BIM and information management roles for the project are shown in the </w:t>
      </w:r>
      <w:r w:rsidRPr="00A30D7A">
        <w:rPr>
          <w:rFonts w:cs="Arial"/>
          <w:b/>
          <w:bCs/>
          <w:color w:val="595959" w:themeColor="text1" w:themeTint="A6"/>
        </w:rPr>
        <w:t>BIM human resource allocation table</w:t>
      </w:r>
      <w:r w:rsidRPr="00A30D7A">
        <w:rPr>
          <w:rFonts w:cs="Arial"/>
        </w:rPr>
        <w:t>.</w:t>
      </w:r>
    </w:p>
    <w:p w14:paraId="35A0B7B7" w14:textId="77777777" w:rsidR="003D628C" w:rsidRPr="00A30D7A" w:rsidRDefault="003D628C" w:rsidP="003D628C">
      <w:pPr>
        <w:pStyle w:val="Tabletitle"/>
      </w:pPr>
      <w:bookmarkStart w:id="558" w:name="_Hlk13485491"/>
      <w:bookmarkEnd w:id="554"/>
      <w:bookmarkEnd w:id="557"/>
      <w:r w:rsidRPr="00A30D7A">
        <w:t>BIM human resource allocation table</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2335"/>
        <w:gridCol w:w="2335"/>
        <w:gridCol w:w="2336"/>
        <w:gridCol w:w="2336"/>
      </w:tblGrid>
      <w:tr w:rsidR="003D628C" w:rsidRPr="00A30D7A" w14:paraId="38A7E405" w14:textId="77777777" w:rsidTr="008563D6">
        <w:tc>
          <w:tcPr>
            <w:tcW w:w="1314" w:type="dxa"/>
            <w:shd w:val="clear" w:color="auto" w:fill="D9E2F3" w:themeFill="accent1" w:themeFillTint="33"/>
          </w:tcPr>
          <w:bookmarkEnd w:id="558"/>
          <w:p w14:paraId="71B4C30A" w14:textId="77777777" w:rsidR="003D628C" w:rsidRPr="00A30D7A" w:rsidRDefault="003D628C" w:rsidP="008563D6">
            <w:pPr>
              <w:pStyle w:val="Tabletitle"/>
            </w:pPr>
            <w:r w:rsidRPr="00A30D7A">
              <w:t>Project phase</w:t>
            </w:r>
          </w:p>
        </w:tc>
        <w:tc>
          <w:tcPr>
            <w:tcW w:w="1314" w:type="dxa"/>
            <w:shd w:val="clear" w:color="auto" w:fill="D9E2F3" w:themeFill="accent1" w:themeFillTint="33"/>
          </w:tcPr>
          <w:p w14:paraId="3EAB557D" w14:textId="77777777" w:rsidR="003D628C" w:rsidRPr="00A30D7A" w:rsidRDefault="003D628C" w:rsidP="008563D6">
            <w:pPr>
              <w:pStyle w:val="Tabletitle"/>
            </w:pPr>
            <w:r w:rsidRPr="00A30D7A">
              <w:t>Team member name</w:t>
            </w:r>
          </w:p>
        </w:tc>
        <w:tc>
          <w:tcPr>
            <w:tcW w:w="1314" w:type="dxa"/>
            <w:shd w:val="clear" w:color="auto" w:fill="D9E2F3" w:themeFill="accent1" w:themeFillTint="33"/>
          </w:tcPr>
          <w:p w14:paraId="4DFB63D1" w14:textId="77777777" w:rsidR="003D628C" w:rsidRPr="00A30D7A" w:rsidRDefault="003D628C" w:rsidP="008563D6">
            <w:pPr>
              <w:pStyle w:val="Tabletitle"/>
            </w:pPr>
            <w:r w:rsidRPr="00A30D7A">
              <w:t>BIM and information management tasks</w:t>
            </w:r>
          </w:p>
        </w:tc>
        <w:tc>
          <w:tcPr>
            <w:tcW w:w="1314" w:type="dxa"/>
            <w:shd w:val="clear" w:color="auto" w:fill="D9E2F3" w:themeFill="accent1" w:themeFillTint="33"/>
          </w:tcPr>
          <w:p w14:paraId="403126BC" w14:textId="77777777" w:rsidR="003D628C" w:rsidRPr="00A30D7A" w:rsidRDefault="003D628C" w:rsidP="008563D6">
            <w:pPr>
              <w:pStyle w:val="Tabletitle"/>
            </w:pPr>
            <w:r w:rsidRPr="00A30D7A">
              <w:t>Time allocation per week (hours)</w:t>
            </w:r>
          </w:p>
        </w:tc>
      </w:tr>
      <w:tr w:rsidR="003D628C" w:rsidRPr="00A30D7A" w14:paraId="17FE810A" w14:textId="77777777" w:rsidTr="008563D6">
        <w:tc>
          <w:tcPr>
            <w:tcW w:w="1314" w:type="dxa"/>
            <w:shd w:val="clear" w:color="auto" w:fill="auto"/>
          </w:tcPr>
          <w:p w14:paraId="1BE378F9" w14:textId="77777777" w:rsidR="003D628C" w:rsidRPr="00A30D7A" w:rsidRDefault="003D628C" w:rsidP="008563D6">
            <w:pPr>
              <w:rPr>
                <w:rFonts w:cs="Arial"/>
              </w:rPr>
            </w:pPr>
          </w:p>
        </w:tc>
        <w:tc>
          <w:tcPr>
            <w:tcW w:w="1314" w:type="dxa"/>
            <w:shd w:val="clear" w:color="auto" w:fill="auto"/>
          </w:tcPr>
          <w:p w14:paraId="00A4A42E" w14:textId="77777777" w:rsidR="003D628C" w:rsidRPr="00A30D7A" w:rsidRDefault="003D628C" w:rsidP="008563D6">
            <w:pPr>
              <w:rPr>
                <w:rFonts w:cs="Arial"/>
              </w:rPr>
            </w:pPr>
          </w:p>
        </w:tc>
        <w:tc>
          <w:tcPr>
            <w:tcW w:w="1314" w:type="dxa"/>
            <w:shd w:val="clear" w:color="auto" w:fill="auto"/>
          </w:tcPr>
          <w:p w14:paraId="473B2345" w14:textId="77777777" w:rsidR="003D628C" w:rsidRPr="00A30D7A" w:rsidRDefault="003D628C" w:rsidP="008563D6">
            <w:pPr>
              <w:rPr>
                <w:rFonts w:cs="Arial"/>
              </w:rPr>
            </w:pPr>
          </w:p>
        </w:tc>
        <w:tc>
          <w:tcPr>
            <w:tcW w:w="1314" w:type="dxa"/>
            <w:shd w:val="clear" w:color="auto" w:fill="auto"/>
          </w:tcPr>
          <w:p w14:paraId="42C4EE80" w14:textId="77777777" w:rsidR="003D628C" w:rsidRPr="00A30D7A" w:rsidRDefault="003D628C" w:rsidP="008563D6">
            <w:pPr>
              <w:rPr>
                <w:rFonts w:cs="Arial"/>
              </w:rPr>
            </w:pPr>
          </w:p>
        </w:tc>
      </w:tr>
      <w:tr w:rsidR="003D628C" w:rsidRPr="00A30D7A" w14:paraId="1D42382F" w14:textId="77777777" w:rsidTr="008563D6">
        <w:tc>
          <w:tcPr>
            <w:tcW w:w="1314" w:type="dxa"/>
            <w:shd w:val="clear" w:color="auto" w:fill="auto"/>
          </w:tcPr>
          <w:p w14:paraId="19A91CA0" w14:textId="77777777" w:rsidR="003D628C" w:rsidRPr="00A30D7A" w:rsidRDefault="003D628C" w:rsidP="008563D6">
            <w:pPr>
              <w:rPr>
                <w:rFonts w:cs="Arial"/>
              </w:rPr>
            </w:pPr>
          </w:p>
        </w:tc>
        <w:tc>
          <w:tcPr>
            <w:tcW w:w="1314" w:type="dxa"/>
            <w:shd w:val="clear" w:color="auto" w:fill="auto"/>
          </w:tcPr>
          <w:p w14:paraId="07BBDE40" w14:textId="77777777" w:rsidR="003D628C" w:rsidRPr="00A30D7A" w:rsidRDefault="003D628C" w:rsidP="008563D6">
            <w:pPr>
              <w:rPr>
                <w:rFonts w:cs="Arial"/>
              </w:rPr>
            </w:pPr>
          </w:p>
        </w:tc>
        <w:tc>
          <w:tcPr>
            <w:tcW w:w="1314" w:type="dxa"/>
            <w:shd w:val="clear" w:color="auto" w:fill="auto"/>
          </w:tcPr>
          <w:p w14:paraId="4D49F299" w14:textId="77777777" w:rsidR="003D628C" w:rsidRPr="00A30D7A" w:rsidRDefault="003D628C" w:rsidP="008563D6">
            <w:pPr>
              <w:rPr>
                <w:rFonts w:cs="Arial"/>
              </w:rPr>
            </w:pPr>
          </w:p>
        </w:tc>
        <w:tc>
          <w:tcPr>
            <w:tcW w:w="1314" w:type="dxa"/>
            <w:shd w:val="clear" w:color="auto" w:fill="auto"/>
          </w:tcPr>
          <w:p w14:paraId="28ECBE03" w14:textId="77777777" w:rsidR="003D628C" w:rsidRPr="00A30D7A" w:rsidRDefault="003D628C" w:rsidP="008563D6">
            <w:pPr>
              <w:rPr>
                <w:rFonts w:cs="Arial"/>
              </w:rPr>
            </w:pPr>
          </w:p>
        </w:tc>
      </w:tr>
      <w:tr w:rsidR="003D628C" w:rsidRPr="00A30D7A" w14:paraId="7DD235BD" w14:textId="77777777" w:rsidTr="008563D6">
        <w:tc>
          <w:tcPr>
            <w:tcW w:w="1314" w:type="dxa"/>
            <w:shd w:val="clear" w:color="auto" w:fill="auto"/>
          </w:tcPr>
          <w:p w14:paraId="1072144E" w14:textId="77777777" w:rsidR="003D628C" w:rsidRPr="00A30D7A" w:rsidRDefault="003D628C" w:rsidP="008563D6">
            <w:pPr>
              <w:rPr>
                <w:rFonts w:cs="Arial"/>
              </w:rPr>
            </w:pPr>
          </w:p>
        </w:tc>
        <w:tc>
          <w:tcPr>
            <w:tcW w:w="1314" w:type="dxa"/>
            <w:shd w:val="clear" w:color="auto" w:fill="auto"/>
          </w:tcPr>
          <w:p w14:paraId="0381B4C7" w14:textId="77777777" w:rsidR="003D628C" w:rsidRPr="00A30D7A" w:rsidRDefault="003D628C" w:rsidP="008563D6">
            <w:pPr>
              <w:rPr>
                <w:rFonts w:cs="Arial"/>
              </w:rPr>
            </w:pPr>
          </w:p>
        </w:tc>
        <w:tc>
          <w:tcPr>
            <w:tcW w:w="1314" w:type="dxa"/>
            <w:shd w:val="clear" w:color="auto" w:fill="auto"/>
          </w:tcPr>
          <w:p w14:paraId="2200F1DD" w14:textId="77777777" w:rsidR="003D628C" w:rsidRPr="00A30D7A" w:rsidRDefault="003D628C" w:rsidP="008563D6">
            <w:pPr>
              <w:rPr>
                <w:rFonts w:cs="Arial"/>
              </w:rPr>
            </w:pPr>
          </w:p>
        </w:tc>
        <w:tc>
          <w:tcPr>
            <w:tcW w:w="1314" w:type="dxa"/>
            <w:shd w:val="clear" w:color="auto" w:fill="auto"/>
          </w:tcPr>
          <w:p w14:paraId="194B6E46" w14:textId="77777777" w:rsidR="003D628C" w:rsidRPr="00A30D7A" w:rsidRDefault="003D628C" w:rsidP="008563D6">
            <w:pPr>
              <w:rPr>
                <w:rFonts w:cs="Arial"/>
              </w:rPr>
            </w:pPr>
          </w:p>
        </w:tc>
      </w:tr>
    </w:tbl>
    <w:p w14:paraId="04648A5A" w14:textId="77777777" w:rsidR="003D628C" w:rsidRPr="00A30D7A" w:rsidRDefault="003D628C" w:rsidP="003D628C">
      <w:pPr>
        <w:rPr>
          <w:rFonts w:cs="Arial"/>
        </w:rPr>
      </w:pPr>
      <w:r w:rsidRPr="00A30D7A">
        <w:rPr>
          <w:rFonts w:cs="Arial"/>
        </w:rPr>
        <w:br w:type="page"/>
      </w:r>
    </w:p>
    <w:p w14:paraId="76C06DF0" w14:textId="26E891BD" w:rsidR="00441015" w:rsidRPr="00A30D7A" w:rsidRDefault="00441015" w:rsidP="003D628C">
      <w:pPr>
        <w:pStyle w:val="Heading1"/>
      </w:pPr>
      <w:bookmarkStart w:id="559" w:name="_Toc163550177"/>
      <w:r w:rsidRPr="00A30D7A">
        <w:lastRenderedPageBreak/>
        <w:t>Annex</w:t>
      </w:r>
      <w:r w:rsidR="002F12CE" w:rsidRPr="00A30D7A">
        <w:t> B</w:t>
      </w:r>
      <w:r w:rsidRPr="00A30D7A">
        <w:t xml:space="preserve"> – </w:t>
      </w:r>
      <w:r w:rsidR="002245D4" w:rsidRPr="00A30D7A">
        <w:t>Detailed</w:t>
      </w:r>
      <w:r w:rsidR="00905C38" w:rsidRPr="00A30D7A">
        <w:t xml:space="preserve"> responsibility matrix</w:t>
      </w:r>
      <w:bookmarkEnd w:id="559"/>
    </w:p>
    <w:p w14:paraId="4418602E" w14:textId="56327404" w:rsidR="004E4E5C" w:rsidRPr="00A30D7A" w:rsidRDefault="00E669DF" w:rsidP="004E4E5C">
      <w:pPr>
        <w:pStyle w:val="Heading2"/>
      </w:pPr>
      <w:bookmarkStart w:id="560" w:name="_Toc445217314"/>
      <w:bookmarkStart w:id="561" w:name="_Toc163550178"/>
      <w:r w:rsidRPr="00A30D7A">
        <w:t>Level of information</w:t>
      </w:r>
      <w:bookmarkEnd w:id="560"/>
      <w:bookmarkEnd w:id="561"/>
    </w:p>
    <w:p w14:paraId="762E8AB1" w14:textId="2862A7B3" w:rsidR="004E4E5C" w:rsidRPr="00A30D7A" w:rsidRDefault="004E4E5C" w:rsidP="004E4E5C">
      <w:pPr>
        <w:rPr>
          <w:rFonts w:cs="Arial"/>
        </w:rPr>
      </w:pPr>
      <w:r w:rsidRPr="00A30D7A">
        <w:rPr>
          <w:rFonts w:cs="Arial"/>
        </w:rPr>
        <w:t xml:space="preserve">Collaborative model development: At each project milestone, Model Element Authors (MEA) are responsible for developing </w:t>
      </w:r>
      <w:r w:rsidR="00E669DF" w:rsidRPr="00A30D7A">
        <w:rPr>
          <w:rFonts w:cs="Arial"/>
        </w:rPr>
        <w:t xml:space="preserve">the </w:t>
      </w:r>
      <w:r w:rsidRPr="00A30D7A">
        <w:rPr>
          <w:rFonts w:cs="Arial"/>
        </w:rPr>
        <w:t>Model Element</w:t>
      </w:r>
      <w:r w:rsidR="00E669DF" w:rsidRPr="00A30D7A">
        <w:rPr>
          <w:rFonts w:cs="Arial"/>
        </w:rPr>
        <w:t>s shown</w:t>
      </w:r>
      <w:r w:rsidRPr="00A30D7A">
        <w:rPr>
          <w:rFonts w:cs="Arial"/>
        </w:rPr>
        <w:t xml:space="preserve"> to the </w:t>
      </w:r>
      <w:r w:rsidR="00461E2F" w:rsidRPr="00A30D7A">
        <w:rPr>
          <w:rFonts w:cs="Arial"/>
        </w:rPr>
        <w:t xml:space="preserve">level of information (aka </w:t>
      </w:r>
      <w:r w:rsidRPr="00A30D7A">
        <w:rPr>
          <w:rFonts w:cs="Arial"/>
        </w:rPr>
        <w:t>Level of Development (LOD)</w:t>
      </w:r>
      <w:r w:rsidR="00461E2F" w:rsidRPr="00A30D7A">
        <w:rPr>
          <w:rFonts w:cs="Arial"/>
        </w:rPr>
        <w:t>)</w:t>
      </w:r>
      <w:r w:rsidRPr="00A30D7A">
        <w:rPr>
          <w:rFonts w:cs="Arial"/>
        </w:rPr>
        <w:t xml:space="preserve"> shown in the</w:t>
      </w:r>
      <w:r w:rsidR="00E669DF" w:rsidRPr="00A30D7A">
        <w:rPr>
          <w:rFonts w:cs="Arial"/>
          <w:b/>
        </w:rPr>
        <w:t xml:space="preserve"> </w:t>
      </w:r>
      <w:r w:rsidR="00E669DF" w:rsidRPr="00A30D7A">
        <w:rPr>
          <w:rFonts w:cs="Arial"/>
          <w:b/>
          <w:color w:val="595959" w:themeColor="text1" w:themeTint="A6"/>
        </w:rPr>
        <w:t>Detailed responsibility matrix</w:t>
      </w:r>
      <w:r w:rsidRPr="00A30D7A">
        <w:rPr>
          <w:rFonts w:cs="Arial"/>
        </w:rPr>
        <w:t>.</w:t>
      </w:r>
    </w:p>
    <w:p w14:paraId="04E29C75" w14:textId="51C0DCF4" w:rsidR="003842BD" w:rsidRPr="00A30D7A" w:rsidRDefault="003842BD" w:rsidP="003842BD">
      <w:pPr>
        <w:pStyle w:val="Instructions"/>
        <w:rPr>
          <w:rFonts w:cs="Arial"/>
        </w:rPr>
      </w:pPr>
      <w:r w:rsidRPr="00A30D7A">
        <w:rPr>
          <w:rFonts w:cs="Arial"/>
        </w:rPr>
        <w:t xml:space="preserve">Following the appointment of the successful tenderer, the lead appointed party is expected to expand the </w:t>
      </w:r>
      <w:r w:rsidR="00E27CA5" w:rsidRPr="00E27CA5">
        <w:rPr>
          <w:rFonts w:cs="Arial"/>
          <w:b/>
          <w:bCs/>
        </w:rPr>
        <w:t>Hi</w:t>
      </w:r>
      <w:r w:rsidRPr="00E27CA5">
        <w:rPr>
          <w:rFonts w:cs="Arial"/>
          <w:b/>
          <w:bCs/>
        </w:rPr>
        <w:t>gh</w:t>
      </w:r>
      <w:r w:rsidR="002245D4" w:rsidRPr="00E27CA5">
        <w:rPr>
          <w:rFonts w:cs="Arial"/>
          <w:b/>
          <w:bCs/>
        </w:rPr>
        <w:t>-</w:t>
      </w:r>
      <w:r w:rsidRPr="00E27CA5">
        <w:rPr>
          <w:rFonts w:cs="Arial"/>
          <w:b/>
          <w:bCs/>
        </w:rPr>
        <w:t>level responsibility matrix</w:t>
      </w:r>
      <w:r w:rsidRPr="00A30D7A">
        <w:rPr>
          <w:rFonts w:cs="Arial"/>
        </w:rPr>
        <w:t xml:space="preserve"> </w:t>
      </w:r>
      <w:r w:rsidR="00E669DF" w:rsidRPr="00A30D7A">
        <w:rPr>
          <w:rFonts w:cs="Arial"/>
        </w:rPr>
        <w:t>into</w:t>
      </w:r>
      <w:r w:rsidRPr="00A30D7A">
        <w:rPr>
          <w:rFonts w:cs="Arial"/>
        </w:rPr>
        <w:t xml:space="preserve"> a </w:t>
      </w:r>
      <w:r w:rsidR="00E27CA5" w:rsidRPr="00E27CA5">
        <w:rPr>
          <w:rFonts w:cs="Arial"/>
          <w:b/>
          <w:bCs/>
        </w:rPr>
        <w:t>D</w:t>
      </w:r>
      <w:r w:rsidRPr="00E27CA5">
        <w:rPr>
          <w:rFonts w:cs="Arial"/>
          <w:b/>
          <w:bCs/>
        </w:rPr>
        <w:t>etailed responsibility matrix</w:t>
      </w:r>
      <w:r w:rsidRPr="00A30D7A">
        <w:rPr>
          <w:rFonts w:cs="Arial"/>
        </w:rPr>
        <w:t>, including all model element types used by the project team</w:t>
      </w:r>
      <w:r w:rsidR="00E669DF" w:rsidRPr="00A30D7A">
        <w:rPr>
          <w:rFonts w:cs="Arial"/>
        </w:rPr>
        <w:t>,</w:t>
      </w:r>
      <w:r w:rsidRPr="00A30D7A">
        <w:rPr>
          <w:rFonts w:cs="Arial"/>
        </w:rPr>
        <w:t xml:space="preserve"> and allocate responsibility to individual task teams.</w:t>
      </w:r>
    </w:p>
    <w:p w14:paraId="0498D973" w14:textId="3983DB8A" w:rsidR="003842BD" w:rsidRPr="00A30D7A" w:rsidRDefault="003842BD" w:rsidP="003842BD">
      <w:pPr>
        <w:pStyle w:val="Instructions"/>
        <w:rPr>
          <w:rFonts w:cs="Arial"/>
        </w:rPr>
      </w:pPr>
      <w:r w:rsidRPr="00A30D7A">
        <w:rPr>
          <w:rFonts w:cs="Arial"/>
        </w:rPr>
        <w:t xml:space="preserve">The </w:t>
      </w:r>
      <w:r w:rsidR="00FB0F40" w:rsidRPr="00FB0F40">
        <w:rPr>
          <w:rFonts w:cs="Arial"/>
          <w:b/>
          <w:bCs/>
        </w:rPr>
        <w:t>D</w:t>
      </w:r>
      <w:r w:rsidRPr="00FB0F40">
        <w:rPr>
          <w:rFonts w:cs="Arial"/>
          <w:b/>
          <w:bCs/>
        </w:rPr>
        <w:t>etailed responsibility matrix</w:t>
      </w:r>
      <w:r w:rsidRPr="00A30D7A">
        <w:rPr>
          <w:rFonts w:cs="Arial"/>
        </w:rPr>
        <w:t xml:space="preserve"> is a</w:t>
      </w:r>
      <w:r w:rsidR="005C20BF" w:rsidRPr="00A30D7A">
        <w:rPr>
          <w:rFonts w:cs="Arial"/>
        </w:rPr>
        <w:t>n appropriate</w:t>
      </w:r>
      <w:r w:rsidRPr="00A30D7A">
        <w:rPr>
          <w:rFonts w:cs="Arial"/>
        </w:rPr>
        <w:t xml:space="preserve"> way of defining the level of information to be delivered by the project team</w:t>
      </w:r>
      <w:r w:rsidR="00E669DF" w:rsidRPr="00A30D7A">
        <w:rPr>
          <w:rFonts w:cs="Arial"/>
        </w:rPr>
        <w:t xml:space="preserve"> in response to the level of information need specified in the EIR</w:t>
      </w:r>
      <w:r w:rsidRPr="00A30D7A">
        <w:rPr>
          <w:rFonts w:cs="Arial"/>
        </w:rPr>
        <w:t>.</w:t>
      </w:r>
    </w:p>
    <w:p w14:paraId="3F5FDAEE" w14:textId="6F565973" w:rsidR="00E669DF" w:rsidRPr="00A30D7A" w:rsidRDefault="00E669DF" w:rsidP="00E669DF">
      <w:pPr>
        <w:pBdr>
          <w:top w:val="single" w:sz="4" w:space="1" w:color="auto"/>
          <w:left w:val="single" w:sz="4" w:space="4" w:color="auto"/>
          <w:bottom w:val="single" w:sz="4" w:space="1" w:color="auto"/>
          <w:right w:val="single" w:sz="4" w:space="4" w:color="auto"/>
        </w:pBdr>
        <w:spacing w:line="220" w:lineRule="exact"/>
        <w:rPr>
          <w:rFonts w:cs="Arial"/>
          <w:color w:val="008000"/>
          <w:sz w:val="16"/>
          <w:lang w:val="en-GB"/>
        </w:rPr>
      </w:pPr>
      <w:r w:rsidRPr="00A30D7A">
        <w:rPr>
          <w:rFonts w:cs="Arial"/>
          <w:color w:val="008000"/>
          <w:sz w:val="16"/>
          <w:lang w:val="en-GB"/>
        </w:rPr>
        <w:t xml:space="preserve">There are three broad methods for defining </w:t>
      </w:r>
      <w:r w:rsidR="00AE107E" w:rsidRPr="00A30D7A">
        <w:rPr>
          <w:rFonts w:cs="Arial"/>
          <w:color w:val="008000"/>
          <w:sz w:val="16"/>
          <w:lang w:val="en-GB"/>
        </w:rPr>
        <w:t>l</w:t>
      </w:r>
      <w:r w:rsidRPr="00A30D7A">
        <w:rPr>
          <w:rFonts w:cs="Arial"/>
          <w:color w:val="008000"/>
          <w:sz w:val="16"/>
          <w:lang w:val="en-GB"/>
        </w:rPr>
        <w:t xml:space="preserve">evel of Information </w:t>
      </w:r>
      <w:r w:rsidR="00AE107E" w:rsidRPr="00A30D7A">
        <w:rPr>
          <w:rFonts w:cs="Arial"/>
          <w:color w:val="008000"/>
          <w:sz w:val="16"/>
          <w:lang w:val="en-GB"/>
        </w:rPr>
        <w:t>n</w:t>
      </w:r>
      <w:r w:rsidRPr="00A30D7A">
        <w:rPr>
          <w:rFonts w:cs="Arial"/>
          <w:color w:val="008000"/>
          <w:sz w:val="16"/>
          <w:lang w:val="en-GB"/>
        </w:rPr>
        <w:t>eed:</w:t>
      </w:r>
    </w:p>
    <w:p w14:paraId="5B5EAD3B" w14:textId="197B6A1A" w:rsidR="00E669DF" w:rsidRPr="00A30D7A" w:rsidRDefault="00E669DF" w:rsidP="00487C04">
      <w:pPr>
        <w:pStyle w:val="Instructionsindent"/>
      </w:pPr>
      <w:r w:rsidRPr="00A30D7A">
        <w:rPr>
          <w:b/>
          <w:bCs/>
          <w:lang w:val="en-GB"/>
        </w:rPr>
        <w:t>Descriptive Method</w:t>
      </w:r>
      <w:r w:rsidRPr="00A30D7A">
        <w:t xml:space="preserve">: </w:t>
      </w:r>
      <w:r w:rsidRPr="00A30D7A">
        <w:rPr>
          <w:lang w:val="en-GB"/>
        </w:rPr>
        <w:t xml:space="preserve">Describing the </w:t>
      </w:r>
      <w:r w:rsidR="00AE107E" w:rsidRPr="00A30D7A">
        <w:rPr>
          <w:lang w:val="en-GB"/>
        </w:rPr>
        <w:t>level of Information need</w:t>
      </w:r>
      <w:r w:rsidRPr="00A30D7A">
        <w:rPr>
          <w:lang w:val="en-GB"/>
        </w:rPr>
        <w:t xml:space="preserve"> at one or more stages of the project lifecycle.</w:t>
      </w:r>
    </w:p>
    <w:p w14:paraId="5A28A94B" w14:textId="251CEA6E" w:rsidR="00E669DF" w:rsidRPr="00A30D7A" w:rsidRDefault="00E669DF" w:rsidP="00487C04">
      <w:pPr>
        <w:pStyle w:val="Instructionsindent"/>
      </w:pPr>
      <w:r w:rsidRPr="00A30D7A">
        <w:rPr>
          <w:b/>
          <w:bCs/>
          <w:lang w:val="en-GB"/>
        </w:rPr>
        <w:t>Industry Specification Method</w:t>
      </w:r>
      <w:r w:rsidRPr="00A30D7A">
        <w:t xml:space="preserve">: </w:t>
      </w:r>
      <w:r w:rsidRPr="00A30D7A">
        <w:rPr>
          <w:lang w:val="en-GB"/>
        </w:rPr>
        <w:t xml:space="preserve">Using the US </w:t>
      </w:r>
      <w:proofErr w:type="spellStart"/>
      <w:r w:rsidRPr="00A30D7A">
        <w:rPr>
          <w:lang w:val="en-GB"/>
        </w:rPr>
        <w:t>BIMForum</w:t>
      </w:r>
      <w:proofErr w:type="spellEnd"/>
      <w:r w:rsidRPr="00A30D7A">
        <w:rPr>
          <w:lang w:val="en-GB"/>
        </w:rPr>
        <w:t xml:space="preserve"> Level of Development (LOD 100 to 500) </w:t>
      </w:r>
      <w:r w:rsidR="005C20BF" w:rsidRPr="00A30D7A">
        <w:rPr>
          <w:lang w:val="en-GB"/>
        </w:rPr>
        <w:t>S</w:t>
      </w:r>
      <w:r w:rsidRPr="00A30D7A">
        <w:rPr>
          <w:lang w:val="en-GB"/>
        </w:rPr>
        <w:t xml:space="preserve">pecification </w:t>
      </w:r>
      <w:r w:rsidR="005C20BF" w:rsidRPr="00A30D7A">
        <w:rPr>
          <w:lang w:val="en-GB"/>
        </w:rPr>
        <w:t xml:space="preserve">(primarily for geometrical development) </w:t>
      </w:r>
      <w:r w:rsidRPr="00A30D7A">
        <w:rPr>
          <w:lang w:val="en-GB"/>
        </w:rPr>
        <w:t xml:space="preserve">or the UK NBS </w:t>
      </w:r>
      <w:r w:rsidR="005C20BF" w:rsidRPr="00A30D7A">
        <w:rPr>
          <w:lang w:val="en-GB"/>
        </w:rPr>
        <w:t xml:space="preserve">BIM Toolkit </w:t>
      </w:r>
      <w:r w:rsidRPr="00A30D7A">
        <w:rPr>
          <w:lang w:val="en-GB"/>
        </w:rPr>
        <w:t>Level of Model Definition (LOMD) system de</w:t>
      </w:r>
      <w:r w:rsidR="00461E2F" w:rsidRPr="00A30D7A">
        <w:rPr>
          <w:lang w:val="en-GB"/>
        </w:rPr>
        <w:t>rived from</w:t>
      </w:r>
      <w:r w:rsidRPr="00A30D7A">
        <w:rPr>
          <w:lang w:val="en-GB"/>
        </w:rPr>
        <w:t xml:space="preserve"> the </w:t>
      </w:r>
      <w:r w:rsidR="005C20BF" w:rsidRPr="00A30D7A">
        <w:rPr>
          <w:lang w:val="en-GB"/>
        </w:rPr>
        <w:t xml:space="preserve">combined </w:t>
      </w:r>
      <w:r w:rsidRPr="00A30D7A">
        <w:rPr>
          <w:lang w:val="en-GB"/>
        </w:rPr>
        <w:t>Level of Detail (LOD 1 to 5) and Level of Information (LOI 1 to 5).</w:t>
      </w:r>
    </w:p>
    <w:p w14:paraId="4F957662" w14:textId="7E15E84D" w:rsidR="00E669DF" w:rsidRPr="00A30D7A" w:rsidRDefault="00E669DF" w:rsidP="00487C04">
      <w:pPr>
        <w:pStyle w:val="Instructionsindent"/>
      </w:pPr>
      <w:r w:rsidRPr="00A30D7A">
        <w:rPr>
          <w:b/>
          <w:bCs/>
          <w:lang w:val="en-GB"/>
        </w:rPr>
        <w:t>Asset Definition Method</w:t>
      </w:r>
      <w:r w:rsidRPr="00A30D7A">
        <w:t xml:space="preserve">: </w:t>
      </w:r>
      <w:r w:rsidRPr="00A30D7A">
        <w:rPr>
          <w:lang w:val="en-GB"/>
        </w:rPr>
        <w:t xml:space="preserve">Defining the </w:t>
      </w:r>
      <w:r w:rsidR="00AE107E" w:rsidRPr="00A30D7A">
        <w:rPr>
          <w:lang w:val="en-GB"/>
        </w:rPr>
        <w:t xml:space="preserve">level of </w:t>
      </w:r>
      <w:r w:rsidR="00461E2F" w:rsidRPr="00A30D7A">
        <w:rPr>
          <w:lang w:val="en-GB"/>
        </w:rPr>
        <w:t>i</w:t>
      </w:r>
      <w:r w:rsidR="00AE107E" w:rsidRPr="00A30D7A">
        <w:rPr>
          <w:lang w:val="en-GB"/>
        </w:rPr>
        <w:t>nformation need</w:t>
      </w:r>
      <w:r w:rsidRPr="00A30D7A">
        <w:rPr>
          <w:lang w:val="en-GB"/>
        </w:rPr>
        <w:t xml:space="preserve"> for each asset individually is the most complete method.</w:t>
      </w:r>
    </w:p>
    <w:p w14:paraId="728B9B2A" w14:textId="77777777" w:rsidR="004E4E5C" w:rsidRPr="00A30D7A" w:rsidRDefault="004E4E5C"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vanish/>
          <w:color w:val="008000"/>
          <w:sz w:val="16"/>
        </w:rPr>
        <w:t xml:space="preserve">For an overview of model development and Levels of Development (LOD) of model elements see </w:t>
      </w:r>
      <w:r w:rsidRPr="00A30D7A">
        <w:rPr>
          <w:rFonts w:cs="Arial"/>
          <w:i/>
          <w:vanish/>
          <w:color w:val="008000"/>
          <w:sz w:val="16"/>
        </w:rPr>
        <w:t>National Guidelines for Digital Modelling</w:t>
      </w:r>
      <w:r w:rsidRPr="00A30D7A">
        <w:rPr>
          <w:rFonts w:cs="Arial"/>
          <w:vanish/>
          <w:color w:val="008000"/>
          <w:sz w:val="16"/>
        </w:rPr>
        <w:t xml:space="preserve"> clauses 1.6 &amp; 1.7. See also </w:t>
      </w:r>
      <w:r w:rsidRPr="00A30D7A">
        <w:rPr>
          <w:rFonts w:cs="Arial"/>
          <w:i/>
          <w:vanish/>
          <w:color w:val="008000"/>
          <w:sz w:val="16"/>
        </w:rPr>
        <w:t>NATSPEC BIM Paper NBP 001: LOD and BIM</w:t>
      </w:r>
      <w:r w:rsidRPr="00A30D7A">
        <w:rPr>
          <w:rFonts w:cs="Arial"/>
          <w:vanish/>
          <w:color w:val="008000"/>
          <w:sz w:val="16"/>
        </w:rPr>
        <w:t xml:space="preserve"> for an explanation of LODs.</w:t>
      </w:r>
    </w:p>
    <w:p w14:paraId="276271E7" w14:textId="56162656" w:rsidR="002450A4" w:rsidRPr="00A30D7A" w:rsidRDefault="002F12CE"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vanish/>
          <w:color w:val="008000"/>
          <w:sz w:val="16"/>
        </w:rPr>
        <w:t xml:space="preserve">NOTE: This example of a </w:t>
      </w:r>
      <w:r w:rsidR="00FB0F40" w:rsidRPr="00FB0F40">
        <w:rPr>
          <w:rFonts w:cs="Arial"/>
          <w:b/>
          <w:bCs/>
          <w:vanish/>
          <w:color w:val="008000"/>
          <w:sz w:val="16"/>
        </w:rPr>
        <w:t>D</w:t>
      </w:r>
      <w:r w:rsidRPr="00FB0F40">
        <w:rPr>
          <w:rFonts w:cs="Arial"/>
          <w:b/>
          <w:bCs/>
          <w:vanish/>
          <w:color w:val="008000"/>
          <w:sz w:val="16"/>
        </w:rPr>
        <w:t>etailed responsibility matrix</w:t>
      </w:r>
      <w:r w:rsidRPr="00A30D7A">
        <w:rPr>
          <w:rFonts w:cs="Arial"/>
          <w:vanish/>
          <w:color w:val="008000"/>
          <w:sz w:val="16"/>
        </w:rPr>
        <w:t xml:space="preserve"> shows the most common content for these types of matrices:</w:t>
      </w:r>
      <w:r w:rsidR="00104988" w:rsidRPr="00A30D7A">
        <w:rPr>
          <w:rFonts w:cs="Arial"/>
          <w:vanish/>
          <w:color w:val="008000"/>
          <w:sz w:val="16"/>
        </w:rPr>
        <w:t xml:space="preserve"> the</w:t>
      </w:r>
      <w:r w:rsidRPr="00A30D7A">
        <w:rPr>
          <w:rFonts w:cs="Arial"/>
          <w:vanish/>
          <w:color w:val="008000"/>
          <w:sz w:val="16"/>
        </w:rPr>
        <w:t xml:space="preserve"> </w:t>
      </w:r>
      <w:r w:rsidR="00104988" w:rsidRPr="00A30D7A">
        <w:rPr>
          <w:rFonts w:cs="Arial"/>
          <w:vanish/>
          <w:color w:val="008000"/>
          <w:sz w:val="16"/>
        </w:rPr>
        <w:t xml:space="preserve">level of </w:t>
      </w:r>
      <w:r w:rsidRPr="00A30D7A">
        <w:rPr>
          <w:rFonts w:cs="Arial"/>
          <w:vanish/>
          <w:color w:val="008000"/>
          <w:sz w:val="16"/>
        </w:rPr>
        <w:t>geometrical information of Model Elements</w:t>
      </w:r>
      <w:r w:rsidR="00104988" w:rsidRPr="00A30D7A">
        <w:rPr>
          <w:rFonts w:cs="Arial"/>
          <w:vanish/>
          <w:color w:val="008000"/>
          <w:sz w:val="16"/>
        </w:rPr>
        <w:t>, generally referred to as LOD</w:t>
      </w:r>
      <w:r w:rsidRPr="00A30D7A">
        <w:rPr>
          <w:rFonts w:cs="Arial"/>
          <w:vanish/>
          <w:color w:val="008000"/>
          <w:sz w:val="16"/>
        </w:rPr>
        <w:t>.</w:t>
      </w:r>
    </w:p>
    <w:p w14:paraId="190AC02E" w14:textId="2BC7B473" w:rsidR="0008699B" w:rsidRPr="00A30D7A" w:rsidRDefault="004B4C0E"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vanish/>
          <w:color w:val="008000"/>
          <w:sz w:val="16"/>
        </w:rPr>
        <w:t>A similar</w:t>
      </w:r>
      <w:r w:rsidR="00104988" w:rsidRPr="00A30D7A">
        <w:rPr>
          <w:rFonts w:cs="Arial"/>
          <w:vanish/>
          <w:color w:val="008000"/>
          <w:sz w:val="16"/>
        </w:rPr>
        <w:t xml:space="preserve"> format can be adopted for s</w:t>
      </w:r>
      <w:r w:rsidR="0008699B" w:rsidRPr="00A30D7A">
        <w:rPr>
          <w:rFonts w:cs="Arial"/>
          <w:vanish/>
          <w:color w:val="008000"/>
          <w:sz w:val="16"/>
        </w:rPr>
        <w:t>pecify</w:t>
      </w:r>
      <w:r w:rsidR="00104988" w:rsidRPr="00A30D7A">
        <w:rPr>
          <w:rFonts w:cs="Arial"/>
          <w:vanish/>
          <w:color w:val="008000"/>
          <w:sz w:val="16"/>
        </w:rPr>
        <w:t>ing responsibilities for other deliverables such as alphanumeric information, documents and drawings</w:t>
      </w:r>
      <w:r w:rsidR="0008699B" w:rsidRPr="00A30D7A">
        <w:rPr>
          <w:rFonts w:cs="Arial"/>
          <w:vanish/>
          <w:color w:val="008000"/>
          <w:sz w:val="16"/>
        </w:rPr>
        <w:t xml:space="preserve">, and the required level of information at different stages for each. See </w:t>
      </w:r>
      <w:r w:rsidR="00454151" w:rsidRPr="00A30D7A">
        <w:rPr>
          <w:rFonts w:cs="Arial"/>
          <w:vanish/>
          <w:color w:val="008000"/>
          <w:sz w:val="16"/>
        </w:rPr>
        <w:t xml:space="preserve">EN 17412-1:2020 (and ISO/DIS 7817:2022) </w:t>
      </w:r>
      <w:r w:rsidR="00454151" w:rsidRPr="00A30D7A">
        <w:rPr>
          <w:rFonts w:cs="Arial"/>
          <w:i/>
          <w:iCs/>
          <w:vanish/>
          <w:color w:val="008000"/>
          <w:sz w:val="16"/>
        </w:rPr>
        <w:t>Building information modelling – Level of information need – Part 1: Concepts and principles</w:t>
      </w:r>
      <w:r w:rsidR="00454151" w:rsidRPr="00A30D7A">
        <w:rPr>
          <w:rFonts w:cs="Arial"/>
          <w:vanish/>
          <w:color w:val="008000"/>
          <w:sz w:val="16"/>
        </w:rPr>
        <w:t xml:space="preserve"> for details.</w:t>
      </w:r>
    </w:p>
    <w:p w14:paraId="1C742C8A" w14:textId="5D500AFA" w:rsidR="004B4C0E" w:rsidRPr="00A30D7A" w:rsidRDefault="004B4C0E"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b/>
          <w:bCs/>
          <w:vanish/>
          <w:color w:val="008000"/>
          <w:sz w:val="16"/>
        </w:rPr>
        <w:t>ANNEX</w:t>
      </w:r>
      <w:r w:rsidR="005B41B7" w:rsidRPr="00A30D7A">
        <w:rPr>
          <w:rFonts w:cs="Arial"/>
          <w:b/>
          <w:bCs/>
          <w:vanish/>
          <w:color w:val="008000"/>
          <w:sz w:val="16"/>
        </w:rPr>
        <w:t> C</w:t>
      </w:r>
      <w:r w:rsidRPr="00A30D7A">
        <w:rPr>
          <w:rFonts w:cs="Arial"/>
          <w:b/>
          <w:bCs/>
          <w:vanish/>
          <w:color w:val="008000"/>
          <w:sz w:val="16"/>
        </w:rPr>
        <w:t xml:space="preserve"> – LEVEL OF INFORMATION</w:t>
      </w:r>
      <w:r w:rsidRPr="00A30D7A">
        <w:rPr>
          <w:rFonts w:cs="Arial"/>
          <w:vanish/>
          <w:color w:val="008000"/>
          <w:sz w:val="16"/>
        </w:rPr>
        <w:t xml:space="preserve"> includes a </w:t>
      </w:r>
      <w:r w:rsidRPr="00A30D7A">
        <w:rPr>
          <w:rFonts w:cs="Arial"/>
          <w:b/>
          <w:bCs/>
          <w:vanish/>
          <w:color w:val="008000"/>
          <w:sz w:val="16"/>
        </w:rPr>
        <w:t>Spatial object information table</w:t>
      </w:r>
      <w:r w:rsidRPr="00A30D7A">
        <w:rPr>
          <w:rFonts w:cs="Arial"/>
          <w:vanish/>
          <w:color w:val="008000"/>
          <w:sz w:val="16"/>
        </w:rPr>
        <w:t>,</w:t>
      </w:r>
      <w:r w:rsidRPr="00A30D7A">
        <w:t xml:space="preserve"> </w:t>
      </w:r>
      <w:r w:rsidRPr="00A30D7A">
        <w:rPr>
          <w:rFonts w:cs="Arial"/>
          <w:b/>
          <w:bCs/>
          <w:vanish/>
          <w:color w:val="008000"/>
          <w:sz w:val="16"/>
        </w:rPr>
        <w:t>Asset object alphanumeric information table</w:t>
      </w:r>
      <w:r w:rsidRPr="00A30D7A">
        <w:rPr>
          <w:rFonts w:cs="Arial"/>
          <w:vanish/>
          <w:color w:val="008000"/>
          <w:sz w:val="16"/>
        </w:rPr>
        <w:t>, and</w:t>
      </w:r>
      <w:r w:rsidRPr="00A30D7A">
        <w:rPr>
          <w:rFonts w:cs="Arial"/>
          <w:b/>
          <w:bCs/>
          <w:vanish/>
          <w:color w:val="008000"/>
          <w:sz w:val="16"/>
        </w:rPr>
        <w:t xml:space="preserve"> Asset object shared properties responsibility matrix</w:t>
      </w:r>
      <w:r w:rsidRPr="00A30D7A">
        <w:rPr>
          <w:rFonts w:cs="Arial"/>
          <w:vanish/>
          <w:color w:val="008000"/>
          <w:sz w:val="16"/>
        </w:rPr>
        <w:t xml:space="preserve"> for specifying the level of information for these other types of information. Adapt or develop responsibility matrixes</w:t>
      </w:r>
      <w:r w:rsidR="002450A4" w:rsidRPr="00A30D7A">
        <w:rPr>
          <w:rFonts w:cs="Arial"/>
          <w:vanish/>
          <w:color w:val="008000"/>
          <w:sz w:val="16"/>
        </w:rPr>
        <w:t xml:space="preserve"> to suit the needs of the project.</w:t>
      </w:r>
    </w:p>
    <w:p w14:paraId="70CC85A1" w14:textId="0BE43EBF" w:rsidR="004E4E5C" w:rsidRPr="00A30D7A" w:rsidRDefault="004E4E5C" w:rsidP="002278A3">
      <w:pPr>
        <w:pStyle w:val="Tabletitle"/>
      </w:pPr>
      <w:r w:rsidRPr="00A30D7A">
        <w:t>Legend for</w:t>
      </w:r>
      <w:r w:rsidR="00461E2F" w:rsidRPr="00A30D7A">
        <w:t xml:space="preserve"> Detailed responsibility matrix</w:t>
      </w:r>
    </w:p>
    <w:tbl>
      <w:tblPr>
        <w:tblW w:w="9254" w:type="dxa"/>
        <w:tblCellMar>
          <w:top w:w="28" w:type="dxa"/>
          <w:left w:w="40" w:type="dxa"/>
          <w:bottom w:w="28" w:type="dxa"/>
          <w:right w:w="40" w:type="dxa"/>
        </w:tblCellMar>
        <w:tblLook w:val="01E0" w:firstRow="1" w:lastRow="1" w:firstColumn="1" w:lastColumn="1" w:noHBand="0" w:noVBand="0"/>
      </w:tblPr>
      <w:tblGrid>
        <w:gridCol w:w="567"/>
        <w:gridCol w:w="3868"/>
        <w:gridCol w:w="567"/>
        <w:gridCol w:w="4252"/>
      </w:tblGrid>
      <w:tr w:rsidR="004E4E5C" w:rsidRPr="00A30D7A" w14:paraId="579085B8" w14:textId="77777777" w:rsidTr="00F6791E">
        <w:trPr>
          <w:cantSplit/>
          <w:tblHeader/>
        </w:trPr>
        <w:tc>
          <w:tcPr>
            <w:tcW w:w="567" w:type="dxa"/>
            <w:tcBorders>
              <w:bottom w:val="single" w:sz="4" w:space="0" w:color="auto"/>
            </w:tcBorders>
            <w:shd w:val="clear" w:color="auto" w:fill="auto"/>
          </w:tcPr>
          <w:p w14:paraId="712F5690" w14:textId="77777777" w:rsidR="004E4E5C" w:rsidRPr="00A30D7A" w:rsidRDefault="004E4E5C" w:rsidP="00F6791E">
            <w:pPr>
              <w:rPr>
                <w:rFonts w:cs="Arial"/>
                <w:b/>
              </w:rPr>
            </w:pPr>
            <w:r w:rsidRPr="00A30D7A">
              <w:rPr>
                <w:rFonts w:cs="Arial"/>
                <w:b/>
              </w:rPr>
              <w:t>MEA</w:t>
            </w:r>
          </w:p>
        </w:tc>
        <w:tc>
          <w:tcPr>
            <w:tcW w:w="3868" w:type="dxa"/>
            <w:tcBorders>
              <w:bottom w:val="single" w:sz="4" w:space="0" w:color="auto"/>
              <w:right w:val="single" w:sz="4" w:space="0" w:color="auto"/>
            </w:tcBorders>
            <w:shd w:val="clear" w:color="auto" w:fill="auto"/>
          </w:tcPr>
          <w:p w14:paraId="4018D3DD" w14:textId="77777777" w:rsidR="004E4E5C" w:rsidRPr="00A30D7A" w:rsidRDefault="004E4E5C" w:rsidP="00F6791E">
            <w:pPr>
              <w:rPr>
                <w:rFonts w:cs="Arial"/>
              </w:rPr>
            </w:pPr>
            <w:r w:rsidRPr="00A30D7A">
              <w:rPr>
                <w:rFonts w:cs="Arial"/>
              </w:rPr>
              <w:t>Model Element Author</w:t>
            </w:r>
          </w:p>
        </w:tc>
        <w:tc>
          <w:tcPr>
            <w:tcW w:w="567" w:type="dxa"/>
            <w:tcBorders>
              <w:left w:val="single" w:sz="4" w:space="0" w:color="auto"/>
              <w:bottom w:val="single" w:sz="4" w:space="0" w:color="auto"/>
            </w:tcBorders>
            <w:shd w:val="clear" w:color="auto" w:fill="auto"/>
          </w:tcPr>
          <w:p w14:paraId="1384A160" w14:textId="77777777" w:rsidR="004E4E5C" w:rsidRPr="00A30D7A" w:rsidRDefault="004E4E5C" w:rsidP="00F6791E">
            <w:pPr>
              <w:rPr>
                <w:rFonts w:cs="Arial"/>
                <w:b/>
              </w:rPr>
            </w:pPr>
            <w:r w:rsidRPr="00A30D7A">
              <w:rPr>
                <w:rFonts w:cs="Arial"/>
                <w:b/>
              </w:rPr>
              <w:t>LOD</w:t>
            </w:r>
          </w:p>
        </w:tc>
        <w:tc>
          <w:tcPr>
            <w:tcW w:w="4252" w:type="dxa"/>
            <w:tcBorders>
              <w:bottom w:val="single" w:sz="4" w:space="0" w:color="auto"/>
            </w:tcBorders>
            <w:shd w:val="clear" w:color="auto" w:fill="auto"/>
          </w:tcPr>
          <w:p w14:paraId="622F9C6A" w14:textId="77777777" w:rsidR="004E4E5C" w:rsidRPr="00A30D7A" w:rsidRDefault="004E4E5C" w:rsidP="00F6791E">
            <w:pPr>
              <w:rPr>
                <w:rFonts w:cs="Arial"/>
              </w:rPr>
            </w:pPr>
            <w:r w:rsidRPr="00A30D7A">
              <w:rPr>
                <w:rFonts w:cs="Arial"/>
              </w:rPr>
              <w:t>Level of Development</w:t>
            </w:r>
          </w:p>
        </w:tc>
      </w:tr>
      <w:tr w:rsidR="004E4E5C" w:rsidRPr="00A30D7A" w14:paraId="5CC25EB9" w14:textId="77777777" w:rsidTr="00F6791E">
        <w:tc>
          <w:tcPr>
            <w:tcW w:w="567" w:type="dxa"/>
            <w:tcBorders>
              <w:top w:val="single" w:sz="4" w:space="0" w:color="auto"/>
            </w:tcBorders>
            <w:shd w:val="clear" w:color="auto" w:fill="auto"/>
          </w:tcPr>
          <w:p w14:paraId="5E66BD4E" w14:textId="45758F10" w:rsidR="004E4E5C" w:rsidRPr="00A30D7A" w:rsidRDefault="004E4E5C" w:rsidP="00F6791E">
            <w:pPr>
              <w:rPr>
                <w:rFonts w:cs="Arial"/>
                <w:b/>
              </w:rPr>
            </w:pPr>
            <w:r w:rsidRPr="00A30D7A">
              <w:rPr>
                <w:rFonts w:cs="Arial"/>
                <w:b/>
              </w:rPr>
              <w:t>A</w:t>
            </w:r>
            <w:r w:rsidR="00A13ED7" w:rsidRPr="00A30D7A">
              <w:rPr>
                <w:rFonts w:cs="Arial"/>
                <w:b/>
              </w:rPr>
              <w:t>R</w:t>
            </w:r>
          </w:p>
        </w:tc>
        <w:tc>
          <w:tcPr>
            <w:tcW w:w="3868" w:type="dxa"/>
            <w:tcBorders>
              <w:top w:val="single" w:sz="4" w:space="0" w:color="auto"/>
              <w:right w:val="single" w:sz="4" w:space="0" w:color="auto"/>
            </w:tcBorders>
            <w:shd w:val="clear" w:color="auto" w:fill="auto"/>
          </w:tcPr>
          <w:p w14:paraId="267954E5" w14:textId="77777777" w:rsidR="004E4E5C" w:rsidRPr="00A30D7A" w:rsidRDefault="004E4E5C" w:rsidP="00F6791E">
            <w:pPr>
              <w:rPr>
                <w:rFonts w:cs="Arial"/>
              </w:rPr>
            </w:pPr>
            <w:r w:rsidRPr="00A30D7A">
              <w:rPr>
                <w:rFonts w:cs="Arial"/>
              </w:rPr>
              <w:t>Architect</w:t>
            </w:r>
          </w:p>
        </w:tc>
        <w:tc>
          <w:tcPr>
            <w:tcW w:w="567" w:type="dxa"/>
            <w:tcBorders>
              <w:top w:val="single" w:sz="4" w:space="0" w:color="auto"/>
              <w:left w:val="single" w:sz="4" w:space="0" w:color="auto"/>
            </w:tcBorders>
            <w:shd w:val="clear" w:color="auto" w:fill="auto"/>
          </w:tcPr>
          <w:p w14:paraId="17BA9CD3" w14:textId="77777777" w:rsidR="004E4E5C" w:rsidRPr="00A30D7A" w:rsidRDefault="004E4E5C" w:rsidP="00F6791E">
            <w:pPr>
              <w:rPr>
                <w:rFonts w:cs="Arial"/>
                <w:b/>
              </w:rPr>
            </w:pPr>
            <w:r w:rsidRPr="00A30D7A">
              <w:rPr>
                <w:rFonts w:cs="Arial"/>
                <w:b/>
              </w:rPr>
              <w:t>100</w:t>
            </w:r>
          </w:p>
        </w:tc>
        <w:tc>
          <w:tcPr>
            <w:tcW w:w="4252" w:type="dxa"/>
            <w:tcBorders>
              <w:top w:val="single" w:sz="4" w:space="0" w:color="auto"/>
            </w:tcBorders>
            <w:shd w:val="clear" w:color="auto" w:fill="auto"/>
          </w:tcPr>
          <w:p w14:paraId="6D1F1700" w14:textId="77777777" w:rsidR="004E4E5C" w:rsidRPr="00A30D7A" w:rsidRDefault="004E4E5C" w:rsidP="00F6791E">
            <w:pPr>
              <w:rPr>
                <w:rFonts w:cs="Arial"/>
              </w:rPr>
            </w:pPr>
            <w:r w:rsidRPr="00A30D7A">
              <w:rPr>
                <w:rFonts w:cs="Arial"/>
              </w:rPr>
              <w:t>Conceptual</w:t>
            </w:r>
          </w:p>
        </w:tc>
      </w:tr>
      <w:tr w:rsidR="004E4E5C" w:rsidRPr="00A30D7A" w14:paraId="01A76B5C" w14:textId="77777777" w:rsidTr="00F6791E">
        <w:tc>
          <w:tcPr>
            <w:tcW w:w="567" w:type="dxa"/>
            <w:shd w:val="clear" w:color="auto" w:fill="auto"/>
          </w:tcPr>
          <w:p w14:paraId="27B8C5A3" w14:textId="4E47E9B9" w:rsidR="004E4E5C" w:rsidRPr="00A30D7A" w:rsidRDefault="00A13ED7" w:rsidP="00F6791E">
            <w:pPr>
              <w:rPr>
                <w:rFonts w:cs="Arial"/>
                <w:b/>
              </w:rPr>
            </w:pPr>
            <w:r w:rsidRPr="00A30D7A">
              <w:rPr>
                <w:rFonts w:cs="Arial"/>
                <w:b/>
              </w:rPr>
              <w:t>PM</w:t>
            </w:r>
          </w:p>
        </w:tc>
        <w:tc>
          <w:tcPr>
            <w:tcW w:w="3868" w:type="dxa"/>
            <w:tcBorders>
              <w:right w:val="single" w:sz="4" w:space="0" w:color="auto"/>
            </w:tcBorders>
            <w:shd w:val="clear" w:color="auto" w:fill="auto"/>
          </w:tcPr>
          <w:p w14:paraId="7682BD4D" w14:textId="37DE2ADC" w:rsidR="004E4E5C" w:rsidRPr="00A30D7A" w:rsidRDefault="00A13ED7" w:rsidP="00F6791E">
            <w:pPr>
              <w:rPr>
                <w:rFonts w:cs="Arial"/>
              </w:rPr>
            </w:pPr>
            <w:r w:rsidRPr="00A30D7A">
              <w:rPr>
                <w:rFonts w:cs="Arial"/>
              </w:rPr>
              <w:t>Project Manager</w:t>
            </w:r>
          </w:p>
        </w:tc>
        <w:tc>
          <w:tcPr>
            <w:tcW w:w="567" w:type="dxa"/>
            <w:tcBorders>
              <w:left w:val="single" w:sz="4" w:space="0" w:color="auto"/>
            </w:tcBorders>
            <w:shd w:val="clear" w:color="auto" w:fill="auto"/>
          </w:tcPr>
          <w:p w14:paraId="10A530EE" w14:textId="77777777" w:rsidR="004E4E5C" w:rsidRPr="00A30D7A" w:rsidRDefault="004E4E5C" w:rsidP="00F6791E">
            <w:pPr>
              <w:rPr>
                <w:rFonts w:cs="Arial"/>
                <w:b/>
              </w:rPr>
            </w:pPr>
            <w:r w:rsidRPr="00A30D7A">
              <w:rPr>
                <w:rFonts w:cs="Arial"/>
                <w:b/>
              </w:rPr>
              <w:t>200</w:t>
            </w:r>
          </w:p>
        </w:tc>
        <w:tc>
          <w:tcPr>
            <w:tcW w:w="4252" w:type="dxa"/>
            <w:shd w:val="clear" w:color="auto" w:fill="auto"/>
          </w:tcPr>
          <w:p w14:paraId="2C52DAFA" w14:textId="77777777" w:rsidR="004E4E5C" w:rsidRPr="00A30D7A" w:rsidRDefault="004E4E5C" w:rsidP="00F6791E">
            <w:pPr>
              <w:rPr>
                <w:rFonts w:cs="Arial"/>
              </w:rPr>
            </w:pPr>
            <w:r w:rsidRPr="00A30D7A">
              <w:rPr>
                <w:rFonts w:cs="Arial"/>
              </w:rPr>
              <w:t>Approximate geometry</w:t>
            </w:r>
          </w:p>
        </w:tc>
      </w:tr>
      <w:tr w:rsidR="004E4E5C" w:rsidRPr="00A30D7A" w14:paraId="4C3F3DBD" w14:textId="77777777" w:rsidTr="00F6791E">
        <w:tc>
          <w:tcPr>
            <w:tcW w:w="567" w:type="dxa"/>
            <w:shd w:val="clear" w:color="auto" w:fill="auto"/>
          </w:tcPr>
          <w:p w14:paraId="0ECE674A" w14:textId="1839197C" w:rsidR="004E4E5C" w:rsidRPr="00A30D7A" w:rsidRDefault="004E4E5C" w:rsidP="00F6791E">
            <w:pPr>
              <w:rPr>
                <w:rFonts w:cs="Arial"/>
                <w:b/>
              </w:rPr>
            </w:pPr>
            <w:r w:rsidRPr="00A30D7A">
              <w:rPr>
                <w:rFonts w:cs="Arial"/>
                <w:b/>
              </w:rPr>
              <w:t>E</w:t>
            </w:r>
            <w:r w:rsidR="00A13ED7" w:rsidRPr="00A30D7A">
              <w:rPr>
                <w:rFonts w:cs="Arial"/>
                <w:b/>
              </w:rPr>
              <w:t>L</w:t>
            </w:r>
          </w:p>
        </w:tc>
        <w:tc>
          <w:tcPr>
            <w:tcW w:w="3868" w:type="dxa"/>
            <w:tcBorders>
              <w:right w:val="single" w:sz="4" w:space="0" w:color="auto"/>
            </w:tcBorders>
            <w:shd w:val="clear" w:color="auto" w:fill="auto"/>
          </w:tcPr>
          <w:p w14:paraId="1F5D4493" w14:textId="77777777" w:rsidR="004E4E5C" w:rsidRPr="00A30D7A" w:rsidRDefault="004E4E5C" w:rsidP="00F6791E">
            <w:pPr>
              <w:rPr>
                <w:rFonts w:cs="Arial"/>
              </w:rPr>
            </w:pPr>
            <w:r w:rsidRPr="00A30D7A">
              <w:rPr>
                <w:rFonts w:cs="Arial"/>
              </w:rPr>
              <w:t>Electrical Engineer</w:t>
            </w:r>
          </w:p>
        </w:tc>
        <w:tc>
          <w:tcPr>
            <w:tcW w:w="567" w:type="dxa"/>
            <w:tcBorders>
              <w:left w:val="single" w:sz="4" w:space="0" w:color="auto"/>
            </w:tcBorders>
            <w:shd w:val="clear" w:color="auto" w:fill="auto"/>
          </w:tcPr>
          <w:p w14:paraId="581C6D57" w14:textId="77777777" w:rsidR="004E4E5C" w:rsidRPr="00A30D7A" w:rsidRDefault="004E4E5C" w:rsidP="00F6791E">
            <w:pPr>
              <w:rPr>
                <w:rFonts w:cs="Arial"/>
                <w:b/>
              </w:rPr>
            </w:pPr>
            <w:r w:rsidRPr="00A30D7A">
              <w:rPr>
                <w:rFonts w:cs="Arial"/>
                <w:b/>
              </w:rPr>
              <w:t>300</w:t>
            </w:r>
          </w:p>
        </w:tc>
        <w:tc>
          <w:tcPr>
            <w:tcW w:w="4252" w:type="dxa"/>
            <w:shd w:val="clear" w:color="auto" w:fill="auto"/>
          </w:tcPr>
          <w:p w14:paraId="559B920F" w14:textId="602FE34E" w:rsidR="004E4E5C" w:rsidRPr="00A30D7A" w:rsidRDefault="004E4E5C" w:rsidP="00F6791E">
            <w:pPr>
              <w:rPr>
                <w:rFonts w:cs="Arial"/>
              </w:rPr>
            </w:pPr>
            <w:r w:rsidRPr="00A30D7A">
              <w:rPr>
                <w:rFonts w:cs="Arial"/>
              </w:rPr>
              <w:t xml:space="preserve">Precise </w:t>
            </w:r>
            <w:r w:rsidR="000A0794" w:rsidRPr="00A30D7A">
              <w:rPr>
                <w:rFonts w:cs="Arial"/>
              </w:rPr>
              <w:t xml:space="preserve">design </w:t>
            </w:r>
            <w:r w:rsidRPr="00A30D7A">
              <w:rPr>
                <w:rFonts w:cs="Arial"/>
              </w:rPr>
              <w:t>geometry</w:t>
            </w:r>
          </w:p>
        </w:tc>
      </w:tr>
      <w:tr w:rsidR="004E4E5C" w:rsidRPr="00A30D7A" w14:paraId="6D083A7C" w14:textId="77777777" w:rsidTr="00F6791E">
        <w:tc>
          <w:tcPr>
            <w:tcW w:w="567" w:type="dxa"/>
            <w:shd w:val="clear" w:color="auto" w:fill="auto"/>
          </w:tcPr>
          <w:p w14:paraId="313051E7" w14:textId="0A09CB32" w:rsidR="004E4E5C" w:rsidRPr="00A30D7A" w:rsidRDefault="004E4E5C" w:rsidP="00F6791E">
            <w:pPr>
              <w:rPr>
                <w:rFonts w:cs="Arial"/>
                <w:b/>
              </w:rPr>
            </w:pPr>
            <w:r w:rsidRPr="00A30D7A">
              <w:rPr>
                <w:rFonts w:cs="Arial"/>
                <w:b/>
              </w:rPr>
              <w:t>M</w:t>
            </w:r>
            <w:r w:rsidR="00A13ED7" w:rsidRPr="00A30D7A">
              <w:rPr>
                <w:rFonts w:cs="Arial"/>
                <w:b/>
              </w:rPr>
              <w:t>E</w:t>
            </w:r>
          </w:p>
        </w:tc>
        <w:tc>
          <w:tcPr>
            <w:tcW w:w="3868" w:type="dxa"/>
            <w:tcBorders>
              <w:right w:val="single" w:sz="4" w:space="0" w:color="auto"/>
            </w:tcBorders>
            <w:shd w:val="clear" w:color="auto" w:fill="auto"/>
          </w:tcPr>
          <w:p w14:paraId="25C2E762" w14:textId="77777777" w:rsidR="004E4E5C" w:rsidRPr="00A30D7A" w:rsidRDefault="004E4E5C" w:rsidP="00F6791E">
            <w:pPr>
              <w:rPr>
                <w:rFonts w:cs="Arial"/>
              </w:rPr>
            </w:pPr>
            <w:r w:rsidRPr="00A30D7A">
              <w:rPr>
                <w:rFonts w:cs="Arial"/>
              </w:rPr>
              <w:t>Mechanical Engineer</w:t>
            </w:r>
          </w:p>
        </w:tc>
        <w:tc>
          <w:tcPr>
            <w:tcW w:w="567" w:type="dxa"/>
            <w:tcBorders>
              <w:left w:val="single" w:sz="4" w:space="0" w:color="auto"/>
            </w:tcBorders>
            <w:shd w:val="clear" w:color="auto" w:fill="auto"/>
          </w:tcPr>
          <w:p w14:paraId="4133539F" w14:textId="611F0CCA" w:rsidR="004E4E5C" w:rsidRPr="00A30D7A" w:rsidRDefault="000A0794" w:rsidP="00F6791E">
            <w:pPr>
              <w:rPr>
                <w:rFonts w:cs="Arial"/>
                <w:b/>
              </w:rPr>
            </w:pPr>
            <w:r w:rsidRPr="00A30D7A">
              <w:rPr>
                <w:rFonts w:cs="Arial"/>
                <w:b/>
              </w:rPr>
              <w:t>350</w:t>
            </w:r>
          </w:p>
        </w:tc>
        <w:tc>
          <w:tcPr>
            <w:tcW w:w="4252" w:type="dxa"/>
            <w:shd w:val="clear" w:color="auto" w:fill="auto"/>
          </w:tcPr>
          <w:p w14:paraId="691BDD5D" w14:textId="7F3A9D89" w:rsidR="004E4E5C" w:rsidRPr="00A30D7A" w:rsidRDefault="0057179E" w:rsidP="00F6791E">
            <w:pPr>
              <w:rPr>
                <w:rFonts w:cs="Arial"/>
              </w:rPr>
            </w:pPr>
            <w:r w:rsidRPr="00A30D7A">
              <w:rPr>
                <w:rFonts w:cs="Arial"/>
              </w:rPr>
              <w:t>Actual</w:t>
            </w:r>
            <w:r w:rsidR="000A0794" w:rsidRPr="00A30D7A">
              <w:rPr>
                <w:rFonts w:cs="Arial"/>
              </w:rPr>
              <w:t xml:space="preserve"> geometry with supports and connections</w:t>
            </w:r>
          </w:p>
        </w:tc>
      </w:tr>
      <w:tr w:rsidR="004E4E5C" w:rsidRPr="00A30D7A" w14:paraId="6DA4C7CD" w14:textId="77777777" w:rsidTr="00F6791E">
        <w:tc>
          <w:tcPr>
            <w:tcW w:w="567" w:type="dxa"/>
            <w:shd w:val="clear" w:color="auto" w:fill="auto"/>
          </w:tcPr>
          <w:p w14:paraId="6FB890FE" w14:textId="06BA9027" w:rsidR="004E4E5C" w:rsidRPr="00A30D7A" w:rsidRDefault="00A13ED7" w:rsidP="00F6791E">
            <w:pPr>
              <w:rPr>
                <w:rFonts w:cs="Arial"/>
                <w:b/>
              </w:rPr>
            </w:pPr>
            <w:r w:rsidRPr="00A30D7A">
              <w:rPr>
                <w:rFonts w:cs="Arial"/>
                <w:b/>
              </w:rPr>
              <w:t>HY</w:t>
            </w:r>
          </w:p>
        </w:tc>
        <w:tc>
          <w:tcPr>
            <w:tcW w:w="3868" w:type="dxa"/>
            <w:tcBorders>
              <w:right w:val="single" w:sz="4" w:space="0" w:color="auto"/>
            </w:tcBorders>
            <w:shd w:val="clear" w:color="auto" w:fill="auto"/>
          </w:tcPr>
          <w:p w14:paraId="169F5A7C" w14:textId="2518A895" w:rsidR="004E4E5C" w:rsidRPr="00A30D7A" w:rsidRDefault="004E4E5C" w:rsidP="00F6791E">
            <w:pPr>
              <w:rPr>
                <w:rFonts w:cs="Arial"/>
              </w:rPr>
            </w:pPr>
            <w:r w:rsidRPr="00A30D7A">
              <w:rPr>
                <w:rFonts w:cs="Arial"/>
              </w:rPr>
              <w:t>Hydraulic Engineer</w:t>
            </w:r>
          </w:p>
        </w:tc>
        <w:tc>
          <w:tcPr>
            <w:tcW w:w="567" w:type="dxa"/>
            <w:tcBorders>
              <w:left w:val="single" w:sz="4" w:space="0" w:color="auto"/>
            </w:tcBorders>
            <w:shd w:val="clear" w:color="auto" w:fill="auto"/>
          </w:tcPr>
          <w:p w14:paraId="7A5F0469" w14:textId="3E08263C" w:rsidR="004E4E5C" w:rsidRPr="00A30D7A" w:rsidRDefault="000E6FC3" w:rsidP="00F6791E">
            <w:pPr>
              <w:rPr>
                <w:rFonts w:cs="Arial"/>
                <w:b/>
              </w:rPr>
            </w:pPr>
            <w:r w:rsidRPr="00A30D7A">
              <w:rPr>
                <w:rFonts w:cs="Arial"/>
                <w:b/>
              </w:rPr>
              <w:t>400</w:t>
            </w:r>
          </w:p>
        </w:tc>
        <w:tc>
          <w:tcPr>
            <w:tcW w:w="4252" w:type="dxa"/>
            <w:shd w:val="clear" w:color="auto" w:fill="auto"/>
          </w:tcPr>
          <w:p w14:paraId="2A392748" w14:textId="59AF97EC" w:rsidR="004E4E5C" w:rsidRPr="00A30D7A" w:rsidRDefault="000E6FC3" w:rsidP="00F6791E">
            <w:pPr>
              <w:rPr>
                <w:rFonts w:cs="Arial"/>
              </w:rPr>
            </w:pPr>
            <w:r w:rsidRPr="00A30D7A">
              <w:rPr>
                <w:rFonts w:cs="Arial"/>
              </w:rPr>
              <w:t>Fabrication</w:t>
            </w:r>
          </w:p>
        </w:tc>
      </w:tr>
      <w:tr w:rsidR="000E6FC3" w:rsidRPr="00A30D7A" w14:paraId="37846478" w14:textId="77777777" w:rsidTr="00F6791E">
        <w:tc>
          <w:tcPr>
            <w:tcW w:w="567" w:type="dxa"/>
            <w:shd w:val="clear" w:color="auto" w:fill="auto"/>
          </w:tcPr>
          <w:p w14:paraId="6591EAB9" w14:textId="1A22E1E3" w:rsidR="000E6FC3" w:rsidRPr="00A30D7A" w:rsidRDefault="000E6FC3" w:rsidP="000E6FC3">
            <w:pPr>
              <w:rPr>
                <w:rFonts w:cs="Arial"/>
                <w:b/>
              </w:rPr>
            </w:pPr>
            <w:r w:rsidRPr="00A30D7A">
              <w:rPr>
                <w:rFonts w:cs="Arial"/>
                <w:b/>
              </w:rPr>
              <w:t>S</w:t>
            </w:r>
            <w:r w:rsidR="00A13ED7" w:rsidRPr="00A30D7A">
              <w:rPr>
                <w:rFonts w:cs="Arial"/>
                <w:b/>
              </w:rPr>
              <w:t>T</w:t>
            </w:r>
          </w:p>
        </w:tc>
        <w:tc>
          <w:tcPr>
            <w:tcW w:w="3868" w:type="dxa"/>
            <w:tcBorders>
              <w:right w:val="single" w:sz="4" w:space="0" w:color="auto"/>
            </w:tcBorders>
            <w:shd w:val="clear" w:color="auto" w:fill="auto"/>
          </w:tcPr>
          <w:p w14:paraId="29E6A0BD" w14:textId="77777777" w:rsidR="000E6FC3" w:rsidRPr="00A30D7A" w:rsidRDefault="000E6FC3" w:rsidP="000E6FC3">
            <w:pPr>
              <w:rPr>
                <w:rFonts w:cs="Arial"/>
              </w:rPr>
            </w:pPr>
            <w:r w:rsidRPr="00A30D7A">
              <w:rPr>
                <w:rFonts w:cs="Arial"/>
              </w:rPr>
              <w:t>Structural Engineer</w:t>
            </w:r>
          </w:p>
        </w:tc>
        <w:tc>
          <w:tcPr>
            <w:tcW w:w="567" w:type="dxa"/>
            <w:tcBorders>
              <w:left w:val="single" w:sz="4" w:space="0" w:color="auto"/>
            </w:tcBorders>
            <w:shd w:val="clear" w:color="auto" w:fill="auto"/>
          </w:tcPr>
          <w:p w14:paraId="0FB12ADC" w14:textId="388171D0" w:rsidR="000E6FC3" w:rsidRPr="00A30D7A" w:rsidRDefault="000E6FC3" w:rsidP="000E6FC3">
            <w:pPr>
              <w:rPr>
                <w:rFonts w:cs="Arial"/>
              </w:rPr>
            </w:pPr>
            <w:r w:rsidRPr="00A30D7A">
              <w:rPr>
                <w:rFonts w:cs="Arial"/>
                <w:b/>
              </w:rPr>
              <w:t>500</w:t>
            </w:r>
          </w:p>
        </w:tc>
        <w:tc>
          <w:tcPr>
            <w:tcW w:w="4252" w:type="dxa"/>
            <w:shd w:val="clear" w:color="auto" w:fill="auto"/>
          </w:tcPr>
          <w:p w14:paraId="1AC5F63E" w14:textId="58F810E7" w:rsidR="000E6FC3" w:rsidRPr="00A30D7A" w:rsidRDefault="000E6FC3" w:rsidP="000E6FC3">
            <w:pPr>
              <w:rPr>
                <w:rFonts w:cs="Arial"/>
              </w:rPr>
            </w:pPr>
            <w:proofErr w:type="gramStart"/>
            <w:r w:rsidRPr="00A30D7A">
              <w:rPr>
                <w:rFonts w:cs="Arial"/>
              </w:rPr>
              <w:t>As-built</w:t>
            </w:r>
            <w:proofErr w:type="gramEnd"/>
          </w:p>
        </w:tc>
      </w:tr>
    </w:tbl>
    <w:p w14:paraId="6D0F0F0E" w14:textId="77777777" w:rsidR="004E4E5C" w:rsidRPr="00A30D7A" w:rsidRDefault="004E4E5C" w:rsidP="004E4E5C">
      <w:pPr>
        <w:rPr>
          <w:rFonts w:cs="Arial"/>
        </w:rPr>
      </w:pPr>
    </w:p>
    <w:p w14:paraId="75C18684" w14:textId="4064278E" w:rsidR="004E4E5C" w:rsidRPr="00A30D7A" w:rsidRDefault="004E4E5C" w:rsidP="004E4E5C">
      <w:pPr>
        <w:pStyle w:val="Instructions"/>
        <w:rPr>
          <w:rFonts w:cs="Arial"/>
        </w:rPr>
      </w:pPr>
      <w:r w:rsidRPr="00A30D7A">
        <w:rPr>
          <w:rFonts w:cs="Arial"/>
        </w:rPr>
        <w:t xml:space="preserve">Two </w:t>
      </w:r>
      <w:r w:rsidR="00461E2F" w:rsidRPr="00A30D7A">
        <w:rPr>
          <w:rFonts w:cs="Arial"/>
        </w:rPr>
        <w:t>examples of</w:t>
      </w:r>
      <w:r w:rsidRPr="00A30D7A">
        <w:rPr>
          <w:rFonts w:cs="Arial"/>
        </w:rPr>
        <w:t xml:space="preserve"> </w:t>
      </w:r>
      <w:r w:rsidR="00461E2F" w:rsidRPr="00A30D7A">
        <w:rPr>
          <w:rFonts w:cs="Arial"/>
        </w:rPr>
        <w:t xml:space="preserve">detailed responsibility matrices </w:t>
      </w:r>
      <w:r w:rsidRPr="00A30D7A">
        <w:rPr>
          <w:rFonts w:cs="Arial"/>
        </w:rPr>
        <w:t>are provided in this Template – USE ONLY ONE:</w:t>
      </w:r>
    </w:p>
    <w:p w14:paraId="1C526EAA" w14:textId="2427C980" w:rsidR="004E4E5C" w:rsidRPr="00A30D7A" w:rsidRDefault="004E4E5C" w:rsidP="00EE00BB">
      <w:pPr>
        <w:pStyle w:val="Instructionsindent"/>
      </w:pPr>
      <w:r w:rsidRPr="00A30D7A">
        <w:t xml:space="preserve">The </w:t>
      </w:r>
      <w:r w:rsidR="00507471" w:rsidRPr="00507471">
        <w:rPr>
          <w:rFonts w:cs="Arial"/>
          <w:b/>
          <w:bCs/>
        </w:rPr>
        <w:t>D</w:t>
      </w:r>
      <w:r w:rsidR="00461E2F" w:rsidRPr="00507471">
        <w:rPr>
          <w:rFonts w:cs="Arial"/>
          <w:b/>
          <w:bCs/>
        </w:rPr>
        <w:t>etailed responsibility matrix</w:t>
      </w:r>
      <w:r w:rsidR="00461E2F" w:rsidRPr="00A30D7A">
        <w:t xml:space="preserve"> </w:t>
      </w:r>
      <w:r w:rsidRPr="00A30D7A">
        <w:t xml:space="preserve">below which has a simplified list of model elements. </w:t>
      </w:r>
    </w:p>
    <w:p w14:paraId="216C3B36" w14:textId="6F01E61F" w:rsidR="004E4E5C" w:rsidRPr="00A30D7A" w:rsidRDefault="004E4E5C" w:rsidP="00EE00BB">
      <w:pPr>
        <w:pStyle w:val="Instructionsindent"/>
      </w:pPr>
      <w:r w:rsidRPr="00A30D7A">
        <w:t xml:space="preserve">The </w:t>
      </w:r>
      <w:r w:rsidR="00507471" w:rsidRPr="00507471">
        <w:rPr>
          <w:rFonts w:cs="Arial"/>
          <w:b/>
          <w:bCs/>
        </w:rPr>
        <w:t>D</w:t>
      </w:r>
      <w:r w:rsidR="00461E2F" w:rsidRPr="00507471">
        <w:rPr>
          <w:rFonts w:cs="Arial"/>
          <w:b/>
          <w:bCs/>
        </w:rPr>
        <w:t>etailed responsibility matrix</w:t>
      </w:r>
      <w:r w:rsidR="00461E2F" w:rsidRPr="00A30D7A">
        <w:rPr>
          <w:b/>
        </w:rPr>
        <w:t xml:space="preserve"> </w:t>
      </w:r>
      <w:r w:rsidRPr="00A30D7A">
        <w:rPr>
          <w:b/>
        </w:rPr>
        <w:t>(</w:t>
      </w:r>
      <w:proofErr w:type="spellStart"/>
      <w:r w:rsidRPr="00A30D7A">
        <w:rPr>
          <w:b/>
        </w:rPr>
        <w:t>UniFormat</w:t>
      </w:r>
      <w:proofErr w:type="spellEnd"/>
      <w:r w:rsidRPr="00A30D7A">
        <w:rPr>
          <w:b/>
        </w:rPr>
        <w:t xml:space="preserve"> alternative)</w:t>
      </w:r>
      <w:r w:rsidRPr="00A30D7A">
        <w:t xml:space="preserve"> following it which organises model elements by </w:t>
      </w:r>
      <w:proofErr w:type="spellStart"/>
      <w:r w:rsidRPr="00A30D7A">
        <w:t>UniFormat</w:t>
      </w:r>
      <w:proofErr w:type="spellEnd"/>
      <w:r w:rsidRPr="00A30D7A">
        <w:t xml:space="preserve"> classification.</w:t>
      </w:r>
    </w:p>
    <w:p w14:paraId="50285D15" w14:textId="1936D5E6" w:rsidR="004E4E5C" w:rsidRPr="00A30D7A" w:rsidRDefault="004E4E5C" w:rsidP="004E4E5C">
      <w:pPr>
        <w:pStyle w:val="Instructions"/>
        <w:rPr>
          <w:rFonts w:cs="Arial"/>
        </w:rPr>
      </w:pPr>
      <w:r w:rsidRPr="00A30D7A">
        <w:rPr>
          <w:rFonts w:cs="Arial"/>
        </w:rPr>
        <w:t xml:space="preserve">Note: If the </w:t>
      </w:r>
      <w:r w:rsidR="00461E2F" w:rsidRPr="00A30D7A">
        <w:rPr>
          <w:rFonts w:cs="Arial"/>
          <w:b/>
          <w:bCs/>
        </w:rPr>
        <w:t>High-level responsibility matrix</w:t>
      </w:r>
      <w:r w:rsidR="00461E2F" w:rsidRPr="00A30D7A">
        <w:rPr>
          <w:rFonts w:cs="Arial"/>
        </w:rPr>
        <w:t xml:space="preserve"> </w:t>
      </w:r>
      <w:r w:rsidR="00507471">
        <w:rPr>
          <w:rFonts w:cs="Arial"/>
        </w:rPr>
        <w:t xml:space="preserve">in the pre-appointment BEP </w:t>
      </w:r>
      <w:r w:rsidRPr="00A30D7A">
        <w:rPr>
          <w:rFonts w:cs="Arial"/>
        </w:rPr>
        <w:t>has been completed, transpose the MEA for each element at a given project phase to the relevant project milestone column in the</w:t>
      </w:r>
      <w:r w:rsidR="002A693E" w:rsidRPr="00A30D7A">
        <w:rPr>
          <w:rFonts w:cs="Arial"/>
          <w:bCs/>
        </w:rPr>
        <w:t xml:space="preserve"> </w:t>
      </w:r>
      <w:r w:rsidR="002A693E" w:rsidRPr="00A30D7A">
        <w:rPr>
          <w:rFonts w:cs="Arial"/>
          <w:b/>
          <w:bCs/>
        </w:rPr>
        <w:t>Detailed responsibility matrix</w:t>
      </w:r>
      <w:r w:rsidRPr="00A30D7A">
        <w:rPr>
          <w:rFonts w:cs="Arial"/>
        </w:rPr>
        <w:t xml:space="preserve">. See the </w:t>
      </w:r>
      <w:r w:rsidRPr="00A30D7A">
        <w:rPr>
          <w:rFonts w:cs="Arial"/>
          <w:i/>
        </w:rPr>
        <w:t>Guidance</w:t>
      </w:r>
      <w:r w:rsidRPr="00A30D7A">
        <w:rPr>
          <w:rFonts w:cs="Arial"/>
        </w:rPr>
        <w:t xml:space="preserve"> before the </w:t>
      </w:r>
      <w:r w:rsidR="002A693E" w:rsidRPr="00A30D7A">
        <w:rPr>
          <w:rFonts w:cs="Arial"/>
          <w:b/>
          <w:bCs/>
        </w:rPr>
        <w:t>High-level responsibility matrix</w:t>
      </w:r>
      <w:r w:rsidR="002A693E" w:rsidRPr="00A30D7A">
        <w:rPr>
          <w:rFonts w:cs="Arial"/>
        </w:rPr>
        <w:t xml:space="preserve"> </w:t>
      </w:r>
      <w:r w:rsidRPr="00A30D7A">
        <w:rPr>
          <w:rFonts w:cs="Arial"/>
        </w:rPr>
        <w:t>which explains how they can be used together.</w:t>
      </w:r>
    </w:p>
    <w:p w14:paraId="3787DFFF" w14:textId="320F8A3B" w:rsidR="004E4E5C" w:rsidRPr="00A30D7A" w:rsidRDefault="004E4E5C" w:rsidP="004E4E5C">
      <w:pPr>
        <w:pBdr>
          <w:top w:val="single" w:sz="4" w:space="1" w:color="auto"/>
          <w:left w:val="single" w:sz="4" w:space="4" w:color="auto"/>
          <w:bottom w:val="single" w:sz="4" w:space="1" w:color="auto"/>
          <w:right w:val="single" w:sz="4" w:space="4" w:color="auto"/>
        </w:pBdr>
        <w:spacing w:line="220" w:lineRule="exact"/>
        <w:ind w:left="3969" w:hanging="3969"/>
        <w:rPr>
          <w:rFonts w:cs="Arial"/>
          <w:vanish/>
          <w:color w:val="008000"/>
          <w:sz w:val="16"/>
        </w:rPr>
      </w:pPr>
      <w:r w:rsidRPr="00A30D7A">
        <w:rPr>
          <w:rFonts w:cs="Arial"/>
          <w:vanish/>
          <w:color w:val="008000"/>
          <w:sz w:val="16"/>
        </w:rPr>
        <w:t xml:space="preserve">Using the </w:t>
      </w:r>
      <w:r w:rsidR="002A693E" w:rsidRPr="00A30D7A">
        <w:rPr>
          <w:rFonts w:cs="Arial"/>
          <w:b/>
          <w:bCs/>
          <w:vanish/>
          <w:color w:val="008000"/>
          <w:sz w:val="16"/>
        </w:rPr>
        <w:t>Detailed responsibility matrix</w:t>
      </w:r>
      <w:r w:rsidR="002A693E" w:rsidRPr="00A30D7A">
        <w:rPr>
          <w:rFonts w:cs="Arial"/>
          <w:vanish/>
          <w:color w:val="008000"/>
          <w:sz w:val="16"/>
        </w:rPr>
        <w:t xml:space="preserve"> </w:t>
      </w:r>
      <w:r w:rsidRPr="00A30D7A">
        <w:rPr>
          <w:rFonts w:cs="Arial"/>
          <w:vanish/>
          <w:color w:val="008000"/>
          <w:sz w:val="16"/>
        </w:rPr>
        <w:t>(</w:t>
      </w:r>
      <w:r w:rsidR="00507471">
        <w:rPr>
          <w:rFonts w:cs="Arial"/>
          <w:vanish/>
          <w:color w:val="008000"/>
          <w:sz w:val="16"/>
        </w:rPr>
        <w:t>t</w:t>
      </w:r>
      <w:r w:rsidRPr="00A30D7A">
        <w:rPr>
          <w:rFonts w:cs="Arial"/>
          <w:vanish/>
          <w:color w:val="008000"/>
          <w:sz w:val="16"/>
        </w:rPr>
        <w:t xml:space="preserve">hese instructions also apply to the </w:t>
      </w:r>
      <w:proofErr w:type="spellStart"/>
      <w:r w:rsidRPr="00A30D7A">
        <w:rPr>
          <w:rFonts w:cs="Arial"/>
          <w:vanish/>
          <w:color w:val="008000"/>
          <w:sz w:val="16"/>
        </w:rPr>
        <w:t>UniFormat</w:t>
      </w:r>
      <w:proofErr w:type="spellEnd"/>
      <w:r w:rsidRPr="00A30D7A">
        <w:rPr>
          <w:rFonts w:cs="Arial"/>
          <w:vanish/>
          <w:color w:val="008000"/>
          <w:sz w:val="16"/>
        </w:rPr>
        <w:t xml:space="preserve"> alternative):</w:t>
      </w:r>
    </w:p>
    <w:p w14:paraId="72A90CA8" w14:textId="10EDE8B2" w:rsidR="004E4E5C" w:rsidRPr="00A30D7A" w:rsidRDefault="004E4E5C"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vanish/>
          <w:color w:val="008000"/>
          <w:sz w:val="16"/>
        </w:rPr>
        <w:t xml:space="preserve">Determine the LOD required for each Model Element at each project milestone, and the MEA responsible for developing it to that LOD. Record these decisions by inserting the appropriate abbreviations from the Legend in the cells of the table. Refer to </w:t>
      </w:r>
      <w:proofErr w:type="spellStart"/>
      <w:r w:rsidRPr="00A30D7A">
        <w:rPr>
          <w:rFonts w:cs="Arial"/>
          <w:i/>
          <w:vanish/>
          <w:color w:val="008000"/>
          <w:sz w:val="16"/>
        </w:rPr>
        <w:t>BIMForum</w:t>
      </w:r>
      <w:proofErr w:type="spellEnd"/>
      <w:r w:rsidRPr="00A30D7A">
        <w:rPr>
          <w:rFonts w:cs="Arial"/>
          <w:i/>
          <w:vanish/>
          <w:color w:val="008000"/>
          <w:sz w:val="16"/>
        </w:rPr>
        <w:t xml:space="preserve"> LOD Specification</w:t>
      </w:r>
      <w:r w:rsidRPr="00A30D7A">
        <w:rPr>
          <w:rFonts w:cs="Arial"/>
        </w:rPr>
        <w:t xml:space="preserve"> </w:t>
      </w:r>
      <w:r w:rsidRPr="00A30D7A">
        <w:rPr>
          <w:rFonts w:cs="Arial"/>
          <w:vanish/>
          <w:color w:val="008000"/>
          <w:sz w:val="16"/>
        </w:rPr>
        <w:t>for definitions of each LOD including authorised uses, model management protocols, responsibilities, etc. Any project-specific amendments to the definitions should be documented.</w:t>
      </w:r>
    </w:p>
    <w:p w14:paraId="5A576CC2" w14:textId="77777777" w:rsidR="004E4E5C" w:rsidRPr="00A30D7A" w:rsidRDefault="004E4E5C" w:rsidP="004E4E5C">
      <w:pPr>
        <w:pBdr>
          <w:top w:val="single" w:sz="4" w:space="1" w:color="auto"/>
          <w:left w:val="single" w:sz="4" w:space="4" w:color="auto"/>
          <w:bottom w:val="single" w:sz="4" w:space="1" w:color="auto"/>
          <w:right w:val="single" w:sz="4" w:space="4" w:color="auto"/>
        </w:pBdr>
        <w:spacing w:line="220" w:lineRule="exact"/>
        <w:rPr>
          <w:rFonts w:cs="Arial"/>
          <w:vanish/>
          <w:color w:val="008000"/>
          <w:sz w:val="16"/>
        </w:rPr>
      </w:pPr>
      <w:r w:rsidRPr="00A30D7A">
        <w:rPr>
          <w:rFonts w:cs="Arial"/>
          <w:vanish/>
          <w:color w:val="008000"/>
          <w:sz w:val="16"/>
        </w:rPr>
        <w:t>Modify the table to suit the requirements of the project. For example:</w:t>
      </w:r>
    </w:p>
    <w:p w14:paraId="66F445AF" w14:textId="20358DDB" w:rsidR="004E4E5C" w:rsidRPr="00A30D7A" w:rsidRDefault="004E4E5C" w:rsidP="00EE00BB">
      <w:pPr>
        <w:pStyle w:val="Instructionsindent"/>
      </w:pPr>
      <w:r w:rsidRPr="00A30D7A">
        <w:t>Edit Model Elements to suit the project. Those listed can be merged for simple projects, or another classification scheme substituted as required, e.g. Revit Family categories.</w:t>
      </w:r>
    </w:p>
    <w:p w14:paraId="44224A67" w14:textId="77777777" w:rsidR="004E4E5C" w:rsidRPr="00A30D7A" w:rsidRDefault="004E4E5C" w:rsidP="00EE00BB">
      <w:pPr>
        <w:pStyle w:val="Instructionsindent"/>
      </w:pPr>
      <w:r w:rsidRPr="00A30D7A">
        <w:t>If more than one author will be developing an element, add additional rows and enter the LOD each will be responsible for.</w:t>
      </w:r>
    </w:p>
    <w:p w14:paraId="728D269C" w14:textId="6167B97C" w:rsidR="004E4E5C" w:rsidRPr="00A30D7A" w:rsidRDefault="004E4E5C" w:rsidP="00EE00BB">
      <w:pPr>
        <w:pStyle w:val="Instructionsindent"/>
      </w:pPr>
      <w:r w:rsidRPr="00A30D7A">
        <w:lastRenderedPageBreak/>
        <w:t>If two authors are required to collaborate closely in the development of an element throughout the project, e.g. an architect and a structural engineer coordinating door and window openings in structural walls, indicate this by entering the abbreviations for both in the same MEA cell, e.g. A</w:t>
      </w:r>
      <w:r w:rsidR="00A13ED7" w:rsidRPr="00A30D7A">
        <w:t>R</w:t>
      </w:r>
      <w:r w:rsidRPr="00A30D7A">
        <w:t xml:space="preserve"> + S</w:t>
      </w:r>
      <w:r w:rsidR="00A13ED7" w:rsidRPr="00A30D7A">
        <w:t>T</w:t>
      </w:r>
      <w:r w:rsidRPr="00A30D7A">
        <w:t>.</w:t>
      </w:r>
    </w:p>
    <w:p w14:paraId="5ACB9879" w14:textId="1E9C9F31" w:rsidR="004E4E5C" w:rsidRPr="00A30D7A" w:rsidRDefault="004E4E5C" w:rsidP="00EE00BB">
      <w:pPr>
        <w:pStyle w:val="Instructionsindent"/>
      </w:pPr>
      <w:r w:rsidRPr="00A30D7A">
        <w:t xml:space="preserve">Edit the project milestones to suit the </w:t>
      </w:r>
      <w:r w:rsidR="00C760A6" w:rsidRPr="00A30D7A">
        <w:t>BEP</w:t>
      </w:r>
      <w:r w:rsidRPr="00A30D7A">
        <w:t xml:space="preserve"> type and scope of service being provided, e.g. for a Design </w:t>
      </w:r>
      <w:r w:rsidR="00C760A6" w:rsidRPr="00A30D7A">
        <w:t>BEP</w:t>
      </w:r>
      <w:r w:rsidRPr="00A30D7A">
        <w:t>, include only milestones within that phase. More milestones can be included to show a finer gradation of element development but be aware of the additional effort this entails.  Focus on the LODs required at key handover points at the end of major project phases and work backwards only to the extent necessary. Defining LODs during conceptual and schematic design phases may be futile.</w:t>
      </w:r>
    </w:p>
    <w:p w14:paraId="104804B5" w14:textId="77777777" w:rsidR="004E4E5C" w:rsidRPr="00A30D7A" w:rsidRDefault="004E4E5C" w:rsidP="00EE00BB">
      <w:pPr>
        <w:pStyle w:val="Instructionsindent"/>
      </w:pPr>
      <w:r w:rsidRPr="00A30D7A">
        <w:t>Shading or colour coding of LODs, MEAs or project phases can assist legibility of the matrix and interpretation of information.</w:t>
      </w:r>
    </w:p>
    <w:p w14:paraId="5105581D" w14:textId="7CD54DC3" w:rsidR="004E4E5C" w:rsidRPr="00A30D7A" w:rsidRDefault="002A693E" w:rsidP="004E4E5C">
      <w:pPr>
        <w:rPr>
          <w:b/>
          <w:bCs/>
        </w:rPr>
      </w:pPr>
      <w:r w:rsidRPr="00A30D7A">
        <w:rPr>
          <w:b/>
          <w:bCs/>
        </w:rPr>
        <w:t>Detailed responsibility matrix</w:t>
      </w:r>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40" w:type="dxa"/>
          <w:bottom w:w="28" w:type="dxa"/>
          <w:right w:w="40" w:type="dxa"/>
        </w:tblCellMar>
        <w:tblLook w:val="01E0" w:firstRow="1" w:lastRow="1" w:firstColumn="1" w:lastColumn="1" w:noHBand="0" w:noVBand="0"/>
      </w:tblPr>
      <w:tblGrid>
        <w:gridCol w:w="2966"/>
        <w:gridCol w:w="846"/>
        <w:gridCol w:w="652"/>
        <w:gridCol w:w="652"/>
        <w:gridCol w:w="652"/>
        <w:gridCol w:w="652"/>
        <w:gridCol w:w="652"/>
        <w:gridCol w:w="652"/>
        <w:gridCol w:w="1530"/>
      </w:tblGrid>
      <w:tr w:rsidR="004E4E5C" w:rsidRPr="00A30D7A" w14:paraId="179EA839" w14:textId="77777777" w:rsidTr="00F6791E">
        <w:trPr>
          <w:tblHeader/>
        </w:trPr>
        <w:tc>
          <w:tcPr>
            <w:tcW w:w="2966" w:type="dxa"/>
            <w:vMerge w:val="restart"/>
            <w:tcBorders>
              <w:top w:val="single" w:sz="4" w:space="0" w:color="auto"/>
            </w:tcBorders>
            <w:shd w:val="clear" w:color="auto" w:fill="D9E2F3" w:themeFill="accent1" w:themeFillTint="33"/>
          </w:tcPr>
          <w:p w14:paraId="55123696" w14:textId="77777777" w:rsidR="004E4E5C" w:rsidRPr="00A30D7A" w:rsidRDefault="004E4E5C" w:rsidP="00F6791E">
            <w:pPr>
              <w:rPr>
                <w:rFonts w:cs="Arial"/>
                <w:b/>
              </w:rPr>
            </w:pPr>
            <w:r w:rsidRPr="00A30D7A">
              <w:rPr>
                <w:rFonts w:cs="Arial"/>
                <w:b/>
              </w:rPr>
              <w:t>Model Element</w:t>
            </w:r>
          </w:p>
        </w:tc>
        <w:tc>
          <w:tcPr>
            <w:tcW w:w="846" w:type="dxa"/>
            <w:vMerge w:val="restart"/>
            <w:shd w:val="clear" w:color="auto" w:fill="D9E2F3" w:themeFill="accent1" w:themeFillTint="33"/>
          </w:tcPr>
          <w:p w14:paraId="36C50178" w14:textId="77777777" w:rsidR="004E4E5C" w:rsidRPr="00A30D7A" w:rsidRDefault="004E4E5C" w:rsidP="00F6791E">
            <w:pPr>
              <w:rPr>
                <w:rFonts w:cs="Arial"/>
                <w:b/>
              </w:rPr>
            </w:pPr>
            <w:r w:rsidRPr="00A30D7A">
              <w:rPr>
                <w:rFonts w:cs="Arial"/>
                <w:b/>
              </w:rPr>
              <w:t>MEA</w:t>
            </w:r>
          </w:p>
        </w:tc>
        <w:tc>
          <w:tcPr>
            <w:tcW w:w="3912" w:type="dxa"/>
            <w:gridSpan w:val="6"/>
            <w:shd w:val="clear" w:color="auto" w:fill="D9E2F3" w:themeFill="accent1" w:themeFillTint="33"/>
          </w:tcPr>
          <w:p w14:paraId="3ED61E6D" w14:textId="77777777" w:rsidR="004E4E5C" w:rsidRPr="00A30D7A" w:rsidRDefault="004E4E5C" w:rsidP="007D0605">
            <w:pPr>
              <w:pStyle w:val="Tabletitle"/>
            </w:pPr>
            <w:r w:rsidRPr="00A30D7A">
              <w:t>Project Milestones</w:t>
            </w:r>
          </w:p>
        </w:tc>
        <w:tc>
          <w:tcPr>
            <w:tcW w:w="1530" w:type="dxa"/>
            <w:vMerge w:val="restart"/>
            <w:shd w:val="clear" w:color="auto" w:fill="D9E2F3" w:themeFill="accent1" w:themeFillTint="33"/>
          </w:tcPr>
          <w:p w14:paraId="375A2087" w14:textId="77777777" w:rsidR="004E4E5C" w:rsidRPr="00A30D7A" w:rsidRDefault="004E4E5C" w:rsidP="007D0605">
            <w:pPr>
              <w:pStyle w:val="Tabletitle"/>
            </w:pPr>
            <w:r w:rsidRPr="00A30D7A">
              <w:t>Notes</w:t>
            </w:r>
          </w:p>
        </w:tc>
      </w:tr>
      <w:tr w:rsidR="004E4E5C" w:rsidRPr="00A30D7A" w14:paraId="45B83F7E" w14:textId="77777777" w:rsidTr="00F6791E">
        <w:trPr>
          <w:cantSplit/>
          <w:trHeight w:val="1193"/>
          <w:tblHeader/>
        </w:trPr>
        <w:tc>
          <w:tcPr>
            <w:tcW w:w="2966" w:type="dxa"/>
            <w:vMerge/>
            <w:shd w:val="clear" w:color="auto" w:fill="D9E2F3" w:themeFill="accent1" w:themeFillTint="33"/>
          </w:tcPr>
          <w:p w14:paraId="3CA849A1" w14:textId="77777777" w:rsidR="004E4E5C" w:rsidRPr="00A30D7A" w:rsidRDefault="004E4E5C" w:rsidP="00F6791E">
            <w:pPr>
              <w:rPr>
                <w:rFonts w:cs="Arial"/>
                <w:b/>
              </w:rPr>
            </w:pPr>
          </w:p>
        </w:tc>
        <w:tc>
          <w:tcPr>
            <w:tcW w:w="846" w:type="dxa"/>
            <w:vMerge/>
            <w:shd w:val="clear" w:color="auto" w:fill="D9E2F3" w:themeFill="accent1" w:themeFillTint="33"/>
          </w:tcPr>
          <w:p w14:paraId="1F1D84CD" w14:textId="77777777" w:rsidR="004E4E5C" w:rsidRPr="00A30D7A" w:rsidRDefault="004E4E5C" w:rsidP="00F6791E">
            <w:pPr>
              <w:rPr>
                <w:rFonts w:cs="Arial"/>
                <w:b/>
              </w:rPr>
            </w:pPr>
          </w:p>
        </w:tc>
        <w:tc>
          <w:tcPr>
            <w:tcW w:w="652" w:type="dxa"/>
            <w:shd w:val="clear" w:color="auto" w:fill="D9E2F3" w:themeFill="accent1" w:themeFillTint="33"/>
            <w:textDirection w:val="btLr"/>
            <w:vAlign w:val="center"/>
          </w:tcPr>
          <w:p w14:paraId="4A7C61BF" w14:textId="77777777" w:rsidR="004E4E5C" w:rsidRPr="00A30D7A" w:rsidRDefault="004E4E5C" w:rsidP="00F6791E">
            <w:pPr>
              <w:pStyle w:val="Tabletext"/>
              <w:rPr>
                <w:rFonts w:cs="Arial"/>
              </w:rPr>
            </w:pPr>
            <w:r w:rsidRPr="00A30D7A">
              <w:rPr>
                <w:rFonts w:cs="Arial"/>
              </w:rPr>
              <w:t>Milestone 1</w:t>
            </w:r>
          </w:p>
        </w:tc>
        <w:tc>
          <w:tcPr>
            <w:tcW w:w="652" w:type="dxa"/>
            <w:shd w:val="clear" w:color="auto" w:fill="D9E2F3" w:themeFill="accent1" w:themeFillTint="33"/>
            <w:textDirection w:val="btLr"/>
            <w:vAlign w:val="center"/>
          </w:tcPr>
          <w:p w14:paraId="20BEBBD9" w14:textId="77777777" w:rsidR="004E4E5C" w:rsidRPr="00A30D7A" w:rsidRDefault="004E4E5C" w:rsidP="00F6791E">
            <w:pPr>
              <w:pStyle w:val="Tabletext"/>
              <w:ind w:right="113"/>
              <w:rPr>
                <w:rFonts w:cs="Arial"/>
              </w:rPr>
            </w:pPr>
            <w:r w:rsidRPr="00A30D7A">
              <w:rPr>
                <w:rFonts w:cs="Arial"/>
              </w:rPr>
              <w:t>Milestone 2</w:t>
            </w:r>
          </w:p>
        </w:tc>
        <w:tc>
          <w:tcPr>
            <w:tcW w:w="652" w:type="dxa"/>
            <w:shd w:val="clear" w:color="auto" w:fill="D9E2F3" w:themeFill="accent1" w:themeFillTint="33"/>
            <w:textDirection w:val="btLr"/>
            <w:vAlign w:val="center"/>
          </w:tcPr>
          <w:p w14:paraId="5039370B" w14:textId="77777777" w:rsidR="004E4E5C" w:rsidRPr="00A30D7A" w:rsidRDefault="004E4E5C" w:rsidP="00F6791E">
            <w:pPr>
              <w:pStyle w:val="Tabletext"/>
              <w:ind w:right="113"/>
              <w:rPr>
                <w:rFonts w:cs="Arial"/>
              </w:rPr>
            </w:pPr>
            <w:r w:rsidRPr="00A30D7A">
              <w:rPr>
                <w:rFonts w:cs="Arial"/>
              </w:rPr>
              <w:t>Milestone 3</w:t>
            </w:r>
          </w:p>
        </w:tc>
        <w:tc>
          <w:tcPr>
            <w:tcW w:w="652" w:type="dxa"/>
            <w:shd w:val="clear" w:color="auto" w:fill="D9E2F3" w:themeFill="accent1" w:themeFillTint="33"/>
            <w:textDirection w:val="btLr"/>
            <w:vAlign w:val="center"/>
          </w:tcPr>
          <w:p w14:paraId="3E017837" w14:textId="77777777" w:rsidR="004E4E5C" w:rsidRPr="00A30D7A" w:rsidRDefault="004E4E5C" w:rsidP="00F6791E">
            <w:pPr>
              <w:pStyle w:val="Tabletext"/>
              <w:ind w:right="113"/>
              <w:rPr>
                <w:rFonts w:cs="Arial"/>
              </w:rPr>
            </w:pPr>
            <w:r w:rsidRPr="00A30D7A">
              <w:rPr>
                <w:rFonts w:cs="Arial"/>
              </w:rPr>
              <w:t>Milestone 4</w:t>
            </w:r>
          </w:p>
        </w:tc>
        <w:tc>
          <w:tcPr>
            <w:tcW w:w="652" w:type="dxa"/>
            <w:shd w:val="clear" w:color="auto" w:fill="D9E2F3" w:themeFill="accent1" w:themeFillTint="33"/>
            <w:textDirection w:val="btLr"/>
            <w:vAlign w:val="center"/>
          </w:tcPr>
          <w:p w14:paraId="596D99F0" w14:textId="77777777" w:rsidR="004E4E5C" w:rsidRPr="00A30D7A" w:rsidRDefault="004E4E5C" w:rsidP="00F6791E">
            <w:pPr>
              <w:pStyle w:val="Tabletext"/>
              <w:ind w:right="113"/>
              <w:rPr>
                <w:rFonts w:cs="Arial"/>
              </w:rPr>
            </w:pPr>
            <w:r w:rsidRPr="00A30D7A">
              <w:rPr>
                <w:rFonts w:cs="Arial"/>
              </w:rPr>
              <w:t>Milestone 5</w:t>
            </w:r>
          </w:p>
        </w:tc>
        <w:tc>
          <w:tcPr>
            <w:tcW w:w="652" w:type="dxa"/>
            <w:shd w:val="clear" w:color="auto" w:fill="D9E2F3" w:themeFill="accent1" w:themeFillTint="33"/>
            <w:textDirection w:val="btLr"/>
            <w:vAlign w:val="center"/>
          </w:tcPr>
          <w:p w14:paraId="5CB782B9" w14:textId="77777777" w:rsidR="004E4E5C" w:rsidRPr="00A30D7A" w:rsidRDefault="004E4E5C" w:rsidP="00F6791E">
            <w:pPr>
              <w:pStyle w:val="Tabletext"/>
              <w:ind w:right="113"/>
              <w:rPr>
                <w:rFonts w:cs="Arial"/>
              </w:rPr>
            </w:pPr>
            <w:r w:rsidRPr="00A30D7A">
              <w:rPr>
                <w:rFonts w:cs="Arial"/>
              </w:rPr>
              <w:t>Milestone 6</w:t>
            </w:r>
          </w:p>
        </w:tc>
        <w:tc>
          <w:tcPr>
            <w:tcW w:w="1530" w:type="dxa"/>
            <w:vMerge/>
            <w:shd w:val="clear" w:color="auto" w:fill="D9E2F3" w:themeFill="accent1" w:themeFillTint="33"/>
          </w:tcPr>
          <w:p w14:paraId="071EDAB0" w14:textId="77777777" w:rsidR="004E4E5C" w:rsidRPr="00A30D7A" w:rsidRDefault="004E4E5C" w:rsidP="00F6791E">
            <w:pPr>
              <w:rPr>
                <w:rFonts w:cs="Arial"/>
                <w:b/>
              </w:rPr>
            </w:pPr>
          </w:p>
        </w:tc>
      </w:tr>
      <w:tr w:rsidR="004E4E5C" w:rsidRPr="00A30D7A" w14:paraId="4199B9ED" w14:textId="77777777" w:rsidTr="00F6791E">
        <w:trPr>
          <w:trHeight w:val="215"/>
          <w:tblHeader/>
        </w:trPr>
        <w:tc>
          <w:tcPr>
            <w:tcW w:w="2966" w:type="dxa"/>
            <w:vMerge/>
            <w:shd w:val="clear" w:color="auto" w:fill="D9E2F3" w:themeFill="accent1" w:themeFillTint="33"/>
          </w:tcPr>
          <w:p w14:paraId="4868AF65" w14:textId="77777777" w:rsidR="004E4E5C" w:rsidRPr="00A30D7A" w:rsidRDefault="004E4E5C" w:rsidP="00F6791E">
            <w:pPr>
              <w:rPr>
                <w:rFonts w:cs="Arial"/>
                <w:b/>
              </w:rPr>
            </w:pPr>
          </w:p>
        </w:tc>
        <w:tc>
          <w:tcPr>
            <w:tcW w:w="846" w:type="dxa"/>
            <w:vMerge/>
            <w:shd w:val="clear" w:color="auto" w:fill="D9E2F3" w:themeFill="accent1" w:themeFillTint="33"/>
          </w:tcPr>
          <w:p w14:paraId="731DA1BC" w14:textId="77777777" w:rsidR="004E4E5C" w:rsidRPr="00A30D7A" w:rsidRDefault="004E4E5C" w:rsidP="00F6791E">
            <w:pPr>
              <w:rPr>
                <w:rFonts w:cs="Arial"/>
                <w:b/>
              </w:rPr>
            </w:pPr>
          </w:p>
        </w:tc>
        <w:tc>
          <w:tcPr>
            <w:tcW w:w="652" w:type="dxa"/>
            <w:shd w:val="clear" w:color="auto" w:fill="D9E2F3" w:themeFill="accent1" w:themeFillTint="33"/>
          </w:tcPr>
          <w:p w14:paraId="52D2A6A7" w14:textId="77777777" w:rsidR="004E4E5C" w:rsidRPr="00A30D7A" w:rsidRDefault="004E4E5C" w:rsidP="00F6791E">
            <w:pPr>
              <w:jc w:val="center"/>
              <w:rPr>
                <w:rFonts w:cs="Arial"/>
                <w:b/>
              </w:rPr>
            </w:pPr>
          </w:p>
        </w:tc>
        <w:tc>
          <w:tcPr>
            <w:tcW w:w="652" w:type="dxa"/>
            <w:shd w:val="clear" w:color="auto" w:fill="D9E2F3" w:themeFill="accent1" w:themeFillTint="33"/>
          </w:tcPr>
          <w:p w14:paraId="76502A28" w14:textId="77777777" w:rsidR="004E4E5C" w:rsidRPr="00A30D7A" w:rsidRDefault="004E4E5C" w:rsidP="00F6791E">
            <w:pPr>
              <w:jc w:val="center"/>
              <w:rPr>
                <w:rFonts w:cs="Arial"/>
                <w:b/>
              </w:rPr>
            </w:pPr>
          </w:p>
        </w:tc>
        <w:tc>
          <w:tcPr>
            <w:tcW w:w="652" w:type="dxa"/>
            <w:shd w:val="clear" w:color="auto" w:fill="D9E2F3" w:themeFill="accent1" w:themeFillTint="33"/>
          </w:tcPr>
          <w:p w14:paraId="7C6E4A65" w14:textId="77777777" w:rsidR="004E4E5C" w:rsidRPr="00A30D7A" w:rsidRDefault="004E4E5C" w:rsidP="00F6791E">
            <w:pPr>
              <w:jc w:val="center"/>
              <w:rPr>
                <w:rFonts w:cs="Arial"/>
                <w:b/>
              </w:rPr>
            </w:pPr>
          </w:p>
        </w:tc>
        <w:tc>
          <w:tcPr>
            <w:tcW w:w="652" w:type="dxa"/>
            <w:shd w:val="clear" w:color="auto" w:fill="D9E2F3" w:themeFill="accent1" w:themeFillTint="33"/>
          </w:tcPr>
          <w:p w14:paraId="2E290D49" w14:textId="77777777" w:rsidR="004E4E5C" w:rsidRPr="00A30D7A" w:rsidRDefault="004E4E5C" w:rsidP="00F6791E">
            <w:pPr>
              <w:jc w:val="center"/>
              <w:rPr>
                <w:rFonts w:cs="Arial"/>
                <w:b/>
              </w:rPr>
            </w:pPr>
          </w:p>
        </w:tc>
        <w:tc>
          <w:tcPr>
            <w:tcW w:w="652" w:type="dxa"/>
            <w:shd w:val="clear" w:color="auto" w:fill="D9E2F3" w:themeFill="accent1" w:themeFillTint="33"/>
          </w:tcPr>
          <w:p w14:paraId="77EF8873" w14:textId="77777777" w:rsidR="004E4E5C" w:rsidRPr="00A30D7A" w:rsidRDefault="004E4E5C" w:rsidP="00F6791E">
            <w:pPr>
              <w:jc w:val="center"/>
              <w:rPr>
                <w:rFonts w:cs="Arial"/>
                <w:b/>
              </w:rPr>
            </w:pPr>
          </w:p>
        </w:tc>
        <w:tc>
          <w:tcPr>
            <w:tcW w:w="652" w:type="dxa"/>
            <w:shd w:val="clear" w:color="auto" w:fill="D9E2F3" w:themeFill="accent1" w:themeFillTint="33"/>
          </w:tcPr>
          <w:p w14:paraId="3B52A94D" w14:textId="77777777" w:rsidR="004E4E5C" w:rsidRPr="00A30D7A" w:rsidRDefault="004E4E5C" w:rsidP="00F6791E">
            <w:pPr>
              <w:jc w:val="center"/>
              <w:rPr>
                <w:rFonts w:cs="Arial"/>
                <w:b/>
              </w:rPr>
            </w:pPr>
          </w:p>
        </w:tc>
        <w:tc>
          <w:tcPr>
            <w:tcW w:w="1530" w:type="dxa"/>
            <w:vMerge/>
            <w:shd w:val="clear" w:color="auto" w:fill="D9E2F3" w:themeFill="accent1" w:themeFillTint="33"/>
          </w:tcPr>
          <w:p w14:paraId="6D35BCD2" w14:textId="77777777" w:rsidR="004E4E5C" w:rsidRPr="00A30D7A" w:rsidRDefault="004E4E5C" w:rsidP="00F6791E">
            <w:pPr>
              <w:rPr>
                <w:rFonts w:cs="Arial"/>
                <w:b/>
              </w:rPr>
            </w:pPr>
          </w:p>
        </w:tc>
      </w:tr>
      <w:tr w:rsidR="004E4E5C" w:rsidRPr="00A30D7A" w14:paraId="27780F9A" w14:textId="77777777" w:rsidTr="00F6791E">
        <w:tc>
          <w:tcPr>
            <w:tcW w:w="2966" w:type="dxa"/>
            <w:shd w:val="clear" w:color="auto" w:fill="D9D9D9"/>
          </w:tcPr>
          <w:p w14:paraId="417E99D5" w14:textId="77777777" w:rsidR="004E4E5C" w:rsidRPr="00A30D7A" w:rsidRDefault="004E4E5C" w:rsidP="00F6791E">
            <w:pPr>
              <w:rPr>
                <w:rFonts w:cs="Arial"/>
                <w:b/>
              </w:rPr>
            </w:pPr>
            <w:r w:rsidRPr="00A30D7A">
              <w:rPr>
                <w:rFonts w:cs="Arial"/>
                <w:b/>
              </w:rPr>
              <w:t>SPATIAL</w:t>
            </w:r>
          </w:p>
        </w:tc>
        <w:tc>
          <w:tcPr>
            <w:tcW w:w="846" w:type="dxa"/>
            <w:shd w:val="clear" w:color="auto" w:fill="D9D9D9"/>
          </w:tcPr>
          <w:p w14:paraId="30E046F6" w14:textId="77777777" w:rsidR="004E4E5C" w:rsidRPr="00A30D7A" w:rsidRDefault="004E4E5C" w:rsidP="00F6791E">
            <w:pPr>
              <w:rPr>
                <w:rFonts w:cs="Arial"/>
              </w:rPr>
            </w:pPr>
          </w:p>
        </w:tc>
        <w:tc>
          <w:tcPr>
            <w:tcW w:w="652" w:type="dxa"/>
            <w:shd w:val="clear" w:color="auto" w:fill="D9D9D9"/>
          </w:tcPr>
          <w:p w14:paraId="270F2941" w14:textId="77777777" w:rsidR="004E4E5C" w:rsidRPr="00A30D7A" w:rsidRDefault="004E4E5C" w:rsidP="00F6791E">
            <w:pPr>
              <w:rPr>
                <w:rFonts w:cs="Arial"/>
              </w:rPr>
            </w:pPr>
          </w:p>
        </w:tc>
        <w:tc>
          <w:tcPr>
            <w:tcW w:w="652" w:type="dxa"/>
            <w:shd w:val="clear" w:color="auto" w:fill="D9D9D9"/>
          </w:tcPr>
          <w:p w14:paraId="0BAE6CF2" w14:textId="77777777" w:rsidR="004E4E5C" w:rsidRPr="00A30D7A" w:rsidRDefault="004E4E5C" w:rsidP="00F6791E">
            <w:pPr>
              <w:rPr>
                <w:rFonts w:cs="Arial"/>
              </w:rPr>
            </w:pPr>
          </w:p>
        </w:tc>
        <w:tc>
          <w:tcPr>
            <w:tcW w:w="652" w:type="dxa"/>
            <w:shd w:val="clear" w:color="auto" w:fill="D9D9D9"/>
          </w:tcPr>
          <w:p w14:paraId="3D963A95" w14:textId="77777777" w:rsidR="004E4E5C" w:rsidRPr="00A30D7A" w:rsidRDefault="004E4E5C" w:rsidP="00F6791E">
            <w:pPr>
              <w:rPr>
                <w:rFonts w:cs="Arial"/>
              </w:rPr>
            </w:pPr>
          </w:p>
        </w:tc>
        <w:tc>
          <w:tcPr>
            <w:tcW w:w="652" w:type="dxa"/>
            <w:shd w:val="clear" w:color="auto" w:fill="D9D9D9"/>
          </w:tcPr>
          <w:p w14:paraId="47524896" w14:textId="77777777" w:rsidR="004E4E5C" w:rsidRPr="00A30D7A" w:rsidRDefault="004E4E5C" w:rsidP="00F6791E">
            <w:pPr>
              <w:rPr>
                <w:rFonts w:cs="Arial"/>
              </w:rPr>
            </w:pPr>
          </w:p>
        </w:tc>
        <w:tc>
          <w:tcPr>
            <w:tcW w:w="652" w:type="dxa"/>
            <w:shd w:val="clear" w:color="auto" w:fill="D9D9D9"/>
          </w:tcPr>
          <w:p w14:paraId="3AB76FE5" w14:textId="77777777" w:rsidR="004E4E5C" w:rsidRPr="00A30D7A" w:rsidRDefault="004E4E5C" w:rsidP="00F6791E">
            <w:pPr>
              <w:rPr>
                <w:rFonts w:cs="Arial"/>
              </w:rPr>
            </w:pPr>
          </w:p>
        </w:tc>
        <w:tc>
          <w:tcPr>
            <w:tcW w:w="652" w:type="dxa"/>
            <w:shd w:val="clear" w:color="auto" w:fill="D9D9D9"/>
          </w:tcPr>
          <w:p w14:paraId="2A4C7005" w14:textId="77777777" w:rsidR="004E4E5C" w:rsidRPr="00A30D7A" w:rsidRDefault="004E4E5C" w:rsidP="00F6791E">
            <w:pPr>
              <w:rPr>
                <w:rFonts w:cs="Arial"/>
              </w:rPr>
            </w:pPr>
          </w:p>
        </w:tc>
        <w:tc>
          <w:tcPr>
            <w:tcW w:w="1530" w:type="dxa"/>
            <w:shd w:val="clear" w:color="auto" w:fill="D9D9D9"/>
          </w:tcPr>
          <w:p w14:paraId="517242C3" w14:textId="77777777" w:rsidR="004E4E5C" w:rsidRPr="00A30D7A" w:rsidRDefault="004E4E5C" w:rsidP="00F6791E">
            <w:pPr>
              <w:rPr>
                <w:rFonts w:cs="Arial"/>
              </w:rPr>
            </w:pPr>
          </w:p>
        </w:tc>
      </w:tr>
      <w:tr w:rsidR="004E4E5C" w:rsidRPr="00A30D7A" w14:paraId="592CEEE6" w14:textId="77777777" w:rsidTr="00F6791E">
        <w:tc>
          <w:tcPr>
            <w:tcW w:w="2966" w:type="dxa"/>
            <w:shd w:val="clear" w:color="auto" w:fill="auto"/>
          </w:tcPr>
          <w:p w14:paraId="43FB5BD7" w14:textId="77777777" w:rsidR="004E4E5C" w:rsidRPr="00A30D7A" w:rsidRDefault="004E4E5C" w:rsidP="00F6791E">
            <w:pPr>
              <w:rPr>
                <w:rFonts w:cs="Arial"/>
              </w:rPr>
            </w:pPr>
            <w:r w:rsidRPr="00A30D7A">
              <w:rPr>
                <w:rFonts w:cs="Arial"/>
              </w:rPr>
              <w:t>Site boundaries, setbacks</w:t>
            </w:r>
          </w:p>
        </w:tc>
        <w:tc>
          <w:tcPr>
            <w:tcW w:w="846" w:type="dxa"/>
            <w:shd w:val="clear" w:color="auto" w:fill="auto"/>
          </w:tcPr>
          <w:p w14:paraId="1CFF193B" w14:textId="77777777" w:rsidR="004E4E5C" w:rsidRPr="00A30D7A" w:rsidRDefault="004E4E5C" w:rsidP="00F6791E">
            <w:pPr>
              <w:rPr>
                <w:rFonts w:cs="Arial"/>
              </w:rPr>
            </w:pPr>
          </w:p>
        </w:tc>
        <w:tc>
          <w:tcPr>
            <w:tcW w:w="652" w:type="dxa"/>
            <w:shd w:val="clear" w:color="auto" w:fill="auto"/>
          </w:tcPr>
          <w:p w14:paraId="0177A2E9" w14:textId="77777777" w:rsidR="004E4E5C" w:rsidRPr="00A30D7A" w:rsidRDefault="004E4E5C" w:rsidP="00F6791E">
            <w:pPr>
              <w:rPr>
                <w:rFonts w:cs="Arial"/>
              </w:rPr>
            </w:pPr>
          </w:p>
        </w:tc>
        <w:tc>
          <w:tcPr>
            <w:tcW w:w="652" w:type="dxa"/>
            <w:shd w:val="clear" w:color="auto" w:fill="auto"/>
          </w:tcPr>
          <w:p w14:paraId="65B17A24" w14:textId="77777777" w:rsidR="004E4E5C" w:rsidRPr="00A30D7A" w:rsidRDefault="004E4E5C" w:rsidP="00F6791E">
            <w:pPr>
              <w:rPr>
                <w:rFonts w:cs="Arial"/>
              </w:rPr>
            </w:pPr>
          </w:p>
        </w:tc>
        <w:tc>
          <w:tcPr>
            <w:tcW w:w="652" w:type="dxa"/>
            <w:shd w:val="clear" w:color="auto" w:fill="auto"/>
          </w:tcPr>
          <w:p w14:paraId="64A7AB71" w14:textId="77777777" w:rsidR="004E4E5C" w:rsidRPr="00A30D7A" w:rsidRDefault="004E4E5C" w:rsidP="00F6791E">
            <w:pPr>
              <w:rPr>
                <w:rFonts w:cs="Arial"/>
              </w:rPr>
            </w:pPr>
          </w:p>
        </w:tc>
        <w:tc>
          <w:tcPr>
            <w:tcW w:w="652" w:type="dxa"/>
            <w:shd w:val="clear" w:color="auto" w:fill="auto"/>
          </w:tcPr>
          <w:p w14:paraId="0F68F6BB" w14:textId="77777777" w:rsidR="004E4E5C" w:rsidRPr="00A30D7A" w:rsidRDefault="004E4E5C" w:rsidP="00F6791E">
            <w:pPr>
              <w:rPr>
                <w:rFonts w:cs="Arial"/>
              </w:rPr>
            </w:pPr>
          </w:p>
        </w:tc>
        <w:tc>
          <w:tcPr>
            <w:tcW w:w="652" w:type="dxa"/>
            <w:shd w:val="clear" w:color="auto" w:fill="auto"/>
          </w:tcPr>
          <w:p w14:paraId="48CE0DE5" w14:textId="77777777" w:rsidR="004E4E5C" w:rsidRPr="00A30D7A" w:rsidRDefault="004E4E5C" w:rsidP="00F6791E">
            <w:pPr>
              <w:rPr>
                <w:rFonts w:cs="Arial"/>
              </w:rPr>
            </w:pPr>
          </w:p>
        </w:tc>
        <w:tc>
          <w:tcPr>
            <w:tcW w:w="652" w:type="dxa"/>
            <w:shd w:val="clear" w:color="auto" w:fill="auto"/>
          </w:tcPr>
          <w:p w14:paraId="23F7D93E" w14:textId="77777777" w:rsidR="004E4E5C" w:rsidRPr="00A30D7A" w:rsidRDefault="004E4E5C" w:rsidP="00F6791E">
            <w:pPr>
              <w:rPr>
                <w:rFonts w:cs="Arial"/>
              </w:rPr>
            </w:pPr>
          </w:p>
        </w:tc>
        <w:tc>
          <w:tcPr>
            <w:tcW w:w="1530" w:type="dxa"/>
            <w:shd w:val="clear" w:color="auto" w:fill="auto"/>
          </w:tcPr>
          <w:p w14:paraId="7655EB33" w14:textId="77777777" w:rsidR="004E4E5C" w:rsidRPr="00A30D7A" w:rsidRDefault="004E4E5C" w:rsidP="00F6791E">
            <w:pPr>
              <w:rPr>
                <w:rFonts w:cs="Arial"/>
              </w:rPr>
            </w:pPr>
          </w:p>
        </w:tc>
      </w:tr>
      <w:tr w:rsidR="004E4E5C" w:rsidRPr="00A30D7A" w14:paraId="3191FE1E" w14:textId="77777777" w:rsidTr="00F6791E">
        <w:tc>
          <w:tcPr>
            <w:tcW w:w="2966" w:type="dxa"/>
            <w:shd w:val="clear" w:color="auto" w:fill="auto"/>
          </w:tcPr>
          <w:p w14:paraId="2BD5D2A2" w14:textId="77777777" w:rsidR="004E4E5C" w:rsidRPr="00A30D7A" w:rsidRDefault="004E4E5C" w:rsidP="00F6791E">
            <w:pPr>
              <w:rPr>
                <w:rFonts w:cs="Arial"/>
              </w:rPr>
            </w:pPr>
            <w:r w:rsidRPr="00A30D7A">
              <w:rPr>
                <w:rFonts w:cs="Arial"/>
              </w:rPr>
              <w:t>Grids</w:t>
            </w:r>
          </w:p>
        </w:tc>
        <w:tc>
          <w:tcPr>
            <w:tcW w:w="846" w:type="dxa"/>
            <w:shd w:val="clear" w:color="auto" w:fill="auto"/>
          </w:tcPr>
          <w:p w14:paraId="44FE6BF7" w14:textId="77777777" w:rsidR="004E4E5C" w:rsidRPr="00A30D7A" w:rsidRDefault="004E4E5C" w:rsidP="00F6791E">
            <w:pPr>
              <w:rPr>
                <w:rFonts w:cs="Arial"/>
              </w:rPr>
            </w:pPr>
          </w:p>
        </w:tc>
        <w:tc>
          <w:tcPr>
            <w:tcW w:w="652" w:type="dxa"/>
            <w:shd w:val="clear" w:color="auto" w:fill="auto"/>
          </w:tcPr>
          <w:p w14:paraId="6F80B7C6" w14:textId="77777777" w:rsidR="004E4E5C" w:rsidRPr="00A30D7A" w:rsidRDefault="004E4E5C" w:rsidP="00F6791E">
            <w:pPr>
              <w:rPr>
                <w:rFonts w:cs="Arial"/>
              </w:rPr>
            </w:pPr>
          </w:p>
        </w:tc>
        <w:tc>
          <w:tcPr>
            <w:tcW w:w="652" w:type="dxa"/>
            <w:shd w:val="clear" w:color="auto" w:fill="auto"/>
          </w:tcPr>
          <w:p w14:paraId="381706FD" w14:textId="77777777" w:rsidR="004E4E5C" w:rsidRPr="00A30D7A" w:rsidRDefault="004E4E5C" w:rsidP="00F6791E">
            <w:pPr>
              <w:rPr>
                <w:rFonts w:cs="Arial"/>
              </w:rPr>
            </w:pPr>
          </w:p>
        </w:tc>
        <w:tc>
          <w:tcPr>
            <w:tcW w:w="652" w:type="dxa"/>
            <w:shd w:val="clear" w:color="auto" w:fill="auto"/>
          </w:tcPr>
          <w:p w14:paraId="6673ECA7" w14:textId="77777777" w:rsidR="004E4E5C" w:rsidRPr="00A30D7A" w:rsidRDefault="004E4E5C" w:rsidP="00F6791E">
            <w:pPr>
              <w:rPr>
                <w:rFonts w:cs="Arial"/>
              </w:rPr>
            </w:pPr>
          </w:p>
        </w:tc>
        <w:tc>
          <w:tcPr>
            <w:tcW w:w="652" w:type="dxa"/>
            <w:shd w:val="clear" w:color="auto" w:fill="auto"/>
          </w:tcPr>
          <w:p w14:paraId="084AAD38" w14:textId="77777777" w:rsidR="004E4E5C" w:rsidRPr="00A30D7A" w:rsidRDefault="004E4E5C" w:rsidP="00F6791E">
            <w:pPr>
              <w:rPr>
                <w:rFonts w:cs="Arial"/>
              </w:rPr>
            </w:pPr>
          </w:p>
        </w:tc>
        <w:tc>
          <w:tcPr>
            <w:tcW w:w="652" w:type="dxa"/>
            <w:shd w:val="clear" w:color="auto" w:fill="auto"/>
          </w:tcPr>
          <w:p w14:paraId="33E3FC0F" w14:textId="77777777" w:rsidR="004E4E5C" w:rsidRPr="00A30D7A" w:rsidRDefault="004E4E5C" w:rsidP="00F6791E">
            <w:pPr>
              <w:rPr>
                <w:rFonts w:cs="Arial"/>
              </w:rPr>
            </w:pPr>
          </w:p>
        </w:tc>
        <w:tc>
          <w:tcPr>
            <w:tcW w:w="652" w:type="dxa"/>
            <w:shd w:val="clear" w:color="auto" w:fill="auto"/>
          </w:tcPr>
          <w:p w14:paraId="4C49A690" w14:textId="77777777" w:rsidR="004E4E5C" w:rsidRPr="00A30D7A" w:rsidRDefault="004E4E5C" w:rsidP="00F6791E">
            <w:pPr>
              <w:rPr>
                <w:rFonts w:cs="Arial"/>
              </w:rPr>
            </w:pPr>
          </w:p>
        </w:tc>
        <w:tc>
          <w:tcPr>
            <w:tcW w:w="1530" w:type="dxa"/>
            <w:shd w:val="clear" w:color="auto" w:fill="auto"/>
          </w:tcPr>
          <w:p w14:paraId="4087B75B" w14:textId="77777777" w:rsidR="004E4E5C" w:rsidRPr="00A30D7A" w:rsidRDefault="004E4E5C" w:rsidP="00F6791E">
            <w:pPr>
              <w:rPr>
                <w:rFonts w:cs="Arial"/>
              </w:rPr>
            </w:pPr>
          </w:p>
        </w:tc>
      </w:tr>
      <w:tr w:rsidR="004E4E5C" w:rsidRPr="00A30D7A" w14:paraId="16A7FD0E" w14:textId="77777777" w:rsidTr="00F6791E">
        <w:tc>
          <w:tcPr>
            <w:tcW w:w="2966" w:type="dxa"/>
            <w:shd w:val="clear" w:color="auto" w:fill="auto"/>
          </w:tcPr>
          <w:p w14:paraId="48CE997E" w14:textId="77777777" w:rsidR="004E4E5C" w:rsidRPr="00A30D7A" w:rsidRDefault="004E4E5C" w:rsidP="00F6791E">
            <w:pPr>
              <w:rPr>
                <w:rFonts w:cs="Arial"/>
              </w:rPr>
            </w:pPr>
            <w:r w:rsidRPr="00A30D7A">
              <w:rPr>
                <w:rFonts w:cs="Arial"/>
              </w:rPr>
              <w:t>Levels</w:t>
            </w:r>
          </w:p>
        </w:tc>
        <w:tc>
          <w:tcPr>
            <w:tcW w:w="846" w:type="dxa"/>
            <w:shd w:val="clear" w:color="auto" w:fill="auto"/>
          </w:tcPr>
          <w:p w14:paraId="38E35363" w14:textId="77777777" w:rsidR="004E4E5C" w:rsidRPr="00A30D7A" w:rsidRDefault="004E4E5C" w:rsidP="00F6791E">
            <w:pPr>
              <w:rPr>
                <w:rFonts w:cs="Arial"/>
              </w:rPr>
            </w:pPr>
          </w:p>
        </w:tc>
        <w:tc>
          <w:tcPr>
            <w:tcW w:w="652" w:type="dxa"/>
            <w:shd w:val="clear" w:color="auto" w:fill="auto"/>
          </w:tcPr>
          <w:p w14:paraId="0402C3ED" w14:textId="77777777" w:rsidR="004E4E5C" w:rsidRPr="00A30D7A" w:rsidRDefault="004E4E5C" w:rsidP="00F6791E">
            <w:pPr>
              <w:rPr>
                <w:rFonts w:cs="Arial"/>
              </w:rPr>
            </w:pPr>
          </w:p>
        </w:tc>
        <w:tc>
          <w:tcPr>
            <w:tcW w:w="652" w:type="dxa"/>
            <w:shd w:val="clear" w:color="auto" w:fill="auto"/>
          </w:tcPr>
          <w:p w14:paraId="79230F18" w14:textId="77777777" w:rsidR="004E4E5C" w:rsidRPr="00A30D7A" w:rsidRDefault="004E4E5C" w:rsidP="00F6791E">
            <w:pPr>
              <w:rPr>
                <w:rFonts w:cs="Arial"/>
              </w:rPr>
            </w:pPr>
          </w:p>
        </w:tc>
        <w:tc>
          <w:tcPr>
            <w:tcW w:w="652" w:type="dxa"/>
            <w:shd w:val="clear" w:color="auto" w:fill="auto"/>
          </w:tcPr>
          <w:p w14:paraId="51070E2B" w14:textId="77777777" w:rsidR="004E4E5C" w:rsidRPr="00A30D7A" w:rsidRDefault="004E4E5C" w:rsidP="00F6791E">
            <w:pPr>
              <w:rPr>
                <w:rFonts w:cs="Arial"/>
              </w:rPr>
            </w:pPr>
          </w:p>
        </w:tc>
        <w:tc>
          <w:tcPr>
            <w:tcW w:w="652" w:type="dxa"/>
            <w:shd w:val="clear" w:color="auto" w:fill="auto"/>
          </w:tcPr>
          <w:p w14:paraId="16B76A9B" w14:textId="77777777" w:rsidR="004E4E5C" w:rsidRPr="00A30D7A" w:rsidRDefault="004E4E5C" w:rsidP="00F6791E">
            <w:pPr>
              <w:rPr>
                <w:rFonts w:cs="Arial"/>
              </w:rPr>
            </w:pPr>
          </w:p>
        </w:tc>
        <w:tc>
          <w:tcPr>
            <w:tcW w:w="652" w:type="dxa"/>
            <w:shd w:val="clear" w:color="auto" w:fill="auto"/>
          </w:tcPr>
          <w:p w14:paraId="15816DC4" w14:textId="77777777" w:rsidR="004E4E5C" w:rsidRPr="00A30D7A" w:rsidRDefault="004E4E5C" w:rsidP="00F6791E">
            <w:pPr>
              <w:rPr>
                <w:rFonts w:cs="Arial"/>
              </w:rPr>
            </w:pPr>
          </w:p>
        </w:tc>
        <w:tc>
          <w:tcPr>
            <w:tcW w:w="652" w:type="dxa"/>
            <w:shd w:val="clear" w:color="auto" w:fill="auto"/>
          </w:tcPr>
          <w:p w14:paraId="215CA72F" w14:textId="77777777" w:rsidR="004E4E5C" w:rsidRPr="00A30D7A" w:rsidRDefault="004E4E5C" w:rsidP="00F6791E">
            <w:pPr>
              <w:rPr>
                <w:rFonts w:cs="Arial"/>
              </w:rPr>
            </w:pPr>
          </w:p>
        </w:tc>
        <w:tc>
          <w:tcPr>
            <w:tcW w:w="1530" w:type="dxa"/>
            <w:shd w:val="clear" w:color="auto" w:fill="auto"/>
          </w:tcPr>
          <w:p w14:paraId="7A868BA4" w14:textId="77777777" w:rsidR="004E4E5C" w:rsidRPr="00A30D7A" w:rsidRDefault="004E4E5C" w:rsidP="00F6791E">
            <w:pPr>
              <w:rPr>
                <w:rFonts w:cs="Arial"/>
              </w:rPr>
            </w:pPr>
          </w:p>
        </w:tc>
      </w:tr>
      <w:tr w:rsidR="004E4E5C" w:rsidRPr="00A30D7A" w14:paraId="7A211965" w14:textId="77777777" w:rsidTr="00F6791E">
        <w:tc>
          <w:tcPr>
            <w:tcW w:w="2966" w:type="dxa"/>
            <w:shd w:val="clear" w:color="auto" w:fill="auto"/>
          </w:tcPr>
          <w:p w14:paraId="45A3B9E8" w14:textId="77777777" w:rsidR="004E4E5C" w:rsidRPr="00A30D7A" w:rsidRDefault="004E4E5C" w:rsidP="00F6791E">
            <w:pPr>
              <w:rPr>
                <w:rFonts w:cs="Arial"/>
              </w:rPr>
            </w:pPr>
            <w:r w:rsidRPr="00A30D7A">
              <w:rPr>
                <w:rFonts w:cs="Arial"/>
              </w:rPr>
              <w:t>Zones</w:t>
            </w:r>
          </w:p>
        </w:tc>
        <w:tc>
          <w:tcPr>
            <w:tcW w:w="846" w:type="dxa"/>
            <w:shd w:val="clear" w:color="auto" w:fill="auto"/>
          </w:tcPr>
          <w:p w14:paraId="351FDF7C" w14:textId="77777777" w:rsidR="004E4E5C" w:rsidRPr="00A30D7A" w:rsidRDefault="004E4E5C" w:rsidP="00F6791E">
            <w:pPr>
              <w:rPr>
                <w:rFonts w:cs="Arial"/>
              </w:rPr>
            </w:pPr>
          </w:p>
        </w:tc>
        <w:tc>
          <w:tcPr>
            <w:tcW w:w="652" w:type="dxa"/>
            <w:shd w:val="clear" w:color="auto" w:fill="auto"/>
          </w:tcPr>
          <w:p w14:paraId="22CD6899" w14:textId="77777777" w:rsidR="004E4E5C" w:rsidRPr="00A30D7A" w:rsidRDefault="004E4E5C" w:rsidP="00F6791E">
            <w:pPr>
              <w:rPr>
                <w:rFonts w:cs="Arial"/>
              </w:rPr>
            </w:pPr>
          </w:p>
        </w:tc>
        <w:tc>
          <w:tcPr>
            <w:tcW w:w="652" w:type="dxa"/>
            <w:shd w:val="clear" w:color="auto" w:fill="auto"/>
          </w:tcPr>
          <w:p w14:paraId="3D32732C" w14:textId="77777777" w:rsidR="004E4E5C" w:rsidRPr="00A30D7A" w:rsidRDefault="004E4E5C" w:rsidP="00F6791E">
            <w:pPr>
              <w:rPr>
                <w:rFonts w:cs="Arial"/>
              </w:rPr>
            </w:pPr>
          </w:p>
        </w:tc>
        <w:tc>
          <w:tcPr>
            <w:tcW w:w="652" w:type="dxa"/>
            <w:shd w:val="clear" w:color="auto" w:fill="auto"/>
          </w:tcPr>
          <w:p w14:paraId="537944A9" w14:textId="77777777" w:rsidR="004E4E5C" w:rsidRPr="00A30D7A" w:rsidRDefault="004E4E5C" w:rsidP="00F6791E">
            <w:pPr>
              <w:rPr>
                <w:rFonts w:cs="Arial"/>
              </w:rPr>
            </w:pPr>
          </w:p>
        </w:tc>
        <w:tc>
          <w:tcPr>
            <w:tcW w:w="652" w:type="dxa"/>
            <w:shd w:val="clear" w:color="auto" w:fill="auto"/>
          </w:tcPr>
          <w:p w14:paraId="6E4BF3E3" w14:textId="77777777" w:rsidR="004E4E5C" w:rsidRPr="00A30D7A" w:rsidRDefault="004E4E5C" w:rsidP="00F6791E">
            <w:pPr>
              <w:rPr>
                <w:rFonts w:cs="Arial"/>
              </w:rPr>
            </w:pPr>
          </w:p>
        </w:tc>
        <w:tc>
          <w:tcPr>
            <w:tcW w:w="652" w:type="dxa"/>
            <w:shd w:val="clear" w:color="auto" w:fill="auto"/>
          </w:tcPr>
          <w:p w14:paraId="72D84C44" w14:textId="77777777" w:rsidR="004E4E5C" w:rsidRPr="00A30D7A" w:rsidRDefault="004E4E5C" w:rsidP="00F6791E">
            <w:pPr>
              <w:rPr>
                <w:rFonts w:cs="Arial"/>
              </w:rPr>
            </w:pPr>
          </w:p>
        </w:tc>
        <w:tc>
          <w:tcPr>
            <w:tcW w:w="652" w:type="dxa"/>
            <w:shd w:val="clear" w:color="auto" w:fill="auto"/>
          </w:tcPr>
          <w:p w14:paraId="6EF2AFD5" w14:textId="77777777" w:rsidR="004E4E5C" w:rsidRPr="00A30D7A" w:rsidRDefault="004E4E5C" w:rsidP="00F6791E">
            <w:pPr>
              <w:rPr>
                <w:rFonts w:cs="Arial"/>
              </w:rPr>
            </w:pPr>
          </w:p>
        </w:tc>
        <w:tc>
          <w:tcPr>
            <w:tcW w:w="1530" w:type="dxa"/>
            <w:shd w:val="clear" w:color="auto" w:fill="auto"/>
          </w:tcPr>
          <w:p w14:paraId="6F506434" w14:textId="77777777" w:rsidR="004E4E5C" w:rsidRPr="00A30D7A" w:rsidRDefault="004E4E5C" w:rsidP="00F6791E">
            <w:pPr>
              <w:rPr>
                <w:rFonts w:cs="Arial"/>
              </w:rPr>
            </w:pPr>
          </w:p>
        </w:tc>
      </w:tr>
      <w:tr w:rsidR="004E4E5C" w:rsidRPr="00A30D7A" w14:paraId="1BF9F96F" w14:textId="77777777" w:rsidTr="00F6791E">
        <w:tc>
          <w:tcPr>
            <w:tcW w:w="2966" w:type="dxa"/>
            <w:shd w:val="clear" w:color="auto" w:fill="auto"/>
          </w:tcPr>
          <w:p w14:paraId="62D8374B" w14:textId="77777777" w:rsidR="004E4E5C" w:rsidRPr="00A30D7A" w:rsidRDefault="004E4E5C" w:rsidP="00F6791E">
            <w:pPr>
              <w:rPr>
                <w:rFonts w:cs="Arial"/>
              </w:rPr>
            </w:pPr>
            <w:r w:rsidRPr="00A30D7A">
              <w:rPr>
                <w:rFonts w:cs="Arial"/>
              </w:rPr>
              <w:t>Spaces, rooms</w:t>
            </w:r>
          </w:p>
        </w:tc>
        <w:tc>
          <w:tcPr>
            <w:tcW w:w="846" w:type="dxa"/>
            <w:shd w:val="clear" w:color="auto" w:fill="auto"/>
          </w:tcPr>
          <w:p w14:paraId="1BCE1EFA" w14:textId="77777777" w:rsidR="004E4E5C" w:rsidRPr="00A30D7A" w:rsidRDefault="004E4E5C" w:rsidP="00F6791E">
            <w:pPr>
              <w:rPr>
                <w:rFonts w:cs="Arial"/>
              </w:rPr>
            </w:pPr>
          </w:p>
        </w:tc>
        <w:tc>
          <w:tcPr>
            <w:tcW w:w="652" w:type="dxa"/>
            <w:shd w:val="clear" w:color="auto" w:fill="auto"/>
          </w:tcPr>
          <w:p w14:paraId="4D87116B" w14:textId="77777777" w:rsidR="004E4E5C" w:rsidRPr="00A30D7A" w:rsidRDefault="004E4E5C" w:rsidP="00F6791E">
            <w:pPr>
              <w:rPr>
                <w:rFonts w:cs="Arial"/>
              </w:rPr>
            </w:pPr>
          </w:p>
        </w:tc>
        <w:tc>
          <w:tcPr>
            <w:tcW w:w="652" w:type="dxa"/>
            <w:shd w:val="clear" w:color="auto" w:fill="auto"/>
          </w:tcPr>
          <w:p w14:paraId="51B42357" w14:textId="77777777" w:rsidR="004E4E5C" w:rsidRPr="00A30D7A" w:rsidRDefault="004E4E5C" w:rsidP="00F6791E">
            <w:pPr>
              <w:rPr>
                <w:rFonts w:cs="Arial"/>
              </w:rPr>
            </w:pPr>
          </w:p>
        </w:tc>
        <w:tc>
          <w:tcPr>
            <w:tcW w:w="652" w:type="dxa"/>
            <w:shd w:val="clear" w:color="auto" w:fill="auto"/>
          </w:tcPr>
          <w:p w14:paraId="06BCA8E9" w14:textId="77777777" w:rsidR="004E4E5C" w:rsidRPr="00A30D7A" w:rsidRDefault="004E4E5C" w:rsidP="00F6791E">
            <w:pPr>
              <w:rPr>
                <w:rFonts w:cs="Arial"/>
              </w:rPr>
            </w:pPr>
          </w:p>
        </w:tc>
        <w:tc>
          <w:tcPr>
            <w:tcW w:w="652" w:type="dxa"/>
            <w:shd w:val="clear" w:color="auto" w:fill="auto"/>
          </w:tcPr>
          <w:p w14:paraId="0EA8A021" w14:textId="77777777" w:rsidR="004E4E5C" w:rsidRPr="00A30D7A" w:rsidRDefault="004E4E5C" w:rsidP="00F6791E">
            <w:pPr>
              <w:rPr>
                <w:rFonts w:cs="Arial"/>
              </w:rPr>
            </w:pPr>
          </w:p>
        </w:tc>
        <w:tc>
          <w:tcPr>
            <w:tcW w:w="652" w:type="dxa"/>
            <w:shd w:val="clear" w:color="auto" w:fill="auto"/>
          </w:tcPr>
          <w:p w14:paraId="7613CF47" w14:textId="77777777" w:rsidR="004E4E5C" w:rsidRPr="00A30D7A" w:rsidRDefault="004E4E5C" w:rsidP="00F6791E">
            <w:pPr>
              <w:rPr>
                <w:rFonts w:cs="Arial"/>
              </w:rPr>
            </w:pPr>
          </w:p>
        </w:tc>
        <w:tc>
          <w:tcPr>
            <w:tcW w:w="652" w:type="dxa"/>
            <w:shd w:val="clear" w:color="auto" w:fill="auto"/>
          </w:tcPr>
          <w:p w14:paraId="7103C6F5" w14:textId="77777777" w:rsidR="004E4E5C" w:rsidRPr="00A30D7A" w:rsidRDefault="004E4E5C" w:rsidP="00F6791E">
            <w:pPr>
              <w:rPr>
                <w:rFonts w:cs="Arial"/>
              </w:rPr>
            </w:pPr>
          </w:p>
        </w:tc>
        <w:tc>
          <w:tcPr>
            <w:tcW w:w="1530" w:type="dxa"/>
            <w:shd w:val="clear" w:color="auto" w:fill="auto"/>
          </w:tcPr>
          <w:p w14:paraId="38F4A20F" w14:textId="77777777" w:rsidR="004E4E5C" w:rsidRPr="00A30D7A" w:rsidRDefault="004E4E5C" w:rsidP="00F6791E">
            <w:pPr>
              <w:rPr>
                <w:rFonts w:cs="Arial"/>
              </w:rPr>
            </w:pPr>
          </w:p>
        </w:tc>
      </w:tr>
      <w:tr w:rsidR="004E4E5C" w:rsidRPr="00A30D7A" w14:paraId="0079D4B2" w14:textId="77777777" w:rsidTr="00F6791E">
        <w:tc>
          <w:tcPr>
            <w:tcW w:w="2966" w:type="dxa"/>
            <w:shd w:val="clear" w:color="auto" w:fill="D9D9D9"/>
          </w:tcPr>
          <w:p w14:paraId="5FE2E4F3" w14:textId="77777777" w:rsidR="004E4E5C" w:rsidRPr="00A30D7A" w:rsidRDefault="004E4E5C" w:rsidP="00F6791E">
            <w:pPr>
              <w:rPr>
                <w:rFonts w:cs="Arial"/>
                <w:b/>
              </w:rPr>
            </w:pPr>
            <w:r w:rsidRPr="00A30D7A">
              <w:rPr>
                <w:rFonts w:cs="Arial"/>
                <w:b/>
              </w:rPr>
              <w:t>SITE</w:t>
            </w:r>
          </w:p>
        </w:tc>
        <w:tc>
          <w:tcPr>
            <w:tcW w:w="846" w:type="dxa"/>
            <w:shd w:val="clear" w:color="auto" w:fill="D9D9D9"/>
          </w:tcPr>
          <w:p w14:paraId="1E761F03" w14:textId="77777777" w:rsidR="004E4E5C" w:rsidRPr="00A30D7A" w:rsidRDefault="004E4E5C" w:rsidP="00F6791E">
            <w:pPr>
              <w:rPr>
                <w:rFonts w:cs="Arial"/>
              </w:rPr>
            </w:pPr>
          </w:p>
        </w:tc>
        <w:tc>
          <w:tcPr>
            <w:tcW w:w="652" w:type="dxa"/>
            <w:shd w:val="clear" w:color="auto" w:fill="D9D9D9"/>
          </w:tcPr>
          <w:p w14:paraId="34907CAC" w14:textId="77777777" w:rsidR="004E4E5C" w:rsidRPr="00A30D7A" w:rsidRDefault="004E4E5C" w:rsidP="00F6791E">
            <w:pPr>
              <w:rPr>
                <w:rFonts w:cs="Arial"/>
              </w:rPr>
            </w:pPr>
          </w:p>
        </w:tc>
        <w:tc>
          <w:tcPr>
            <w:tcW w:w="652" w:type="dxa"/>
            <w:shd w:val="clear" w:color="auto" w:fill="D9D9D9"/>
          </w:tcPr>
          <w:p w14:paraId="260BB05F" w14:textId="77777777" w:rsidR="004E4E5C" w:rsidRPr="00A30D7A" w:rsidRDefault="004E4E5C" w:rsidP="00F6791E">
            <w:pPr>
              <w:rPr>
                <w:rFonts w:cs="Arial"/>
              </w:rPr>
            </w:pPr>
          </w:p>
        </w:tc>
        <w:tc>
          <w:tcPr>
            <w:tcW w:w="652" w:type="dxa"/>
            <w:shd w:val="clear" w:color="auto" w:fill="D9D9D9"/>
          </w:tcPr>
          <w:p w14:paraId="2979F6D8" w14:textId="77777777" w:rsidR="004E4E5C" w:rsidRPr="00A30D7A" w:rsidRDefault="004E4E5C" w:rsidP="00F6791E">
            <w:pPr>
              <w:rPr>
                <w:rFonts w:cs="Arial"/>
              </w:rPr>
            </w:pPr>
          </w:p>
        </w:tc>
        <w:tc>
          <w:tcPr>
            <w:tcW w:w="652" w:type="dxa"/>
            <w:shd w:val="clear" w:color="auto" w:fill="D9D9D9"/>
          </w:tcPr>
          <w:p w14:paraId="46FF7723" w14:textId="77777777" w:rsidR="004E4E5C" w:rsidRPr="00A30D7A" w:rsidRDefault="004E4E5C" w:rsidP="00F6791E">
            <w:pPr>
              <w:rPr>
                <w:rFonts w:cs="Arial"/>
              </w:rPr>
            </w:pPr>
          </w:p>
        </w:tc>
        <w:tc>
          <w:tcPr>
            <w:tcW w:w="652" w:type="dxa"/>
            <w:shd w:val="clear" w:color="auto" w:fill="D9D9D9"/>
          </w:tcPr>
          <w:p w14:paraId="518A5C2B" w14:textId="77777777" w:rsidR="004E4E5C" w:rsidRPr="00A30D7A" w:rsidRDefault="004E4E5C" w:rsidP="00F6791E">
            <w:pPr>
              <w:rPr>
                <w:rFonts w:cs="Arial"/>
              </w:rPr>
            </w:pPr>
          </w:p>
        </w:tc>
        <w:tc>
          <w:tcPr>
            <w:tcW w:w="652" w:type="dxa"/>
            <w:shd w:val="clear" w:color="auto" w:fill="D9D9D9"/>
          </w:tcPr>
          <w:p w14:paraId="43FED163" w14:textId="77777777" w:rsidR="004E4E5C" w:rsidRPr="00A30D7A" w:rsidRDefault="004E4E5C" w:rsidP="00F6791E">
            <w:pPr>
              <w:rPr>
                <w:rFonts w:cs="Arial"/>
              </w:rPr>
            </w:pPr>
          </w:p>
        </w:tc>
        <w:tc>
          <w:tcPr>
            <w:tcW w:w="1530" w:type="dxa"/>
            <w:shd w:val="clear" w:color="auto" w:fill="D9D9D9"/>
          </w:tcPr>
          <w:p w14:paraId="21B38ECB" w14:textId="77777777" w:rsidR="004E4E5C" w:rsidRPr="00A30D7A" w:rsidRDefault="004E4E5C" w:rsidP="00F6791E">
            <w:pPr>
              <w:rPr>
                <w:rFonts w:cs="Arial"/>
              </w:rPr>
            </w:pPr>
          </w:p>
        </w:tc>
      </w:tr>
      <w:tr w:rsidR="004E4E5C" w:rsidRPr="00A30D7A" w14:paraId="21A8F167" w14:textId="77777777" w:rsidTr="00F6791E">
        <w:tc>
          <w:tcPr>
            <w:tcW w:w="2966" w:type="dxa"/>
            <w:shd w:val="clear" w:color="auto" w:fill="auto"/>
          </w:tcPr>
          <w:p w14:paraId="5CE16710" w14:textId="77777777" w:rsidR="004E4E5C" w:rsidRPr="00A30D7A" w:rsidRDefault="004E4E5C" w:rsidP="00F6791E">
            <w:pPr>
              <w:rPr>
                <w:rFonts w:cs="Arial"/>
              </w:rPr>
            </w:pPr>
            <w:r w:rsidRPr="00A30D7A">
              <w:rPr>
                <w:rFonts w:cs="Arial"/>
              </w:rPr>
              <w:t>Topography</w:t>
            </w:r>
          </w:p>
        </w:tc>
        <w:tc>
          <w:tcPr>
            <w:tcW w:w="846" w:type="dxa"/>
            <w:shd w:val="clear" w:color="auto" w:fill="auto"/>
          </w:tcPr>
          <w:p w14:paraId="4E3BA5B5" w14:textId="77777777" w:rsidR="004E4E5C" w:rsidRPr="00A30D7A" w:rsidRDefault="004E4E5C" w:rsidP="00F6791E">
            <w:pPr>
              <w:rPr>
                <w:rFonts w:cs="Arial"/>
              </w:rPr>
            </w:pPr>
          </w:p>
        </w:tc>
        <w:tc>
          <w:tcPr>
            <w:tcW w:w="652" w:type="dxa"/>
            <w:shd w:val="clear" w:color="auto" w:fill="auto"/>
          </w:tcPr>
          <w:p w14:paraId="6150EE56" w14:textId="77777777" w:rsidR="004E4E5C" w:rsidRPr="00A30D7A" w:rsidRDefault="004E4E5C" w:rsidP="00F6791E">
            <w:pPr>
              <w:rPr>
                <w:rFonts w:cs="Arial"/>
              </w:rPr>
            </w:pPr>
          </w:p>
        </w:tc>
        <w:tc>
          <w:tcPr>
            <w:tcW w:w="652" w:type="dxa"/>
            <w:shd w:val="clear" w:color="auto" w:fill="auto"/>
          </w:tcPr>
          <w:p w14:paraId="78D4546C" w14:textId="77777777" w:rsidR="004E4E5C" w:rsidRPr="00A30D7A" w:rsidRDefault="004E4E5C" w:rsidP="00F6791E">
            <w:pPr>
              <w:rPr>
                <w:rFonts w:cs="Arial"/>
              </w:rPr>
            </w:pPr>
          </w:p>
        </w:tc>
        <w:tc>
          <w:tcPr>
            <w:tcW w:w="652" w:type="dxa"/>
            <w:shd w:val="clear" w:color="auto" w:fill="auto"/>
          </w:tcPr>
          <w:p w14:paraId="04B7A4C1" w14:textId="77777777" w:rsidR="004E4E5C" w:rsidRPr="00A30D7A" w:rsidRDefault="004E4E5C" w:rsidP="00F6791E">
            <w:pPr>
              <w:rPr>
                <w:rFonts w:cs="Arial"/>
              </w:rPr>
            </w:pPr>
          </w:p>
        </w:tc>
        <w:tc>
          <w:tcPr>
            <w:tcW w:w="652" w:type="dxa"/>
            <w:shd w:val="clear" w:color="auto" w:fill="auto"/>
          </w:tcPr>
          <w:p w14:paraId="14383AC9" w14:textId="77777777" w:rsidR="004E4E5C" w:rsidRPr="00A30D7A" w:rsidRDefault="004E4E5C" w:rsidP="00F6791E">
            <w:pPr>
              <w:rPr>
                <w:rFonts w:cs="Arial"/>
              </w:rPr>
            </w:pPr>
          </w:p>
        </w:tc>
        <w:tc>
          <w:tcPr>
            <w:tcW w:w="652" w:type="dxa"/>
            <w:shd w:val="clear" w:color="auto" w:fill="auto"/>
          </w:tcPr>
          <w:p w14:paraId="4C33ED1D" w14:textId="77777777" w:rsidR="004E4E5C" w:rsidRPr="00A30D7A" w:rsidRDefault="004E4E5C" w:rsidP="00F6791E">
            <w:pPr>
              <w:rPr>
                <w:rFonts w:cs="Arial"/>
              </w:rPr>
            </w:pPr>
          </w:p>
        </w:tc>
        <w:tc>
          <w:tcPr>
            <w:tcW w:w="652" w:type="dxa"/>
            <w:shd w:val="clear" w:color="auto" w:fill="auto"/>
          </w:tcPr>
          <w:p w14:paraId="7F1C3EEF" w14:textId="77777777" w:rsidR="004E4E5C" w:rsidRPr="00A30D7A" w:rsidRDefault="004E4E5C" w:rsidP="00F6791E">
            <w:pPr>
              <w:rPr>
                <w:rFonts w:cs="Arial"/>
              </w:rPr>
            </w:pPr>
          </w:p>
        </w:tc>
        <w:tc>
          <w:tcPr>
            <w:tcW w:w="1530" w:type="dxa"/>
            <w:shd w:val="clear" w:color="auto" w:fill="auto"/>
          </w:tcPr>
          <w:p w14:paraId="79A74903" w14:textId="77777777" w:rsidR="004E4E5C" w:rsidRPr="00A30D7A" w:rsidRDefault="004E4E5C" w:rsidP="00F6791E">
            <w:pPr>
              <w:rPr>
                <w:rFonts w:cs="Arial"/>
              </w:rPr>
            </w:pPr>
          </w:p>
        </w:tc>
      </w:tr>
      <w:tr w:rsidR="004E4E5C" w:rsidRPr="00A30D7A" w14:paraId="2F8309D3" w14:textId="77777777" w:rsidTr="00F6791E">
        <w:tc>
          <w:tcPr>
            <w:tcW w:w="2966" w:type="dxa"/>
            <w:shd w:val="clear" w:color="auto" w:fill="auto"/>
          </w:tcPr>
          <w:p w14:paraId="6941B2E3" w14:textId="77777777" w:rsidR="004E4E5C" w:rsidRPr="00A30D7A" w:rsidRDefault="004E4E5C" w:rsidP="00F6791E">
            <w:pPr>
              <w:rPr>
                <w:rFonts w:cs="Arial"/>
              </w:rPr>
            </w:pPr>
            <w:r w:rsidRPr="00A30D7A">
              <w:rPr>
                <w:rFonts w:cs="Arial"/>
              </w:rPr>
              <w:t>Excavation</w:t>
            </w:r>
          </w:p>
        </w:tc>
        <w:tc>
          <w:tcPr>
            <w:tcW w:w="846" w:type="dxa"/>
            <w:shd w:val="clear" w:color="auto" w:fill="auto"/>
          </w:tcPr>
          <w:p w14:paraId="1878B0B1" w14:textId="77777777" w:rsidR="004E4E5C" w:rsidRPr="00A30D7A" w:rsidRDefault="004E4E5C" w:rsidP="00F6791E">
            <w:pPr>
              <w:rPr>
                <w:rFonts w:cs="Arial"/>
              </w:rPr>
            </w:pPr>
          </w:p>
        </w:tc>
        <w:tc>
          <w:tcPr>
            <w:tcW w:w="652" w:type="dxa"/>
            <w:shd w:val="clear" w:color="auto" w:fill="auto"/>
          </w:tcPr>
          <w:p w14:paraId="691F444D" w14:textId="77777777" w:rsidR="004E4E5C" w:rsidRPr="00A30D7A" w:rsidRDefault="004E4E5C" w:rsidP="00F6791E">
            <w:pPr>
              <w:rPr>
                <w:rFonts w:cs="Arial"/>
              </w:rPr>
            </w:pPr>
          </w:p>
        </w:tc>
        <w:tc>
          <w:tcPr>
            <w:tcW w:w="652" w:type="dxa"/>
            <w:shd w:val="clear" w:color="auto" w:fill="auto"/>
          </w:tcPr>
          <w:p w14:paraId="6F8C1B2E" w14:textId="77777777" w:rsidR="004E4E5C" w:rsidRPr="00A30D7A" w:rsidRDefault="004E4E5C" w:rsidP="00F6791E">
            <w:pPr>
              <w:rPr>
                <w:rFonts w:cs="Arial"/>
              </w:rPr>
            </w:pPr>
          </w:p>
        </w:tc>
        <w:tc>
          <w:tcPr>
            <w:tcW w:w="652" w:type="dxa"/>
            <w:shd w:val="clear" w:color="auto" w:fill="auto"/>
          </w:tcPr>
          <w:p w14:paraId="6CFBB26A" w14:textId="77777777" w:rsidR="004E4E5C" w:rsidRPr="00A30D7A" w:rsidRDefault="004E4E5C" w:rsidP="00F6791E">
            <w:pPr>
              <w:rPr>
                <w:rFonts w:cs="Arial"/>
              </w:rPr>
            </w:pPr>
          </w:p>
        </w:tc>
        <w:tc>
          <w:tcPr>
            <w:tcW w:w="652" w:type="dxa"/>
            <w:shd w:val="clear" w:color="auto" w:fill="auto"/>
          </w:tcPr>
          <w:p w14:paraId="0EF86C58" w14:textId="77777777" w:rsidR="004E4E5C" w:rsidRPr="00A30D7A" w:rsidRDefault="004E4E5C" w:rsidP="00F6791E">
            <w:pPr>
              <w:rPr>
                <w:rFonts w:cs="Arial"/>
              </w:rPr>
            </w:pPr>
          </w:p>
        </w:tc>
        <w:tc>
          <w:tcPr>
            <w:tcW w:w="652" w:type="dxa"/>
            <w:shd w:val="clear" w:color="auto" w:fill="auto"/>
          </w:tcPr>
          <w:p w14:paraId="6B612BBB" w14:textId="77777777" w:rsidR="004E4E5C" w:rsidRPr="00A30D7A" w:rsidRDefault="004E4E5C" w:rsidP="00F6791E">
            <w:pPr>
              <w:rPr>
                <w:rFonts w:cs="Arial"/>
              </w:rPr>
            </w:pPr>
          </w:p>
        </w:tc>
        <w:tc>
          <w:tcPr>
            <w:tcW w:w="652" w:type="dxa"/>
            <w:shd w:val="clear" w:color="auto" w:fill="auto"/>
          </w:tcPr>
          <w:p w14:paraId="09D794E1" w14:textId="77777777" w:rsidR="004E4E5C" w:rsidRPr="00A30D7A" w:rsidRDefault="004E4E5C" w:rsidP="00F6791E">
            <w:pPr>
              <w:rPr>
                <w:rFonts w:cs="Arial"/>
              </w:rPr>
            </w:pPr>
          </w:p>
        </w:tc>
        <w:tc>
          <w:tcPr>
            <w:tcW w:w="1530" w:type="dxa"/>
            <w:shd w:val="clear" w:color="auto" w:fill="auto"/>
          </w:tcPr>
          <w:p w14:paraId="2E773D9A" w14:textId="77777777" w:rsidR="004E4E5C" w:rsidRPr="00A30D7A" w:rsidRDefault="004E4E5C" w:rsidP="00F6791E">
            <w:pPr>
              <w:rPr>
                <w:rFonts w:cs="Arial"/>
              </w:rPr>
            </w:pPr>
          </w:p>
        </w:tc>
      </w:tr>
      <w:tr w:rsidR="004E4E5C" w:rsidRPr="00A30D7A" w14:paraId="00AD4838" w14:textId="77777777" w:rsidTr="00F6791E">
        <w:tc>
          <w:tcPr>
            <w:tcW w:w="2966" w:type="dxa"/>
            <w:shd w:val="clear" w:color="auto" w:fill="auto"/>
          </w:tcPr>
          <w:p w14:paraId="511CA510" w14:textId="77777777" w:rsidR="004E4E5C" w:rsidRPr="00A30D7A" w:rsidRDefault="004E4E5C" w:rsidP="00F6791E">
            <w:pPr>
              <w:rPr>
                <w:rFonts w:cs="Arial"/>
              </w:rPr>
            </w:pPr>
            <w:r w:rsidRPr="00A30D7A">
              <w:rPr>
                <w:rFonts w:cs="Arial"/>
              </w:rPr>
              <w:t>Stormwater</w:t>
            </w:r>
          </w:p>
        </w:tc>
        <w:tc>
          <w:tcPr>
            <w:tcW w:w="846" w:type="dxa"/>
            <w:shd w:val="clear" w:color="auto" w:fill="auto"/>
          </w:tcPr>
          <w:p w14:paraId="52F5469B" w14:textId="77777777" w:rsidR="004E4E5C" w:rsidRPr="00A30D7A" w:rsidRDefault="004E4E5C" w:rsidP="00F6791E">
            <w:pPr>
              <w:rPr>
                <w:rFonts w:cs="Arial"/>
              </w:rPr>
            </w:pPr>
          </w:p>
        </w:tc>
        <w:tc>
          <w:tcPr>
            <w:tcW w:w="652" w:type="dxa"/>
            <w:shd w:val="clear" w:color="auto" w:fill="auto"/>
          </w:tcPr>
          <w:p w14:paraId="26A28273" w14:textId="77777777" w:rsidR="004E4E5C" w:rsidRPr="00A30D7A" w:rsidRDefault="004E4E5C" w:rsidP="00F6791E">
            <w:pPr>
              <w:rPr>
                <w:rFonts w:cs="Arial"/>
              </w:rPr>
            </w:pPr>
          </w:p>
        </w:tc>
        <w:tc>
          <w:tcPr>
            <w:tcW w:w="652" w:type="dxa"/>
            <w:shd w:val="clear" w:color="auto" w:fill="auto"/>
          </w:tcPr>
          <w:p w14:paraId="43733CF6" w14:textId="77777777" w:rsidR="004E4E5C" w:rsidRPr="00A30D7A" w:rsidRDefault="004E4E5C" w:rsidP="00F6791E">
            <w:pPr>
              <w:rPr>
                <w:rFonts w:cs="Arial"/>
              </w:rPr>
            </w:pPr>
          </w:p>
        </w:tc>
        <w:tc>
          <w:tcPr>
            <w:tcW w:w="652" w:type="dxa"/>
            <w:shd w:val="clear" w:color="auto" w:fill="auto"/>
          </w:tcPr>
          <w:p w14:paraId="36F67246" w14:textId="77777777" w:rsidR="004E4E5C" w:rsidRPr="00A30D7A" w:rsidRDefault="004E4E5C" w:rsidP="00F6791E">
            <w:pPr>
              <w:rPr>
                <w:rFonts w:cs="Arial"/>
              </w:rPr>
            </w:pPr>
          </w:p>
        </w:tc>
        <w:tc>
          <w:tcPr>
            <w:tcW w:w="652" w:type="dxa"/>
            <w:shd w:val="clear" w:color="auto" w:fill="auto"/>
          </w:tcPr>
          <w:p w14:paraId="278AB728" w14:textId="77777777" w:rsidR="004E4E5C" w:rsidRPr="00A30D7A" w:rsidRDefault="004E4E5C" w:rsidP="00F6791E">
            <w:pPr>
              <w:rPr>
                <w:rFonts w:cs="Arial"/>
              </w:rPr>
            </w:pPr>
          </w:p>
        </w:tc>
        <w:tc>
          <w:tcPr>
            <w:tcW w:w="652" w:type="dxa"/>
            <w:shd w:val="clear" w:color="auto" w:fill="auto"/>
          </w:tcPr>
          <w:p w14:paraId="0FA13733" w14:textId="77777777" w:rsidR="004E4E5C" w:rsidRPr="00A30D7A" w:rsidRDefault="004E4E5C" w:rsidP="00F6791E">
            <w:pPr>
              <w:rPr>
                <w:rFonts w:cs="Arial"/>
              </w:rPr>
            </w:pPr>
          </w:p>
        </w:tc>
        <w:tc>
          <w:tcPr>
            <w:tcW w:w="652" w:type="dxa"/>
            <w:shd w:val="clear" w:color="auto" w:fill="auto"/>
          </w:tcPr>
          <w:p w14:paraId="36CF65D0" w14:textId="77777777" w:rsidR="004E4E5C" w:rsidRPr="00A30D7A" w:rsidRDefault="004E4E5C" w:rsidP="00F6791E">
            <w:pPr>
              <w:rPr>
                <w:rFonts w:cs="Arial"/>
              </w:rPr>
            </w:pPr>
          </w:p>
        </w:tc>
        <w:tc>
          <w:tcPr>
            <w:tcW w:w="1530" w:type="dxa"/>
            <w:shd w:val="clear" w:color="auto" w:fill="auto"/>
          </w:tcPr>
          <w:p w14:paraId="4D819E93" w14:textId="77777777" w:rsidR="004E4E5C" w:rsidRPr="00A30D7A" w:rsidRDefault="004E4E5C" w:rsidP="00F6791E">
            <w:pPr>
              <w:rPr>
                <w:rFonts w:cs="Arial"/>
              </w:rPr>
            </w:pPr>
          </w:p>
        </w:tc>
      </w:tr>
      <w:tr w:rsidR="004E4E5C" w:rsidRPr="00A30D7A" w14:paraId="3A317232" w14:textId="77777777" w:rsidTr="00F6791E">
        <w:tc>
          <w:tcPr>
            <w:tcW w:w="2966" w:type="dxa"/>
            <w:shd w:val="clear" w:color="auto" w:fill="auto"/>
          </w:tcPr>
          <w:p w14:paraId="12B84584" w14:textId="77777777" w:rsidR="004E4E5C" w:rsidRPr="00A30D7A" w:rsidRDefault="004E4E5C" w:rsidP="00F6791E">
            <w:pPr>
              <w:rPr>
                <w:rFonts w:cs="Arial"/>
              </w:rPr>
            </w:pPr>
            <w:r w:rsidRPr="00A30D7A">
              <w:rPr>
                <w:rFonts w:cs="Arial"/>
              </w:rPr>
              <w:t>Services</w:t>
            </w:r>
          </w:p>
        </w:tc>
        <w:tc>
          <w:tcPr>
            <w:tcW w:w="846" w:type="dxa"/>
            <w:shd w:val="clear" w:color="auto" w:fill="auto"/>
          </w:tcPr>
          <w:p w14:paraId="424FA322" w14:textId="77777777" w:rsidR="004E4E5C" w:rsidRPr="00A30D7A" w:rsidRDefault="004E4E5C" w:rsidP="00F6791E">
            <w:pPr>
              <w:rPr>
                <w:rFonts w:cs="Arial"/>
              </w:rPr>
            </w:pPr>
          </w:p>
        </w:tc>
        <w:tc>
          <w:tcPr>
            <w:tcW w:w="652" w:type="dxa"/>
            <w:shd w:val="clear" w:color="auto" w:fill="auto"/>
          </w:tcPr>
          <w:p w14:paraId="04322DF4" w14:textId="77777777" w:rsidR="004E4E5C" w:rsidRPr="00A30D7A" w:rsidRDefault="004E4E5C" w:rsidP="00F6791E">
            <w:pPr>
              <w:rPr>
                <w:rFonts w:cs="Arial"/>
              </w:rPr>
            </w:pPr>
          </w:p>
        </w:tc>
        <w:tc>
          <w:tcPr>
            <w:tcW w:w="652" w:type="dxa"/>
            <w:shd w:val="clear" w:color="auto" w:fill="auto"/>
          </w:tcPr>
          <w:p w14:paraId="1419964D" w14:textId="77777777" w:rsidR="004E4E5C" w:rsidRPr="00A30D7A" w:rsidRDefault="004E4E5C" w:rsidP="00F6791E">
            <w:pPr>
              <w:rPr>
                <w:rFonts w:cs="Arial"/>
              </w:rPr>
            </w:pPr>
          </w:p>
        </w:tc>
        <w:tc>
          <w:tcPr>
            <w:tcW w:w="652" w:type="dxa"/>
            <w:shd w:val="clear" w:color="auto" w:fill="auto"/>
          </w:tcPr>
          <w:p w14:paraId="34A7C557" w14:textId="77777777" w:rsidR="004E4E5C" w:rsidRPr="00A30D7A" w:rsidRDefault="004E4E5C" w:rsidP="00F6791E">
            <w:pPr>
              <w:rPr>
                <w:rFonts w:cs="Arial"/>
              </w:rPr>
            </w:pPr>
          </w:p>
        </w:tc>
        <w:tc>
          <w:tcPr>
            <w:tcW w:w="652" w:type="dxa"/>
            <w:shd w:val="clear" w:color="auto" w:fill="auto"/>
          </w:tcPr>
          <w:p w14:paraId="234A6B61" w14:textId="77777777" w:rsidR="004E4E5C" w:rsidRPr="00A30D7A" w:rsidRDefault="004E4E5C" w:rsidP="00F6791E">
            <w:pPr>
              <w:rPr>
                <w:rFonts w:cs="Arial"/>
              </w:rPr>
            </w:pPr>
          </w:p>
        </w:tc>
        <w:tc>
          <w:tcPr>
            <w:tcW w:w="652" w:type="dxa"/>
            <w:shd w:val="clear" w:color="auto" w:fill="auto"/>
          </w:tcPr>
          <w:p w14:paraId="79063ABB" w14:textId="77777777" w:rsidR="004E4E5C" w:rsidRPr="00A30D7A" w:rsidRDefault="004E4E5C" w:rsidP="00F6791E">
            <w:pPr>
              <w:rPr>
                <w:rFonts w:cs="Arial"/>
              </w:rPr>
            </w:pPr>
          </w:p>
        </w:tc>
        <w:tc>
          <w:tcPr>
            <w:tcW w:w="652" w:type="dxa"/>
            <w:shd w:val="clear" w:color="auto" w:fill="auto"/>
          </w:tcPr>
          <w:p w14:paraId="7F08179C" w14:textId="77777777" w:rsidR="004E4E5C" w:rsidRPr="00A30D7A" w:rsidRDefault="004E4E5C" w:rsidP="00F6791E">
            <w:pPr>
              <w:rPr>
                <w:rFonts w:cs="Arial"/>
              </w:rPr>
            </w:pPr>
          </w:p>
        </w:tc>
        <w:tc>
          <w:tcPr>
            <w:tcW w:w="1530" w:type="dxa"/>
            <w:shd w:val="clear" w:color="auto" w:fill="auto"/>
          </w:tcPr>
          <w:p w14:paraId="747EA94A" w14:textId="77777777" w:rsidR="004E4E5C" w:rsidRPr="00A30D7A" w:rsidRDefault="004E4E5C" w:rsidP="00F6791E">
            <w:pPr>
              <w:rPr>
                <w:rFonts w:cs="Arial"/>
              </w:rPr>
            </w:pPr>
          </w:p>
        </w:tc>
      </w:tr>
      <w:tr w:rsidR="004E4E5C" w:rsidRPr="00A30D7A" w14:paraId="0829F987" w14:textId="77777777" w:rsidTr="00F6791E">
        <w:tc>
          <w:tcPr>
            <w:tcW w:w="2966" w:type="dxa"/>
            <w:shd w:val="clear" w:color="auto" w:fill="auto"/>
          </w:tcPr>
          <w:p w14:paraId="15F6BAD0" w14:textId="77777777" w:rsidR="004E4E5C" w:rsidRPr="00A30D7A" w:rsidRDefault="004E4E5C" w:rsidP="00F6791E">
            <w:pPr>
              <w:rPr>
                <w:rFonts w:cs="Arial"/>
              </w:rPr>
            </w:pPr>
            <w:r w:rsidRPr="00A30D7A">
              <w:rPr>
                <w:rFonts w:cs="Arial"/>
              </w:rPr>
              <w:t>Roads</w:t>
            </w:r>
          </w:p>
        </w:tc>
        <w:tc>
          <w:tcPr>
            <w:tcW w:w="846" w:type="dxa"/>
            <w:shd w:val="clear" w:color="auto" w:fill="auto"/>
          </w:tcPr>
          <w:p w14:paraId="35697E74" w14:textId="77777777" w:rsidR="004E4E5C" w:rsidRPr="00A30D7A" w:rsidRDefault="004E4E5C" w:rsidP="00F6791E">
            <w:pPr>
              <w:rPr>
                <w:rFonts w:cs="Arial"/>
              </w:rPr>
            </w:pPr>
          </w:p>
        </w:tc>
        <w:tc>
          <w:tcPr>
            <w:tcW w:w="652" w:type="dxa"/>
            <w:shd w:val="clear" w:color="auto" w:fill="auto"/>
          </w:tcPr>
          <w:p w14:paraId="2B24E728" w14:textId="77777777" w:rsidR="004E4E5C" w:rsidRPr="00A30D7A" w:rsidRDefault="004E4E5C" w:rsidP="00F6791E">
            <w:pPr>
              <w:rPr>
                <w:rFonts w:cs="Arial"/>
              </w:rPr>
            </w:pPr>
          </w:p>
        </w:tc>
        <w:tc>
          <w:tcPr>
            <w:tcW w:w="652" w:type="dxa"/>
            <w:shd w:val="clear" w:color="auto" w:fill="auto"/>
          </w:tcPr>
          <w:p w14:paraId="41C4BA28" w14:textId="77777777" w:rsidR="004E4E5C" w:rsidRPr="00A30D7A" w:rsidRDefault="004E4E5C" w:rsidP="00F6791E">
            <w:pPr>
              <w:rPr>
                <w:rFonts w:cs="Arial"/>
              </w:rPr>
            </w:pPr>
          </w:p>
        </w:tc>
        <w:tc>
          <w:tcPr>
            <w:tcW w:w="652" w:type="dxa"/>
            <w:shd w:val="clear" w:color="auto" w:fill="auto"/>
          </w:tcPr>
          <w:p w14:paraId="33265517" w14:textId="77777777" w:rsidR="004E4E5C" w:rsidRPr="00A30D7A" w:rsidRDefault="004E4E5C" w:rsidP="00F6791E">
            <w:pPr>
              <w:rPr>
                <w:rFonts w:cs="Arial"/>
              </w:rPr>
            </w:pPr>
          </w:p>
        </w:tc>
        <w:tc>
          <w:tcPr>
            <w:tcW w:w="652" w:type="dxa"/>
            <w:shd w:val="clear" w:color="auto" w:fill="auto"/>
          </w:tcPr>
          <w:p w14:paraId="609B34E9" w14:textId="77777777" w:rsidR="004E4E5C" w:rsidRPr="00A30D7A" w:rsidRDefault="004E4E5C" w:rsidP="00F6791E">
            <w:pPr>
              <w:rPr>
                <w:rFonts w:cs="Arial"/>
              </w:rPr>
            </w:pPr>
          </w:p>
        </w:tc>
        <w:tc>
          <w:tcPr>
            <w:tcW w:w="652" w:type="dxa"/>
            <w:shd w:val="clear" w:color="auto" w:fill="auto"/>
          </w:tcPr>
          <w:p w14:paraId="3D49BB84" w14:textId="77777777" w:rsidR="004E4E5C" w:rsidRPr="00A30D7A" w:rsidRDefault="004E4E5C" w:rsidP="00F6791E">
            <w:pPr>
              <w:rPr>
                <w:rFonts w:cs="Arial"/>
              </w:rPr>
            </w:pPr>
          </w:p>
        </w:tc>
        <w:tc>
          <w:tcPr>
            <w:tcW w:w="652" w:type="dxa"/>
            <w:shd w:val="clear" w:color="auto" w:fill="auto"/>
          </w:tcPr>
          <w:p w14:paraId="50AB8DDF" w14:textId="77777777" w:rsidR="004E4E5C" w:rsidRPr="00A30D7A" w:rsidRDefault="004E4E5C" w:rsidP="00F6791E">
            <w:pPr>
              <w:rPr>
                <w:rFonts w:cs="Arial"/>
              </w:rPr>
            </w:pPr>
          </w:p>
        </w:tc>
        <w:tc>
          <w:tcPr>
            <w:tcW w:w="1530" w:type="dxa"/>
            <w:shd w:val="clear" w:color="auto" w:fill="auto"/>
          </w:tcPr>
          <w:p w14:paraId="606E7276" w14:textId="77777777" w:rsidR="004E4E5C" w:rsidRPr="00A30D7A" w:rsidRDefault="004E4E5C" w:rsidP="00F6791E">
            <w:pPr>
              <w:rPr>
                <w:rFonts w:cs="Arial"/>
              </w:rPr>
            </w:pPr>
          </w:p>
        </w:tc>
      </w:tr>
      <w:tr w:rsidR="004E4E5C" w:rsidRPr="00A30D7A" w14:paraId="05BECF87" w14:textId="77777777" w:rsidTr="00F6791E">
        <w:tc>
          <w:tcPr>
            <w:tcW w:w="2966" w:type="dxa"/>
            <w:shd w:val="clear" w:color="auto" w:fill="auto"/>
          </w:tcPr>
          <w:p w14:paraId="4D566FA8" w14:textId="77777777" w:rsidR="004E4E5C" w:rsidRPr="00A30D7A" w:rsidRDefault="004E4E5C" w:rsidP="00F6791E">
            <w:pPr>
              <w:rPr>
                <w:rFonts w:cs="Arial"/>
              </w:rPr>
            </w:pPr>
            <w:r w:rsidRPr="00A30D7A">
              <w:rPr>
                <w:rFonts w:cs="Arial"/>
              </w:rPr>
              <w:t>Parking</w:t>
            </w:r>
          </w:p>
        </w:tc>
        <w:tc>
          <w:tcPr>
            <w:tcW w:w="846" w:type="dxa"/>
            <w:shd w:val="clear" w:color="auto" w:fill="auto"/>
          </w:tcPr>
          <w:p w14:paraId="0806620B" w14:textId="77777777" w:rsidR="004E4E5C" w:rsidRPr="00A30D7A" w:rsidRDefault="004E4E5C" w:rsidP="00F6791E">
            <w:pPr>
              <w:rPr>
                <w:rFonts w:cs="Arial"/>
              </w:rPr>
            </w:pPr>
          </w:p>
        </w:tc>
        <w:tc>
          <w:tcPr>
            <w:tcW w:w="652" w:type="dxa"/>
            <w:shd w:val="clear" w:color="auto" w:fill="auto"/>
          </w:tcPr>
          <w:p w14:paraId="77EBE395" w14:textId="77777777" w:rsidR="004E4E5C" w:rsidRPr="00A30D7A" w:rsidRDefault="004E4E5C" w:rsidP="00F6791E">
            <w:pPr>
              <w:rPr>
                <w:rFonts w:cs="Arial"/>
              </w:rPr>
            </w:pPr>
          </w:p>
        </w:tc>
        <w:tc>
          <w:tcPr>
            <w:tcW w:w="652" w:type="dxa"/>
            <w:shd w:val="clear" w:color="auto" w:fill="auto"/>
          </w:tcPr>
          <w:p w14:paraId="2F86D60C" w14:textId="77777777" w:rsidR="004E4E5C" w:rsidRPr="00A30D7A" w:rsidRDefault="004E4E5C" w:rsidP="00F6791E">
            <w:pPr>
              <w:rPr>
                <w:rFonts w:cs="Arial"/>
              </w:rPr>
            </w:pPr>
          </w:p>
        </w:tc>
        <w:tc>
          <w:tcPr>
            <w:tcW w:w="652" w:type="dxa"/>
            <w:shd w:val="clear" w:color="auto" w:fill="auto"/>
          </w:tcPr>
          <w:p w14:paraId="62CE5B35" w14:textId="77777777" w:rsidR="004E4E5C" w:rsidRPr="00A30D7A" w:rsidRDefault="004E4E5C" w:rsidP="00F6791E">
            <w:pPr>
              <w:rPr>
                <w:rFonts w:cs="Arial"/>
              </w:rPr>
            </w:pPr>
          </w:p>
        </w:tc>
        <w:tc>
          <w:tcPr>
            <w:tcW w:w="652" w:type="dxa"/>
            <w:shd w:val="clear" w:color="auto" w:fill="auto"/>
          </w:tcPr>
          <w:p w14:paraId="218DD9B8" w14:textId="77777777" w:rsidR="004E4E5C" w:rsidRPr="00A30D7A" w:rsidRDefault="004E4E5C" w:rsidP="00F6791E">
            <w:pPr>
              <w:rPr>
                <w:rFonts w:cs="Arial"/>
              </w:rPr>
            </w:pPr>
          </w:p>
        </w:tc>
        <w:tc>
          <w:tcPr>
            <w:tcW w:w="652" w:type="dxa"/>
            <w:shd w:val="clear" w:color="auto" w:fill="auto"/>
          </w:tcPr>
          <w:p w14:paraId="59E63D09" w14:textId="77777777" w:rsidR="004E4E5C" w:rsidRPr="00A30D7A" w:rsidRDefault="004E4E5C" w:rsidP="00F6791E">
            <w:pPr>
              <w:rPr>
                <w:rFonts w:cs="Arial"/>
              </w:rPr>
            </w:pPr>
          </w:p>
        </w:tc>
        <w:tc>
          <w:tcPr>
            <w:tcW w:w="652" w:type="dxa"/>
            <w:shd w:val="clear" w:color="auto" w:fill="auto"/>
          </w:tcPr>
          <w:p w14:paraId="70C07043" w14:textId="77777777" w:rsidR="004E4E5C" w:rsidRPr="00A30D7A" w:rsidRDefault="004E4E5C" w:rsidP="00F6791E">
            <w:pPr>
              <w:rPr>
                <w:rFonts w:cs="Arial"/>
              </w:rPr>
            </w:pPr>
          </w:p>
        </w:tc>
        <w:tc>
          <w:tcPr>
            <w:tcW w:w="1530" w:type="dxa"/>
            <w:shd w:val="clear" w:color="auto" w:fill="auto"/>
          </w:tcPr>
          <w:p w14:paraId="219FAD0F" w14:textId="77777777" w:rsidR="004E4E5C" w:rsidRPr="00A30D7A" w:rsidRDefault="004E4E5C" w:rsidP="00F6791E">
            <w:pPr>
              <w:rPr>
                <w:rFonts w:cs="Arial"/>
              </w:rPr>
            </w:pPr>
          </w:p>
        </w:tc>
      </w:tr>
      <w:tr w:rsidR="004E4E5C" w:rsidRPr="00A30D7A" w14:paraId="3A114514" w14:textId="77777777" w:rsidTr="00F6791E">
        <w:tc>
          <w:tcPr>
            <w:tcW w:w="2966" w:type="dxa"/>
            <w:shd w:val="clear" w:color="auto" w:fill="auto"/>
          </w:tcPr>
          <w:p w14:paraId="042C0E91" w14:textId="77777777" w:rsidR="004E4E5C" w:rsidRPr="00A30D7A" w:rsidRDefault="004E4E5C" w:rsidP="00F6791E">
            <w:pPr>
              <w:rPr>
                <w:rFonts w:cs="Arial"/>
              </w:rPr>
            </w:pPr>
            <w:r w:rsidRPr="00A30D7A">
              <w:rPr>
                <w:rFonts w:cs="Arial"/>
              </w:rPr>
              <w:t>Paths, paving</w:t>
            </w:r>
          </w:p>
        </w:tc>
        <w:tc>
          <w:tcPr>
            <w:tcW w:w="846" w:type="dxa"/>
            <w:shd w:val="clear" w:color="auto" w:fill="auto"/>
          </w:tcPr>
          <w:p w14:paraId="29377DB6" w14:textId="77777777" w:rsidR="004E4E5C" w:rsidRPr="00A30D7A" w:rsidRDefault="004E4E5C" w:rsidP="00F6791E">
            <w:pPr>
              <w:rPr>
                <w:rFonts w:cs="Arial"/>
              </w:rPr>
            </w:pPr>
          </w:p>
        </w:tc>
        <w:tc>
          <w:tcPr>
            <w:tcW w:w="652" w:type="dxa"/>
            <w:shd w:val="clear" w:color="auto" w:fill="auto"/>
          </w:tcPr>
          <w:p w14:paraId="50DE68F6" w14:textId="77777777" w:rsidR="004E4E5C" w:rsidRPr="00A30D7A" w:rsidRDefault="004E4E5C" w:rsidP="00F6791E">
            <w:pPr>
              <w:rPr>
                <w:rFonts w:cs="Arial"/>
              </w:rPr>
            </w:pPr>
          </w:p>
        </w:tc>
        <w:tc>
          <w:tcPr>
            <w:tcW w:w="652" w:type="dxa"/>
            <w:shd w:val="clear" w:color="auto" w:fill="auto"/>
          </w:tcPr>
          <w:p w14:paraId="7F6D87E5" w14:textId="77777777" w:rsidR="004E4E5C" w:rsidRPr="00A30D7A" w:rsidRDefault="004E4E5C" w:rsidP="00F6791E">
            <w:pPr>
              <w:rPr>
                <w:rFonts w:cs="Arial"/>
              </w:rPr>
            </w:pPr>
          </w:p>
        </w:tc>
        <w:tc>
          <w:tcPr>
            <w:tcW w:w="652" w:type="dxa"/>
            <w:shd w:val="clear" w:color="auto" w:fill="auto"/>
          </w:tcPr>
          <w:p w14:paraId="280356ED" w14:textId="77777777" w:rsidR="004E4E5C" w:rsidRPr="00A30D7A" w:rsidRDefault="004E4E5C" w:rsidP="00F6791E">
            <w:pPr>
              <w:rPr>
                <w:rFonts w:cs="Arial"/>
              </w:rPr>
            </w:pPr>
          </w:p>
        </w:tc>
        <w:tc>
          <w:tcPr>
            <w:tcW w:w="652" w:type="dxa"/>
            <w:shd w:val="clear" w:color="auto" w:fill="auto"/>
          </w:tcPr>
          <w:p w14:paraId="232A89F5" w14:textId="77777777" w:rsidR="004E4E5C" w:rsidRPr="00A30D7A" w:rsidRDefault="004E4E5C" w:rsidP="00F6791E">
            <w:pPr>
              <w:rPr>
                <w:rFonts w:cs="Arial"/>
              </w:rPr>
            </w:pPr>
          </w:p>
        </w:tc>
        <w:tc>
          <w:tcPr>
            <w:tcW w:w="652" w:type="dxa"/>
            <w:shd w:val="clear" w:color="auto" w:fill="auto"/>
          </w:tcPr>
          <w:p w14:paraId="31FB36E6" w14:textId="77777777" w:rsidR="004E4E5C" w:rsidRPr="00A30D7A" w:rsidRDefault="004E4E5C" w:rsidP="00F6791E">
            <w:pPr>
              <w:rPr>
                <w:rFonts w:cs="Arial"/>
              </w:rPr>
            </w:pPr>
          </w:p>
        </w:tc>
        <w:tc>
          <w:tcPr>
            <w:tcW w:w="652" w:type="dxa"/>
            <w:shd w:val="clear" w:color="auto" w:fill="auto"/>
          </w:tcPr>
          <w:p w14:paraId="0D75E68E" w14:textId="77777777" w:rsidR="004E4E5C" w:rsidRPr="00A30D7A" w:rsidRDefault="004E4E5C" w:rsidP="00F6791E">
            <w:pPr>
              <w:rPr>
                <w:rFonts w:cs="Arial"/>
              </w:rPr>
            </w:pPr>
          </w:p>
        </w:tc>
        <w:tc>
          <w:tcPr>
            <w:tcW w:w="1530" w:type="dxa"/>
            <w:shd w:val="clear" w:color="auto" w:fill="auto"/>
          </w:tcPr>
          <w:p w14:paraId="7F1A969F" w14:textId="77777777" w:rsidR="004E4E5C" w:rsidRPr="00A30D7A" w:rsidRDefault="004E4E5C" w:rsidP="00F6791E">
            <w:pPr>
              <w:rPr>
                <w:rFonts w:cs="Arial"/>
              </w:rPr>
            </w:pPr>
          </w:p>
        </w:tc>
      </w:tr>
      <w:tr w:rsidR="004E4E5C" w:rsidRPr="00A30D7A" w14:paraId="2E3034EF" w14:textId="77777777" w:rsidTr="00F6791E">
        <w:tc>
          <w:tcPr>
            <w:tcW w:w="2966" w:type="dxa"/>
            <w:shd w:val="clear" w:color="auto" w:fill="auto"/>
          </w:tcPr>
          <w:p w14:paraId="4393D8B9" w14:textId="77777777" w:rsidR="004E4E5C" w:rsidRPr="00A30D7A" w:rsidRDefault="004E4E5C" w:rsidP="00F6791E">
            <w:pPr>
              <w:rPr>
                <w:rFonts w:cs="Arial"/>
              </w:rPr>
            </w:pPr>
            <w:r w:rsidRPr="00A30D7A">
              <w:rPr>
                <w:rFonts w:cs="Arial"/>
              </w:rPr>
              <w:t>Walls, fencing</w:t>
            </w:r>
          </w:p>
        </w:tc>
        <w:tc>
          <w:tcPr>
            <w:tcW w:w="846" w:type="dxa"/>
            <w:shd w:val="clear" w:color="auto" w:fill="auto"/>
          </w:tcPr>
          <w:p w14:paraId="19EDFD7D" w14:textId="77777777" w:rsidR="004E4E5C" w:rsidRPr="00A30D7A" w:rsidRDefault="004E4E5C" w:rsidP="00F6791E">
            <w:pPr>
              <w:rPr>
                <w:rFonts w:cs="Arial"/>
              </w:rPr>
            </w:pPr>
          </w:p>
        </w:tc>
        <w:tc>
          <w:tcPr>
            <w:tcW w:w="652" w:type="dxa"/>
            <w:shd w:val="clear" w:color="auto" w:fill="auto"/>
          </w:tcPr>
          <w:p w14:paraId="5A225470" w14:textId="77777777" w:rsidR="004E4E5C" w:rsidRPr="00A30D7A" w:rsidRDefault="004E4E5C" w:rsidP="00F6791E">
            <w:pPr>
              <w:rPr>
                <w:rFonts w:cs="Arial"/>
              </w:rPr>
            </w:pPr>
          </w:p>
        </w:tc>
        <w:tc>
          <w:tcPr>
            <w:tcW w:w="652" w:type="dxa"/>
            <w:shd w:val="clear" w:color="auto" w:fill="auto"/>
          </w:tcPr>
          <w:p w14:paraId="720E3715" w14:textId="77777777" w:rsidR="004E4E5C" w:rsidRPr="00A30D7A" w:rsidRDefault="004E4E5C" w:rsidP="00F6791E">
            <w:pPr>
              <w:rPr>
                <w:rFonts w:cs="Arial"/>
              </w:rPr>
            </w:pPr>
          </w:p>
        </w:tc>
        <w:tc>
          <w:tcPr>
            <w:tcW w:w="652" w:type="dxa"/>
            <w:shd w:val="clear" w:color="auto" w:fill="auto"/>
          </w:tcPr>
          <w:p w14:paraId="26641E23" w14:textId="77777777" w:rsidR="004E4E5C" w:rsidRPr="00A30D7A" w:rsidRDefault="004E4E5C" w:rsidP="00F6791E">
            <w:pPr>
              <w:rPr>
                <w:rFonts w:cs="Arial"/>
              </w:rPr>
            </w:pPr>
          </w:p>
        </w:tc>
        <w:tc>
          <w:tcPr>
            <w:tcW w:w="652" w:type="dxa"/>
            <w:shd w:val="clear" w:color="auto" w:fill="auto"/>
          </w:tcPr>
          <w:p w14:paraId="69E4E1C7" w14:textId="77777777" w:rsidR="004E4E5C" w:rsidRPr="00A30D7A" w:rsidRDefault="004E4E5C" w:rsidP="00F6791E">
            <w:pPr>
              <w:rPr>
                <w:rFonts w:cs="Arial"/>
              </w:rPr>
            </w:pPr>
          </w:p>
        </w:tc>
        <w:tc>
          <w:tcPr>
            <w:tcW w:w="652" w:type="dxa"/>
            <w:shd w:val="clear" w:color="auto" w:fill="auto"/>
          </w:tcPr>
          <w:p w14:paraId="0CB690EC" w14:textId="77777777" w:rsidR="004E4E5C" w:rsidRPr="00A30D7A" w:rsidRDefault="004E4E5C" w:rsidP="00F6791E">
            <w:pPr>
              <w:rPr>
                <w:rFonts w:cs="Arial"/>
              </w:rPr>
            </w:pPr>
          </w:p>
        </w:tc>
        <w:tc>
          <w:tcPr>
            <w:tcW w:w="652" w:type="dxa"/>
            <w:shd w:val="clear" w:color="auto" w:fill="auto"/>
          </w:tcPr>
          <w:p w14:paraId="52E26A5A" w14:textId="77777777" w:rsidR="004E4E5C" w:rsidRPr="00A30D7A" w:rsidRDefault="004E4E5C" w:rsidP="00F6791E">
            <w:pPr>
              <w:rPr>
                <w:rFonts w:cs="Arial"/>
              </w:rPr>
            </w:pPr>
          </w:p>
        </w:tc>
        <w:tc>
          <w:tcPr>
            <w:tcW w:w="1530" w:type="dxa"/>
            <w:shd w:val="clear" w:color="auto" w:fill="auto"/>
          </w:tcPr>
          <w:p w14:paraId="5316D683" w14:textId="77777777" w:rsidR="004E4E5C" w:rsidRPr="00A30D7A" w:rsidRDefault="004E4E5C" w:rsidP="00F6791E">
            <w:pPr>
              <w:rPr>
                <w:rFonts w:cs="Arial"/>
              </w:rPr>
            </w:pPr>
          </w:p>
        </w:tc>
      </w:tr>
      <w:tr w:rsidR="004E4E5C" w:rsidRPr="00A30D7A" w14:paraId="23A7DEE2" w14:textId="77777777" w:rsidTr="00F6791E">
        <w:tc>
          <w:tcPr>
            <w:tcW w:w="2966" w:type="dxa"/>
            <w:shd w:val="clear" w:color="auto" w:fill="auto"/>
          </w:tcPr>
          <w:p w14:paraId="0A6B8A65" w14:textId="77777777" w:rsidR="004E4E5C" w:rsidRPr="00A30D7A" w:rsidRDefault="004E4E5C" w:rsidP="00F6791E">
            <w:pPr>
              <w:rPr>
                <w:rFonts w:cs="Arial"/>
              </w:rPr>
            </w:pPr>
            <w:r w:rsidRPr="00A30D7A">
              <w:rPr>
                <w:rFonts w:cs="Arial"/>
              </w:rPr>
              <w:t>Soft landscaping</w:t>
            </w:r>
          </w:p>
        </w:tc>
        <w:tc>
          <w:tcPr>
            <w:tcW w:w="846" w:type="dxa"/>
            <w:shd w:val="clear" w:color="auto" w:fill="auto"/>
          </w:tcPr>
          <w:p w14:paraId="5AA908CD" w14:textId="77777777" w:rsidR="004E4E5C" w:rsidRPr="00A30D7A" w:rsidRDefault="004E4E5C" w:rsidP="00F6791E">
            <w:pPr>
              <w:rPr>
                <w:rFonts w:cs="Arial"/>
              </w:rPr>
            </w:pPr>
          </w:p>
        </w:tc>
        <w:tc>
          <w:tcPr>
            <w:tcW w:w="652" w:type="dxa"/>
            <w:shd w:val="clear" w:color="auto" w:fill="auto"/>
          </w:tcPr>
          <w:p w14:paraId="21C37E96" w14:textId="77777777" w:rsidR="004E4E5C" w:rsidRPr="00A30D7A" w:rsidRDefault="004E4E5C" w:rsidP="00F6791E">
            <w:pPr>
              <w:rPr>
                <w:rFonts w:cs="Arial"/>
              </w:rPr>
            </w:pPr>
          </w:p>
        </w:tc>
        <w:tc>
          <w:tcPr>
            <w:tcW w:w="652" w:type="dxa"/>
            <w:shd w:val="clear" w:color="auto" w:fill="auto"/>
          </w:tcPr>
          <w:p w14:paraId="63DBF95C" w14:textId="77777777" w:rsidR="004E4E5C" w:rsidRPr="00A30D7A" w:rsidRDefault="004E4E5C" w:rsidP="00F6791E">
            <w:pPr>
              <w:rPr>
                <w:rFonts w:cs="Arial"/>
              </w:rPr>
            </w:pPr>
          </w:p>
        </w:tc>
        <w:tc>
          <w:tcPr>
            <w:tcW w:w="652" w:type="dxa"/>
            <w:shd w:val="clear" w:color="auto" w:fill="auto"/>
          </w:tcPr>
          <w:p w14:paraId="08FA3975" w14:textId="77777777" w:rsidR="004E4E5C" w:rsidRPr="00A30D7A" w:rsidRDefault="004E4E5C" w:rsidP="00F6791E">
            <w:pPr>
              <w:rPr>
                <w:rFonts w:cs="Arial"/>
              </w:rPr>
            </w:pPr>
          </w:p>
        </w:tc>
        <w:tc>
          <w:tcPr>
            <w:tcW w:w="652" w:type="dxa"/>
            <w:shd w:val="clear" w:color="auto" w:fill="auto"/>
          </w:tcPr>
          <w:p w14:paraId="027AFAB9" w14:textId="77777777" w:rsidR="004E4E5C" w:rsidRPr="00A30D7A" w:rsidRDefault="004E4E5C" w:rsidP="00F6791E">
            <w:pPr>
              <w:rPr>
                <w:rFonts w:cs="Arial"/>
              </w:rPr>
            </w:pPr>
          </w:p>
        </w:tc>
        <w:tc>
          <w:tcPr>
            <w:tcW w:w="652" w:type="dxa"/>
            <w:shd w:val="clear" w:color="auto" w:fill="auto"/>
          </w:tcPr>
          <w:p w14:paraId="42F14E0B" w14:textId="77777777" w:rsidR="004E4E5C" w:rsidRPr="00A30D7A" w:rsidRDefault="004E4E5C" w:rsidP="00F6791E">
            <w:pPr>
              <w:rPr>
                <w:rFonts w:cs="Arial"/>
              </w:rPr>
            </w:pPr>
          </w:p>
        </w:tc>
        <w:tc>
          <w:tcPr>
            <w:tcW w:w="652" w:type="dxa"/>
            <w:shd w:val="clear" w:color="auto" w:fill="auto"/>
          </w:tcPr>
          <w:p w14:paraId="3E4BD6BD" w14:textId="77777777" w:rsidR="004E4E5C" w:rsidRPr="00A30D7A" w:rsidRDefault="004E4E5C" w:rsidP="00F6791E">
            <w:pPr>
              <w:rPr>
                <w:rFonts w:cs="Arial"/>
              </w:rPr>
            </w:pPr>
          </w:p>
        </w:tc>
        <w:tc>
          <w:tcPr>
            <w:tcW w:w="1530" w:type="dxa"/>
            <w:shd w:val="clear" w:color="auto" w:fill="auto"/>
          </w:tcPr>
          <w:p w14:paraId="7E79D9DD" w14:textId="77777777" w:rsidR="004E4E5C" w:rsidRPr="00A30D7A" w:rsidRDefault="004E4E5C" w:rsidP="00F6791E">
            <w:pPr>
              <w:rPr>
                <w:rFonts w:cs="Arial"/>
              </w:rPr>
            </w:pPr>
          </w:p>
        </w:tc>
      </w:tr>
      <w:tr w:rsidR="004E4E5C" w:rsidRPr="00A30D7A" w14:paraId="4AE94D6B" w14:textId="77777777" w:rsidTr="00F6791E">
        <w:tc>
          <w:tcPr>
            <w:tcW w:w="2966" w:type="dxa"/>
            <w:shd w:val="clear" w:color="auto" w:fill="D9D9D9"/>
          </w:tcPr>
          <w:p w14:paraId="7A1E57A5" w14:textId="77777777" w:rsidR="004E4E5C" w:rsidRPr="00A30D7A" w:rsidRDefault="004E4E5C" w:rsidP="00F6791E">
            <w:pPr>
              <w:rPr>
                <w:rFonts w:cs="Arial"/>
                <w:b/>
              </w:rPr>
            </w:pPr>
            <w:r w:rsidRPr="00A30D7A">
              <w:rPr>
                <w:rFonts w:cs="Arial"/>
                <w:b/>
              </w:rPr>
              <w:t>SUBSTRUCTURE</w:t>
            </w:r>
          </w:p>
        </w:tc>
        <w:tc>
          <w:tcPr>
            <w:tcW w:w="846" w:type="dxa"/>
            <w:shd w:val="clear" w:color="auto" w:fill="D9D9D9"/>
          </w:tcPr>
          <w:p w14:paraId="79154315" w14:textId="77777777" w:rsidR="004E4E5C" w:rsidRPr="00A30D7A" w:rsidRDefault="004E4E5C" w:rsidP="00F6791E">
            <w:pPr>
              <w:rPr>
                <w:rFonts w:cs="Arial"/>
              </w:rPr>
            </w:pPr>
          </w:p>
        </w:tc>
        <w:tc>
          <w:tcPr>
            <w:tcW w:w="652" w:type="dxa"/>
            <w:shd w:val="clear" w:color="auto" w:fill="D9D9D9"/>
          </w:tcPr>
          <w:p w14:paraId="3FBB7D6E" w14:textId="77777777" w:rsidR="004E4E5C" w:rsidRPr="00A30D7A" w:rsidRDefault="004E4E5C" w:rsidP="00F6791E">
            <w:pPr>
              <w:rPr>
                <w:rFonts w:cs="Arial"/>
              </w:rPr>
            </w:pPr>
          </w:p>
        </w:tc>
        <w:tc>
          <w:tcPr>
            <w:tcW w:w="652" w:type="dxa"/>
            <w:shd w:val="clear" w:color="auto" w:fill="D9D9D9"/>
          </w:tcPr>
          <w:p w14:paraId="16C7C818" w14:textId="77777777" w:rsidR="004E4E5C" w:rsidRPr="00A30D7A" w:rsidRDefault="004E4E5C" w:rsidP="00F6791E">
            <w:pPr>
              <w:rPr>
                <w:rFonts w:cs="Arial"/>
              </w:rPr>
            </w:pPr>
          </w:p>
        </w:tc>
        <w:tc>
          <w:tcPr>
            <w:tcW w:w="652" w:type="dxa"/>
            <w:shd w:val="clear" w:color="auto" w:fill="D9D9D9"/>
          </w:tcPr>
          <w:p w14:paraId="0954001D" w14:textId="77777777" w:rsidR="004E4E5C" w:rsidRPr="00A30D7A" w:rsidRDefault="004E4E5C" w:rsidP="00F6791E">
            <w:pPr>
              <w:rPr>
                <w:rFonts w:cs="Arial"/>
              </w:rPr>
            </w:pPr>
          </w:p>
        </w:tc>
        <w:tc>
          <w:tcPr>
            <w:tcW w:w="652" w:type="dxa"/>
            <w:shd w:val="clear" w:color="auto" w:fill="D9D9D9"/>
          </w:tcPr>
          <w:p w14:paraId="7694FF45" w14:textId="77777777" w:rsidR="004E4E5C" w:rsidRPr="00A30D7A" w:rsidRDefault="004E4E5C" w:rsidP="00F6791E">
            <w:pPr>
              <w:rPr>
                <w:rFonts w:cs="Arial"/>
              </w:rPr>
            </w:pPr>
          </w:p>
        </w:tc>
        <w:tc>
          <w:tcPr>
            <w:tcW w:w="652" w:type="dxa"/>
            <w:shd w:val="clear" w:color="auto" w:fill="D9D9D9"/>
          </w:tcPr>
          <w:p w14:paraId="4D11F6BF" w14:textId="77777777" w:rsidR="004E4E5C" w:rsidRPr="00A30D7A" w:rsidRDefault="004E4E5C" w:rsidP="00F6791E">
            <w:pPr>
              <w:rPr>
                <w:rFonts w:cs="Arial"/>
              </w:rPr>
            </w:pPr>
          </w:p>
        </w:tc>
        <w:tc>
          <w:tcPr>
            <w:tcW w:w="652" w:type="dxa"/>
            <w:shd w:val="clear" w:color="auto" w:fill="D9D9D9"/>
          </w:tcPr>
          <w:p w14:paraId="4533E0D1" w14:textId="77777777" w:rsidR="004E4E5C" w:rsidRPr="00A30D7A" w:rsidRDefault="004E4E5C" w:rsidP="00F6791E">
            <w:pPr>
              <w:rPr>
                <w:rFonts w:cs="Arial"/>
              </w:rPr>
            </w:pPr>
          </w:p>
        </w:tc>
        <w:tc>
          <w:tcPr>
            <w:tcW w:w="1530" w:type="dxa"/>
            <w:shd w:val="clear" w:color="auto" w:fill="D9D9D9"/>
          </w:tcPr>
          <w:p w14:paraId="72448D30" w14:textId="77777777" w:rsidR="004E4E5C" w:rsidRPr="00A30D7A" w:rsidRDefault="004E4E5C" w:rsidP="00F6791E">
            <w:pPr>
              <w:rPr>
                <w:rFonts w:cs="Arial"/>
              </w:rPr>
            </w:pPr>
          </w:p>
        </w:tc>
      </w:tr>
      <w:tr w:rsidR="004E4E5C" w:rsidRPr="00A30D7A" w14:paraId="2153B466" w14:textId="77777777" w:rsidTr="00F6791E">
        <w:tc>
          <w:tcPr>
            <w:tcW w:w="2966" w:type="dxa"/>
            <w:shd w:val="clear" w:color="auto" w:fill="auto"/>
          </w:tcPr>
          <w:p w14:paraId="734BD9C2" w14:textId="77777777" w:rsidR="004E4E5C" w:rsidRPr="00A30D7A" w:rsidRDefault="004E4E5C" w:rsidP="00F6791E">
            <w:pPr>
              <w:rPr>
                <w:rFonts w:cs="Arial"/>
              </w:rPr>
            </w:pPr>
            <w:r w:rsidRPr="00A30D7A">
              <w:rPr>
                <w:rFonts w:cs="Arial"/>
              </w:rPr>
              <w:t>Footings</w:t>
            </w:r>
          </w:p>
        </w:tc>
        <w:tc>
          <w:tcPr>
            <w:tcW w:w="846" w:type="dxa"/>
            <w:shd w:val="clear" w:color="auto" w:fill="auto"/>
          </w:tcPr>
          <w:p w14:paraId="3FEDEA27" w14:textId="77777777" w:rsidR="004E4E5C" w:rsidRPr="00A30D7A" w:rsidRDefault="004E4E5C" w:rsidP="00F6791E">
            <w:pPr>
              <w:rPr>
                <w:rFonts w:cs="Arial"/>
              </w:rPr>
            </w:pPr>
          </w:p>
        </w:tc>
        <w:tc>
          <w:tcPr>
            <w:tcW w:w="652" w:type="dxa"/>
            <w:shd w:val="clear" w:color="auto" w:fill="auto"/>
          </w:tcPr>
          <w:p w14:paraId="253CAB9E" w14:textId="77777777" w:rsidR="004E4E5C" w:rsidRPr="00A30D7A" w:rsidRDefault="004E4E5C" w:rsidP="00F6791E">
            <w:pPr>
              <w:rPr>
                <w:rFonts w:cs="Arial"/>
              </w:rPr>
            </w:pPr>
          </w:p>
        </w:tc>
        <w:tc>
          <w:tcPr>
            <w:tcW w:w="652" w:type="dxa"/>
            <w:shd w:val="clear" w:color="auto" w:fill="auto"/>
          </w:tcPr>
          <w:p w14:paraId="239090E3" w14:textId="77777777" w:rsidR="004E4E5C" w:rsidRPr="00A30D7A" w:rsidRDefault="004E4E5C" w:rsidP="00F6791E">
            <w:pPr>
              <w:rPr>
                <w:rFonts w:cs="Arial"/>
              </w:rPr>
            </w:pPr>
          </w:p>
        </w:tc>
        <w:tc>
          <w:tcPr>
            <w:tcW w:w="652" w:type="dxa"/>
            <w:shd w:val="clear" w:color="auto" w:fill="auto"/>
          </w:tcPr>
          <w:p w14:paraId="7C1308B0" w14:textId="77777777" w:rsidR="004E4E5C" w:rsidRPr="00A30D7A" w:rsidRDefault="004E4E5C" w:rsidP="00F6791E">
            <w:pPr>
              <w:rPr>
                <w:rFonts w:cs="Arial"/>
              </w:rPr>
            </w:pPr>
          </w:p>
        </w:tc>
        <w:tc>
          <w:tcPr>
            <w:tcW w:w="652" w:type="dxa"/>
            <w:shd w:val="clear" w:color="auto" w:fill="auto"/>
          </w:tcPr>
          <w:p w14:paraId="014138EF" w14:textId="77777777" w:rsidR="004E4E5C" w:rsidRPr="00A30D7A" w:rsidRDefault="004E4E5C" w:rsidP="00F6791E">
            <w:pPr>
              <w:rPr>
                <w:rFonts w:cs="Arial"/>
              </w:rPr>
            </w:pPr>
          </w:p>
        </w:tc>
        <w:tc>
          <w:tcPr>
            <w:tcW w:w="652" w:type="dxa"/>
            <w:shd w:val="clear" w:color="auto" w:fill="auto"/>
          </w:tcPr>
          <w:p w14:paraId="3E31D901" w14:textId="77777777" w:rsidR="004E4E5C" w:rsidRPr="00A30D7A" w:rsidRDefault="004E4E5C" w:rsidP="00F6791E">
            <w:pPr>
              <w:rPr>
                <w:rFonts w:cs="Arial"/>
              </w:rPr>
            </w:pPr>
          </w:p>
        </w:tc>
        <w:tc>
          <w:tcPr>
            <w:tcW w:w="652" w:type="dxa"/>
            <w:shd w:val="clear" w:color="auto" w:fill="auto"/>
          </w:tcPr>
          <w:p w14:paraId="195ECD57" w14:textId="77777777" w:rsidR="004E4E5C" w:rsidRPr="00A30D7A" w:rsidRDefault="004E4E5C" w:rsidP="00F6791E">
            <w:pPr>
              <w:rPr>
                <w:rFonts w:cs="Arial"/>
              </w:rPr>
            </w:pPr>
          </w:p>
        </w:tc>
        <w:tc>
          <w:tcPr>
            <w:tcW w:w="1530" w:type="dxa"/>
            <w:shd w:val="clear" w:color="auto" w:fill="auto"/>
          </w:tcPr>
          <w:p w14:paraId="64F8369B" w14:textId="77777777" w:rsidR="004E4E5C" w:rsidRPr="00A30D7A" w:rsidRDefault="004E4E5C" w:rsidP="00F6791E">
            <w:pPr>
              <w:rPr>
                <w:rFonts w:cs="Arial"/>
              </w:rPr>
            </w:pPr>
          </w:p>
        </w:tc>
      </w:tr>
      <w:tr w:rsidR="004E4E5C" w:rsidRPr="00A30D7A" w14:paraId="02A5DC9C" w14:textId="77777777" w:rsidTr="00F6791E">
        <w:tc>
          <w:tcPr>
            <w:tcW w:w="2966" w:type="dxa"/>
            <w:shd w:val="clear" w:color="auto" w:fill="auto"/>
          </w:tcPr>
          <w:p w14:paraId="233C6999" w14:textId="77777777" w:rsidR="004E4E5C" w:rsidRPr="00A30D7A" w:rsidRDefault="004E4E5C" w:rsidP="00F6791E">
            <w:pPr>
              <w:rPr>
                <w:rFonts w:cs="Arial"/>
              </w:rPr>
            </w:pPr>
            <w:r w:rsidRPr="00A30D7A">
              <w:rPr>
                <w:rFonts w:cs="Arial"/>
              </w:rPr>
              <w:t>Retaining walls</w:t>
            </w:r>
          </w:p>
        </w:tc>
        <w:tc>
          <w:tcPr>
            <w:tcW w:w="846" w:type="dxa"/>
            <w:shd w:val="clear" w:color="auto" w:fill="auto"/>
          </w:tcPr>
          <w:p w14:paraId="5FABE36E" w14:textId="77777777" w:rsidR="004E4E5C" w:rsidRPr="00A30D7A" w:rsidRDefault="004E4E5C" w:rsidP="00F6791E">
            <w:pPr>
              <w:rPr>
                <w:rFonts w:cs="Arial"/>
              </w:rPr>
            </w:pPr>
          </w:p>
        </w:tc>
        <w:tc>
          <w:tcPr>
            <w:tcW w:w="652" w:type="dxa"/>
            <w:shd w:val="clear" w:color="auto" w:fill="auto"/>
          </w:tcPr>
          <w:p w14:paraId="6040CC6C" w14:textId="77777777" w:rsidR="004E4E5C" w:rsidRPr="00A30D7A" w:rsidRDefault="004E4E5C" w:rsidP="00F6791E">
            <w:pPr>
              <w:rPr>
                <w:rFonts w:cs="Arial"/>
              </w:rPr>
            </w:pPr>
          </w:p>
        </w:tc>
        <w:tc>
          <w:tcPr>
            <w:tcW w:w="652" w:type="dxa"/>
            <w:shd w:val="clear" w:color="auto" w:fill="auto"/>
          </w:tcPr>
          <w:p w14:paraId="30EF46CB" w14:textId="77777777" w:rsidR="004E4E5C" w:rsidRPr="00A30D7A" w:rsidRDefault="004E4E5C" w:rsidP="00F6791E">
            <w:pPr>
              <w:rPr>
                <w:rFonts w:cs="Arial"/>
              </w:rPr>
            </w:pPr>
          </w:p>
        </w:tc>
        <w:tc>
          <w:tcPr>
            <w:tcW w:w="652" w:type="dxa"/>
            <w:shd w:val="clear" w:color="auto" w:fill="auto"/>
          </w:tcPr>
          <w:p w14:paraId="667BA160" w14:textId="77777777" w:rsidR="004E4E5C" w:rsidRPr="00A30D7A" w:rsidRDefault="004E4E5C" w:rsidP="00F6791E">
            <w:pPr>
              <w:rPr>
                <w:rFonts w:cs="Arial"/>
              </w:rPr>
            </w:pPr>
          </w:p>
        </w:tc>
        <w:tc>
          <w:tcPr>
            <w:tcW w:w="652" w:type="dxa"/>
            <w:shd w:val="clear" w:color="auto" w:fill="auto"/>
          </w:tcPr>
          <w:p w14:paraId="2FEAD297" w14:textId="77777777" w:rsidR="004E4E5C" w:rsidRPr="00A30D7A" w:rsidRDefault="004E4E5C" w:rsidP="00F6791E">
            <w:pPr>
              <w:rPr>
                <w:rFonts w:cs="Arial"/>
              </w:rPr>
            </w:pPr>
          </w:p>
        </w:tc>
        <w:tc>
          <w:tcPr>
            <w:tcW w:w="652" w:type="dxa"/>
            <w:shd w:val="clear" w:color="auto" w:fill="auto"/>
          </w:tcPr>
          <w:p w14:paraId="5E9DC837" w14:textId="77777777" w:rsidR="004E4E5C" w:rsidRPr="00A30D7A" w:rsidRDefault="004E4E5C" w:rsidP="00F6791E">
            <w:pPr>
              <w:rPr>
                <w:rFonts w:cs="Arial"/>
              </w:rPr>
            </w:pPr>
          </w:p>
        </w:tc>
        <w:tc>
          <w:tcPr>
            <w:tcW w:w="652" w:type="dxa"/>
            <w:shd w:val="clear" w:color="auto" w:fill="auto"/>
          </w:tcPr>
          <w:p w14:paraId="6616CC41" w14:textId="77777777" w:rsidR="004E4E5C" w:rsidRPr="00A30D7A" w:rsidRDefault="004E4E5C" w:rsidP="00F6791E">
            <w:pPr>
              <w:rPr>
                <w:rFonts w:cs="Arial"/>
              </w:rPr>
            </w:pPr>
          </w:p>
        </w:tc>
        <w:tc>
          <w:tcPr>
            <w:tcW w:w="1530" w:type="dxa"/>
            <w:shd w:val="clear" w:color="auto" w:fill="auto"/>
          </w:tcPr>
          <w:p w14:paraId="13A6D77F" w14:textId="77777777" w:rsidR="004E4E5C" w:rsidRPr="00A30D7A" w:rsidRDefault="004E4E5C" w:rsidP="00F6791E">
            <w:pPr>
              <w:rPr>
                <w:rFonts w:cs="Arial"/>
              </w:rPr>
            </w:pPr>
          </w:p>
        </w:tc>
      </w:tr>
      <w:tr w:rsidR="004E4E5C" w:rsidRPr="00A30D7A" w14:paraId="51C5F702" w14:textId="77777777" w:rsidTr="00F6791E">
        <w:tc>
          <w:tcPr>
            <w:tcW w:w="2966" w:type="dxa"/>
            <w:shd w:val="clear" w:color="auto" w:fill="auto"/>
          </w:tcPr>
          <w:p w14:paraId="300D0C5D" w14:textId="77777777" w:rsidR="004E4E5C" w:rsidRPr="00A30D7A" w:rsidRDefault="004E4E5C" w:rsidP="00F6791E">
            <w:pPr>
              <w:rPr>
                <w:rFonts w:cs="Arial"/>
              </w:rPr>
            </w:pPr>
            <w:r w:rsidRPr="00A30D7A">
              <w:rPr>
                <w:rFonts w:cs="Arial"/>
              </w:rPr>
              <w:t>Subsoil drainage</w:t>
            </w:r>
          </w:p>
        </w:tc>
        <w:tc>
          <w:tcPr>
            <w:tcW w:w="846" w:type="dxa"/>
            <w:shd w:val="clear" w:color="auto" w:fill="auto"/>
          </w:tcPr>
          <w:p w14:paraId="7FA00E65" w14:textId="77777777" w:rsidR="004E4E5C" w:rsidRPr="00A30D7A" w:rsidRDefault="004E4E5C" w:rsidP="00F6791E">
            <w:pPr>
              <w:rPr>
                <w:rFonts w:cs="Arial"/>
              </w:rPr>
            </w:pPr>
          </w:p>
        </w:tc>
        <w:tc>
          <w:tcPr>
            <w:tcW w:w="652" w:type="dxa"/>
            <w:shd w:val="clear" w:color="auto" w:fill="auto"/>
          </w:tcPr>
          <w:p w14:paraId="3A553BE4" w14:textId="77777777" w:rsidR="004E4E5C" w:rsidRPr="00A30D7A" w:rsidRDefault="004E4E5C" w:rsidP="00F6791E">
            <w:pPr>
              <w:rPr>
                <w:rFonts w:cs="Arial"/>
              </w:rPr>
            </w:pPr>
          </w:p>
        </w:tc>
        <w:tc>
          <w:tcPr>
            <w:tcW w:w="652" w:type="dxa"/>
            <w:shd w:val="clear" w:color="auto" w:fill="auto"/>
          </w:tcPr>
          <w:p w14:paraId="72E775C3" w14:textId="77777777" w:rsidR="004E4E5C" w:rsidRPr="00A30D7A" w:rsidRDefault="004E4E5C" w:rsidP="00F6791E">
            <w:pPr>
              <w:rPr>
                <w:rFonts w:cs="Arial"/>
              </w:rPr>
            </w:pPr>
          </w:p>
        </w:tc>
        <w:tc>
          <w:tcPr>
            <w:tcW w:w="652" w:type="dxa"/>
            <w:shd w:val="clear" w:color="auto" w:fill="auto"/>
          </w:tcPr>
          <w:p w14:paraId="349DB52C" w14:textId="77777777" w:rsidR="004E4E5C" w:rsidRPr="00A30D7A" w:rsidRDefault="004E4E5C" w:rsidP="00F6791E">
            <w:pPr>
              <w:rPr>
                <w:rFonts w:cs="Arial"/>
              </w:rPr>
            </w:pPr>
          </w:p>
        </w:tc>
        <w:tc>
          <w:tcPr>
            <w:tcW w:w="652" w:type="dxa"/>
            <w:shd w:val="clear" w:color="auto" w:fill="auto"/>
          </w:tcPr>
          <w:p w14:paraId="213C323A" w14:textId="77777777" w:rsidR="004E4E5C" w:rsidRPr="00A30D7A" w:rsidRDefault="004E4E5C" w:rsidP="00F6791E">
            <w:pPr>
              <w:rPr>
                <w:rFonts w:cs="Arial"/>
              </w:rPr>
            </w:pPr>
          </w:p>
        </w:tc>
        <w:tc>
          <w:tcPr>
            <w:tcW w:w="652" w:type="dxa"/>
            <w:shd w:val="clear" w:color="auto" w:fill="auto"/>
          </w:tcPr>
          <w:p w14:paraId="1D5F9B5C" w14:textId="77777777" w:rsidR="004E4E5C" w:rsidRPr="00A30D7A" w:rsidRDefault="004E4E5C" w:rsidP="00F6791E">
            <w:pPr>
              <w:rPr>
                <w:rFonts w:cs="Arial"/>
              </w:rPr>
            </w:pPr>
          </w:p>
        </w:tc>
        <w:tc>
          <w:tcPr>
            <w:tcW w:w="652" w:type="dxa"/>
            <w:shd w:val="clear" w:color="auto" w:fill="auto"/>
          </w:tcPr>
          <w:p w14:paraId="77D7EC6A" w14:textId="77777777" w:rsidR="004E4E5C" w:rsidRPr="00A30D7A" w:rsidRDefault="004E4E5C" w:rsidP="00F6791E">
            <w:pPr>
              <w:rPr>
                <w:rFonts w:cs="Arial"/>
              </w:rPr>
            </w:pPr>
          </w:p>
        </w:tc>
        <w:tc>
          <w:tcPr>
            <w:tcW w:w="1530" w:type="dxa"/>
            <w:shd w:val="clear" w:color="auto" w:fill="auto"/>
          </w:tcPr>
          <w:p w14:paraId="3195901A" w14:textId="77777777" w:rsidR="004E4E5C" w:rsidRPr="00A30D7A" w:rsidRDefault="004E4E5C" w:rsidP="00F6791E">
            <w:pPr>
              <w:rPr>
                <w:rFonts w:cs="Arial"/>
              </w:rPr>
            </w:pPr>
          </w:p>
        </w:tc>
      </w:tr>
      <w:tr w:rsidR="004E4E5C" w:rsidRPr="00A30D7A" w14:paraId="0CBD34CB" w14:textId="77777777" w:rsidTr="00F6791E">
        <w:tc>
          <w:tcPr>
            <w:tcW w:w="2966" w:type="dxa"/>
            <w:shd w:val="clear" w:color="auto" w:fill="D9D9D9"/>
          </w:tcPr>
          <w:p w14:paraId="32A1DF18" w14:textId="77777777" w:rsidR="004E4E5C" w:rsidRPr="00A30D7A" w:rsidRDefault="004E4E5C" w:rsidP="00F6791E">
            <w:pPr>
              <w:rPr>
                <w:rFonts w:cs="Arial"/>
                <w:b/>
              </w:rPr>
            </w:pPr>
            <w:r w:rsidRPr="00A30D7A">
              <w:rPr>
                <w:rFonts w:cs="Arial"/>
                <w:b/>
              </w:rPr>
              <w:t>STRUCTURE</w:t>
            </w:r>
          </w:p>
        </w:tc>
        <w:tc>
          <w:tcPr>
            <w:tcW w:w="846" w:type="dxa"/>
            <w:shd w:val="clear" w:color="auto" w:fill="D9D9D9"/>
          </w:tcPr>
          <w:p w14:paraId="06F86D9F" w14:textId="77777777" w:rsidR="004E4E5C" w:rsidRPr="00A30D7A" w:rsidRDefault="004E4E5C" w:rsidP="00F6791E">
            <w:pPr>
              <w:rPr>
                <w:rFonts w:cs="Arial"/>
              </w:rPr>
            </w:pPr>
          </w:p>
        </w:tc>
        <w:tc>
          <w:tcPr>
            <w:tcW w:w="652" w:type="dxa"/>
            <w:shd w:val="clear" w:color="auto" w:fill="D9D9D9"/>
          </w:tcPr>
          <w:p w14:paraId="03920E55" w14:textId="77777777" w:rsidR="004E4E5C" w:rsidRPr="00A30D7A" w:rsidRDefault="004E4E5C" w:rsidP="00F6791E">
            <w:pPr>
              <w:rPr>
                <w:rFonts w:cs="Arial"/>
              </w:rPr>
            </w:pPr>
          </w:p>
        </w:tc>
        <w:tc>
          <w:tcPr>
            <w:tcW w:w="652" w:type="dxa"/>
            <w:shd w:val="clear" w:color="auto" w:fill="D9D9D9"/>
          </w:tcPr>
          <w:p w14:paraId="153C94BE" w14:textId="77777777" w:rsidR="004E4E5C" w:rsidRPr="00A30D7A" w:rsidRDefault="004E4E5C" w:rsidP="00F6791E">
            <w:pPr>
              <w:rPr>
                <w:rFonts w:cs="Arial"/>
              </w:rPr>
            </w:pPr>
          </w:p>
        </w:tc>
        <w:tc>
          <w:tcPr>
            <w:tcW w:w="652" w:type="dxa"/>
            <w:shd w:val="clear" w:color="auto" w:fill="D9D9D9"/>
          </w:tcPr>
          <w:p w14:paraId="502309E6" w14:textId="77777777" w:rsidR="004E4E5C" w:rsidRPr="00A30D7A" w:rsidRDefault="004E4E5C" w:rsidP="00F6791E">
            <w:pPr>
              <w:rPr>
                <w:rFonts w:cs="Arial"/>
              </w:rPr>
            </w:pPr>
          </w:p>
        </w:tc>
        <w:tc>
          <w:tcPr>
            <w:tcW w:w="652" w:type="dxa"/>
            <w:shd w:val="clear" w:color="auto" w:fill="D9D9D9"/>
          </w:tcPr>
          <w:p w14:paraId="6B3FA454" w14:textId="77777777" w:rsidR="004E4E5C" w:rsidRPr="00A30D7A" w:rsidRDefault="004E4E5C" w:rsidP="00F6791E">
            <w:pPr>
              <w:rPr>
                <w:rFonts w:cs="Arial"/>
              </w:rPr>
            </w:pPr>
          </w:p>
        </w:tc>
        <w:tc>
          <w:tcPr>
            <w:tcW w:w="652" w:type="dxa"/>
            <w:shd w:val="clear" w:color="auto" w:fill="D9D9D9"/>
          </w:tcPr>
          <w:p w14:paraId="03901A50" w14:textId="77777777" w:rsidR="004E4E5C" w:rsidRPr="00A30D7A" w:rsidRDefault="004E4E5C" w:rsidP="00F6791E">
            <w:pPr>
              <w:rPr>
                <w:rFonts w:cs="Arial"/>
              </w:rPr>
            </w:pPr>
          </w:p>
        </w:tc>
        <w:tc>
          <w:tcPr>
            <w:tcW w:w="652" w:type="dxa"/>
            <w:shd w:val="clear" w:color="auto" w:fill="D9D9D9"/>
          </w:tcPr>
          <w:p w14:paraId="4A4E22D6" w14:textId="77777777" w:rsidR="004E4E5C" w:rsidRPr="00A30D7A" w:rsidRDefault="004E4E5C" w:rsidP="00F6791E">
            <w:pPr>
              <w:rPr>
                <w:rFonts w:cs="Arial"/>
              </w:rPr>
            </w:pPr>
          </w:p>
        </w:tc>
        <w:tc>
          <w:tcPr>
            <w:tcW w:w="1530" w:type="dxa"/>
            <w:shd w:val="clear" w:color="auto" w:fill="D9D9D9"/>
          </w:tcPr>
          <w:p w14:paraId="329B594A" w14:textId="77777777" w:rsidR="004E4E5C" w:rsidRPr="00A30D7A" w:rsidRDefault="004E4E5C" w:rsidP="00F6791E">
            <w:pPr>
              <w:rPr>
                <w:rFonts w:cs="Arial"/>
              </w:rPr>
            </w:pPr>
          </w:p>
        </w:tc>
      </w:tr>
      <w:tr w:rsidR="004E4E5C" w:rsidRPr="00A30D7A" w14:paraId="48F6EB54" w14:textId="77777777" w:rsidTr="00F6791E">
        <w:tc>
          <w:tcPr>
            <w:tcW w:w="2966" w:type="dxa"/>
            <w:shd w:val="clear" w:color="auto" w:fill="auto"/>
          </w:tcPr>
          <w:p w14:paraId="519EF91B" w14:textId="77777777" w:rsidR="004E4E5C" w:rsidRPr="00A30D7A" w:rsidRDefault="004E4E5C" w:rsidP="00F6791E">
            <w:pPr>
              <w:rPr>
                <w:rFonts w:cs="Arial"/>
              </w:rPr>
            </w:pPr>
            <w:r w:rsidRPr="00A30D7A">
              <w:rPr>
                <w:rFonts w:cs="Arial"/>
              </w:rPr>
              <w:t>Floor structures</w:t>
            </w:r>
          </w:p>
        </w:tc>
        <w:tc>
          <w:tcPr>
            <w:tcW w:w="846" w:type="dxa"/>
            <w:shd w:val="clear" w:color="auto" w:fill="auto"/>
          </w:tcPr>
          <w:p w14:paraId="5AC764D6" w14:textId="77777777" w:rsidR="004E4E5C" w:rsidRPr="00A30D7A" w:rsidRDefault="004E4E5C" w:rsidP="00F6791E">
            <w:pPr>
              <w:rPr>
                <w:rFonts w:cs="Arial"/>
              </w:rPr>
            </w:pPr>
          </w:p>
        </w:tc>
        <w:tc>
          <w:tcPr>
            <w:tcW w:w="652" w:type="dxa"/>
            <w:shd w:val="clear" w:color="auto" w:fill="auto"/>
          </w:tcPr>
          <w:p w14:paraId="2E745264" w14:textId="77777777" w:rsidR="004E4E5C" w:rsidRPr="00A30D7A" w:rsidRDefault="004E4E5C" w:rsidP="00F6791E">
            <w:pPr>
              <w:rPr>
                <w:rFonts w:cs="Arial"/>
              </w:rPr>
            </w:pPr>
          </w:p>
        </w:tc>
        <w:tc>
          <w:tcPr>
            <w:tcW w:w="652" w:type="dxa"/>
            <w:shd w:val="clear" w:color="auto" w:fill="auto"/>
          </w:tcPr>
          <w:p w14:paraId="3F898857" w14:textId="77777777" w:rsidR="004E4E5C" w:rsidRPr="00A30D7A" w:rsidRDefault="004E4E5C" w:rsidP="00F6791E">
            <w:pPr>
              <w:rPr>
                <w:rFonts w:cs="Arial"/>
              </w:rPr>
            </w:pPr>
          </w:p>
        </w:tc>
        <w:tc>
          <w:tcPr>
            <w:tcW w:w="652" w:type="dxa"/>
            <w:shd w:val="clear" w:color="auto" w:fill="auto"/>
          </w:tcPr>
          <w:p w14:paraId="1A404C6C" w14:textId="77777777" w:rsidR="004E4E5C" w:rsidRPr="00A30D7A" w:rsidRDefault="004E4E5C" w:rsidP="00F6791E">
            <w:pPr>
              <w:rPr>
                <w:rFonts w:cs="Arial"/>
              </w:rPr>
            </w:pPr>
          </w:p>
        </w:tc>
        <w:tc>
          <w:tcPr>
            <w:tcW w:w="652" w:type="dxa"/>
            <w:shd w:val="clear" w:color="auto" w:fill="auto"/>
          </w:tcPr>
          <w:p w14:paraId="2FC08468" w14:textId="77777777" w:rsidR="004E4E5C" w:rsidRPr="00A30D7A" w:rsidRDefault="004E4E5C" w:rsidP="00F6791E">
            <w:pPr>
              <w:rPr>
                <w:rFonts w:cs="Arial"/>
              </w:rPr>
            </w:pPr>
          </w:p>
        </w:tc>
        <w:tc>
          <w:tcPr>
            <w:tcW w:w="652" w:type="dxa"/>
            <w:shd w:val="clear" w:color="auto" w:fill="auto"/>
          </w:tcPr>
          <w:p w14:paraId="07A453F7" w14:textId="77777777" w:rsidR="004E4E5C" w:rsidRPr="00A30D7A" w:rsidRDefault="004E4E5C" w:rsidP="00F6791E">
            <w:pPr>
              <w:rPr>
                <w:rFonts w:cs="Arial"/>
              </w:rPr>
            </w:pPr>
          </w:p>
        </w:tc>
        <w:tc>
          <w:tcPr>
            <w:tcW w:w="652" w:type="dxa"/>
            <w:shd w:val="clear" w:color="auto" w:fill="auto"/>
          </w:tcPr>
          <w:p w14:paraId="4635D776" w14:textId="77777777" w:rsidR="004E4E5C" w:rsidRPr="00A30D7A" w:rsidRDefault="004E4E5C" w:rsidP="00F6791E">
            <w:pPr>
              <w:rPr>
                <w:rFonts w:cs="Arial"/>
              </w:rPr>
            </w:pPr>
          </w:p>
        </w:tc>
        <w:tc>
          <w:tcPr>
            <w:tcW w:w="1530" w:type="dxa"/>
            <w:shd w:val="clear" w:color="auto" w:fill="auto"/>
          </w:tcPr>
          <w:p w14:paraId="1A97B491" w14:textId="77777777" w:rsidR="004E4E5C" w:rsidRPr="00A30D7A" w:rsidRDefault="004E4E5C" w:rsidP="00F6791E">
            <w:pPr>
              <w:rPr>
                <w:rFonts w:cs="Arial"/>
              </w:rPr>
            </w:pPr>
          </w:p>
        </w:tc>
      </w:tr>
      <w:tr w:rsidR="004E4E5C" w:rsidRPr="00A30D7A" w14:paraId="7DE63734" w14:textId="77777777" w:rsidTr="00F6791E">
        <w:tc>
          <w:tcPr>
            <w:tcW w:w="2966" w:type="dxa"/>
            <w:shd w:val="clear" w:color="auto" w:fill="auto"/>
          </w:tcPr>
          <w:p w14:paraId="43AEC863" w14:textId="77777777" w:rsidR="004E4E5C" w:rsidRPr="00A30D7A" w:rsidRDefault="004E4E5C" w:rsidP="00F6791E">
            <w:pPr>
              <w:rPr>
                <w:rFonts w:cs="Arial"/>
              </w:rPr>
            </w:pPr>
            <w:r w:rsidRPr="00A30D7A">
              <w:rPr>
                <w:rFonts w:cs="Arial"/>
              </w:rPr>
              <w:t>Beams</w:t>
            </w:r>
          </w:p>
        </w:tc>
        <w:tc>
          <w:tcPr>
            <w:tcW w:w="846" w:type="dxa"/>
            <w:shd w:val="clear" w:color="auto" w:fill="auto"/>
          </w:tcPr>
          <w:p w14:paraId="234A53C3" w14:textId="77777777" w:rsidR="004E4E5C" w:rsidRPr="00A30D7A" w:rsidRDefault="004E4E5C" w:rsidP="00F6791E">
            <w:pPr>
              <w:rPr>
                <w:rFonts w:cs="Arial"/>
              </w:rPr>
            </w:pPr>
          </w:p>
        </w:tc>
        <w:tc>
          <w:tcPr>
            <w:tcW w:w="652" w:type="dxa"/>
            <w:shd w:val="clear" w:color="auto" w:fill="auto"/>
          </w:tcPr>
          <w:p w14:paraId="757C127D" w14:textId="77777777" w:rsidR="004E4E5C" w:rsidRPr="00A30D7A" w:rsidRDefault="004E4E5C" w:rsidP="00F6791E">
            <w:pPr>
              <w:rPr>
                <w:rFonts w:cs="Arial"/>
              </w:rPr>
            </w:pPr>
          </w:p>
        </w:tc>
        <w:tc>
          <w:tcPr>
            <w:tcW w:w="652" w:type="dxa"/>
            <w:shd w:val="clear" w:color="auto" w:fill="auto"/>
          </w:tcPr>
          <w:p w14:paraId="33DE3D85" w14:textId="77777777" w:rsidR="004E4E5C" w:rsidRPr="00A30D7A" w:rsidRDefault="004E4E5C" w:rsidP="00F6791E">
            <w:pPr>
              <w:rPr>
                <w:rFonts w:cs="Arial"/>
              </w:rPr>
            </w:pPr>
          </w:p>
        </w:tc>
        <w:tc>
          <w:tcPr>
            <w:tcW w:w="652" w:type="dxa"/>
            <w:shd w:val="clear" w:color="auto" w:fill="auto"/>
          </w:tcPr>
          <w:p w14:paraId="6FEAF7BF" w14:textId="77777777" w:rsidR="004E4E5C" w:rsidRPr="00A30D7A" w:rsidRDefault="004E4E5C" w:rsidP="00F6791E">
            <w:pPr>
              <w:rPr>
                <w:rFonts w:cs="Arial"/>
              </w:rPr>
            </w:pPr>
          </w:p>
        </w:tc>
        <w:tc>
          <w:tcPr>
            <w:tcW w:w="652" w:type="dxa"/>
            <w:shd w:val="clear" w:color="auto" w:fill="auto"/>
          </w:tcPr>
          <w:p w14:paraId="242F51D3" w14:textId="77777777" w:rsidR="004E4E5C" w:rsidRPr="00A30D7A" w:rsidRDefault="004E4E5C" w:rsidP="00F6791E">
            <w:pPr>
              <w:rPr>
                <w:rFonts w:cs="Arial"/>
              </w:rPr>
            </w:pPr>
          </w:p>
        </w:tc>
        <w:tc>
          <w:tcPr>
            <w:tcW w:w="652" w:type="dxa"/>
            <w:shd w:val="clear" w:color="auto" w:fill="auto"/>
          </w:tcPr>
          <w:p w14:paraId="4662D3CF" w14:textId="77777777" w:rsidR="004E4E5C" w:rsidRPr="00A30D7A" w:rsidRDefault="004E4E5C" w:rsidP="00F6791E">
            <w:pPr>
              <w:rPr>
                <w:rFonts w:cs="Arial"/>
              </w:rPr>
            </w:pPr>
          </w:p>
        </w:tc>
        <w:tc>
          <w:tcPr>
            <w:tcW w:w="652" w:type="dxa"/>
            <w:shd w:val="clear" w:color="auto" w:fill="auto"/>
          </w:tcPr>
          <w:p w14:paraId="586482F7" w14:textId="77777777" w:rsidR="004E4E5C" w:rsidRPr="00A30D7A" w:rsidRDefault="004E4E5C" w:rsidP="00F6791E">
            <w:pPr>
              <w:rPr>
                <w:rFonts w:cs="Arial"/>
              </w:rPr>
            </w:pPr>
          </w:p>
        </w:tc>
        <w:tc>
          <w:tcPr>
            <w:tcW w:w="1530" w:type="dxa"/>
            <w:shd w:val="clear" w:color="auto" w:fill="auto"/>
          </w:tcPr>
          <w:p w14:paraId="2301249C" w14:textId="77777777" w:rsidR="004E4E5C" w:rsidRPr="00A30D7A" w:rsidRDefault="004E4E5C" w:rsidP="00F6791E">
            <w:pPr>
              <w:rPr>
                <w:rFonts w:cs="Arial"/>
              </w:rPr>
            </w:pPr>
          </w:p>
        </w:tc>
      </w:tr>
      <w:tr w:rsidR="004E4E5C" w:rsidRPr="00A30D7A" w14:paraId="58639C74" w14:textId="77777777" w:rsidTr="00F6791E">
        <w:tc>
          <w:tcPr>
            <w:tcW w:w="2966" w:type="dxa"/>
            <w:shd w:val="clear" w:color="auto" w:fill="auto"/>
          </w:tcPr>
          <w:p w14:paraId="03E0D17C" w14:textId="77777777" w:rsidR="004E4E5C" w:rsidRPr="00A30D7A" w:rsidRDefault="004E4E5C" w:rsidP="00F6791E">
            <w:pPr>
              <w:rPr>
                <w:rFonts w:cs="Arial"/>
              </w:rPr>
            </w:pPr>
            <w:r w:rsidRPr="00A30D7A">
              <w:rPr>
                <w:rFonts w:cs="Arial"/>
              </w:rPr>
              <w:t>Shaft openings</w:t>
            </w:r>
          </w:p>
        </w:tc>
        <w:tc>
          <w:tcPr>
            <w:tcW w:w="846" w:type="dxa"/>
            <w:shd w:val="clear" w:color="auto" w:fill="auto"/>
          </w:tcPr>
          <w:p w14:paraId="62D144CE" w14:textId="77777777" w:rsidR="004E4E5C" w:rsidRPr="00A30D7A" w:rsidRDefault="004E4E5C" w:rsidP="00F6791E">
            <w:pPr>
              <w:rPr>
                <w:rFonts w:cs="Arial"/>
              </w:rPr>
            </w:pPr>
          </w:p>
        </w:tc>
        <w:tc>
          <w:tcPr>
            <w:tcW w:w="652" w:type="dxa"/>
            <w:shd w:val="clear" w:color="auto" w:fill="auto"/>
          </w:tcPr>
          <w:p w14:paraId="11498CF9" w14:textId="77777777" w:rsidR="004E4E5C" w:rsidRPr="00A30D7A" w:rsidRDefault="004E4E5C" w:rsidP="00F6791E">
            <w:pPr>
              <w:rPr>
                <w:rFonts w:cs="Arial"/>
              </w:rPr>
            </w:pPr>
          </w:p>
        </w:tc>
        <w:tc>
          <w:tcPr>
            <w:tcW w:w="652" w:type="dxa"/>
            <w:shd w:val="clear" w:color="auto" w:fill="auto"/>
          </w:tcPr>
          <w:p w14:paraId="4DB1E2C8" w14:textId="77777777" w:rsidR="004E4E5C" w:rsidRPr="00A30D7A" w:rsidRDefault="004E4E5C" w:rsidP="00F6791E">
            <w:pPr>
              <w:rPr>
                <w:rFonts w:cs="Arial"/>
              </w:rPr>
            </w:pPr>
          </w:p>
        </w:tc>
        <w:tc>
          <w:tcPr>
            <w:tcW w:w="652" w:type="dxa"/>
            <w:shd w:val="clear" w:color="auto" w:fill="auto"/>
          </w:tcPr>
          <w:p w14:paraId="3C55E095" w14:textId="77777777" w:rsidR="004E4E5C" w:rsidRPr="00A30D7A" w:rsidRDefault="004E4E5C" w:rsidP="00F6791E">
            <w:pPr>
              <w:rPr>
                <w:rFonts w:cs="Arial"/>
              </w:rPr>
            </w:pPr>
          </w:p>
        </w:tc>
        <w:tc>
          <w:tcPr>
            <w:tcW w:w="652" w:type="dxa"/>
            <w:shd w:val="clear" w:color="auto" w:fill="auto"/>
          </w:tcPr>
          <w:p w14:paraId="45958A5F" w14:textId="77777777" w:rsidR="004E4E5C" w:rsidRPr="00A30D7A" w:rsidRDefault="004E4E5C" w:rsidP="00F6791E">
            <w:pPr>
              <w:rPr>
                <w:rFonts w:cs="Arial"/>
              </w:rPr>
            </w:pPr>
          </w:p>
        </w:tc>
        <w:tc>
          <w:tcPr>
            <w:tcW w:w="652" w:type="dxa"/>
            <w:shd w:val="clear" w:color="auto" w:fill="auto"/>
          </w:tcPr>
          <w:p w14:paraId="14EA3AFA" w14:textId="77777777" w:rsidR="004E4E5C" w:rsidRPr="00A30D7A" w:rsidRDefault="004E4E5C" w:rsidP="00F6791E">
            <w:pPr>
              <w:rPr>
                <w:rFonts w:cs="Arial"/>
              </w:rPr>
            </w:pPr>
          </w:p>
        </w:tc>
        <w:tc>
          <w:tcPr>
            <w:tcW w:w="652" w:type="dxa"/>
            <w:shd w:val="clear" w:color="auto" w:fill="auto"/>
          </w:tcPr>
          <w:p w14:paraId="78E541D6" w14:textId="77777777" w:rsidR="004E4E5C" w:rsidRPr="00A30D7A" w:rsidRDefault="004E4E5C" w:rsidP="00F6791E">
            <w:pPr>
              <w:rPr>
                <w:rFonts w:cs="Arial"/>
              </w:rPr>
            </w:pPr>
          </w:p>
        </w:tc>
        <w:tc>
          <w:tcPr>
            <w:tcW w:w="1530" w:type="dxa"/>
            <w:shd w:val="clear" w:color="auto" w:fill="auto"/>
          </w:tcPr>
          <w:p w14:paraId="0E1BB7B7" w14:textId="77777777" w:rsidR="004E4E5C" w:rsidRPr="00A30D7A" w:rsidRDefault="004E4E5C" w:rsidP="00F6791E">
            <w:pPr>
              <w:rPr>
                <w:rFonts w:cs="Arial"/>
              </w:rPr>
            </w:pPr>
          </w:p>
        </w:tc>
      </w:tr>
      <w:tr w:rsidR="004E4E5C" w:rsidRPr="00A30D7A" w14:paraId="5BBC9DF8" w14:textId="77777777" w:rsidTr="00F6791E">
        <w:tc>
          <w:tcPr>
            <w:tcW w:w="2966" w:type="dxa"/>
            <w:shd w:val="clear" w:color="auto" w:fill="auto"/>
          </w:tcPr>
          <w:p w14:paraId="0075F818" w14:textId="77777777" w:rsidR="004E4E5C" w:rsidRPr="00A30D7A" w:rsidRDefault="004E4E5C" w:rsidP="00F6791E">
            <w:pPr>
              <w:rPr>
                <w:rFonts w:cs="Arial"/>
              </w:rPr>
            </w:pPr>
            <w:r w:rsidRPr="00A30D7A">
              <w:rPr>
                <w:rFonts w:cs="Arial"/>
              </w:rPr>
              <w:t>Stair &amp; ramp structures</w:t>
            </w:r>
          </w:p>
        </w:tc>
        <w:tc>
          <w:tcPr>
            <w:tcW w:w="846" w:type="dxa"/>
            <w:shd w:val="clear" w:color="auto" w:fill="auto"/>
          </w:tcPr>
          <w:p w14:paraId="48BB5E0D" w14:textId="77777777" w:rsidR="004E4E5C" w:rsidRPr="00A30D7A" w:rsidRDefault="004E4E5C" w:rsidP="00F6791E">
            <w:pPr>
              <w:rPr>
                <w:rFonts w:cs="Arial"/>
              </w:rPr>
            </w:pPr>
          </w:p>
        </w:tc>
        <w:tc>
          <w:tcPr>
            <w:tcW w:w="652" w:type="dxa"/>
            <w:shd w:val="clear" w:color="auto" w:fill="auto"/>
          </w:tcPr>
          <w:p w14:paraId="5713EE71" w14:textId="77777777" w:rsidR="004E4E5C" w:rsidRPr="00A30D7A" w:rsidRDefault="004E4E5C" w:rsidP="00F6791E">
            <w:pPr>
              <w:rPr>
                <w:rFonts w:cs="Arial"/>
              </w:rPr>
            </w:pPr>
          </w:p>
        </w:tc>
        <w:tc>
          <w:tcPr>
            <w:tcW w:w="652" w:type="dxa"/>
            <w:shd w:val="clear" w:color="auto" w:fill="auto"/>
          </w:tcPr>
          <w:p w14:paraId="32AF4290" w14:textId="77777777" w:rsidR="004E4E5C" w:rsidRPr="00A30D7A" w:rsidRDefault="004E4E5C" w:rsidP="00F6791E">
            <w:pPr>
              <w:rPr>
                <w:rFonts w:cs="Arial"/>
              </w:rPr>
            </w:pPr>
          </w:p>
        </w:tc>
        <w:tc>
          <w:tcPr>
            <w:tcW w:w="652" w:type="dxa"/>
            <w:shd w:val="clear" w:color="auto" w:fill="auto"/>
          </w:tcPr>
          <w:p w14:paraId="08995C2B" w14:textId="77777777" w:rsidR="004E4E5C" w:rsidRPr="00A30D7A" w:rsidRDefault="004E4E5C" w:rsidP="00F6791E">
            <w:pPr>
              <w:rPr>
                <w:rFonts w:cs="Arial"/>
              </w:rPr>
            </w:pPr>
          </w:p>
        </w:tc>
        <w:tc>
          <w:tcPr>
            <w:tcW w:w="652" w:type="dxa"/>
            <w:shd w:val="clear" w:color="auto" w:fill="auto"/>
          </w:tcPr>
          <w:p w14:paraId="7E718687" w14:textId="77777777" w:rsidR="004E4E5C" w:rsidRPr="00A30D7A" w:rsidRDefault="004E4E5C" w:rsidP="00F6791E">
            <w:pPr>
              <w:rPr>
                <w:rFonts w:cs="Arial"/>
              </w:rPr>
            </w:pPr>
          </w:p>
        </w:tc>
        <w:tc>
          <w:tcPr>
            <w:tcW w:w="652" w:type="dxa"/>
            <w:shd w:val="clear" w:color="auto" w:fill="auto"/>
          </w:tcPr>
          <w:p w14:paraId="6442EFFD" w14:textId="77777777" w:rsidR="004E4E5C" w:rsidRPr="00A30D7A" w:rsidRDefault="004E4E5C" w:rsidP="00F6791E">
            <w:pPr>
              <w:rPr>
                <w:rFonts w:cs="Arial"/>
              </w:rPr>
            </w:pPr>
          </w:p>
        </w:tc>
        <w:tc>
          <w:tcPr>
            <w:tcW w:w="652" w:type="dxa"/>
            <w:shd w:val="clear" w:color="auto" w:fill="auto"/>
          </w:tcPr>
          <w:p w14:paraId="76FD9BFE" w14:textId="77777777" w:rsidR="004E4E5C" w:rsidRPr="00A30D7A" w:rsidRDefault="004E4E5C" w:rsidP="00F6791E">
            <w:pPr>
              <w:rPr>
                <w:rFonts w:cs="Arial"/>
              </w:rPr>
            </w:pPr>
          </w:p>
        </w:tc>
        <w:tc>
          <w:tcPr>
            <w:tcW w:w="1530" w:type="dxa"/>
            <w:shd w:val="clear" w:color="auto" w:fill="auto"/>
          </w:tcPr>
          <w:p w14:paraId="7A564C5E" w14:textId="77777777" w:rsidR="004E4E5C" w:rsidRPr="00A30D7A" w:rsidRDefault="004E4E5C" w:rsidP="00F6791E">
            <w:pPr>
              <w:rPr>
                <w:rFonts w:cs="Arial"/>
              </w:rPr>
            </w:pPr>
          </w:p>
        </w:tc>
      </w:tr>
      <w:tr w:rsidR="004E4E5C" w:rsidRPr="00A30D7A" w14:paraId="69363424" w14:textId="77777777" w:rsidTr="00F6791E">
        <w:tc>
          <w:tcPr>
            <w:tcW w:w="2966" w:type="dxa"/>
            <w:shd w:val="clear" w:color="auto" w:fill="auto"/>
          </w:tcPr>
          <w:p w14:paraId="6E051B9E" w14:textId="77777777" w:rsidR="004E4E5C" w:rsidRPr="00A30D7A" w:rsidRDefault="004E4E5C" w:rsidP="00F6791E">
            <w:pPr>
              <w:rPr>
                <w:rFonts w:cs="Arial"/>
              </w:rPr>
            </w:pPr>
            <w:r w:rsidRPr="00A30D7A">
              <w:rPr>
                <w:rFonts w:cs="Arial"/>
              </w:rPr>
              <w:t>Walls – load bearing</w:t>
            </w:r>
          </w:p>
        </w:tc>
        <w:tc>
          <w:tcPr>
            <w:tcW w:w="846" w:type="dxa"/>
            <w:shd w:val="clear" w:color="auto" w:fill="auto"/>
          </w:tcPr>
          <w:p w14:paraId="55016526" w14:textId="77777777" w:rsidR="004E4E5C" w:rsidRPr="00A30D7A" w:rsidRDefault="004E4E5C" w:rsidP="00F6791E">
            <w:pPr>
              <w:rPr>
                <w:rFonts w:cs="Arial"/>
              </w:rPr>
            </w:pPr>
          </w:p>
        </w:tc>
        <w:tc>
          <w:tcPr>
            <w:tcW w:w="652" w:type="dxa"/>
            <w:shd w:val="clear" w:color="auto" w:fill="auto"/>
          </w:tcPr>
          <w:p w14:paraId="31923A3F" w14:textId="77777777" w:rsidR="004E4E5C" w:rsidRPr="00A30D7A" w:rsidRDefault="004E4E5C" w:rsidP="00F6791E">
            <w:pPr>
              <w:rPr>
                <w:rFonts w:cs="Arial"/>
              </w:rPr>
            </w:pPr>
          </w:p>
        </w:tc>
        <w:tc>
          <w:tcPr>
            <w:tcW w:w="652" w:type="dxa"/>
            <w:shd w:val="clear" w:color="auto" w:fill="auto"/>
          </w:tcPr>
          <w:p w14:paraId="51D15BC0" w14:textId="77777777" w:rsidR="004E4E5C" w:rsidRPr="00A30D7A" w:rsidRDefault="004E4E5C" w:rsidP="00F6791E">
            <w:pPr>
              <w:rPr>
                <w:rFonts w:cs="Arial"/>
              </w:rPr>
            </w:pPr>
          </w:p>
        </w:tc>
        <w:tc>
          <w:tcPr>
            <w:tcW w:w="652" w:type="dxa"/>
            <w:shd w:val="clear" w:color="auto" w:fill="auto"/>
          </w:tcPr>
          <w:p w14:paraId="67B9BEEC" w14:textId="77777777" w:rsidR="004E4E5C" w:rsidRPr="00A30D7A" w:rsidRDefault="004E4E5C" w:rsidP="00F6791E">
            <w:pPr>
              <w:rPr>
                <w:rFonts w:cs="Arial"/>
              </w:rPr>
            </w:pPr>
          </w:p>
        </w:tc>
        <w:tc>
          <w:tcPr>
            <w:tcW w:w="652" w:type="dxa"/>
            <w:shd w:val="clear" w:color="auto" w:fill="auto"/>
          </w:tcPr>
          <w:p w14:paraId="5BDE4C55" w14:textId="77777777" w:rsidR="004E4E5C" w:rsidRPr="00A30D7A" w:rsidRDefault="004E4E5C" w:rsidP="00F6791E">
            <w:pPr>
              <w:rPr>
                <w:rFonts w:cs="Arial"/>
              </w:rPr>
            </w:pPr>
          </w:p>
        </w:tc>
        <w:tc>
          <w:tcPr>
            <w:tcW w:w="652" w:type="dxa"/>
            <w:shd w:val="clear" w:color="auto" w:fill="auto"/>
          </w:tcPr>
          <w:p w14:paraId="7A234898" w14:textId="77777777" w:rsidR="004E4E5C" w:rsidRPr="00A30D7A" w:rsidRDefault="004E4E5C" w:rsidP="00F6791E">
            <w:pPr>
              <w:rPr>
                <w:rFonts w:cs="Arial"/>
              </w:rPr>
            </w:pPr>
          </w:p>
        </w:tc>
        <w:tc>
          <w:tcPr>
            <w:tcW w:w="652" w:type="dxa"/>
            <w:shd w:val="clear" w:color="auto" w:fill="auto"/>
          </w:tcPr>
          <w:p w14:paraId="36A4E8C1" w14:textId="77777777" w:rsidR="004E4E5C" w:rsidRPr="00A30D7A" w:rsidRDefault="004E4E5C" w:rsidP="00F6791E">
            <w:pPr>
              <w:rPr>
                <w:rFonts w:cs="Arial"/>
              </w:rPr>
            </w:pPr>
          </w:p>
        </w:tc>
        <w:tc>
          <w:tcPr>
            <w:tcW w:w="1530" w:type="dxa"/>
            <w:shd w:val="clear" w:color="auto" w:fill="auto"/>
          </w:tcPr>
          <w:p w14:paraId="6F81FF90" w14:textId="77777777" w:rsidR="004E4E5C" w:rsidRPr="00A30D7A" w:rsidRDefault="004E4E5C" w:rsidP="00F6791E">
            <w:pPr>
              <w:rPr>
                <w:rFonts w:cs="Arial"/>
              </w:rPr>
            </w:pPr>
          </w:p>
        </w:tc>
      </w:tr>
      <w:tr w:rsidR="004E4E5C" w:rsidRPr="00A30D7A" w14:paraId="1EE9B98B" w14:textId="77777777" w:rsidTr="00F6791E">
        <w:tc>
          <w:tcPr>
            <w:tcW w:w="2966" w:type="dxa"/>
            <w:shd w:val="clear" w:color="auto" w:fill="auto"/>
          </w:tcPr>
          <w:p w14:paraId="5F7B3A98" w14:textId="77777777" w:rsidR="004E4E5C" w:rsidRPr="00A30D7A" w:rsidRDefault="004E4E5C" w:rsidP="00F6791E">
            <w:pPr>
              <w:rPr>
                <w:rFonts w:cs="Arial"/>
              </w:rPr>
            </w:pPr>
            <w:r w:rsidRPr="00A30D7A">
              <w:rPr>
                <w:rFonts w:cs="Arial"/>
              </w:rPr>
              <w:t>Columns</w:t>
            </w:r>
          </w:p>
        </w:tc>
        <w:tc>
          <w:tcPr>
            <w:tcW w:w="846" w:type="dxa"/>
            <w:shd w:val="clear" w:color="auto" w:fill="auto"/>
          </w:tcPr>
          <w:p w14:paraId="1583BA2E" w14:textId="77777777" w:rsidR="004E4E5C" w:rsidRPr="00A30D7A" w:rsidRDefault="004E4E5C" w:rsidP="00F6791E">
            <w:pPr>
              <w:rPr>
                <w:rFonts w:cs="Arial"/>
              </w:rPr>
            </w:pPr>
          </w:p>
        </w:tc>
        <w:tc>
          <w:tcPr>
            <w:tcW w:w="652" w:type="dxa"/>
            <w:shd w:val="clear" w:color="auto" w:fill="auto"/>
          </w:tcPr>
          <w:p w14:paraId="798A2BD5" w14:textId="77777777" w:rsidR="004E4E5C" w:rsidRPr="00A30D7A" w:rsidRDefault="004E4E5C" w:rsidP="00F6791E">
            <w:pPr>
              <w:rPr>
                <w:rFonts w:cs="Arial"/>
              </w:rPr>
            </w:pPr>
          </w:p>
        </w:tc>
        <w:tc>
          <w:tcPr>
            <w:tcW w:w="652" w:type="dxa"/>
            <w:shd w:val="clear" w:color="auto" w:fill="auto"/>
          </w:tcPr>
          <w:p w14:paraId="44C08244" w14:textId="77777777" w:rsidR="004E4E5C" w:rsidRPr="00A30D7A" w:rsidRDefault="004E4E5C" w:rsidP="00F6791E">
            <w:pPr>
              <w:rPr>
                <w:rFonts w:cs="Arial"/>
              </w:rPr>
            </w:pPr>
          </w:p>
        </w:tc>
        <w:tc>
          <w:tcPr>
            <w:tcW w:w="652" w:type="dxa"/>
            <w:shd w:val="clear" w:color="auto" w:fill="auto"/>
          </w:tcPr>
          <w:p w14:paraId="28523628" w14:textId="77777777" w:rsidR="004E4E5C" w:rsidRPr="00A30D7A" w:rsidRDefault="004E4E5C" w:rsidP="00F6791E">
            <w:pPr>
              <w:rPr>
                <w:rFonts w:cs="Arial"/>
              </w:rPr>
            </w:pPr>
          </w:p>
        </w:tc>
        <w:tc>
          <w:tcPr>
            <w:tcW w:w="652" w:type="dxa"/>
            <w:shd w:val="clear" w:color="auto" w:fill="auto"/>
          </w:tcPr>
          <w:p w14:paraId="74F472FF" w14:textId="77777777" w:rsidR="004E4E5C" w:rsidRPr="00A30D7A" w:rsidRDefault="004E4E5C" w:rsidP="00F6791E">
            <w:pPr>
              <w:rPr>
                <w:rFonts w:cs="Arial"/>
              </w:rPr>
            </w:pPr>
          </w:p>
        </w:tc>
        <w:tc>
          <w:tcPr>
            <w:tcW w:w="652" w:type="dxa"/>
            <w:shd w:val="clear" w:color="auto" w:fill="auto"/>
          </w:tcPr>
          <w:p w14:paraId="60EC9200" w14:textId="77777777" w:rsidR="004E4E5C" w:rsidRPr="00A30D7A" w:rsidRDefault="004E4E5C" w:rsidP="00F6791E">
            <w:pPr>
              <w:rPr>
                <w:rFonts w:cs="Arial"/>
              </w:rPr>
            </w:pPr>
          </w:p>
        </w:tc>
        <w:tc>
          <w:tcPr>
            <w:tcW w:w="652" w:type="dxa"/>
            <w:shd w:val="clear" w:color="auto" w:fill="auto"/>
          </w:tcPr>
          <w:p w14:paraId="6EAA0375" w14:textId="77777777" w:rsidR="004E4E5C" w:rsidRPr="00A30D7A" w:rsidRDefault="004E4E5C" w:rsidP="00F6791E">
            <w:pPr>
              <w:rPr>
                <w:rFonts w:cs="Arial"/>
              </w:rPr>
            </w:pPr>
          </w:p>
        </w:tc>
        <w:tc>
          <w:tcPr>
            <w:tcW w:w="1530" w:type="dxa"/>
            <w:shd w:val="clear" w:color="auto" w:fill="auto"/>
          </w:tcPr>
          <w:p w14:paraId="0B538A35" w14:textId="77777777" w:rsidR="004E4E5C" w:rsidRPr="00A30D7A" w:rsidRDefault="004E4E5C" w:rsidP="00F6791E">
            <w:pPr>
              <w:rPr>
                <w:rFonts w:cs="Arial"/>
              </w:rPr>
            </w:pPr>
          </w:p>
        </w:tc>
      </w:tr>
      <w:tr w:rsidR="004E4E5C" w:rsidRPr="00A30D7A" w14:paraId="2E306DA9" w14:textId="77777777" w:rsidTr="00F6791E">
        <w:tc>
          <w:tcPr>
            <w:tcW w:w="2966" w:type="dxa"/>
            <w:shd w:val="clear" w:color="auto" w:fill="auto"/>
          </w:tcPr>
          <w:p w14:paraId="077FDC5F" w14:textId="77777777" w:rsidR="004E4E5C" w:rsidRPr="00A30D7A" w:rsidRDefault="004E4E5C" w:rsidP="00F6791E">
            <w:pPr>
              <w:rPr>
                <w:rFonts w:cs="Arial"/>
              </w:rPr>
            </w:pPr>
            <w:r w:rsidRPr="00A30D7A">
              <w:rPr>
                <w:rFonts w:cs="Arial"/>
              </w:rPr>
              <w:lastRenderedPageBreak/>
              <w:t>Roof structures</w:t>
            </w:r>
          </w:p>
        </w:tc>
        <w:tc>
          <w:tcPr>
            <w:tcW w:w="846" w:type="dxa"/>
            <w:shd w:val="clear" w:color="auto" w:fill="auto"/>
          </w:tcPr>
          <w:p w14:paraId="4F35D7F1" w14:textId="77777777" w:rsidR="004E4E5C" w:rsidRPr="00A30D7A" w:rsidRDefault="004E4E5C" w:rsidP="00F6791E">
            <w:pPr>
              <w:rPr>
                <w:rFonts w:cs="Arial"/>
              </w:rPr>
            </w:pPr>
          </w:p>
        </w:tc>
        <w:tc>
          <w:tcPr>
            <w:tcW w:w="652" w:type="dxa"/>
            <w:shd w:val="clear" w:color="auto" w:fill="auto"/>
          </w:tcPr>
          <w:p w14:paraId="5FAA1190" w14:textId="77777777" w:rsidR="004E4E5C" w:rsidRPr="00A30D7A" w:rsidRDefault="004E4E5C" w:rsidP="00F6791E">
            <w:pPr>
              <w:rPr>
                <w:rFonts w:cs="Arial"/>
              </w:rPr>
            </w:pPr>
          </w:p>
        </w:tc>
        <w:tc>
          <w:tcPr>
            <w:tcW w:w="652" w:type="dxa"/>
            <w:shd w:val="clear" w:color="auto" w:fill="auto"/>
          </w:tcPr>
          <w:p w14:paraId="1A70B96D" w14:textId="77777777" w:rsidR="004E4E5C" w:rsidRPr="00A30D7A" w:rsidRDefault="004E4E5C" w:rsidP="00F6791E">
            <w:pPr>
              <w:rPr>
                <w:rFonts w:cs="Arial"/>
              </w:rPr>
            </w:pPr>
          </w:p>
        </w:tc>
        <w:tc>
          <w:tcPr>
            <w:tcW w:w="652" w:type="dxa"/>
            <w:shd w:val="clear" w:color="auto" w:fill="auto"/>
          </w:tcPr>
          <w:p w14:paraId="71864497" w14:textId="77777777" w:rsidR="004E4E5C" w:rsidRPr="00A30D7A" w:rsidRDefault="004E4E5C" w:rsidP="00F6791E">
            <w:pPr>
              <w:rPr>
                <w:rFonts w:cs="Arial"/>
              </w:rPr>
            </w:pPr>
          </w:p>
        </w:tc>
        <w:tc>
          <w:tcPr>
            <w:tcW w:w="652" w:type="dxa"/>
            <w:shd w:val="clear" w:color="auto" w:fill="auto"/>
          </w:tcPr>
          <w:p w14:paraId="47024553" w14:textId="77777777" w:rsidR="004E4E5C" w:rsidRPr="00A30D7A" w:rsidRDefault="004E4E5C" w:rsidP="00F6791E">
            <w:pPr>
              <w:rPr>
                <w:rFonts w:cs="Arial"/>
              </w:rPr>
            </w:pPr>
          </w:p>
        </w:tc>
        <w:tc>
          <w:tcPr>
            <w:tcW w:w="652" w:type="dxa"/>
            <w:shd w:val="clear" w:color="auto" w:fill="auto"/>
          </w:tcPr>
          <w:p w14:paraId="3D2A4D5B" w14:textId="77777777" w:rsidR="004E4E5C" w:rsidRPr="00A30D7A" w:rsidRDefault="004E4E5C" w:rsidP="00F6791E">
            <w:pPr>
              <w:rPr>
                <w:rFonts w:cs="Arial"/>
              </w:rPr>
            </w:pPr>
          </w:p>
        </w:tc>
        <w:tc>
          <w:tcPr>
            <w:tcW w:w="652" w:type="dxa"/>
            <w:shd w:val="clear" w:color="auto" w:fill="auto"/>
          </w:tcPr>
          <w:p w14:paraId="1AE66B7C" w14:textId="77777777" w:rsidR="004E4E5C" w:rsidRPr="00A30D7A" w:rsidRDefault="004E4E5C" w:rsidP="00F6791E">
            <w:pPr>
              <w:rPr>
                <w:rFonts w:cs="Arial"/>
              </w:rPr>
            </w:pPr>
          </w:p>
        </w:tc>
        <w:tc>
          <w:tcPr>
            <w:tcW w:w="1530" w:type="dxa"/>
            <w:shd w:val="clear" w:color="auto" w:fill="auto"/>
          </w:tcPr>
          <w:p w14:paraId="14B63C35" w14:textId="77777777" w:rsidR="004E4E5C" w:rsidRPr="00A30D7A" w:rsidRDefault="004E4E5C" w:rsidP="00F6791E">
            <w:pPr>
              <w:rPr>
                <w:rFonts w:cs="Arial"/>
              </w:rPr>
            </w:pPr>
          </w:p>
        </w:tc>
      </w:tr>
      <w:tr w:rsidR="004E4E5C" w:rsidRPr="00A30D7A" w14:paraId="19668771" w14:textId="77777777" w:rsidTr="00F6791E">
        <w:tc>
          <w:tcPr>
            <w:tcW w:w="2966" w:type="dxa"/>
            <w:shd w:val="clear" w:color="auto" w:fill="D9D9D9"/>
          </w:tcPr>
          <w:p w14:paraId="12EBACE9" w14:textId="77777777" w:rsidR="004E4E5C" w:rsidRPr="00A30D7A" w:rsidRDefault="004E4E5C" w:rsidP="00F6791E">
            <w:pPr>
              <w:rPr>
                <w:rFonts w:cs="Arial"/>
                <w:b/>
              </w:rPr>
            </w:pPr>
            <w:r w:rsidRPr="00A30D7A">
              <w:rPr>
                <w:rFonts w:cs="Arial"/>
                <w:b/>
              </w:rPr>
              <w:t>ENCLOSURE</w:t>
            </w:r>
          </w:p>
        </w:tc>
        <w:tc>
          <w:tcPr>
            <w:tcW w:w="846" w:type="dxa"/>
            <w:shd w:val="clear" w:color="auto" w:fill="D9D9D9"/>
          </w:tcPr>
          <w:p w14:paraId="7655292E" w14:textId="77777777" w:rsidR="004E4E5C" w:rsidRPr="00A30D7A" w:rsidRDefault="004E4E5C" w:rsidP="00F6791E">
            <w:pPr>
              <w:rPr>
                <w:rFonts w:cs="Arial"/>
              </w:rPr>
            </w:pPr>
          </w:p>
        </w:tc>
        <w:tc>
          <w:tcPr>
            <w:tcW w:w="652" w:type="dxa"/>
            <w:shd w:val="clear" w:color="auto" w:fill="D9D9D9"/>
          </w:tcPr>
          <w:p w14:paraId="3C19AEF1" w14:textId="77777777" w:rsidR="004E4E5C" w:rsidRPr="00A30D7A" w:rsidRDefault="004E4E5C" w:rsidP="00F6791E">
            <w:pPr>
              <w:rPr>
                <w:rFonts w:cs="Arial"/>
              </w:rPr>
            </w:pPr>
          </w:p>
        </w:tc>
        <w:tc>
          <w:tcPr>
            <w:tcW w:w="652" w:type="dxa"/>
            <w:shd w:val="clear" w:color="auto" w:fill="D9D9D9"/>
          </w:tcPr>
          <w:p w14:paraId="40591650" w14:textId="77777777" w:rsidR="004E4E5C" w:rsidRPr="00A30D7A" w:rsidRDefault="004E4E5C" w:rsidP="00F6791E">
            <w:pPr>
              <w:rPr>
                <w:rFonts w:cs="Arial"/>
              </w:rPr>
            </w:pPr>
          </w:p>
        </w:tc>
        <w:tc>
          <w:tcPr>
            <w:tcW w:w="652" w:type="dxa"/>
            <w:shd w:val="clear" w:color="auto" w:fill="D9D9D9"/>
          </w:tcPr>
          <w:p w14:paraId="34B9CED5" w14:textId="77777777" w:rsidR="004E4E5C" w:rsidRPr="00A30D7A" w:rsidRDefault="004E4E5C" w:rsidP="00F6791E">
            <w:pPr>
              <w:rPr>
                <w:rFonts w:cs="Arial"/>
              </w:rPr>
            </w:pPr>
          </w:p>
        </w:tc>
        <w:tc>
          <w:tcPr>
            <w:tcW w:w="652" w:type="dxa"/>
            <w:shd w:val="clear" w:color="auto" w:fill="D9D9D9"/>
          </w:tcPr>
          <w:p w14:paraId="57409E10" w14:textId="77777777" w:rsidR="004E4E5C" w:rsidRPr="00A30D7A" w:rsidRDefault="004E4E5C" w:rsidP="00F6791E">
            <w:pPr>
              <w:rPr>
                <w:rFonts w:cs="Arial"/>
              </w:rPr>
            </w:pPr>
          </w:p>
        </w:tc>
        <w:tc>
          <w:tcPr>
            <w:tcW w:w="652" w:type="dxa"/>
            <w:shd w:val="clear" w:color="auto" w:fill="D9D9D9"/>
          </w:tcPr>
          <w:p w14:paraId="64FCC019" w14:textId="77777777" w:rsidR="004E4E5C" w:rsidRPr="00A30D7A" w:rsidRDefault="004E4E5C" w:rsidP="00F6791E">
            <w:pPr>
              <w:rPr>
                <w:rFonts w:cs="Arial"/>
              </w:rPr>
            </w:pPr>
          </w:p>
        </w:tc>
        <w:tc>
          <w:tcPr>
            <w:tcW w:w="652" w:type="dxa"/>
            <w:shd w:val="clear" w:color="auto" w:fill="D9D9D9"/>
          </w:tcPr>
          <w:p w14:paraId="4F627BB0" w14:textId="77777777" w:rsidR="004E4E5C" w:rsidRPr="00A30D7A" w:rsidRDefault="004E4E5C" w:rsidP="00F6791E">
            <w:pPr>
              <w:rPr>
                <w:rFonts w:cs="Arial"/>
              </w:rPr>
            </w:pPr>
          </w:p>
        </w:tc>
        <w:tc>
          <w:tcPr>
            <w:tcW w:w="1530" w:type="dxa"/>
            <w:shd w:val="clear" w:color="auto" w:fill="D9D9D9"/>
          </w:tcPr>
          <w:p w14:paraId="102FEB67" w14:textId="77777777" w:rsidR="004E4E5C" w:rsidRPr="00A30D7A" w:rsidRDefault="004E4E5C" w:rsidP="00F6791E">
            <w:pPr>
              <w:rPr>
                <w:rFonts w:cs="Arial"/>
              </w:rPr>
            </w:pPr>
          </w:p>
        </w:tc>
      </w:tr>
      <w:tr w:rsidR="004E4E5C" w:rsidRPr="00A30D7A" w14:paraId="19577F00" w14:textId="77777777" w:rsidTr="00F6791E">
        <w:tc>
          <w:tcPr>
            <w:tcW w:w="2966" w:type="dxa"/>
            <w:shd w:val="clear" w:color="auto" w:fill="auto"/>
          </w:tcPr>
          <w:p w14:paraId="0D66B64C" w14:textId="77777777" w:rsidR="004E4E5C" w:rsidRPr="00A30D7A" w:rsidRDefault="004E4E5C" w:rsidP="00F6791E">
            <w:pPr>
              <w:rPr>
                <w:rFonts w:cs="Arial"/>
              </w:rPr>
            </w:pPr>
            <w:r w:rsidRPr="00A30D7A">
              <w:rPr>
                <w:rFonts w:cs="Arial"/>
              </w:rPr>
              <w:t>Roofing</w:t>
            </w:r>
          </w:p>
        </w:tc>
        <w:tc>
          <w:tcPr>
            <w:tcW w:w="846" w:type="dxa"/>
            <w:shd w:val="clear" w:color="auto" w:fill="auto"/>
          </w:tcPr>
          <w:p w14:paraId="386C3696" w14:textId="77777777" w:rsidR="004E4E5C" w:rsidRPr="00A30D7A" w:rsidRDefault="004E4E5C" w:rsidP="00F6791E">
            <w:pPr>
              <w:rPr>
                <w:rFonts w:cs="Arial"/>
              </w:rPr>
            </w:pPr>
          </w:p>
        </w:tc>
        <w:tc>
          <w:tcPr>
            <w:tcW w:w="652" w:type="dxa"/>
            <w:shd w:val="clear" w:color="auto" w:fill="auto"/>
          </w:tcPr>
          <w:p w14:paraId="2A76DC14" w14:textId="77777777" w:rsidR="004E4E5C" w:rsidRPr="00A30D7A" w:rsidRDefault="004E4E5C" w:rsidP="00F6791E">
            <w:pPr>
              <w:rPr>
                <w:rFonts w:cs="Arial"/>
              </w:rPr>
            </w:pPr>
          </w:p>
        </w:tc>
        <w:tc>
          <w:tcPr>
            <w:tcW w:w="652" w:type="dxa"/>
            <w:shd w:val="clear" w:color="auto" w:fill="auto"/>
          </w:tcPr>
          <w:p w14:paraId="2CE5BEF6" w14:textId="77777777" w:rsidR="004E4E5C" w:rsidRPr="00A30D7A" w:rsidRDefault="004E4E5C" w:rsidP="00F6791E">
            <w:pPr>
              <w:rPr>
                <w:rFonts w:cs="Arial"/>
              </w:rPr>
            </w:pPr>
          </w:p>
        </w:tc>
        <w:tc>
          <w:tcPr>
            <w:tcW w:w="652" w:type="dxa"/>
            <w:shd w:val="clear" w:color="auto" w:fill="auto"/>
          </w:tcPr>
          <w:p w14:paraId="04DBB917" w14:textId="77777777" w:rsidR="004E4E5C" w:rsidRPr="00A30D7A" w:rsidRDefault="004E4E5C" w:rsidP="00F6791E">
            <w:pPr>
              <w:rPr>
                <w:rFonts w:cs="Arial"/>
              </w:rPr>
            </w:pPr>
          </w:p>
        </w:tc>
        <w:tc>
          <w:tcPr>
            <w:tcW w:w="652" w:type="dxa"/>
            <w:shd w:val="clear" w:color="auto" w:fill="auto"/>
          </w:tcPr>
          <w:p w14:paraId="7C585309" w14:textId="77777777" w:rsidR="004E4E5C" w:rsidRPr="00A30D7A" w:rsidRDefault="004E4E5C" w:rsidP="00F6791E">
            <w:pPr>
              <w:rPr>
                <w:rFonts w:cs="Arial"/>
              </w:rPr>
            </w:pPr>
          </w:p>
        </w:tc>
        <w:tc>
          <w:tcPr>
            <w:tcW w:w="652" w:type="dxa"/>
            <w:shd w:val="clear" w:color="auto" w:fill="auto"/>
          </w:tcPr>
          <w:p w14:paraId="63767C80" w14:textId="77777777" w:rsidR="004E4E5C" w:rsidRPr="00A30D7A" w:rsidRDefault="004E4E5C" w:rsidP="00F6791E">
            <w:pPr>
              <w:rPr>
                <w:rFonts w:cs="Arial"/>
              </w:rPr>
            </w:pPr>
          </w:p>
        </w:tc>
        <w:tc>
          <w:tcPr>
            <w:tcW w:w="652" w:type="dxa"/>
            <w:shd w:val="clear" w:color="auto" w:fill="auto"/>
          </w:tcPr>
          <w:p w14:paraId="53931AA2" w14:textId="77777777" w:rsidR="004E4E5C" w:rsidRPr="00A30D7A" w:rsidRDefault="004E4E5C" w:rsidP="00F6791E">
            <w:pPr>
              <w:rPr>
                <w:rFonts w:cs="Arial"/>
              </w:rPr>
            </w:pPr>
          </w:p>
        </w:tc>
        <w:tc>
          <w:tcPr>
            <w:tcW w:w="1530" w:type="dxa"/>
            <w:shd w:val="clear" w:color="auto" w:fill="auto"/>
          </w:tcPr>
          <w:p w14:paraId="4D71946A" w14:textId="77777777" w:rsidR="004E4E5C" w:rsidRPr="00A30D7A" w:rsidRDefault="004E4E5C" w:rsidP="00F6791E">
            <w:pPr>
              <w:rPr>
                <w:rFonts w:cs="Arial"/>
              </w:rPr>
            </w:pPr>
          </w:p>
        </w:tc>
      </w:tr>
      <w:tr w:rsidR="004E4E5C" w:rsidRPr="00A30D7A" w14:paraId="2AFD6B23" w14:textId="77777777" w:rsidTr="00F6791E">
        <w:tc>
          <w:tcPr>
            <w:tcW w:w="2966" w:type="dxa"/>
            <w:shd w:val="clear" w:color="auto" w:fill="auto"/>
          </w:tcPr>
          <w:p w14:paraId="4CAFEA55" w14:textId="77777777" w:rsidR="004E4E5C" w:rsidRPr="00A30D7A" w:rsidRDefault="004E4E5C" w:rsidP="00F6791E">
            <w:pPr>
              <w:rPr>
                <w:rFonts w:cs="Arial"/>
              </w:rPr>
            </w:pPr>
            <w:r w:rsidRPr="00A30D7A">
              <w:rPr>
                <w:rFonts w:cs="Arial"/>
              </w:rPr>
              <w:t>Cladding</w:t>
            </w:r>
          </w:p>
        </w:tc>
        <w:tc>
          <w:tcPr>
            <w:tcW w:w="846" w:type="dxa"/>
            <w:shd w:val="clear" w:color="auto" w:fill="auto"/>
          </w:tcPr>
          <w:p w14:paraId="13BD95B9" w14:textId="77777777" w:rsidR="004E4E5C" w:rsidRPr="00A30D7A" w:rsidRDefault="004E4E5C" w:rsidP="00F6791E">
            <w:pPr>
              <w:rPr>
                <w:rFonts w:cs="Arial"/>
              </w:rPr>
            </w:pPr>
          </w:p>
        </w:tc>
        <w:tc>
          <w:tcPr>
            <w:tcW w:w="652" w:type="dxa"/>
            <w:shd w:val="clear" w:color="auto" w:fill="auto"/>
          </w:tcPr>
          <w:p w14:paraId="6B25A1B0" w14:textId="77777777" w:rsidR="004E4E5C" w:rsidRPr="00A30D7A" w:rsidRDefault="004E4E5C" w:rsidP="00F6791E">
            <w:pPr>
              <w:rPr>
                <w:rFonts w:cs="Arial"/>
              </w:rPr>
            </w:pPr>
          </w:p>
        </w:tc>
        <w:tc>
          <w:tcPr>
            <w:tcW w:w="652" w:type="dxa"/>
            <w:shd w:val="clear" w:color="auto" w:fill="auto"/>
          </w:tcPr>
          <w:p w14:paraId="1DB8C1B8" w14:textId="77777777" w:rsidR="004E4E5C" w:rsidRPr="00A30D7A" w:rsidRDefault="004E4E5C" w:rsidP="00F6791E">
            <w:pPr>
              <w:rPr>
                <w:rFonts w:cs="Arial"/>
              </w:rPr>
            </w:pPr>
          </w:p>
        </w:tc>
        <w:tc>
          <w:tcPr>
            <w:tcW w:w="652" w:type="dxa"/>
            <w:shd w:val="clear" w:color="auto" w:fill="auto"/>
          </w:tcPr>
          <w:p w14:paraId="53EC6F28" w14:textId="77777777" w:rsidR="004E4E5C" w:rsidRPr="00A30D7A" w:rsidRDefault="004E4E5C" w:rsidP="00F6791E">
            <w:pPr>
              <w:rPr>
                <w:rFonts w:cs="Arial"/>
              </w:rPr>
            </w:pPr>
          </w:p>
        </w:tc>
        <w:tc>
          <w:tcPr>
            <w:tcW w:w="652" w:type="dxa"/>
            <w:shd w:val="clear" w:color="auto" w:fill="auto"/>
          </w:tcPr>
          <w:p w14:paraId="30713E07" w14:textId="77777777" w:rsidR="004E4E5C" w:rsidRPr="00A30D7A" w:rsidRDefault="004E4E5C" w:rsidP="00F6791E">
            <w:pPr>
              <w:rPr>
                <w:rFonts w:cs="Arial"/>
              </w:rPr>
            </w:pPr>
          </w:p>
        </w:tc>
        <w:tc>
          <w:tcPr>
            <w:tcW w:w="652" w:type="dxa"/>
            <w:shd w:val="clear" w:color="auto" w:fill="auto"/>
          </w:tcPr>
          <w:p w14:paraId="03656CFC" w14:textId="77777777" w:rsidR="004E4E5C" w:rsidRPr="00A30D7A" w:rsidRDefault="004E4E5C" w:rsidP="00F6791E">
            <w:pPr>
              <w:rPr>
                <w:rFonts w:cs="Arial"/>
              </w:rPr>
            </w:pPr>
          </w:p>
        </w:tc>
        <w:tc>
          <w:tcPr>
            <w:tcW w:w="652" w:type="dxa"/>
            <w:shd w:val="clear" w:color="auto" w:fill="auto"/>
          </w:tcPr>
          <w:p w14:paraId="6512BC3D" w14:textId="77777777" w:rsidR="004E4E5C" w:rsidRPr="00A30D7A" w:rsidRDefault="004E4E5C" w:rsidP="00F6791E">
            <w:pPr>
              <w:rPr>
                <w:rFonts w:cs="Arial"/>
              </w:rPr>
            </w:pPr>
          </w:p>
        </w:tc>
        <w:tc>
          <w:tcPr>
            <w:tcW w:w="1530" w:type="dxa"/>
            <w:shd w:val="clear" w:color="auto" w:fill="auto"/>
          </w:tcPr>
          <w:p w14:paraId="1ACC4EF2" w14:textId="77777777" w:rsidR="004E4E5C" w:rsidRPr="00A30D7A" w:rsidRDefault="004E4E5C" w:rsidP="00F6791E">
            <w:pPr>
              <w:rPr>
                <w:rFonts w:cs="Arial"/>
              </w:rPr>
            </w:pPr>
          </w:p>
        </w:tc>
      </w:tr>
      <w:tr w:rsidR="004E4E5C" w:rsidRPr="00A30D7A" w14:paraId="1DDE06BD" w14:textId="77777777" w:rsidTr="00F6791E">
        <w:tc>
          <w:tcPr>
            <w:tcW w:w="2966" w:type="dxa"/>
            <w:shd w:val="clear" w:color="auto" w:fill="auto"/>
          </w:tcPr>
          <w:p w14:paraId="5703F3A8" w14:textId="77777777" w:rsidR="004E4E5C" w:rsidRPr="00A30D7A" w:rsidRDefault="004E4E5C" w:rsidP="00F6791E">
            <w:pPr>
              <w:rPr>
                <w:rFonts w:cs="Arial"/>
              </w:rPr>
            </w:pPr>
            <w:r w:rsidRPr="00A30D7A">
              <w:rPr>
                <w:rFonts w:cs="Arial"/>
              </w:rPr>
              <w:t>Column claddings</w:t>
            </w:r>
          </w:p>
        </w:tc>
        <w:tc>
          <w:tcPr>
            <w:tcW w:w="846" w:type="dxa"/>
            <w:shd w:val="clear" w:color="auto" w:fill="auto"/>
          </w:tcPr>
          <w:p w14:paraId="4DA75AFB" w14:textId="77777777" w:rsidR="004E4E5C" w:rsidRPr="00A30D7A" w:rsidRDefault="004E4E5C" w:rsidP="00F6791E">
            <w:pPr>
              <w:rPr>
                <w:rFonts w:cs="Arial"/>
              </w:rPr>
            </w:pPr>
          </w:p>
        </w:tc>
        <w:tc>
          <w:tcPr>
            <w:tcW w:w="652" w:type="dxa"/>
            <w:shd w:val="clear" w:color="auto" w:fill="auto"/>
          </w:tcPr>
          <w:p w14:paraId="285A3F0E" w14:textId="77777777" w:rsidR="004E4E5C" w:rsidRPr="00A30D7A" w:rsidRDefault="004E4E5C" w:rsidP="00F6791E">
            <w:pPr>
              <w:rPr>
                <w:rFonts w:cs="Arial"/>
              </w:rPr>
            </w:pPr>
          </w:p>
        </w:tc>
        <w:tc>
          <w:tcPr>
            <w:tcW w:w="652" w:type="dxa"/>
            <w:shd w:val="clear" w:color="auto" w:fill="auto"/>
          </w:tcPr>
          <w:p w14:paraId="2931B6D5" w14:textId="77777777" w:rsidR="004E4E5C" w:rsidRPr="00A30D7A" w:rsidRDefault="004E4E5C" w:rsidP="00F6791E">
            <w:pPr>
              <w:rPr>
                <w:rFonts w:cs="Arial"/>
              </w:rPr>
            </w:pPr>
          </w:p>
        </w:tc>
        <w:tc>
          <w:tcPr>
            <w:tcW w:w="652" w:type="dxa"/>
            <w:shd w:val="clear" w:color="auto" w:fill="auto"/>
          </w:tcPr>
          <w:p w14:paraId="733FCC70" w14:textId="77777777" w:rsidR="004E4E5C" w:rsidRPr="00A30D7A" w:rsidRDefault="004E4E5C" w:rsidP="00F6791E">
            <w:pPr>
              <w:rPr>
                <w:rFonts w:cs="Arial"/>
              </w:rPr>
            </w:pPr>
          </w:p>
        </w:tc>
        <w:tc>
          <w:tcPr>
            <w:tcW w:w="652" w:type="dxa"/>
            <w:shd w:val="clear" w:color="auto" w:fill="auto"/>
          </w:tcPr>
          <w:p w14:paraId="7192D454" w14:textId="77777777" w:rsidR="004E4E5C" w:rsidRPr="00A30D7A" w:rsidRDefault="004E4E5C" w:rsidP="00F6791E">
            <w:pPr>
              <w:rPr>
                <w:rFonts w:cs="Arial"/>
              </w:rPr>
            </w:pPr>
          </w:p>
        </w:tc>
        <w:tc>
          <w:tcPr>
            <w:tcW w:w="652" w:type="dxa"/>
            <w:shd w:val="clear" w:color="auto" w:fill="auto"/>
          </w:tcPr>
          <w:p w14:paraId="28E88D3C" w14:textId="77777777" w:rsidR="004E4E5C" w:rsidRPr="00A30D7A" w:rsidRDefault="004E4E5C" w:rsidP="00F6791E">
            <w:pPr>
              <w:rPr>
                <w:rFonts w:cs="Arial"/>
              </w:rPr>
            </w:pPr>
          </w:p>
        </w:tc>
        <w:tc>
          <w:tcPr>
            <w:tcW w:w="652" w:type="dxa"/>
            <w:shd w:val="clear" w:color="auto" w:fill="auto"/>
          </w:tcPr>
          <w:p w14:paraId="7C7EEDDE" w14:textId="77777777" w:rsidR="004E4E5C" w:rsidRPr="00A30D7A" w:rsidRDefault="004E4E5C" w:rsidP="00F6791E">
            <w:pPr>
              <w:rPr>
                <w:rFonts w:cs="Arial"/>
              </w:rPr>
            </w:pPr>
          </w:p>
        </w:tc>
        <w:tc>
          <w:tcPr>
            <w:tcW w:w="1530" w:type="dxa"/>
            <w:shd w:val="clear" w:color="auto" w:fill="auto"/>
          </w:tcPr>
          <w:p w14:paraId="2C784AE5" w14:textId="77777777" w:rsidR="004E4E5C" w:rsidRPr="00A30D7A" w:rsidRDefault="004E4E5C" w:rsidP="00F6791E">
            <w:pPr>
              <w:rPr>
                <w:rFonts w:cs="Arial"/>
              </w:rPr>
            </w:pPr>
          </w:p>
        </w:tc>
      </w:tr>
      <w:tr w:rsidR="004E4E5C" w:rsidRPr="00A30D7A" w14:paraId="43624982" w14:textId="77777777" w:rsidTr="00F6791E">
        <w:tc>
          <w:tcPr>
            <w:tcW w:w="2966" w:type="dxa"/>
            <w:shd w:val="clear" w:color="auto" w:fill="auto"/>
          </w:tcPr>
          <w:p w14:paraId="69B54870" w14:textId="77777777" w:rsidR="004E4E5C" w:rsidRPr="00A30D7A" w:rsidRDefault="004E4E5C" w:rsidP="00F6791E">
            <w:pPr>
              <w:rPr>
                <w:rFonts w:cs="Arial"/>
              </w:rPr>
            </w:pPr>
            <w:r w:rsidRPr="00A30D7A">
              <w:rPr>
                <w:rFonts w:cs="Arial"/>
              </w:rPr>
              <w:t>Curtain walls</w:t>
            </w:r>
          </w:p>
        </w:tc>
        <w:tc>
          <w:tcPr>
            <w:tcW w:w="846" w:type="dxa"/>
            <w:shd w:val="clear" w:color="auto" w:fill="auto"/>
          </w:tcPr>
          <w:p w14:paraId="6AA8F156" w14:textId="77777777" w:rsidR="004E4E5C" w:rsidRPr="00A30D7A" w:rsidRDefault="004E4E5C" w:rsidP="00F6791E">
            <w:pPr>
              <w:rPr>
                <w:rFonts w:cs="Arial"/>
              </w:rPr>
            </w:pPr>
          </w:p>
        </w:tc>
        <w:tc>
          <w:tcPr>
            <w:tcW w:w="652" w:type="dxa"/>
            <w:shd w:val="clear" w:color="auto" w:fill="auto"/>
          </w:tcPr>
          <w:p w14:paraId="6E3F6BB9" w14:textId="77777777" w:rsidR="004E4E5C" w:rsidRPr="00A30D7A" w:rsidRDefault="004E4E5C" w:rsidP="00F6791E">
            <w:pPr>
              <w:rPr>
                <w:rFonts w:cs="Arial"/>
              </w:rPr>
            </w:pPr>
          </w:p>
        </w:tc>
        <w:tc>
          <w:tcPr>
            <w:tcW w:w="652" w:type="dxa"/>
            <w:shd w:val="clear" w:color="auto" w:fill="auto"/>
          </w:tcPr>
          <w:p w14:paraId="12147F3D" w14:textId="77777777" w:rsidR="004E4E5C" w:rsidRPr="00A30D7A" w:rsidRDefault="004E4E5C" w:rsidP="00F6791E">
            <w:pPr>
              <w:rPr>
                <w:rFonts w:cs="Arial"/>
              </w:rPr>
            </w:pPr>
          </w:p>
        </w:tc>
        <w:tc>
          <w:tcPr>
            <w:tcW w:w="652" w:type="dxa"/>
            <w:shd w:val="clear" w:color="auto" w:fill="auto"/>
          </w:tcPr>
          <w:p w14:paraId="3761F158" w14:textId="77777777" w:rsidR="004E4E5C" w:rsidRPr="00A30D7A" w:rsidRDefault="004E4E5C" w:rsidP="00F6791E">
            <w:pPr>
              <w:rPr>
                <w:rFonts w:cs="Arial"/>
              </w:rPr>
            </w:pPr>
          </w:p>
        </w:tc>
        <w:tc>
          <w:tcPr>
            <w:tcW w:w="652" w:type="dxa"/>
            <w:shd w:val="clear" w:color="auto" w:fill="auto"/>
          </w:tcPr>
          <w:p w14:paraId="4374A0EC" w14:textId="77777777" w:rsidR="004E4E5C" w:rsidRPr="00A30D7A" w:rsidRDefault="004E4E5C" w:rsidP="00F6791E">
            <w:pPr>
              <w:rPr>
                <w:rFonts w:cs="Arial"/>
              </w:rPr>
            </w:pPr>
          </w:p>
        </w:tc>
        <w:tc>
          <w:tcPr>
            <w:tcW w:w="652" w:type="dxa"/>
            <w:shd w:val="clear" w:color="auto" w:fill="auto"/>
          </w:tcPr>
          <w:p w14:paraId="6C4E6369" w14:textId="77777777" w:rsidR="004E4E5C" w:rsidRPr="00A30D7A" w:rsidRDefault="004E4E5C" w:rsidP="00F6791E">
            <w:pPr>
              <w:rPr>
                <w:rFonts w:cs="Arial"/>
              </w:rPr>
            </w:pPr>
          </w:p>
        </w:tc>
        <w:tc>
          <w:tcPr>
            <w:tcW w:w="652" w:type="dxa"/>
            <w:shd w:val="clear" w:color="auto" w:fill="auto"/>
          </w:tcPr>
          <w:p w14:paraId="16489FA5" w14:textId="77777777" w:rsidR="004E4E5C" w:rsidRPr="00A30D7A" w:rsidRDefault="004E4E5C" w:rsidP="00F6791E">
            <w:pPr>
              <w:rPr>
                <w:rFonts w:cs="Arial"/>
              </w:rPr>
            </w:pPr>
          </w:p>
        </w:tc>
        <w:tc>
          <w:tcPr>
            <w:tcW w:w="1530" w:type="dxa"/>
            <w:shd w:val="clear" w:color="auto" w:fill="auto"/>
          </w:tcPr>
          <w:p w14:paraId="7B213103" w14:textId="77777777" w:rsidR="004E4E5C" w:rsidRPr="00A30D7A" w:rsidRDefault="004E4E5C" w:rsidP="00F6791E">
            <w:pPr>
              <w:rPr>
                <w:rFonts w:cs="Arial"/>
              </w:rPr>
            </w:pPr>
          </w:p>
        </w:tc>
      </w:tr>
      <w:tr w:rsidR="004E4E5C" w:rsidRPr="00A30D7A" w14:paraId="1EC141C1" w14:textId="77777777" w:rsidTr="00F6791E">
        <w:tc>
          <w:tcPr>
            <w:tcW w:w="2966" w:type="dxa"/>
            <w:shd w:val="clear" w:color="auto" w:fill="auto"/>
          </w:tcPr>
          <w:p w14:paraId="2CAADF2A" w14:textId="77777777" w:rsidR="004E4E5C" w:rsidRPr="00A30D7A" w:rsidRDefault="004E4E5C" w:rsidP="00F6791E">
            <w:pPr>
              <w:rPr>
                <w:rFonts w:cs="Arial"/>
              </w:rPr>
            </w:pPr>
            <w:r w:rsidRPr="00A30D7A">
              <w:rPr>
                <w:rFonts w:cs="Arial"/>
              </w:rPr>
              <w:t>Windows</w:t>
            </w:r>
          </w:p>
        </w:tc>
        <w:tc>
          <w:tcPr>
            <w:tcW w:w="846" w:type="dxa"/>
            <w:shd w:val="clear" w:color="auto" w:fill="auto"/>
          </w:tcPr>
          <w:p w14:paraId="3240070E" w14:textId="77777777" w:rsidR="004E4E5C" w:rsidRPr="00A30D7A" w:rsidRDefault="004E4E5C" w:rsidP="00F6791E">
            <w:pPr>
              <w:rPr>
                <w:rFonts w:cs="Arial"/>
              </w:rPr>
            </w:pPr>
          </w:p>
        </w:tc>
        <w:tc>
          <w:tcPr>
            <w:tcW w:w="652" w:type="dxa"/>
            <w:shd w:val="clear" w:color="auto" w:fill="auto"/>
          </w:tcPr>
          <w:p w14:paraId="5D5B71C9" w14:textId="77777777" w:rsidR="004E4E5C" w:rsidRPr="00A30D7A" w:rsidRDefault="004E4E5C" w:rsidP="00F6791E">
            <w:pPr>
              <w:rPr>
                <w:rFonts w:cs="Arial"/>
              </w:rPr>
            </w:pPr>
          </w:p>
        </w:tc>
        <w:tc>
          <w:tcPr>
            <w:tcW w:w="652" w:type="dxa"/>
            <w:shd w:val="clear" w:color="auto" w:fill="auto"/>
          </w:tcPr>
          <w:p w14:paraId="182913B9" w14:textId="77777777" w:rsidR="004E4E5C" w:rsidRPr="00A30D7A" w:rsidRDefault="004E4E5C" w:rsidP="00F6791E">
            <w:pPr>
              <w:rPr>
                <w:rFonts w:cs="Arial"/>
              </w:rPr>
            </w:pPr>
          </w:p>
        </w:tc>
        <w:tc>
          <w:tcPr>
            <w:tcW w:w="652" w:type="dxa"/>
            <w:shd w:val="clear" w:color="auto" w:fill="auto"/>
          </w:tcPr>
          <w:p w14:paraId="7AE662AA" w14:textId="77777777" w:rsidR="004E4E5C" w:rsidRPr="00A30D7A" w:rsidRDefault="004E4E5C" w:rsidP="00F6791E">
            <w:pPr>
              <w:rPr>
                <w:rFonts w:cs="Arial"/>
              </w:rPr>
            </w:pPr>
          </w:p>
        </w:tc>
        <w:tc>
          <w:tcPr>
            <w:tcW w:w="652" w:type="dxa"/>
            <w:shd w:val="clear" w:color="auto" w:fill="auto"/>
          </w:tcPr>
          <w:p w14:paraId="73641861" w14:textId="77777777" w:rsidR="004E4E5C" w:rsidRPr="00A30D7A" w:rsidRDefault="004E4E5C" w:rsidP="00F6791E">
            <w:pPr>
              <w:rPr>
                <w:rFonts w:cs="Arial"/>
              </w:rPr>
            </w:pPr>
          </w:p>
        </w:tc>
        <w:tc>
          <w:tcPr>
            <w:tcW w:w="652" w:type="dxa"/>
            <w:shd w:val="clear" w:color="auto" w:fill="auto"/>
          </w:tcPr>
          <w:p w14:paraId="62082E8F" w14:textId="77777777" w:rsidR="004E4E5C" w:rsidRPr="00A30D7A" w:rsidRDefault="004E4E5C" w:rsidP="00F6791E">
            <w:pPr>
              <w:rPr>
                <w:rFonts w:cs="Arial"/>
              </w:rPr>
            </w:pPr>
          </w:p>
        </w:tc>
        <w:tc>
          <w:tcPr>
            <w:tcW w:w="652" w:type="dxa"/>
            <w:shd w:val="clear" w:color="auto" w:fill="auto"/>
          </w:tcPr>
          <w:p w14:paraId="6EEEFE63" w14:textId="77777777" w:rsidR="004E4E5C" w:rsidRPr="00A30D7A" w:rsidRDefault="004E4E5C" w:rsidP="00F6791E">
            <w:pPr>
              <w:rPr>
                <w:rFonts w:cs="Arial"/>
              </w:rPr>
            </w:pPr>
          </w:p>
        </w:tc>
        <w:tc>
          <w:tcPr>
            <w:tcW w:w="1530" w:type="dxa"/>
            <w:shd w:val="clear" w:color="auto" w:fill="auto"/>
          </w:tcPr>
          <w:p w14:paraId="61A1FF05" w14:textId="77777777" w:rsidR="004E4E5C" w:rsidRPr="00A30D7A" w:rsidRDefault="004E4E5C" w:rsidP="00F6791E">
            <w:pPr>
              <w:rPr>
                <w:rFonts w:cs="Arial"/>
              </w:rPr>
            </w:pPr>
          </w:p>
        </w:tc>
      </w:tr>
      <w:tr w:rsidR="004E4E5C" w:rsidRPr="00A30D7A" w14:paraId="3200B53D" w14:textId="77777777" w:rsidTr="00F6791E">
        <w:tc>
          <w:tcPr>
            <w:tcW w:w="2966" w:type="dxa"/>
            <w:shd w:val="clear" w:color="auto" w:fill="auto"/>
          </w:tcPr>
          <w:p w14:paraId="770441E8" w14:textId="77777777" w:rsidR="004E4E5C" w:rsidRPr="00A30D7A" w:rsidRDefault="004E4E5C" w:rsidP="00F6791E">
            <w:pPr>
              <w:rPr>
                <w:rFonts w:cs="Arial"/>
              </w:rPr>
            </w:pPr>
            <w:r w:rsidRPr="00A30D7A">
              <w:rPr>
                <w:rFonts w:cs="Arial"/>
              </w:rPr>
              <w:t>External doors, openings</w:t>
            </w:r>
          </w:p>
        </w:tc>
        <w:tc>
          <w:tcPr>
            <w:tcW w:w="846" w:type="dxa"/>
            <w:shd w:val="clear" w:color="auto" w:fill="auto"/>
          </w:tcPr>
          <w:p w14:paraId="79615558" w14:textId="77777777" w:rsidR="004E4E5C" w:rsidRPr="00A30D7A" w:rsidRDefault="004E4E5C" w:rsidP="00F6791E">
            <w:pPr>
              <w:rPr>
                <w:rFonts w:cs="Arial"/>
              </w:rPr>
            </w:pPr>
          </w:p>
        </w:tc>
        <w:tc>
          <w:tcPr>
            <w:tcW w:w="652" w:type="dxa"/>
            <w:shd w:val="clear" w:color="auto" w:fill="auto"/>
          </w:tcPr>
          <w:p w14:paraId="2613F8BF" w14:textId="77777777" w:rsidR="004E4E5C" w:rsidRPr="00A30D7A" w:rsidRDefault="004E4E5C" w:rsidP="00F6791E">
            <w:pPr>
              <w:rPr>
                <w:rFonts w:cs="Arial"/>
              </w:rPr>
            </w:pPr>
          </w:p>
        </w:tc>
        <w:tc>
          <w:tcPr>
            <w:tcW w:w="652" w:type="dxa"/>
            <w:shd w:val="clear" w:color="auto" w:fill="auto"/>
          </w:tcPr>
          <w:p w14:paraId="673A80E4" w14:textId="77777777" w:rsidR="004E4E5C" w:rsidRPr="00A30D7A" w:rsidRDefault="004E4E5C" w:rsidP="00F6791E">
            <w:pPr>
              <w:rPr>
                <w:rFonts w:cs="Arial"/>
              </w:rPr>
            </w:pPr>
          </w:p>
        </w:tc>
        <w:tc>
          <w:tcPr>
            <w:tcW w:w="652" w:type="dxa"/>
            <w:shd w:val="clear" w:color="auto" w:fill="auto"/>
          </w:tcPr>
          <w:p w14:paraId="4A6F8BEF" w14:textId="77777777" w:rsidR="004E4E5C" w:rsidRPr="00A30D7A" w:rsidRDefault="004E4E5C" w:rsidP="00F6791E">
            <w:pPr>
              <w:rPr>
                <w:rFonts w:cs="Arial"/>
              </w:rPr>
            </w:pPr>
          </w:p>
        </w:tc>
        <w:tc>
          <w:tcPr>
            <w:tcW w:w="652" w:type="dxa"/>
            <w:shd w:val="clear" w:color="auto" w:fill="auto"/>
          </w:tcPr>
          <w:p w14:paraId="34583940" w14:textId="77777777" w:rsidR="004E4E5C" w:rsidRPr="00A30D7A" w:rsidRDefault="004E4E5C" w:rsidP="00F6791E">
            <w:pPr>
              <w:rPr>
                <w:rFonts w:cs="Arial"/>
              </w:rPr>
            </w:pPr>
          </w:p>
        </w:tc>
        <w:tc>
          <w:tcPr>
            <w:tcW w:w="652" w:type="dxa"/>
            <w:shd w:val="clear" w:color="auto" w:fill="auto"/>
          </w:tcPr>
          <w:p w14:paraId="37991588" w14:textId="77777777" w:rsidR="004E4E5C" w:rsidRPr="00A30D7A" w:rsidRDefault="004E4E5C" w:rsidP="00F6791E">
            <w:pPr>
              <w:rPr>
                <w:rFonts w:cs="Arial"/>
              </w:rPr>
            </w:pPr>
          </w:p>
        </w:tc>
        <w:tc>
          <w:tcPr>
            <w:tcW w:w="652" w:type="dxa"/>
            <w:shd w:val="clear" w:color="auto" w:fill="auto"/>
          </w:tcPr>
          <w:p w14:paraId="06DBCE9D" w14:textId="77777777" w:rsidR="004E4E5C" w:rsidRPr="00A30D7A" w:rsidRDefault="004E4E5C" w:rsidP="00F6791E">
            <w:pPr>
              <w:rPr>
                <w:rFonts w:cs="Arial"/>
              </w:rPr>
            </w:pPr>
          </w:p>
        </w:tc>
        <w:tc>
          <w:tcPr>
            <w:tcW w:w="1530" w:type="dxa"/>
            <w:shd w:val="clear" w:color="auto" w:fill="auto"/>
          </w:tcPr>
          <w:p w14:paraId="39920619" w14:textId="77777777" w:rsidR="004E4E5C" w:rsidRPr="00A30D7A" w:rsidRDefault="004E4E5C" w:rsidP="00F6791E">
            <w:pPr>
              <w:rPr>
                <w:rFonts w:cs="Arial"/>
              </w:rPr>
            </w:pPr>
          </w:p>
        </w:tc>
      </w:tr>
      <w:tr w:rsidR="004E4E5C" w:rsidRPr="00A30D7A" w14:paraId="4890D82F" w14:textId="77777777" w:rsidTr="00F6791E">
        <w:tc>
          <w:tcPr>
            <w:tcW w:w="2966" w:type="dxa"/>
            <w:shd w:val="clear" w:color="auto" w:fill="D9D9D9"/>
          </w:tcPr>
          <w:p w14:paraId="6035BBED" w14:textId="77777777" w:rsidR="004E4E5C" w:rsidRPr="00A30D7A" w:rsidRDefault="004E4E5C" w:rsidP="00F6791E">
            <w:pPr>
              <w:rPr>
                <w:rFonts w:cs="Arial"/>
                <w:b/>
              </w:rPr>
            </w:pPr>
            <w:r w:rsidRPr="00A30D7A">
              <w:rPr>
                <w:rFonts w:cs="Arial"/>
                <w:b/>
              </w:rPr>
              <w:t>INTERIOR</w:t>
            </w:r>
          </w:p>
        </w:tc>
        <w:tc>
          <w:tcPr>
            <w:tcW w:w="846" w:type="dxa"/>
            <w:shd w:val="clear" w:color="auto" w:fill="D9D9D9"/>
          </w:tcPr>
          <w:p w14:paraId="087759FA" w14:textId="77777777" w:rsidR="004E4E5C" w:rsidRPr="00A30D7A" w:rsidRDefault="004E4E5C" w:rsidP="00F6791E">
            <w:pPr>
              <w:rPr>
                <w:rFonts w:cs="Arial"/>
              </w:rPr>
            </w:pPr>
          </w:p>
        </w:tc>
        <w:tc>
          <w:tcPr>
            <w:tcW w:w="652" w:type="dxa"/>
            <w:shd w:val="clear" w:color="auto" w:fill="D9D9D9"/>
          </w:tcPr>
          <w:p w14:paraId="65C38E5B" w14:textId="77777777" w:rsidR="004E4E5C" w:rsidRPr="00A30D7A" w:rsidRDefault="004E4E5C" w:rsidP="00F6791E">
            <w:pPr>
              <w:rPr>
                <w:rFonts w:cs="Arial"/>
              </w:rPr>
            </w:pPr>
          </w:p>
        </w:tc>
        <w:tc>
          <w:tcPr>
            <w:tcW w:w="652" w:type="dxa"/>
            <w:shd w:val="clear" w:color="auto" w:fill="D9D9D9"/>
          </w:tcPr>
          <w:p w14:paraId="1A391E4A" w14:textId="77777777" w:rsidR="004E4E5C" w:rsidRPr="00A30D7A" w:rsidRDefault="004E4E5C" w:rsidP="00F6791E">
            <w:pPr>
              <w:rPr>
                <w:rFonts w:cs="Arial"/>
              </w:rPr>
            </w:pPr>
          </w:p>
        </w:tc>
        <w:tc>
          <w:tcPr>
            <w:tcW w:w="652" w:type="dxa"/>
            <w:shd w:val="clear" w:color="auto" w:fill="D9D9D9"/>
          </w:tcPr>
          <w:p w14:paraId="1C4BBF92" w14:textId="77777777" w:rsidR="004E4E5C" w:rsidRPr="00A30D7A" w:rsidRDefault="004E4E5C" w:rsidP="00F6791E">
            <w:pPr>
              <w:rPr>
                <w:rFonts w:cs="Arial"/>
              </w:rPr>
            </w:pPr>
          </w:p>
        </w:tc>
        <w:tc>
          <w:tcPr>
            <w:tcW w:w="652" w:type="dxa"/>
            <w:shd w:val="clear" w:color="auto" w:fill="D9D9D9"/>
          </w:tcPr>
          <w:p w14:paraId="210110D8" w14:textId="77777777" w:rsidR="004E4E5C" w:rsidRPr="00A30D7A" w:rsidRDefault="004E4E5C" w:rsidP="00F6791E">
            <w:pPr>
              <w:rPr>
                <w:rFonts w:cs="Arial"/>
              </w:rPr>
            </w:pPr>
          </w:p>
        </w:tc>
        <w:tc>
          <w:tcPr>
            <w:tcW w:w="652" w:type="dxa"/>
            <w:shd w:val="clear" w:color="auto" w:fill="D9D9D9"/>
          </w:tcPr>
          <w:p w14:paraId="40EFE8EA" w14:textId="77777777" w:rsidR="004E4E5C" w:rsidRPr="00A30D7A" w:rsidRDefault="004E4E5C" w:rsidP="00F6791E">
            <w:pPr>
              <w:rPr>
                <w:rFonts w:cs="Arial"/>
              </w:rPr>
            </w:pPr>
          </w:p>
        </w:tc>
        <w:tc>
          <w:tcPr>
            <w:tcW w:w="652" w:type="dxa"/>
            <w:shd w:val="clear" w:color="auto" w:fill="D9D9D9"/>
          </w:tcPr>
          <w:p w14:paraId="4EC7268F" w14:textId="77777777" w:rsidR="004E4E5C" w:rsidRPr="00A30D7A" w:rsidRDefault="004E4E5C" w:rsidP="00F6791E">
            <w:pPr>
              <w:rPr>
                <w:rFonts w:cs="Arial"/>
              </w:rPr>
            </w:pPr>
          </w:p>
        </w:tc>
        <w:tc>
          <w:tcPr>
            <w:tcW w:w="1530" w:type="dxa"/>
            <w:shd w:val="clear" w:color="auto" w:fill="D9D9D9"/>
          </w:tcPr>
          <w:p w14:paraId="491F15B7" w14:textId="77777777" w:rsidR="004E4E5C" w:rsidRPr="00A30D7A" w:rsidRDefault="004E4E5C" w:rsidP="00F6791E">
            <w:pPr>
              <w:rPr>
                <w:rFonts w:cs="Arial"/>
              </w:rPr>
            </w:pPr>
          </w:p>
        </w:tc>
      </w:tr>
      <w:tr w:rsidR="004E4E5C" w:rsidRPr="00A30D7A" w14:paraId="79F5334E" w14:textId="77777777" w:rsidTr="00F6791E">
        <w:tc>
          <w:tcPr>
            <w:tcW w:w="2966" w:type="dxa"/>
            <w:shd w:val="clear" w:color="auto" w:fill="auto"/>
          </w:tcPr>
          <w:p w14:paraId="77C26095" w14:textId="77777777" w:rsidR="004E4E5C" w:rsidRPr="00A30D7A" w:rsidRDefault="004E4E5C" w:rsidP="00F6791E">
            <w:pPr>
              <w:rPr>
                <w:rFonts w:cs="Arial"/>
              </w:rPr>
            </w:pPr>
            <w:r w:rsidRPr="00A30D7A">
              <w:rPr>
                <w:rFonts w:cs="Arial"/>
              </w:rPr>
              <w:t>Partitions</w:t>
            </w:r>
          </w:p>
        </w:tc>
        <w:tc>
          <w:tcPr>
            <w:tcW w:w="846" w:type="dxa"/>
            <w:shd w:val="clear" w:color="auto" w:fill="auto"/>
          </w:tcPr>
          <w:p w14:paraId="77002857" w14:textId="77777777" w:rsidR="004E4E5C" w:rsidRPr="00A30D7A" w:rsidRDefault="004E4E5C" w:rsidP="00F6791E">
            <w:pPr>
              <w:rPr>
                <w:rFonts w:cs="Arial"/>
              </w:rPr>
            </w:pPr>
          </w:p>
        </w:tc>
        <w:tc>
          <w:tcPr>
            <w:tcW w:w="652" w:type="dxa"/>
            <w:shd w:val="clear" w:color="auto" w:fill="auto"/>
          </w:tcPr>
          <w:p w14:paraId="5C188751" w14:textId="77777777" w:rsidR="004E4E5C" w:rsidRPr="00A30D7A" w:rsidRDefault="004E4E5C" w:rsidP="00F6791E">
            <w:pPr>
              <w:rPr>
                <w:rFonts w:cs="Arial"/>
              </w:rPr>
            </w:pPr>
          </w:p>
        </w:tc>
        <w:tc>
          <w:tcPr>
            <w:tcW w:w="652" w:type="dxa"/>
            <w:shd w:val="clear" w:color="auto" w:fill="auto"/>
          </w:tcPr>
          <w:p w14:paraId="340C160D" w14:textId="77777777" w:rsidR="004E4E5C" w:rsidRPr="00A30D7A" w:rsidRDefault="004E4E5C" w:rsidP="00F6791E">
            <w:pPr>
              <w:rPr>
                <w:rFonts w:cs="Arial"/>
              </w:rPr>
            </w:pPr>
          </w:p>
        </w:tc>
        <w:tc>
          <w:tcPr>
            <w:tcW w:w="652" w:type="dxa"/>
            <w:shd w:val="clear" w:color="auto" w:fill="auto"/>
          </w:tcPr>
          <w:p w14:paraId="4EB6D294" w14:textId="77777777" w:rsidR="004E4E5C" w:rsidRPr="00A30D7A" w:rsidRDefault="004E4E5C" w:rsidP="00F6791E">
            <w:pPr>
              <w:rPr>
                <w:rFonts w:cs="Arial"/>
              </w:rPr>
            </w:pPr>
          </w:p>
        </w:tc>
        <w:tc>
          <w:tcPr>
            <w:tcW w:w="652" w:type="dxa"/>
            <w:shd w:val="clear" w:color="auto" w:fill="auto"/>
          </w:tcPr>
          <w:p w14:paraId="56B95A25" w14:textId="77777777" w:rsidR="004E4E5C" w:rsidRPr="00A30D7A" w:rsidRDefault="004E4E5C" w:rsidP="00F6791E">
            <w:pPr>
              <w:rPr>
                <w:rFonts w:cs="Arial"/>
              </w:rPr>
            </w:pPr>
          </w:p>
        </w:tc>
        <w:tc>
          <w:tcPr>
            <w:tcW w:w="652" w:type="dxa"/>
            <w:shd w:val="clear" w:color="auto" w:fill="auto"/>
          </w:tcPr>
          <w:p w14:paraId="1FC42A3D" w14:textId="77777777" w:rsidR="004E4E5C" w:rsidRPr="00A30D7A" w:rsidRDefault="004E4E5C" w:rsidP="00F6791E">
            <w:pPr>
              <w:rPr>
                <w:rFonts w:cs="Arial"/>
              </w:rPr>
            </w:pPr>
          </w:p>
        </w:tc>
        <w:tc>
          <w:tcPr>
            <w:tcW w:w="652" w:type="dxa"/>
            <w:shd w:val="clear" w:color="auto" w:fill="auto"/>
          </w:tcPr>
          <w:p w14:paraId="4395361C" w14:textId="77777777" w:rsidR="004E4E5C" w:rsidRPr="00A30D7A" w:rsidRDefault="004E4E5C" w:rsidP="00F6791E">
            <w:pPr>
              <w:rPr>
                <w:rFonts w:cs="Arial"/>
              </w:rPr>
            </w:pPr>
          </w:p>
        </w:tc>
        <w:tc>
          <w:tcPr>
            <w:tcW w:w="1530" w:type="dxa"/>
            <w:shd w:val="clear" w:color="auto" w:fill="auto"/>
          </w:tcPr>
          <w:p w14:paraId="4E49A2BE" w14:textId="77777777" w:rsidR="004E4E5C" w:rsidRPr="00A30D7A" w:rsidRDefault="004E4E5C" w:rsidP="00F6791E">
            <w:pPr>
              <w:rPr>
                <w:rFonts w:cs="Arial"/>
              </w:rPr>
            </w:pPr>
          </w:p>
        </w:tc>
      </w:tr>
      <w:tr w:rsidR="004E4E5C" w:rsidRPr="00A30D7A" w14:paraId="5B69DF51" w14:textId="77777777" w:rsidTr="00F6791E">
        <w:tc>
          <w:tcPr>
            <w:tcW w:w="2966" w:type="dxa"/>
            <w:shd w:val="clear" w:color="auto" w:fill="auto"/>
          </w:tcPr>
          <w:p w14:paraId="4EBE20D6" w14:textId="77777777" w:rsidR="004E4E5C" w:rsidRPr="00A30D7A" w:rsidRDefault="004E4E5C" w:rsidP="00F6791E">
            <w:pPr>
              <w:rPr>
                <w:rFonts w:cs="Arial"/>
              </w:rPr>
            </w:pPr>
            <w:r w:rsidRPr="00A30D7A">
              <w:rPr>
                <w:rFonts w:cs="Arial"/>
              </w:rPr>
              <w:t>Internal doors, openings</w:t>
            </w:r>
          </w:p>
        </w:tc>
        <w:tc>
          <w:tcPr>
            <w:tcW w:w="846" w:type="dxa"/>
            <w:shd w:val="clear" w:color="auto" w:fill="auto"/>
          </w:tcPr>
          <w:p w14:paraId="6EFE81FD" w14:textId="77777777" w:rsidR="004E4E5C" w:rsidRPr="00A30D7A" w:rsidRDefault="004E4E5C" w:rsidP="00F6791E">
            <w:pPr>
              <w:rPr>
                <w:rFonts w:cs="Arial"/>
              </w:rPr>
            </w:pPr>
          </w:p>
        </w:tc>
        <w:tc>
          <w:tcPr>
            <w:tcW w:w="652" w:type="dxa"/>
            <w:shd w:val="clear" w:color="auto" w:fill="auto"/>
          </w:tcPr>
          <w:p w14:paraId="34CDB55B" w14:textId="77777777" w:rsidR="004E4E5C" w:rsidRPr="00A30D7A" w:rsidRDefault="004E4E5C" w:rsidP="00F6791E">
            <w:pPr>
              <w:rPr>
                <w:rFonts w:cs="Arial"/>
              </w:rPr>
            </w:pPr>
          </w:p>
        </w:tc>
        <w:tc>
          <w:tcPr>
            <w:tcW w:w="652" w:type="dxa"/>
            <w:shd w:val="clear" w:color="auto" w:fill="auto"/>
          </w:tcPr>
          <w:p w14:paraId="52B33402" w14:textId="77777777" w:rsidR="004E4E5C" w:rsidRPr="00A30D7A" w:rsidRDefault="004E4E5C" w:rsidP="00F6791E">
            <w:pPr>
              <w:rPr>
                <w:rFonts w:cs="Arial"/>
              </w:rPr>
            </w:pPr>
          </w:p>
        </w:tc>
        <w:tc>
          <w:tcPr>
            <w:tcW w:w="652" w:type="dxa"/>
            <w:shd w:val="clear" w:color="auto" w:fill="auto"/>
          </w:tcPr>
          <w:p w14:paraId="3FDF034C" w14:textId="77777777" w:rsidR="004E4E5C" w:rsidRPr="00A30D7A" w:rsidRDefault="004E4E5C" w:rsidP="00F6791E">
            <w:pPr>
              <w:rPr>
                <w:rFonts w:cs="Arial"/>
              </w:rPr>
            </w:pPr>
          </w:p>
        </w:tc>
        <w:tc>
          <w:tcPr>
            <w:tcW w:w="652" w:type="dxa"/>
            <w:shd w:val="clear" w:color="auto" w:fill="auto"/>
          </w:tcPr>
          <w:p w14:paraId="698E5AE4" w14:textId="77777777" w:rsidR="004E4E5C" w:rsidRPr="00A30D7A" w:rsidRDefault="004E4E5C" w:rsidP="00F6791E">
            <w:pPr>
              <w:rPr>
                <w:rFonts w:cs="Arial"/>
              </w:rPr>
            </w:pPr>
          </w:p>
        </w:tc>
        <w:tc>
          <w:tcPr>
            <w:tcW w:w="652" w:type="dxa"/>
            <w:shd w:val="clear" w:color="auto" w:fill="auto"/>
          </w:tcPr>
          <w:p w14:paraId="1541C655" w14:textId="77777777" w:rsidR="004E4E5C" w:rsidRPr="00A30D7A" w:rsidRDefault="004E4E5C" w:rsidP="00F6791E">
            <w:pPr>
              <w:rPr>
                <w:rFonts w:cs="Arial"/>
              </w:rPr>
            </w:pPr>
          </w:p>
        </w:tc>
        <w:tc>
          <w:tcPr>
            <w:tcW w:w="652" w:type="dxa"/>
            <w:shd w:val="clear" w:color="auto" w:fill="auto"/>
          </w:tcPr>
          <w:p w14:paraId="176254C4" w14:textId="77777777" w:rsidR="004E4E5C" w:rsidRPr="00A30D7A" w:rsidRDefault="004E4E5C" w:rsidP="00F6791E">
            <w:pPr>
              <w:rPr>
                <w:rFonts w:cs="Arial"/>
              </w:rPr>
            </w:pPr>
          </w:p>
        </w:tc>
        <w:tc>
          <w:tcPr>
            <w:tcW w:w="1530" w:type="dxa"/>
            <w:shd w:val="clear" w:color="auto" w:fill="auto"/>
          </w:tcPr>
          <w:p w14:paraId="325AAB49" w14:textId="77777777" w:rsidR="004E4E5C" w:rsidRPr="00A30D7A" w:rsidRDefault="004E4E5C" w:rsidP="00F6791E">
            <w:pPr>
              <w:rPr>
                <w:rFonts w:cs="Arial"/>
              </w:rPr>
            </w:pPr>
          </w:p>
        </w:tc>
      </w:tr>
      <w:tr w:rsidR="004E4E5C" w:rsidRPr="00A30D7A" w14:paraId="277F3F0F" w14:textId="77777777" w:rsidTr="00F6791E">
        <w:tc>
          <w:tcPr>
            <w:tcW w:w="2966" w:type="dxa"/>
            <w:shd w:val="clear" w:color="auto" w:fill="auto"/>
          </w:tcPr>
          <w:p w14:paraId="07A9116D" w14:textId="77777777" w:rsidR="004E4E5C" w:rsidRPr="00A30D7A" w:rsidRDefault="004E4E5C" w:rsidP="00F6791E">
            <w:pPr>
              <w:rPr>
                <w:rFonts w:cs="Arial"/>
              </w:rPr>
            </w:pPr>
            <w:r w:rsidRPr="00A30D7A">
              <w:rPr>
                <w:rFonts w:cs="Arial"/>
              </w:rPr>
              <w:t>Ceilings</w:t>
            </w:r>
          </w:p>
        </w:tc>
        <w:tc>
          <w:tcPr>
            <w:tcW w:w="846" w:type="dxa"/>
            <w:shd w:val="clear" w:color="auto" w:fill="auto"/>
          </w:tcPr>
          <w:p w14:paraId="7C0E44C2" w14:textId="77777777" w:rsidR="004E4E5C" w:rsidRPr="00A30D7A" w:rsidRDefault="004E4E5C" w:rsidP="00F6791E">
            <w:pPr>
              <w:rPr>
                <w:rFonts w:cs="Arial"/>
              </w:rPr>
            </w:pPr>
          </w:p>
        </w:tc>
        <w:tc>
          <w:tcPr>
            <w:tcW w:w="652" w:type="dxa"/>
            <w:shd w:val="clear" w:color="auto" w:fill="auto"/>
          </w:tcPr>
          <w:p w14:paraId="4A70AF3A" w14:textId="77777777" w:rsidR="004E4E5C" w:rsidRPr="00A30D7A" w:rsidRDefault="004E4E5C" w:rsidP="00F6791E">
            <w:pPr>
              <w:rPr>
                <w:rFonts w:cs="Arial"/>
              </w:rPr>
            </w:pPr>
          </w:p>
        </w:tc>
        <w:tc>
          <w:tcPr>
            <w:tcW w:w="652" w:type="dxa"/>
            <w:shd w:val="clear" w:color="auto" w:fill="auto"/>
          </w:tcPr>
          <w:p w14:paraId="5FFF1B83" w14:textId="77777777" w:rsidR="004E4E5C" w:rsidRPr="00A30D7A" w:rsidRDefault="004E4E5C" w:rsidP="00F6791E">
            <w:pPr>
              <w:rPr>
                <w:rFonts w:cs="Arial"/>
              </w:rPr>
            </w:pPr>
          </w:p>
        </w:tc>
        <w:tc>
          <w:tcPr>
            <w:tcW w:w="652" w:type="dxa"/>
            <w:shd w:val="clear" w:color="auto" w:fill="auto"/>
          </w:tcPr>
          <w:p w14:paraId="58CF4974" w14:textId="77777777" w:rsidR="004E4E5C" w:rsidRPr="00A30D7A" w:rsidRDefault="004E4E5C" w:rsidP="00F6791E">
            <w:pPr>
              <w:rPr>
                <w:rFonts w:cs="Arial"/>
              </w:rPr>
            </w:pPr>
          </w:p>
        </w:tc>
        <w:tc>
          <w:tcPr>
            <w:tcW w:w="652" w:type="dxa"/>
            <w:shd w:val="clear" w:color="auto" w:fill="auto"/>
          </w:tcPr>
          <w:p w14:paraId="2341D151" w14:textId="77777777" w:rsidR="004E4E5C" w:rsidRPr="00A30D7A" w:rsidRDefault="004E4E5C" w:rsidP="00F6791E">
            <w:pPr>
              <w:rPr>
                <w:rFonts w:cs="Arial"/>
              </w:rPr>
            </w:pPr>
          </w:p>
        </w:tc>
        <w:tc>
          <w:tcPr>
            <w:tcW w:w="652" w:type="dxa"/>
            <w:shd w:val="clear" w:color="auto" w:fill="auto"/>
          </w:tcPr>
          <w:p w14:paraId="2F07D2AA" w14:textId="77777777" w:rsidR="004E4E5C" w:rsidRPr="00A30D7A" w:rsidRDefault="004E4E5C" w:rsidP="00F6791E">
            <w:pPr>
              <w:rPr>
                <w:rFonts w:cs="Arial"/>
              </w:rPr>
            </w:pPr>
          </w:p>
        </w:tc>
        <w:tc>
          <w:tcPr>
            <w:tcW w:w="652" w:type="dxa"/>
            <w:shd w:val="clear" w:color="auto" w:fill="auto"/>
          </w:tcPr>
          <w:p w14:paraId="5A298D1D" w14:textId="77777777" w:rsidR="004E4E5C" w:rsidRPr="00A30D7A" w:rsidRDefault="004E4E5C" w:rsidP="00F6791E">
            <w:pPr>
              <w:rPr>
                <w:rFonts w:cs="Arial"/>
              </w:rPr>
            </w:pPr>
          </w:p>
        </w:tc>
        <w:tc>
          <w:tcPr>
            <w:tcW w:w="1530" w:type="dxa"/>
            <w:shd w:val="clear" w:color="auto" w:fill="auto"/>
          </w:tcPr>
          <w:p w14:paraId="071764B6" w14:textId="77777777" w:rsidR="004E4E5C" w:rsidRPr="00A30D7A" w:rsidRDefault="004E4E5C" w:rsidP="00F6791E">
            <w:pPr>
              <w:rPr>
                <w:rFonts w:cs="Arial"/>
              </w:rPr>
            </w:pPr>
          </w:p>
        </w:tc>
      </w:tr>
      <w:tr w:rsidR="004E4E5C" w:rsidRPr="00A30D7A" w14:paraId="6BD7F2FD" w14:textId="77777777" w:rsidTr="00F6791E">
        <w:tc>
          <w:tcPr>
            <w:tcW w:w="2966" w:type="dxa"/>
            <w:shd w:val="clear" w:color="auto" w:fill="auto"/>
          </w:tcPr>
          <w:p w14:paraId="57A2EAFB" w14:textId="77777777" w:rsidR="004E4E5C" w:rsidRPr="00A30D7A" w:rsidRDefault="004E4E5C" w:rsidP="00F6791E">
            <w:pPr>
              <w:rPr>
                <w:rFonts w:cs="Arial"/>
              </w:rPr>
            </w:pPr>
            <w:r w:rsidRPr="00A30D7A">
              <w:rPr>
                <w:rFonts w:cs="Arial"/>
              </w:rPr>
              <w:t>Flooring</w:t>
            </w:r>
          </w:p>
        </w:tc>
        <w:tc>
          <w:tcPr>
            <w:tcW w:w="846" w:type="dxa"/>
            <w:shd w:val="clear" w:color="auto" w:fill="auto"/>
          </w:tcPr>
          <w:p w14:paraId="201D726E" w14:textId="77777777" w:rsidR="004E4E5C" w:rsidRPr="00A30D7A" w:rsidRDefault="004E4E5C" w:rsidP="00F6791E">
            <w:pPr>
              <w:rPr>
                <w:rFonts w:cs="Arial"/>
              </w:rPr>
            </w:pPr>
          </w:p>
        </w:tc>
        <w:tc>
          <w:tcPr>
            <w:tcW w:w="652" w:type="dxa"/>
            <w:shd w:val="clear" w:color="auto" w:fill="auto"/>
          </w:tcPr>
          <w:p w14:paraId="24BBB83C" w14:textId="77777777" w:rsidR="004E4E5C" w:rsidRPr="00A30D7A" w:rsidRDefault="004E4E5C" w:rsidP="00F6791E">
            <w:pPr>
              <w:rPr>
                <w:rFonts w:cs="Arial"/>
              </w:rPr>
            </w:pPr>
          </w:p>
        </w:tc>
        <w:tc>
          <w:tcPr>
            <w:tcW w:w="652" w:type="dxa"/>
            <w:shd w:val="clear" w:color="auto" w:fill="auto"/>
          </w:tcPr>
          <w:p w14:paraId="50979A35" w14:textId="77777777" w:rsidR="004E4E5C" w:rsidRPr="00A30D7A" w:rsidRDefault="004E4E5C" w:rsidP="00F6791E">
            <w:pPr>
              <w:rPr>
                <w:rFonts w:cs="Arial"/>
              </w:rPr>
            </w:pPr>
          </w:p>
        </w:tc>
        <w:tc>
          <w:tcPr>
            <w:tcW w:w="652" w:type="dxa"/>
            <w:shd w:val="clear" w:color="auto" w:fill="auto"/>
          </w:tcPr>
          <w:p w14:paraId="6303B6DF" w14:textId="77777777" w:rsidR="004E4E5C" w:rsidRPr="00A30D7A" w:rsidRDefault="004E4E5C" w:rsidP="00F6791E">
            <w:pPr>
              <w:rPr>
                <w:rFonts w:cs="Arial"/>
              </w:rPr>
            </w:pPr>
          </w:p>
        </w:tc>
        <w:tc>
          <w:tcPr>
            <w:tcW w:w="652" w:type="dxa"/>
            <w:shd w:val="clear" w:color="auto" w:fill="auto"/>
          </w:tcPr>
          <w:p w14:paraId="208B7E20" w14:textId="77777777" w:rsidR="004E4E5C" w:rsidRPr="00A30D7A" w:rsidRDefault="004E4E5C" w:rsidP="00F6791E">
            <w:pPr>
              <w:rPr>
                <w:rFonts w:cs="Arial"/>
              </w:rPr>
            </w:pPr>
          </w:p>
        </w:tc>
        <w:tc>
          <w:tcPr>
            <w:tcW w:w="652" w:type="dxa"/>
            <w:shd w:val="clear" w:color="auto" w:fill="auto"/>
          </w:tcPr>
          <w:p w14:paraId="227267CB" w14:textId="77777777" w:rsidR="004E4E5C" w:rsidRPr="00A30D7A" w:rsidRDefault="004E4E5C" w:rsidP="00F6791E">
            <w:pPr>
              <w:rPr>
                <w:rFonts w:cs="Arial"/>
              </w:rPr>
            </w:pPr>
          </w:p>
        </w:tc>
        <w:tc>
          <w:tcPr>
            <w:tcW w:w="652" w:type="dxa"/>
            <w:shd w:val="clear" w:color="auto" w:fill="auto"/>
          </w:tcPr>
          <w:p w14:paraId="1A04AC3E" w14:textId="77777777" w:rsidR="004E4E5C" w:rsidRPr="00A30D7A" w:rsidRDefault="004E4E5C" w:rsidP="00F6791E">
            <w:pPr>
              <w:rPr>
                <w:rFonts w:cs="Arial"/>
              </w:rPr>
            </w:pPr>
          </w:p>
        </w:tc>
        <w:tc>
          <w:tcPr>
            <w:tcW w:w="1530" w:type="dxa"/>
            <w:shd w:val="clear" w:color="auto" w:fill="auto"/>
          </w:tcPr>
          <w:p w14:paraId="405083AA" w14:textId="77777777" w:rsidR="004E4E5C" w:rsidRPr="00A30D7A" w:rsidRDefault="004E4E5C" w:rsidP="00F6791E">
            <w:pPr>
              <w:rPr>
                <w:rFonts w:cs="Arial"/>
              </w:rPr>
            </w:pPr>
          </w:p>
        </w:tc>
      </w:tr>
      <w:tr w:rsidR="004E4E5C" w:rsidRPr="00A30D7A" w14:paraId="0CEA7AE1" w14:textId="77777777" w:rsidTr="00F6791E">
        <w:tc>
          <w:tcPr>
            <w:tcW w:w="2966" w:type="dxa"/>
            <w:shd w:val="clear" w:color="auto" w:fill="auto"/>
          </w:tcPr>
          <w:p w14:paraId="5691B2C5" w14:textId="77777777" w:rsidR="004E4E5C" w:rsidRPr="00A30D7A" w:rsidRDefault="004E4E5C" w:rsidP="00F6791E">
            <w:pPr>
              <w:rPr>
                <w:rFonts w:cs="Arial"/>
              </w:rPr>
            </w:pPr>
            <w:r w:rsidRPr="00A30D7A">
              <w:rPr>
                <w:rFonts w:cs="Arial"/>
              </w:rPr>
              <w:t>Balustrading</w:t>
            </w:r>
          </w:p>
        </w:tc>
        <w:tc>
          <w:tcPr>
            <w:tcW w:w="846" w:type="dxa"/>
            <w:shd w:val="clear" w:color="auto" w:fill="auto"/>
          </w:tcPr>
          <w:p w14:paraId="2E8407E9" w14:textId="77777777" w:rsidR="004E4E5C" w:rsidRPr="00A30D7A" w:rsidRDefault="004E4E5C" w:rsidP="00F6791E">
            <w:pPr>
              <w:rPr>
                <w:rFonts w:cs="Arial"/>
              </w:rPr>
            </w:pPr>
          </w:p>
        </w:tc>
        <w:tc>
          <w:tcPr>
            <w:tcW w:w="652" w:type="dxa"/>
            <w:shd w:val="clear" w:color="auto" w:fill="auto"/>
          </w:tcPr>
          <w:p w14:paraId="1A302F0B" w14:textId="77777777" w:rsidR="004E4E5C" w:rsidRPr="00A30D7A" w:rsidRDefault="004E4E5C" w:rsidP="00F6791E">
            <w:pPr>
              <w:rPr>
                <w:rFonts w:cs="Arial"/>
              </w:rPr>
            </w:pPr>
          </w:p>
        </w:tc>
        <w:tc>
          <w:tcPr>
            <w:tcW w:w="652" w:type="dxa"/>
            <w:shd w:val="clear" w:color="auto" w:fill="auto"/>
          </w:tcPr>
          <w:p w14:paraId="458971B8" w14:textId="77777777" w:rsidR="004E4E5C" w:rsidRPr="00A30D7A" w:rsidRDefault="004E4E5C" w:rsidP="00F6791E">
            <w:pPr>
              <w:rPr>
                <w:rFonts w:cs="Arial"/>
              </w:rPr>
            </w:pPr>
          </w:p>
        </w:tc>
        <w:tc>
          <w:tcPr>
            <w:tcW w:w="652" w:type="dxa"/>
            <w:shd w:val="clear" w:color="auto" w:fill="auto"/>
          </w:tcPr>
          <w:p w14:paraId="44DC6693" w14:textId="77777777" w:rsidR="004E4E5C" w:rsidRPr="00A30D7A" w:rsidRDefault="004E4E5C" w:rsidP="00F6791E">
            <w:pPr>
              <w:rPr>
                <w:rFonts w:cs="Arial"/>
              </w:rPr>
            </w:pPr>
          </w:p>
        </w:tc>
        <w:tc>
          <w:tcPr>
            <w:tcW w:w="652" w:type="dxa"/>
            <w:shd w:val="clear" w:color="auto" w:fill="auto"/>
          </w:tcPr>
          <w:p w14:paraId="56580139" w14:textId="77777777" w:rsidR="004E4E5C" w:rsidRPr="00A30D7A" w:rsidRDefault="004E4E5C" w:rsidP="00F6791E">
            <w:pPr>
              <w:rPr>
                <w:rFonts w:cs="Arial"/>
              </w:rPr>
            </w:pPr>
          </w:p>
        </w:tc>
        <w:tc>
          <w:tcPr>
            <w:tcW w:w="652" w:type="dxa"/>
            <w:shd w:val="clear" w:color="auto" w:fill="auto"/>
          </w:tcPr>
          <w:p w14:paraId="0933D029" w14:textId="77777777" w:rsidR="004E4E5C" w:rsidRPr="00A30D7A" w:rsidRDefault="004E4E5C" w:rsidP="00F6791E">
            <w:pPr>
              <w:rPr>
                <w:rFonts w:cs="Arial"/>
              </w:rPr>
            </w:pPr>
          </w:p>
        </w:tc>
        <w:tc>
          <w:tcPr>
            <w:tcW w:w="652" w:type="dxa"/>
            <w:shd w:val="clear" w:color="auto" w:fill="auto"/>
          </w:tcPr>
          <w:p w14:paraId="23C57051" w14:textId="77777777" w:rsidR="004E4E5C" w:rsidRPr="00A30D7A" w:rsidRDefault="004E4E5C" w:rsidP="00F6791E">
            <w:pPr>
              <w:rPr>
                <w:rFonts w:cs="Arial"/>
              </w:rPr>
            </w:pPr>
          </w:p>
        </w:tc>
        <w:tc>
          <w:tcPr>
            <w:tcW w:w="1530" w:type="dxa"/>
            <w:shd w:val="clear" w:color="auto" w:fill="auto"/>
          </w:tcPr>
          <w:p w14:paraId="68728879" w14:textId="77777777" w:rsidR="004E4E5C" w:rsidRPr="00A30D7A" w:rsidRDefault="004E4E5C" w:rsidP="00F6791E">
            <w:pPr>
              <w:rPr>
                <w:rFonts w:cs="Arial"/>
              </w:rPr>
            </w:pPr>
          </w:p>
        </w:tc>
      </w:tr>
      <w:tr w:rsidR="004E4E5C" w:rsidRPr="00A30D7A" w14:paraId="336F0DAD" w14:textId="77777777" w:rsidTr="00F6791E">
        <w:tc>
          <w:tcPr>
            <w:tcW w:w="2966" w:type="dxa"/>
            <w:shd w:val="clear" w:color="auto" w:fill="D9D9D9"/>
          </w:tcPr>
          <w:p w14:paraId="1A78B2F4" w14:textId="77777777" w:rsidR="004E4E5C" w:rsidRPr="00A30D7A" w:rsidRDefault="004E4E5C" w:rsidP="00F6791E">
            <w:pPr>
              <w:rPr>
                <w:rFonts w:cs="Arial"/>
                <w:b/>
              </w:rPr>
            </w:pPr>
            <w:r w:rsidRPr="00A30D7A">
              <w:rPr>
                <w:rFonts w:cs="Arial"/>
                <w:b/>
              </w:rPr>
              <w:t>F, F &amp; E</w:t>
            </w:r>
          </w:p>
        </w:tc>
        <w:tc>
          <w:tcPr>
            <w:tcW w:w="846" w:type="dxa"/>
            <w:shd w:val="clear" w:color="auto" w:fill="D9D9D9"/>
          </w:tcPr>
          <w:p w14:paraId="2375EA5F" w14:textId="77777777" w:rsidR="004E4E5C" w:rsidRPr="00A30D7A" w:rsidRDefault="004E4E5C" w:rsidP="00F6791E">
            <w:pPr>
              <w:rPr>
                <w:rFonts w:cs="Arial"/>
              </w:rPr>
            </w:pPr>
          </w:p>
        </w:tc>
        <w:tc>
          <w:tcPr>
            <w:tcW w:w="652" w:type="dxa"/>
            <w:shd w:val="clear" w:color="auto" w:fill="D9D9D9"/>
          </w:tcPr>
          <w:p w14:paraId="7DAD0D08" w14:textId="77777777" w:rsidR="004E4E5C" w:rsidRPr="00A30D7A" w:rsidRDefault="004E4E5C" w:rsidP="00F6791E">
            <w:pPr>
              <w:rPr>
                <w:rFonts w:cs="Arial"/>
              </w:rPr>
            </w:pPr>
          </w:p>
        </w:tc>
        <w:tc>
          <w:tcPr>
            <w:tcW w:w="652" w:type="dxa"/>
            <w:shd w:val="clear" w:color="auto" w:fill="D9D9D9"/>
          </w:tcPr>
          <w:p w14:paraId="72D9F9E5" w14:textId="77777777" w:rsidR="004E4E5C" w:rsidRPr="00A30D7A" w:rsidRDefault="004E4E5C" w:rsidP="00F6791E">
            <w:pPr>
              <w:rPr>
                <w:rFonts w:cs="Arial"/>
              </w:rPr>
            </w:pPr>
          </w:p>
        </w:tc>
        <w:tc>
          <w:tcPr>
            <w:tcW w:w="652" w:type="dxa"/>
            <w:shd w:val="clear" w:color="auto" w:fill="D9D9D9"/>
          </w:tcPr>
          <w:p w14:paraId="2F54A820" w14:textId="77777777" w:rsidR="004E4E5C" w:rsidRPr="00A30D7A" w:rsidRDefault="004E4E5C" w:rsidP="00F6791E">
            <w:pPr>
              <w:rPr>
                <w:rFonts w:cs="Arial"/>
              </w:rPr>
            </w:pPr>
          </w:p>
        </w:tc>
        <w:tc>
          <w:tcPr>
            <w:tcW w:w="652" w:type="dxa"/>
            <w:shd w:val="clear" w:color="auto" w:fill="D9D9D9"/>
          </w:tcPr>
          <w:p w14:paraId="5DC296AF" w14:textId="77777777" w:rsidR="004E4E5C" w:rsidRPr="00A30D7A" w:rsidRDefault="004E4E5C" w:rsidP="00F6791E">
            <w:pPr>
              <w:rPr>
                <w:rFonts w:cs="Arial"/>
              </w:rPr>
            </w:pPr>
          </w:p>
        </w:tc>
        <w:tc>
          <w:tcPr>
            <w:tcW w:w="652" w:type="dxa"/>
            <w:shd w:val="clear" w:color="auto" w:fill="D9D9D9"/>
          </w:tcPr>
          <w:p w14:paraId="0D1BA739" w14:textId="77777777" w:rsidR="004E4E5C" w:rsidRPr="00A30D7A" w:rsidRDefault="004E4E5C" w:rsidP="00F6791E">
            <w:pPr>
              <w:rPr>
                <w:rFonts w:cs="Arial"/>
              </w:rPr>
            </w:pPr>
          </w:p>
        </w:tc>
        <w:tc>
          <w:tcPr>
            <w:tcW w:w="652" w:type="dxa"/>
            <w:shd w:val="clear" w:color="auto" w:fill="D9D9D9"/>
          </w:tcPr>
          <w:p w14:paraId="78EADB8B" w14:textId="77777777" w:rsidR="004E4E5C" w:rsidRPr="00A30D7A" w:rsidRDefault="004E4E5C" w:rsidP="00F6791E">
            <w:pPr>
              <w:rPr>
                <w:rFonts w:cs="Arial"/>
              </w:rPr>
            </w:pPr>
          </w:p>
        </w:tc>
        <w:tc>
          <w:tcPr>
            <w:tcW w:w="1530" w:type="dxa"/>
            <w:shd w:val="clear" w:color="auto" w:fill="D9D9D9"/>
          </w:tcPr>
          <w:p w14:paraId="64F55948" w14:textId="77777777" w:rsidR="004E4E5C" w:rsidRPr="00A30D7A" w:rsidRDefault="004E4E5C" w:rsidP="00F6791E">
            <w:pPr>
              <w:rPr>
                <w:rFonts w:cs="Arial"/>
              </w:rPr>
            </w:pPr>
          </w:p>
        </w:tc>
      </w:tr>
      <w:tr w:rsidR="004E4E5C" w:rsidRPr="00A30D7A" w14:paraId="3C871CDC" w14:textId="77777777" w:rsidTr="00F6791E">
        <w:tc>
          <w:tcPr>
            <w:tcW w:w="2966" w:type="dxa"/>
            <w:shd w:val="clear" w:color="auto" w:fill="auto"/>
          </w:tcPr>
          <w:p w14:paraId="466C7C9D" w14:textId="77777777" w:rsidR="004E4E5C" w:rsidRPr="00A30D7A" w:rsidRDefault="004E4E5C" w:rsidP="00F6791E">
            <w:pPr>
              <w:rPr>
                <w:rFonts w:cs="Arial"/>
              </w:rPr>
            </w:pPr>
            <w:r w:rsidRPr="00A30D7A">
              <w:rPr>
                <w:rFonts w:cs="Arial"/>
              </w:rPr>
              <w:t>Casework, joinery</w:t>
            </w:r>
          </w:p>
        </w:tc>
        <w:tc>
          <w:tcPr>
            <w:tcW w:w="846" w:type="dxa"/>
            <w:shd w:val="clear" w:color="auto" w:fill="auto"/>
          </w:tcPr>
          <w:p w14:paraId="4AF579E9" w14:textId="77777777" w:rsidR="004E4E5C" w:rsidRPr="00A30D7A" w:rsidRDefault="004E4E5C" w:rsidP="00F6791E">
            <w:pPr>
              <w:rPr>
                <w:rFonts w:cs="Arial"/>
              </w:rPr>
            </w:pPr>
          </w:p>
        </w:tc>
        <w:tc>
          <w:tcPr>
            <w:tcW w:w="652" w:type="dxa"/>
            <w:shd w:val="clear" w:color="auto" w:fill="auto"/>
          </w:tcPr>
          <w:p w14:paraId="4652C88B" w14:textId="77777777" w:rsidR="004E4E5C" w:rsidRPr="00A30D7A" w:rsidRDefault="004E4E5C" w:rsidP="00F6791E">
            <w:pPr>
              <w:rPr>
                <w:rFonts w:cs="Arial"/>
              </w:rPr>
            </w:pPr>
          </w:p>
        </w:tc>
        <w:tc>
          <w:tcPr>
            <w:tcW w:w="652" w:type="dxa"/>
            <w:shd w:val="clear" w:color="auto" w:fill="auto"/>
          </w:tcPr>
          <w:p w14:paraId="70E461B9" w14:textId="77777777" w:rsidR="004E4E5C" w:rsidRPr="00A30D7A" w:rsidRDefault="004E4E5C" w:rsidP="00F6791E">
            <w:pPr>
              <w:rPr>
                <w:rFonts w:cs="Arial"/>
              </w:rPr>
            </w:pPr>
          </w:p>
        </w:tc>
        <w:tc>
          <w:tcPr>
            <w:tcW w:w="652" w:type="dxa"/>
            <w:shd w:val="clear" w:color="auto" w:fill="auto"/>
          </w:tcPr>
          <w:p w14:paraId="0485DF43" w14:textId="77777777" w:rsidR="004E4E5C" w:rsidRPr="00A30D7A" w:rsidRDefault="004E4E5C" w:rsidP="00F6791E">
            <w:pPr>
              <w:rPr>
                <w:rFonts w:cs="Arial"/>
              </w:rPr>
            </w:pPr>
          </w:p>
        </w:tc>
        <w:tc>
          <w:tcPr>
            <w:tcW w:w="652" w:type="dxa"/>
            <w:shd w:val="clear" w:color="auto" w:fill="auto"/>
          </w:tcPr>
          <w:p w14:paraId="1ED2B3EE" w14:textId="77777777" w:rsidR="004E4E5C" w:rsidRPr="00A30D7A" w:rsidRDefault="004E4E5C" w:rsidP="00F6791E">
            <w:pPr>
              <w:rPr>
                <w:rFonts w:cs="Arial"/>
              </w:rPr>
            </w:pPr>
          </w:p>
        </w:tc>
        <w:tc>
          <w:tcPr>
            <w:tcW w:w="652" w:type="dxa"/>
            <w:shd w:val="clear" w:color="auto" w:fill="auto"/>
          </w:tcPr>
          <w:p w14:paraId="144D79D8" w14:textId="77777777" w:rsidR="004E4E5C" w:rsidRPr="00A30D7A" w:rsidRDefault="004E4E5C" w:rsidP="00F6791E">
            <w:pPr>
              <w:rPr>
                <w:rFonts w:cs="Arial"/>
              </w:rPr>
            </w:pPr>
          </w:p>
        </w:tc>
        <w:tc>
          <w:tcPr>
            <w:tcW w:w="652" w:type="dxa"/>
            <w:shd w:val="clear" w:color="auto" w:fill="auto"/>
          </w:tcPr>
          <w:p w14:paraId="7B4818C6" w14:textId="77777777" w:rsidR="004E4E5C" w:rsidRPr="00A30D7A" w:rsidRDefault="004E4E5C" w:rsidP="00F6791E">
            <w:pPr>
              <w:rPr>
                <w:rFonts w:cs="Arial"/>
              </w:rPr>
            </w:pPr>
          </w:p>
        </w:tc>
        <w:tc>
          <w:tcPr>
            <w:tcW w:w="1530" w:type="dxa"/>
            <w:shd w:val="clear" w:color="auto" w:fill="auto"/>
          </w:tcPr>
          <w:p w14:paraId="17EB64CF" w14:textId="77777777" w:rsidR="004E4E5C" w:rsidRPr="00A30D7A" w:rsidRDefault="004E4E5C" w:rsidP="00F6791E">
            <w:pPr>
              <w:rPr>
                <w:rFonts w:cs="Arial"/>
              </w:rPr>
            </w:pPr>
          </w:p>
        </w:tc>
      </w:tr>
      <w:tr w:rsidR="004E4E5C" w:rsidRPr="00A30D7A" w14:paraId="261ACE1F" w14:textId="77777777" w:rsidTr="00F6791E">
        <w:tc>
          <w:tcPr>
            <w:tcW w:w="2966" w:type="dxa"/>
            <w:shd w:val="clear" w:color="auto" w:fill="auto"/>
          </w:tcPr>
          <w:p w14:paraId="266AFE96" w14:textId="77777777" w:rsidR="004E4E5C" w:rsidRPr="00A30D7A" w:rsidRDefault="004E4E5C" w:rsidP="00F6791E">
            <w:pPr>
              <w:rPr>
                <w:rFonts w:cs="Arial"/>
              </w:rPr>
            </w:pPr>
            <w:r w:rsidRPr="00A30D7A">
              <w:rPr>
                <w:rFonts w:cs="Arial"/>
              </w:rPr>
              <w:t>Fixtures</w:t>
            </w:r>
          </w:p>
        </w:tc>
        <w:tc>
          <w:tcPr>
            <w:tcW w:w="846" w:type="dxa"/>
            <w:shd w:val="clear" w:color="auto" w:fill="auto"/>
          </w:tcPr>
          <w:p w14:paraId="71B59216" w14:textId="77777777" w:rsidR="004E4E5C" w:rsidRPr="00A30D7A" w:rsidRDefault="004E4E5C" w:rsidP="00F6791E">
            <w:pPr>
              <w:rPr>
                <w:rFonts w:cs="Arial"/>
              </w:rPr>
            </w:pPr>
          </w:p>
        </w:tc>
        <w:tc>
          <w:tcPr>
            <w:tcW w:w="652" w:type="dxa"/>
            <w:shd w:val="clear" w:color="auto" w:fill="auto"/>
          </w:tcPr>
          <w:p w14:paraId="5DB24EC6" w14:textId="77777777" w:rsidR="004E4E5C" w:rsidRPr="00A30D7A" w:rsidRDefault="004E4E5C" w:rsidP="00F6791E">
            <w:pPr>
              <w:rPr>
                <w:rFonts w:cs="Arial"/>
              </w:rPr>
            </w:pPr>
          </w:p>
        </w:tc>
        <w:tc>
          <w:tcPr>
            <w:tcW w:w="652" w:type="dxa"/>
            <w:shd w:val="clear" w:color="auto" w:fill="auto"/>
          </w:tcPr>
          <w:p w14:paraId="1C84FAA4" w14:textId="77777777" w:rsidR="004E4E5C" w:rsidRPr="00A30D7A" w:rsidRDefault="004E4E5C" w:rsidP="00F6791E">
            <w:pPr>
              <w:rPr>
                <w:rFonts w:cs="Arial"/>
              </w:rPr>
            </w:pPr>
          </w:p>
        </w:tc>
        <w:tc>
          <w:tcPr>
            <w:tcW w:w="652" w:type="dxa"/>
            <w:shd w:val="clear" w:color="auto" w:fill="auto"/>
          </w:tcPr>
          <w:p w14:paraId="349030F5" w14:textId="77777777" w:rsidR="004E4E5C" w:rsidRPr="00A30D7A" w:rsidRDefault="004E4E5C" w:rsidP="00F6791E">
            <w:pPr>
              <w:rPr>
                <w:rFonts w:cs="Arial"/>
              </w:rPr>
            </w:pPr>
          </w:p>
        </w:tc>
        <w:tc>
          <w:tcPr>
            <w:tcW w:w="652" w:type="dxa"/>
            <w:shd w:val="clear" w:color="auto" w:fill="auto"/>
          </w:tcPr>
          <w:p w14:paraId="1AB2F681" w14:textId="77777777" w:rsidR="004E4E5C" w:rsidRPr="00A30D7A" w:rsidRDefault="004E4E5C" w:rsidP="00F6791E">
            <w:pPr>
              <w:rPr>
                <w:rFonts w:cs="Arial"/>
              </w:rPr>
            </w:pPr>
          </w:p>
        </w:tc>
        <w:tc>
          <w:tcPr>
            <w:tcW w:w="652" w:type="dxa"/>
            <w:shd w:val="clear" w:color="auto" w:fill="auto"/>
          </w:tcPr>
          <w:p w14:paraId="5EA781FC" w14:textId="77777777" w:rsidR="004E4E5C" w:rsidRPr="00A30D7A" w:rsidRDefault="004E4E5C" w:rsidP="00F6791E">
            <w:pPr>
              <w:rPr>
                <w:rFonts w:cs="Arial"/>
              </w:rPr>
            </w:pPr>
          </w:p>
        </w:tc>
        <w:tc>
          <w:tcPr>
            <w:tcW w:w="652" w:type="dxa"/>
            <w:shd w:val="clear" w:color="auto" w:fill="auto"/>
          </w:tcPr>
          <w:p w14:paraId="5B32998E" w14:textId="77777777" w:rsidR="004E4E5C" w:rsidRPr="00A30D7A" w:rsidRDefault="004E4E5C" w:rsidP="00F6791E">
            <w:pPr>
              <w:rPr>
                <w:rFonts w:cs="Arial"/>
              </w:rPr>
            </w:pPr>
          </w:p>
        </w:tc>
        <w:tc>
          <w:tcPr>
            <w:tcW w:w="1530" w:type="dxa"/>
            <w:shd w:val="clear" w:color="auto" w:fill="auto"/>
          </w:tcPr>
          <w:p w14:paraId="3F39C3D6" w14:textId="77777777" w:rsidR="004E4E5C" w:rsidRPr="00A30D7A" w:rsidRDefault="004E4E5C" w:rsidP="00F6791E">
            <w:pPr>
              <w:rPr>
                <w:rFonts w:cs="Arial"/>
              </w:rPr>
            </w:pPr>
          </w:p>
        </w:tc>
      </w:tr>
      <w:tr w:rsidR="004E4E5C" w:rsidRPr="00A30D7A" w14:paraId="4AD080F9" w14:textId="77777777" w:rsidTr="00F6791E">
        <w:tc>
          <w:tcPr>
            <w:tcW w:w="2966" w:type="dxa"/>
            <w:shd w:val="clear" w:color="auto" w:fill="auto"/>
          </w:tcPr>
          <w:p w14:paraId="6D624BE2" w14:textId="77777777" w:rsidR="004E4E5C" w:rsidRPr="00A30D7A" w:rsidRDefault="004E4E5C" w:rsidP="00F6791E">
            <w:pPr>
              <w:rPr>
                <w:rFonts w:cs="Arial"/>
              </w:rPr>
            </w:pPr>
            <w:r w:rsidRPr="00A30D7A">
              <w:rPr>
                <w:rFonts w:cs="Arial"/>
              </w:rPr>
              <w:t>Fittings</w:t>
            </w:r>
          </w:p>
        </w:tc>
        <w:tc>
          <w:tcPr>
            <w:tcW w:w="846" w:type="dxa"/>
            <w:shd w:val="clear" w:color="auto" w:fill="auto"/>
          </w:tcPr>
          <w:p w14:paraId="6F060806" w14:textId="77777777" w:rsidR="004E4E5C" w:rsidRPr="00A30D7A" w:rsidRDefault="004E4E5C" w:rsidP="00F6791E">
            <w:pPr>
              <w:rPr>
                <w:rFonts w:cs="Arial"/>
              </w:rPr>
            </w:pPr>
          </w:p>
        </w:tc>
        <w:tc>
          <w:tcPr>
            <w:tcW w:w="652" w:type="dxa"/>
            <w:shd w:val="clear" w:color="auto" w:fill="auto"/>
          </w:tcPr>
          <w:p w14:paraId="556EAFCF" w14:textId="77777777" w:rsidR="004E4E5C" w:rsidRPr="00A30D7A" w:rsidRDefault="004E4E5C" w:rsidP="00F6791E">
            <w:pPr>
              <w:rPr>
                <w:rFonts w:cs="Arial"/>
              </w:rPr>
            </w:pPr>
          </w:p>
        </w:tc>
        <w:tc>
          <w:tcPr>
            <w:tcW w:w="652" w:type="dxa"/>
            <w:shd w:val="clear" w:color="auto" w:fill="auto"/>
          </w:tcPr>
          <w:p w14:paraId="125B8C1E" w14:textId="77777777" w:rsidR="004E4E5C" w:rsidRPr="00A30D7A" w:rsidRDefault="004E4E5C" w:rsidP="00F6791E">
            <w:pPr>
              <w:rPr>
                <w:rFonts w:cs="Arial"/>
              </w:rPr>
            </w:pPr>
          </w:p>
        </w:tc>
        <w:tc>
          <w:tcPr>
            <w:tcW w:w="652" w:type="dxa"/>
            <w:shd w:val="clear" w:color="auto" w:fill="auto"/>
          </w:tcPr>
          <w:p w14:paraId="5D1B0E4C" w14:textId="77777777" w:rsidR="004E4E5C" w:rsidRPr="00A30D7A" w:rsidRDefault="004E4E5C" w:rsidP="00F6791E">
            <w:pPr>
              <w:rPr>
                <w:rFonts w:cs="Arial"/>
              </w:rPr>
            </w:pPr>
          </w:p>
        </w:tc>
        <w:tc>
          <w:tcPr>
            <w:tcW w:w="652" w:type="dxa"/>
            <w:shd w:val="clear" w:color="auto" w:fill="auto"/>
          </w:tcPr>
          <w:p w14:paraId="72006AAC" w14:textId="77777777" w:rsidR="004E4E5C" w:rsidRPr="00A30D7A" w:rsidRDefault="004E4E5C" w:rsidP="00F6791E">
            <w:pPr>
              <w:rPr>
                <w:rFonts w:cs="Arial"/>
              </w:rPr>
            </w:pPr>
          </w:p>
        </w:tc>
        <w:tc>
          <w:tcPr>
            <w:tcW w:w="652" w:type="dxa"/>
            <w:shd w:val="clear" w:color="auto" w:fill="auto"/>
          </w:tcPr>
          <w:p w14:paraId="15094C5C" w14:textId="77777777" w:rsidR="004E4E5C" w:rsidRPr="00A30D7A" w:rsidRDefault="004E4E5C" w:rsidP="00F6791E">
            <w:pPr>
              <w:rPr>
                <w:rFonts w:cs="Arial"/>
              </w:rPr>
            </w:pPr>
          </w:p>
        </w:tc>
        <w:tc>
          <w:tcPr>
            <w:tcW w:w="652" w:type="dxa"/>
            <w:shd w:val="clear" w:color="auto" w:fill="auto"/>
          </w:tcPr>
          <w:p w14:paraId="20C33346" w14:textId="77777777" w:rsidR="004E4E5C" w:rsidRPr="00A30D7A" w:rsidRDefault="004E4E5C" w:rsidP="00F6791E">
            <w:pPr>
              <w:rPr>
                <w:rFonts w:cs="Arial"/>
              </w:rPr>
            </w:pPr>
          </w:p>
        </w:tc>
        <w:tc>
          <w:tcPr>
            <w:tcW w:w="1530" w:type="dxa"/>
            <w:shd w:val="clear" w:color="auto" w:fill="auto"/>
          </w:tcPr>
          <w:p w14:paraId="7B92D3B3" w14:textId="77777777" w:rsidR="004E4E5C" w:rsidRPr="00A30D7A" w:rsidRDefault="004E4E5C" w:rsidP="00F6791E">
            <w:pPr>
              <w:rPr>
                <w:rFonts w:cs="Arial"/>
              </w:rPr>
            </w:pPr>
          </w:p>
        </w:tc>
      </w:tr>
      <w:tr w:rsidR="004E4E5C" w:rsidRPr="00A30D7A" w14:paraId="0A62EEF5" w14:textId="77777777" w:rsidTr="00F6791E">
        <w:tc>
          <w:tcPr>
            <w:tcW w:w="2966" w:type="dxa"/>
            <w:shd w:val="clear" w:color="auto" w:fill="auto"/>
          </w:tcPr>
          <w:p w14:paraId="3BF0AF8B" w14:textId="77777777" w:rsidR="004E4E5C" w:rsidRPr="00A30D7A" w:rsidRDefault="004E4E5C" w:rsidP="00F6791E">
            <w:pPr>
              <w:rPr>
                <w:rFonts w:cs="Arial"/>
              </w:rPr>
            </w:pPr>
            <w:r w:rsidRPr="00A30D7A">
              <w:rPr>
                <w:rFonts w:cs="Arial"/>
              </w:rPr>
              <w:t>Equipment (non-service)</w:t>
            </w:r>
          </w:p>
        </w:tc>
        <w:tc>
          <w:tcPr>
            <w:tcW w:w="846" w:type="dxa"/>
            <w:shd w:val="clear" w:color="auto" w:fill="auto"/>
          </w:tcPr>
          <w:p w14:paraId="1B8B2E3B" w14:textId="77777777" w:rsidR="004E4E5C" w:rsidRPr="00A30D7A" w:rsidRDefault="004E4E5C" w:rsidP="00F6791E">
            <w:pPr>
              <w:rPr>
                <w:rFonts w:cs="Arial"/>
              </w:rPr>
            </w:pPr>
          </w:p>
        </w:tc>
        <w:tc>
          <w:tcPr>
            <w:tcW w:w="652" w:type="dxa"/>
            <w:shd w:val="clear" w:color="auto" w:fill="auto"/>
          </w:tcPr>
          <w:p w14:paraId="457952E4" w14:textId="77777777" w:rsidR="004E4E5C" w:rsidRPr="00A30D7A" w:rsidRDefault="004E4E5C" w:rsidP="00F6791E">
            <w:pPr>
              <w:rPr>
                <w:rFonts w:cs="Arial"/>
              </w:rPr>
            </w:pPr>
          </w:p>
        </w:tc>
        <w:tc>
          <w:tcPr>
            <w:tcW w:w="652" w:type="dxa"/>
            <w:shd w:val="clear" w:color="auto" w:fill="auto"/>
          </w:tcPr>
          <w:p w14:paraId="5A6DDD47" w14:textId="77777777" w:rsidR="004E4E5C" w:rsidRPr="00A30D7A" w:rsidRDefault="004E4E5C" w:rsidP="00F6791E">
            <w:pPr>
              <w:rPr>
                <w:rFonts w:cs="Arial"/>
              </w:rPr>
            </w:pPr>
          </w:p>
        </w:tc>
        <w:tc>
          <w:tcPr>
            <w:tcW w:w="652" w:type="dxa"/>
            <w:shd w:val="clear" w:color="auto" w:fill="auto"/>
          </w:tcPr>
          <w:p w14:paraId="43CECE93" w14:textId="77777777" w:rsidR="004E4E5C" w:rsidRPr="00A30D7A" w:rsidRDefault="004E4E5C" w:rsidP="00F6791E">
            <w:pPr>
              <w:rPr>
                <w:rFonts w:cs="Arial"/>
              </w:rPr>
            </w:pPr>
          </w:p>
        </w:tc>
        <w:tc>
          <w:tcPr>
            <w:tcW w:w="652" w:type="dxa"/>
            <w:shd w:val="clear" w:color="auto" w:fill="auto"/>
          </w:tcPr>
          <w:p w14:paraId="6FD7B8D0" w14:textId="77777777" w:rsidR="004E4E5C" w:rsidRPr="00A30D7A" w:rsidRDefault="004E4E5C" w:rsidP="00F6791E">
            <w:pPr>
              <w:rPr>
                <w:rFonts w:cs="Arial"/>
              </w:rPr>
            </w:pPr>
          </w:p>
        </w:tc>
        <w:tc>
          <w:tcPr>
            <w:tcW w:w="652" w:type="dxa"/>
            <w:shd w:val="clear" w:color="auto" w:fill="auto"/>
          </w:tcPr>
          <w:p w14:paraId="41D9F47B" w14:textId="77777777" w:rsidR="004E4E5C" w:rsidRPr="00A30D7A" w:rsidRDefault="004E4E5C" w:rsidP="00F6791E">
            <w:pPr>
              <w:rPr>
                <w:rFonts w:cs="Arial"/>
              </w:rPr>
            </w:pPr>
          </w:p>
        </w:tc>
        <w:tc>
          <w:tcPr>
            <w:tcW w:w="652" w:type="dxa"/>
            <w:shd w:val="clear" w:color="auto" w:fill="auto"/>
          </w:tcPr>
          <w:p w14:paraId="6184E255" w14:textId="77777777" w:rsidR="004E4E5C" w:rsidRPr="00A30D7A" w:rsidRDefault="004E4E5C" w:rsidP="00F6791E">
            <w:pPr>
              <w:rPr>
                <w:rFonts w:cs="Arial"/>
              </w:rPr>
            </w:pPr>
          </w:p>
        </w:tc>
        <w:tc>
          <w:tcPr>
            <w:tcW w:w="1530" w:type="dxa"/>
            <w:shd w:val="clear" w:color="auto" w:fill="auto"/>
          </w:tcPr>
          <w:p w14:paraId="41EBB3F1" w14:textId="77777777" w:rsidR="004E4E5C" w:rsidRPr="00A30D7A" w:rsidRDefault="004E4E5C" w:rsidP="00F6791E">
            <w:pPr>
              <w:rPr>
                <w:rFonts w:cs="Arial"/>
              </w:rPr>
            </w:pPr>
          </w:p>
        </w:tc>
      </w:tr>
      <w:tr w:rsidR="004E4E5C" w:rsidRPr="00A30D7A" w14:paraId="6F51C284" w14:textId="77777777" w:rsidTr="00F6791E">
        <w:tc>
          <w:tcPr>
            <w:tcW w:w="2966" w:type="dxa"/>
            <w:shd w:val="clear" w:color="auto" w:fill="auto"/>
          </w:tcPr>
          <w:p w14:paraId="1075EEA5" w14:textId="77777777" w:rsidR="004E4E5C" w:rsidRPr="00A30D7A" w:rsidRDefault="004E4E5C" w:rsidP="00F6791E">
            <w:pPr>
              <w:rPr>
                <w:rFonts w:cs="Arial"/>
              </w:rPr>
            </w:pPr>
            <w:r w:rsidRPr="00A30D7A">
              <w:rPr>
                <w:rFonts w:cs="Arial"/>
              </w:rPr>
              <w:t>Furniture</w:t>
            </w:r>
          </w:p>
        </w:tc>
        <w:tc>
          <w:tcPr>
            <w:tcW w:w="846" w:type="dxa"/>
            <w:shd w:val="clear" w:color="auto" w:fill="auto"/>
          </w:tcPr>
          <w:p w14:paraId="1750E7EA" w14:textId="77777777" w:rsidR="004E4E5C" w:rsidRPr="00A30D7A" w:rsidRDefault="004E4E5C" w:rsidP="00F6791E">
            <w:pPr>
              <w:rPr>
                <w:rFonts w:cs="Arial"/>
              </w:rPr>
            </w:pPr>
          </w:p>
        </w:tc>
        <w:tc>
          <w:tcPr>
            <w:tcW w:w="652" w:type="dxa"/>
            <w:shd w:val="clear" w:color="auto" w:fill="auto"/>
          </w:tcPr>
          <w:p w14:paraId="15DDC9C9" w14:textId="77777777" w:rsidR="004E4E5C" w:rsidRPr="00A30D7A" w:rsidRDefault="004E4E5C" w:rsidP="00F6791E">
            <w:pPr>
              <w:rPr>
                <w:rFonts w:cs="Arial"/>
              </w:rPr>
            </w:pPr>
          </w:p>
        </w:tc>
        <w:tc>
          <w:tcPr>
            <w:tcW w:w="652" w:type="dxa"/>
            <w:shd w:val="clear" w:color="auto" w:fill="auto"/>
          </w:tcPr>
          <w:p w14:paraId="7892EC52" w14:textId="77777777" w:rsidR="004E4E5C" w:rsidRPr="00A30D7A" w:rsidRDefault="004E4E5C" w:rsidP="00F6791E">
            <w:pPr>
              <w:rPr>
                <w:rFonts w:cs="Arial"/>
              </w:rPr>
            </w:pPr>
          </w:p>
        </w:tc>
        <w:tc>
          <w:tcPr>
            <w:tcW w:w="652" w:type="dxa"/>
            <w:shd w:val="clear" w:color="auto" w:fill="auto"/>
          </w:tcPr>
          <w:p w14:paraId="378110DB" w14:textId="77777777" w:rsidR="004E4E5C" w:rsidRPr="00A30D7A" w:rsidRDefault="004E4E5C" w:rsidP="00F6791E">
            <w:pPr>
              <w:rPr>
                <w:rFonts w:cs="Arial"/>
              </w:rPr>
            </w:pPr>
          </w:p>
        </w:tc>
        <w:tc>
          <w:tcPr>
            <w:tcW w:w="652" w:type="dxa"/>
            <w:shd w:val="clear" w:color="auto" w:fill="auto"/>
          </w:tcPr>
          <w:p w14:paraId="6D708031" w14:textId="77777777" w:rsidR="004E4E5C" w:rsidRPr="00A30D7A" w:rsidRDefault="004E4E5C" w:rsidP="00F6791E">
            <w:pPr>
              <w:rPr>
                <w:rFonts w:cs="Arial"/>
              </w:rPr>
            </w:pPr>
          </w:p>
        </w:tc>
        <w:tc>
          <w:tcPr>
            <w:tcW w:w="652" w:type="dxa"/>
            <w:shd w:val="clear" w:color="auto" w:fill="auto"/>
          </w:tcPr>
          <w:p w14:paraId="0FF2C174" w14:textId="77777777" w:rsidR="004E4E5C" w:rsidRPr="00A30D7A" w:rsidRDefault="004E4E5C" w:rsidP="00F6791E">
            <w:pPr>
              <w:rPr>
                <w:rFonts w:cs="Arial"/>
              </w:rPr>
            </w:pPr>
          </w:p>
        </w:tc>
        <w:tc>
          <w:tcPr>
            <w:tcW w:w="652" w:type="dxa"/>
            <w:shd w:val="clear" w:color="auto" w:fill="auto"/>
          </w:tcPr>
          <w:p w14:paraId="6EF4371C" w14:textId="77777777" w:rsidR="004E4E5C" w:rsidRPr="00A30D7A" w:rsidRDefault="004E4E5C" w:rsidP="00F6791E">
            <w:pPr>
              <w:rPr>
                <w:rFonts w:cs="Arial"/>
              </w:rPr>
            </w:pPr>
          </w:p>
        </w:tc>
        <w:tc>
          <w:tcPr>
            <w:tcW w:w="1530" w:type="dxa"/>
            <w:shd w:val="clear" w:color="auto" w:fill="auto"/>
          </w:tcPr>
          <w:p w14:paraId="29F32150" w14:textId="77777777" w:rsidR="004E4E5C" w:rsidRPr="00A30D7A" w:rsidRDefault="004E4E5C" w:rsidP="00F6791E">
            <w:pPr>
              <w:rPr>
                <w:rFonts w:cs="Arial"/>
              </w:rPr>
            </w:pPr>
          </w:p>
        </w:tc>
      </w:tr>
      <w:tr w:rsidR="004E4E5C" w:rsidRPr="00A30D7A" w14:paraId="1616DEAA" w14:textId="77777777" w:rsidTr="00F6791E">
        <w:tc>
          <w:tcPr>
            <w:tcW w:w="2966" w:type="dxa"/>
            <w:shd w:val="clear" w:color="auto" w:fill="auto"/>
          </w:tcPr>
          <w:p w14:paraId="2EA03498" w14:textId="77777777" w:rsidR="004E4E5C" w:rsidRPr="00A30D7A" w:rsidRDefault="004E4E5C" w:rsidP="00F6791E">
            <w:pPr>
              <w:rPr>
                <w:rFonts w:cs="Arial"/>
              </w:rPr>
            </w:pPr>
            <w:r w:rsidRPr="00A30D7A">
              <w:rPr>
                <w:rFonts w:cs="Arial"/>
              </w:rPr>
              <w:t>Signage</w:t>
            </w:r>
          </w:p>
        </w:tc>
        <w:tc>
          <w:tcPr>
            <w:tcW w:w="846" w:type="dxa"/>
            <w:shd w:val="clear" w:color="auto" w:fill="auto"/>
          </w:tcPr>
          <w:p w14:paraId="530E81C3" w14:textId="77777777" w:rsidR="004E4E5C" w:rsidRPr="00A30D7A" w:rsidRDefault="004E4E5C" w:rsidP="00F6791E">
            <w:pPr>
              <w:rPr>
                <w:rFonts w:cs="Arial"/>
              </w:rPr>
            </w:pPr>
          </w:p>
        </w:tc>
        <w:tc>
          <w:tcPr>
            <w:tcW w:w="652" w:type="dxa"/>
            <w:shd w:val="clear" w:color="auto" w:fill="auto"/>
          </w:tcPr>
          <w:p w14:paraId="6E94E7CF" w14:textId="77777777" w:rsidR="004E4E5C" w:rsidRPr="00A30D7A" w:rsidRDefault="004E4E5C" w:rsidP="00F6791E">
            <w:pPr>
              <w:rPr>
                <w:rFonts w:cs="Arial"/>
              </w:rPr>
            </w:pPr>
          </w:p>
        </w:tc>
        <w:tc>
          <w:tcPr>
            <w:tcW w:w="652" w:type="dxa"/>
            <w:shd w:val="clear" w:color="auto" w:fill="auto"/>
          </w:tcPr>
          <w:p w14:paraId="618DE576" w14:textId="77777777" w:rsidR="004E4E5C" w:rsidRPr="00A30D7A" w:rsidRDefault="004E4E5C" w:rsidP="00F6791E">
            <w:pPr>
              <w:rPr>
                <w:rFonts w:cs="Arial"/>
              </w:rPr>
            </w:pPr>
          </w:p>
        </w:tc>
        <w:tc>
          <w:tcPr>
            <w:tcW w:w="652" w:type="dxa"/>
            <w:shd w:val="clear" w:color="auto" w:fill="auto"/>
          </w:tcPr>
          <w:p w14:paraId="1BA8C40D" w14:textId="77777777" w:rsidR="004E4E5C" w:rsidRPr="00A30D7A" w:rsidRDefault="004E4E5C" w:rsidP="00F6791E">
            <w:pPr>
              <w:rPr>
                <w:rFonts w:cs="Arial"/>
              </w:rPr>
            </w:pPr>
          </w:p>
        </w:tc>
        <w:tc>
          <w:tcPr>
            <w:tcW w:w="652" w:type="dxa"/>
            <w:shd w:val="clear" w:color="auto" w:fill="auto"/>
          </w:tcPr>
          <w:p w14:paraId="3475D494" w14:textId="77777777" w:rsidR="004E4E5C" w:rsidRPr="00A30D7A" w:rsidRDefault="004E4E5C" w:rsidP="00F6791E">
            <w:pPr>
              <w:rPr>
                <w:rFonts w:cs="Arial"/>
              </w:rPr>
            </w:pPr>
          </w:p>
        </w:tc>
        <w:tc>
          <w:tcPr>
            <w:tcW w:w="652" w:type="dxa"/>
            <w:shd w:val="clear" w:color="auto" w:fill="auto"/>
          </w:tcPr>
          <w:p w14:paraId="276911E7" w14:textId="77777777" w:rsidR="004E4E5C" w:rsidRPr="00A30D7A" w:rsidRDefault="004E4E5C" w:rsidP="00F6791E">
            <w:pPr>
              <w:rPr>
                <w:rFonts w:cs="Arial"/>
              </w:rPr>
            </w:pPr>
          </w:p>
        </w:tc>
        <w:tc>
          <w:tcPr>
            <w:tcW w:w="652" w:type="dxa"/>
            <w:shd w:val="clear" w:color="auto" w:fill="auto"/>
          </w:tcPr>
          <w:p w14:paraId="04E0801F" w14:textId="77777777" w:rsidR="004E4E5C" w:rsidRPr="00A30D7A" w:rsidRDefault="004E4E5C" w:rsidP="00F6791E">
            <w:pPr>
              <w:rPr>
                <w:rFonts w:cs="Arial"/>
              </w:rPr>
            </w:pPr>
          </w:p>
        </w:tc>
        <w:tc>
          <w:tcPr>
            <w:tcW w:w="1530" w:type="dxa"/>
            <w:shd w:val="clear" w:color="auto" w:fill="auto"/>
          </w:tcPr>
          <w:p w14:paraId="339FD764" w14:textId="77777777" w:rsidR="004E4E5C" w:rsidRPr="00A30D7A" w:rsidRDefault="004E4E5C" w:rsidP="00F6791E">
            <w:pPr>
              <w:rPr>
                <w:rFonts w:cs="Arial"/>
              </w:rPr>
            </w:pPr>
          </w:p>
        </w:tc>
      </w:tr>
      <w:tr w:rsidR="004E4E5C" w:rsidRPr="00A30D7A" w14:paraId="4A09E61C" w14:textId="77777777" w:rsidTr="00F6791E">
        <w:tc>
          <w:tcPr>
            <w:tcW w:w="2966" w:type="dxa"/>
            <w:shd w:val="clear" w:color="auto" w:fill="D9D9D9"/>
          </w:tcPr>
          <w:p w14:paraId="0668D03E" w14:textId="77777777" w:rsidR="004E4E5C" w:rsidRPr="00A30D7A" w:rsidRDefault="004E4E5C" w:rsidP="00F6791E">
            <w:pPr>
              <w:rPr>
                <w:rFonts w:cs="Arial"/>
                <w:b/>
              </w:rPr>
            </w:pPr>
            <w:r w:rsidRPr="00A30D7A">
              <w:rPr>
                <w:rFonts w:cs="Arial"/>
                <w:b/>
              </w:rPr>
              <w:t>MECHANICAL</w:t>
            </w:r>
          </w:p>
        </w:tc>
        <w:tc>
          <w:tcPr>
            <w:tcW w:w="846" w:type="dxa"/>
            <w:shd w:val="clear" w:color="auto" w:fill="D9D9D9"/>
          </w:tcPr>
          <w:p w14:paraId="7E097BA3" w14:textId="77777777" w:rsidR="004E4E5C" w:rsidRPr="00A30D7A" w:rsidRDefault="004E4E5C" w:rsidP="00F6791E">
            <w:pPr>
              <w:rPr>
                <w:rFonts w:cs="Arial"/>
              </w:rPr>
            </w:pPr>
          </w:p>
        </w:tc>
        <w:tc>
          <w:tcPr>
            <w:tcW w:w="652" w:type="dxa"/>
            <w:shd w:val="clear" w:color="auto" w:fill="D9D9D9"/>
          </w:tcPr>
          <w:p w14:paraId="4CD9275B" w14:textId="77777777" w:rsidR="004E4E5C" w:rsidRPr="00A30D7A" w:rsidRDefault="004E4E5C" w:rsidP="00F6791E">
            <w:pPr>
              <w:rPr>
                <w:rFonts w:cs="Arial"/>
              </w:rPr>
            </w:pPr>
          </w:p>
        </w:tc>
        <w:tc>
          <w:tcPr>
            <w:tcW w:w="652" w:type="dxa"/>
            <w:shd w:val="clear" w:color="auto" w:fill="D9D9D9"/>
          </w:tcPr>
          <w:p w14:paraId="41C7B3BD" w14:textId="77777777" w:rsidR="004E4E5C" w:rsidRPr="00A30D7A" w:rsidRDefault="004E4E5C" w:rsidP="00F6791E">
            <w:pPr>
              <w:rPr>
                <w:rFonts w:cs="Arial"/>
              </w:rPr>
            </w:pPr>
          </w:p>
        </w:tc>
        <w:tc>
          <w:tcPr>
            <w:tcW w:w="652" w:type="dxa"/>
            <w:shd w:val="clear" w:color="auto" w:fill="D9D9D9"/>
          </w:tcPr>
          <w:p w14:paraId="25471FCC" w14:textId="77777777" w:rsidR="004E4E5C" w:rsidRPr="00A30D7A" w:rsidRDefault="004E4E5C" w:rsidP="00F6791E">
            <w:pPr>
              <w:rPr>
                <w:rFonts w:cs="Arial"/>
              </w:rPr>
            </w:pPr>
          </w:p>
        </w:tc>
        <w:tc>
          <w:tcPr>
            <w:tcW w:w="652" w:type="dxa"/>
            <w:shd w:val="clear" w:color="auto" w:fill="D9D9D9"/>
          </w:tcPr>
          <w:p w14:paraId="349B8930" w14:textId="77777777" w:rsidR="004E4E5C" w:rsidRPr="00A30D7A" w:rsidRDefault="004E4E5C" w:rsidP="00F6791E">
            <w:pPr>
              <w:rPr>
                <w:rFonts w:cs="Arial"/>
              </w:rPr>
            </w:pPr>
          </w:p>
        </w:tc>
        <w:tc>
          <w:tcPr>
            <w:tcW w:w="652" w:type="dxa"/>
            <w:shd w:val="clear" w:color="auto" w:fill="D9D9D9"/>
          </w:tcPr>
          <w:p w14:paraId="4DEAB321" w14:textId="77777777" w:rsidR="004E4E5C" w:rsidRPr="00A30D7A" w:rsidRDefault="004E4E5C" w:rsidP="00F6791E">
            <w:pPr>
              <w:rPr>
                <w:rFonts w:cs="Arial"/>
              </w:rPr>
            </w:pPr>
          </w:p>
        </w:tc>
        <w:tc>
          <w:tcPr>
            <w:tcW w:w="652" w:type="dxa"/>
            <w:shd w:val="clear" w:color="auto" w:fill="D9D9D9"/>
          </w:tcPr>
          <w:p w14:paraId="3FE6D7C6" w14:textId="77777777" w:rsidR="004E4E5C" w:rsidRPr="00A30D7A" w:rsidRDefault="004E4E5C" w:rsidP="00F6791E">
            <w:pPr>
              <w:rPr>
                <w:rFonts w:cs="Arial"/>
              </w:rPr>
            </w:pPr>
          </w:p>
        </w:tc>
        <w:tc>
          <w:tcPr>
            <w:tcW w:w="1530" w:type="dxa"/>
            <w:shd w:val="clear" w:color="auto" w:fill="D9D9D9"/>
          </w:tcPr>
          <w:p w14:paraId="15F09828" w14:textId="77777777" w:rsidR="004E4E5C" w:rsidRPr="00A30D7A" w:rsidRDefault="004E4E5C" w:rsidP="00F6791E">
            <w:pPr>
              <w:rPr>
                <w:rFonts w:cs="Arial"/>
              </w:rPr>
            </w:pPr>
          </w:p>
        </w:tc>
      </w:tr>
      <w:tr w:rsidR="004E4E5C" w:rsidRPr="00A30D7A" w14:paraId="5E3E64AA" w14:textId="77777777" w:rsidTr="00F6791E">
        <w:tc>
          <w:tcPr>
            <w:tcW w:w="2966" w:type="dxa"/>
            <w:shd w:val="clear" w:color="auto" w:fill="auto"/>
          </w:tcPr>
          <w:p w14:paraId="78CDA71F" w14:textId="77777777" w:rsidR="004E4E5C" w:rsidRPr="00A30D7A" w:rsidRDefault="004E4E5C" w:rsidP="00F6791E">
            <w:pPr>
              <w:rPr>
                <w:rFonts w:cs="Arial"/>
              </w:rPr>
            </w:pPr>
            <w:r w:rsidRPr="00A30D7A">
              <w:rPr>
                <w:rFonts w:cs="Arial"/>
              </w:rPr>
              <w:t>Plant, equipment &amp; fixtures</w:t>
            </w:r>
          </w:p>
        </w:tc>
        <w:tc>
          <w:tcPr>
            <w:tcW w:w="846" w:type="dxa"/>
            <w:shd w:val="clear" w:color="auto" w:fill="auto"/>
          </w:tcPr>
          <w:p w14:paraId="04914022" w14:textId="77777777" w:rsidR="004E4E5C" w:rsidRPr="00A30D7A" w:rsidRDefault="004E4E5C" w:rsidP="00F6791E">
            <w:pPr>
              <w:rPr>
                <w:rFonts w:cs="Arial"/>
              </w:rPr>
            </w:pPr>
          </w:p>
        </w:tc>
        <w:tc>
          <w:tcPr>
            <w:tcW w:w="652" w:type="dxa"/>
            <w:shd w:val="clear" w:color="auto" w:fill="auto"/>
          </w:tcPr>
          <w:p w14:paraId="5356132B" w14:textId="77777777" w:rsidR="004E4E5C" w:rsidRPr="00A30D7A" w:rsidRDefault="004E4E5C" w:rsidP="00F6791E">
            <w:pPr>
              <w:rPr>
                <w:rFonts w:cs="Arial"/>
              </w:rPr>
            </w:pPr>
          </w:p>
        </w:tc>
        <w:tc>
          <w:tcPr>
            <w:tcW w:w="652" w:type="dxa"/>
            <w:shd w:val="clear" w:color="auto" w:fill="auto"/>
          </w:tcPr>
          <w:p w14:paraId="282A4904" w14:textId="77777777" w:rsidR="004E4E5C" w:rsidRPr="00A30D7A" w:rsidRDefault="004E4E5C" w:rsidP="00F6791E">
            <w:pPr>
              <w:rPr>
                <w:rFonts w:cs="Arial"/>
              </w:rPr>
            </w:pPr>
          </w:p>
        </w:tc>
        <w:tc>
          <w:tcPr>
            <w:tcW w:w="652" w:type="dxa"/>
            <w:shd w:val="clear" w:color="auto" w:fill="auto"/>
          </w:tcPr>
          <w:p w14:paraId="793FE39C" w14:textId="77777777" w:rsidR="004E4E5C" w:rsidRPr="00A30D7A" w:rsidRDefault="004E4E5C" w:rsidP="00F6791E">
            <w:pPr>
              <w:rPr>
                <w:rFonts w:cs="Arial"/>
              </w:rPr>
            </w:pPr>
          </w:p>
        </w:tc>
        <w:tc>
          <w:tcPr>
            <w:tcW w:w="652" w:type="dxa"/>
            <w:shd w:val="clear" w:color="auto" w:fill="auto"/>
          </w:tcPr>
          <w:p w14:paraId="230BCA9D" w14:textId="77777777" w:rsidR="004E4E5C" w:rsidRPr="00A30D7A" w:rsidRDefault="004E4E5C" w:rsidP="00F6791E">
            <w:pPr>
              <w:rPr>
                <w:rFonts w:cs="Arial"/>
              </w:rPr>
            </w:pPr>
          </w:p>
        </w:tc>
        <w:tc>
          <w:tcPr>
            <w:tcW w:w="652" w:type="dxa"/>
            <w:shd w:val="clear" w:color="auto" w:fill="auto"/>
          </w:tcPr>
          <w:p w14:paraId="1668B517" w14:textId="77777777" w:rsidR="004E4E5C" w:rsidRPr="00A30D7A" w:rsidRDefault="004E4E5C" w:rsidP="00F6791E">
            <w:pPr>
              <w:rPr>
                <w:rFonts w:cs="Arial"/>
              </w:rPr>
            </w:pPr>
          </w:p>
        </w:tc>
        <w:tc>
          <w:tcPr>
            <w:tcW w:w="652" w:type="dxa"/>
            <w:shd w:val="clear" w:color="auto" w:fill="auto"/>
          </w:tcPr>
          <w:p w14:paraId="49F7F4D8" w14:textId="77777777" w:rsidR="004E4E5C" w:rsidRPr="00A30D7A" w:rsidRDefault="004E4E5C" w:rsidP="00F6791E">
            <w:pPr>
              <w:rPr>
                <w:rFonts w:cs="Arial"/>
              </w:rPr>
            </w:pPr>
          </w:p>
        </w:tc>
        <w:tc>
          <w:tcPr>
            <w:tcW w:w="1530" w:type="dxa"/>
            <w:shd w:val="clear" w:color="auto" w:fill="auto"/>
          </w:tcPr>
          <w:p w14:paraId="4878D2DE" w14:textId="77777777" w:rsidR="004E4E5C" w:rsidRPr="00A30D7A" w:rsidRDefault="004E4E5C" w:rsidP="00F6791E">
            <w:pPr>
              <w:rPr>
                <w:rFonts w:cs="Arial"/>
              </w:rPr>
            </w:pPr>
          </w:p>
        </w:tc>
      </w:tr>
      <w:tr w:rsidR="004E4E5C" w:rsidRPr="00A30D7A" w14:paraId="45AE7BAF" w14:textId="77777777" w:rsidTr="00F6791E">
        <w:tc>
          <w:tcPr>
            <w:tcW w:w="2966" w:type="dxa"/>
            <w:shd w:val="clear" w:color="auto" w:fill="auto"/>
          </w:tcPr>
          <w:p w14:paraId="1AA8BBAE" w14:textId="77777777" w:rsidR="004E4E5C" w:rsidRPr="00A30D7A" w:rsidRDefault="004E4E5C" w:rsidP="00F6791E">
            <w:pPr>
              <w:rPr>
                <w:rFonts w:cs="Arial"/>
              </w:rPr>
            </w:pPr>
            <w:r w:rsidRPr="00A30D7A">
              <w:rPr>
                <w:rFonts w:cs="Arial"/>
              </w:rPr>
              <w:t>Ductwork</w:t>
            </w:r>
          </w:p>
        </w:tc>
        <w:tc>
          <w:tcPr>
            <w:tcW w:w="846" w:type="dxa"/>
            <w:shd w:val="clear" w:color="auto" w:fill="auto"/>
          </w:tcPr>
          <w:p w14:paraId="5634C798" w14:textId="77777777" w:rsidR="004E4E5C" w:rsidRPr="00A30D7A" w:rsidRDefault="004E4E5C" w:rsidP="00F6791E">
            <w:pPr>
              <w:rPr>
                <w:rFonts w:cs="Arial"/>
              </w:rPr>
            </w:pPr>
          </w:p>
        </w:tc>
        <w:tc>
          <w:tcPr>
            <w:tcW w:w="652" w:type="dxa"/>
            <w:shd w:val="clear" w:color="auto" w:fill="auto"/>
          </w:tcPr>
          <w:p w14:paraId="41D9F3B3" w14:textId="77777777" w:rsidR="004E4E5C" w:rsidRPr="00A30D7A" w:rsidRDefault="004E4E5C" w:rsidP="00F6791E">
            <w:pPr>
              <w:rPr>
                <w:rFonts w:cs="Arial"/>
              </w:rPr>
            </w:pPr>
          </w:p>
        </w:tc>
        <w:tc>
          <w:tcPr>
            <w:tcW w:w="652" w:type="dxa"/>
            <w:shd w:val="clear" w:color="auto" w:fill="auto"/>
          </w:tcPr>
          <w:p w14:paraId="6166FFEE" w14:textId="77777777" w:rsidR="004E4E5C" w:rsidRPr="00A30D7A" w:rsidRDefault="004E4E5C" w:rsidP="00F6791E">
            <w:pPr>
              <w:rPr>
                <w:rFonts w:cs="Arial"/>
              </w:rPr>
            </w:pPr>
          </w:p>
        </w:tc>
        <w:tc>
          <w:tcPr>
            <w:tcW w:w="652" w:type="dxa"/>
            <w:shd w:val="clear" w:color="auto" w:fill="auto"/>
          </w:tcPr>
          <w:p w14:paraId="47752880" w14:textId="77777777" w:rsidR="004E4E5C" w:rsidRPr="00A30D7A" w:rsidRDefault="004E4E5C" w:rsidP="00F6791E">
            <w:pPr>
              <w:rPr>
                <w:rFonts w:cs="Arial"/>
              </w:rPr>
            </w:pPr>
          </w:p>
        </w:tc>
        <w:tc>
          <w:tcPr>
            <w:tcW w:w="652" w:type="dxa"/>
            <w:shd w:val="clear" w:color="auto" w:fill="auto"/>
          </w:tcPr>
          <w:p w14:paraId="749F8493" w14:textId="77777777" w:rsidR="004E4E5C" w:rsidRPr="00A30D7A" w:rsidRDefault="004E4E5C" w:rsidP="00F6791E">
            <w:pPr>
              <w:rPr>
                <w:rFonts w:cs="Arial"/>
              </w:rPr>
            </w:pPr>
          </w:p>
        </w:tc>
        <w:tc>
          <w:tcPr>
            <w:tcW w:w="652" w:type="dxa"/>
            <w:shd w:val="clear" w:color="auto" w:fill="auto"/>
          </w:tcPr>
          <w:p w14:paraId="26ADDF95" w14:textId="77777777" w:rsidR="004E4E5C" w:rsidRPr="00A30D7A" w:rsidRDefault="004E4E5C" w:rsidP="00F6791E">
            <w:pPr>
              <w:rPr>
                <w:rFonts w:cs="Arial"/>
              </w:rPr>
            </w:pPr>
          </w:p>
        </w:tc>
        <w:tc>
          <w:tcPr>
            <w:tcW w:w="652" w:type="dxa"/>
            <w:shd w:val="clear" w:color="auto" w:fill="auto"/>
          </w:tcPr>
          <w:p w14:paraId="77672B6C" w14:textId="77777777" w:rsidR="004E4E5C" w:rsidRPr="00A30D7A" w:rsidRDefault="004E4E5C" w:rsidP="00F6791E">
            <w:pPr>
              <w:rPr>
                <w:rFonts w:cs="Arial"/>
              </w:rPr>
            </w:pPr>
          </w:p>
        </w:tc>
        <w:tc>
          <w:tcPr>
            <w:tcW w:w="1530" w:type="dxa"/>
            <w:shd w:val="clear" w:color="auto" w:fill="auto"/>
          </w:tcPr>
          <w:p w14:paraId="4BF9B556" w14:textId="77777777" w:rsidR="004E4E5C" w:rsidRPr="00A30D7A" w:rsidRDefault="004E4E5C" w:rsidP="00F6791E">
            <w:pPr>
              <w:rPr>
                <w:rFonts w:cs="Arial"/>
              </w:rPr>
            </w:pPr>
          </w:p>
        </w:tc>
      </w:tr>
      <w:tr w:rsidR="004E4E5C" w:rsidRPr="00A30D7A" w14:paraId="7ED7D646" w14:textId="77777777" w:rsidTr="00F6791E">
        <w:tc>
          <w:tcPr>
            <w:tcW w:w="2966" w:type="dxa"/>
            <w:shd w:val="clear" w:color="auto" w:fill="auto"/>
          </w:tcPr>
          <w:p w14:paraId="51CBC170" w14:textId="77777777" w:rsidR="004E4E5C" w:rsidRPr="00A30D7A" w:rsidRDefault="004E4E5C" w:rsidP="00F6791E">
            <w:pPr>
              <w:rPr>
                <w:rFonts w:cs="Arial"/>
              </w:rPr>
            </w:pPr>
            <w:r w:rsidRPr="00A30D7A">
              <w:rPr>
                <w:rFonts w:cs="Arial"/>
              </w:rPr>
              <w:t>Pipework</w:t>
            </w:r>
          </w:p>
        </w:tc>
        <w:tc>
          <w:tcPr>
            <w:tcW w:w="846" w:type="dxa"/>
            <w:shd w:val="clear" w:color="auto" w:fill="auto"/>
          </w:tcPr>
          <w:p w14:paraId="10C8CFDD" w14:textId="77777777" w:rsidR="004E4E5C" w:rsidRPr="00A30D7A" w:rsidRDefault="004E4E5C" w:rsidP="00F6791E">
            <w:pPr>
              <w:rPr>
                <w:rFonts w:cs="Arial"/>
              </w:rPr>
            </w:pPr>
          </w:p>
        </w:tc>
        <w:tc>
          <w:tcPr>
            <w:tcW w:w="652" w:type="dxa"/>
            <w:shd w:val="clear" w:color="auto" w:fill="auto"/>
          </w:tcPr>
          <w:p w14:paraId="02DB1387" w14:textId="77777777" w:rsidR="004E4E5C" w:rsidRPr="00A30D7A" w:rsidRDefault="004E4E5C" w:rsidP="00F6791E">
            <w:pPr>
              <w:rPr>
                <w:rFonts w:cs="Arial"/>
              </w:rPr>
            </w:pPr>
          </w:p>
        </w:tc>
        <w:tc>
          <w:tcPr>
            <w:tcW w:w="652" w:type="dxa"/>
            <w:shd w:val="clear" w:color="auto" w:fill="auto"/>
          </w:tcPr>
          <w:p w14:paraId="2988C509" w14:textId="77777777" w:rsidR="004E4E5C" w:rsidRPr="00A30D7A" w:rsidRDefault="004E4E5C" w:rsidP="00F6791E">
            <w:pPr>
              <w:rPr>
                <w:rFonts w:cs="Arial"/>
              </w:rPr>
            </w:pPr>
          </w:p>
        </w:tc>
        <w:tc>
          <w:tcPr>
            <w:tcW w:w="652" w:type="dxa"/>
            <w:shd w:val="clear" w:color="auto" w:fill="auto"/>
          </w:tcPr>
          <w:p w14:paraId="7EFBBD70" w14:textId="77777777" w:rsidR="004E4E5C" w:rsidRPr="00A30D7A" w:rsidRDefault="004E4E5C" w:rsidP="00F6791E">
            <w:pPr>
              <w:rPr>
                <w:rFonts w:cs="Arial"/>
              </w:rPr>
            </w:pPr>
          </w:p>
        </w:tc>
        <w:tc>
          <w:tcPr>
            <w:tcW w:w="652" w:type="dxa"/>
            <w:shd w:val="clear" w:color="auto" w:fill="auto"/>
          </w:tcPr>
          <w:p w14:paraId="1A9F7A5C" w14:textId="77777777" w:rsidR="004E4E5C" w:rsidRPr="00A30D7A" w:rsidRDefault="004E4E5C" w:rsidP="00F6791E">
            <w:pPr>
              <w:rPr>
                <w:rFonts w:cs="Arial"/>
              </w:rPr>
            </w:pPr>
          </w:p>
        </w:tc>
        <w:tc>
          <w:tcPr>
            <w:tcW w:w="652" w:type="dxa"/>
            <w:shd w:val="clear" w:color="auto" w:fill="auto"/>
          </w:tcPr>
          <w:p w14:paraId="7325DAE2" w14:textId="77777777" w:rsidR="004E4E5C" w:rsidRPr="00A30D7A" w:rsidRDefault="004E4E5C" w:rsidP="00F6791E">
            <w:pPr>
              <w:rPr>
                <w:rFonts w:cs="Arial"/>
              </w:rPr>
            </w:pPr>
          </w:p>
        </w:tc>
        <w:tc>
          <w:tcPr>
            <w:tcW w:w="652" w:type="dxa"/>
            <w:shd w:val="clear" w:color="auto" w:fill="auto"/>
          </w:tcPr>
          <w:p w14:paraId="0E4B0A8A" w14:textId="77777777" w:rsidR="004E4E5C" w:rsidRPr="00A30D7A" w:rsidRDefault="004E4E5C" w:rsidP="00F6791E">
            <w:pPr>
              <w:rPr>
                <w:rFonts w:cs="Arial"/>
              </w:rPr>
            </w:pPr>
          </w:p>
        </w:tc>
        <w:tc>
          <w:tcPr>
            <w:tcW w:w="1530" w:type="dxa"/>
            <w:shd w:val="clear" w:color="auto" w:fill="auto"/>
          </w:tcPr>
          <w:p w14:paraId="6FDFFC1D" w14:textId="77777777" w:rsidR="004E4E5C" w:rsidRPr="00A30D7A" w:rsidRDefault="004E4E5C" w:rsidP="00F6791E">
            <w:pPr>
              <w:rPr>
                <w:rFonts w:cs="Arial"/>
              </w:rPr>
            </w:pPr>
          </w:p>
        </w:tc>
      </w:tr>
      <w:tr w:rsidR="004E4E5C" w:rsidRPr="00A30D7A" w14:paraId="0EE5E7EC" w14:textId="77777777" w:rsidTr="00F6791E">
        <w:tc>
          <w:tcPr>
            <w:tcW w:w="2966" w:type="dxa"/>
            <w:shd w:val="clear" w:color="auto" w:fill="auto"/>
          </w:tcPr>
          <w:p w14:paraId="39443171" w14:textId="77777777" w:rsidR="004E4E5C" w:rsidRPr="00A30D7A" w:rsidRDefault="004E4E5C" w:rsidP="00F6791E">
            <w:pPr>
              <w:rPr>
                <w:rFonts w:cs="Arial"/>
              </w:rPr>
            </w:pPr>
            <w:r w:rsidRPr="00A30D7A">
              <w:rPr>
                <w:rFonts w:cs="Arial"/>
              </w:rPr>
              <w:t>Sensors and controls</w:t>
            </w:r>
          </w:p>
        </w:tc>
        <w:tc>
          <w:tcPr>
            <w:tcW w:w="846" w:type="dxa"/>
            <w:shd w:val="clear" w:color="auto" w:fill="auto"/>
          </w:tcPr>
          <w:p w14:paraId="08299931" w14:textId="77777777" w:rsidR="004E4E5C" w:rsidRPr="00A30D7A" w:rsidRDefault="004E4E5C" w:rsidP="00F6791E">
            <w:pPr>
              <w:rPr>
                <w:rFonts w:cs="Arial"/>
              </w:rPr>
            </w:pPr>
          </w:p>
        </w:tc>
        <w:tc>
          <w:tcPr>
            <w:tcW w:w="652" w:type="dxa"/>
            <w:shd w:val="clear" w:color="auto" w:fill="auto"/>
          </w:tcPr>
          <w:p w14:paraId="3EE697CF" w14:textId="77777777" w:rsidR="004E4E5C" w:rsidRPr="00A30D7A" w:rsidRDefault="004E4E5C" w:rsidP="00F6791E">
            <w:pPr>
              <w:rPr>
                <w:rFonts w:cs="Arial"/>
              </w:rPr>
            </w:pPr>
          </w:p>
        </w:tc>
        <w:tc>
          <w:tcPr>
            <w:tcW w:w="652" w:type="dxa"/>
            <w:shd w:val="clear" w:color="auto" w:fill="auto"/>
          </w:tcPr>
          <w:p w14:paraId="2F5AC414" w14:textId="77777777" w:rsidR="004E4E5C" w:rsidRPr="00A30D7A" w:rsidRDefault="004E4E5C" w:rsidP="00F6791E">
            <w:pPr>
              <w:rPr>
                <w:rFonts w:cs="Arial"/>
              </w:rPr>
            </w:pPr>
          </w:p>
        </w:tc>
        <w:tc>
          <w:tcPr>
            <w:tcW w:w="652" w:type="dxa"/>
            <w:shd w:val="clear" w:color="auto" w:fill="auto"/>
          </w:tcPr>
          <w:p w14:paraId="482111FA" w14:textId="77777777" w:rsidR="004E4E5C" w:rsidRPr="00A30D7A" w:rsidRDefault="004E4E5C" w:rsidP="00F6791E">
            <w:pPr>
              <w:rPr>
                <w:rFonts w:cs="Arial"/>
              </w:rPr>
            </w:pPr>
          </w:p>
        </w:tc>
        <w:tc>
          <w:tcPr>
            <w:tcW w:w="652" w:type="dxa"/>
            <w:shd w:val="clear" w:color="auto" w:fill="auto"/>
          </w:tcPr>
          <w:p w14:paraId="37BB6E13" w14:textId="77777777" w:rsidR="004E4E5C" w:rsidRPr="00A30D7A" w:rsidRDefault="004E4E5C" w:rsidP="00F6791E">
            <w:pPr>
              <w:rPr>
                <w:rFonts w:cs="Arial"/>
              </w:rPr>
            </w:pPr>
          </w:p>
        </w:tc>
        <w:tc>
          <w:tcPr>
            <w:tcW w:w="652" w:type="dxa"/>
            <w:shd w:val="clear" w:color="auto" w:fill="auto"/>
          </w:tcPr>
          <w:p w14:paraId="2C7AA8F8" w14:textId="77777777" w:rsidR="004E4E5C" w:rsidRPr="00A30D7A" w:rsidRDefault="004E4E5C" w:rsidP="00F6791E">
            <w:pPr>
              <w:rPr>
                <w:rFonts w:cs="Arial"/>
              </w:rPr>
            </w:pPr>
          </w:p>
        </w:tc>
        <w:tc>
          <w:tcPr>
            <w:tcW w:w="652" w:type="dxa"/>
            <w:shd w:val="clear" w:color="auto" w:fill="auto"/>
          </w:tcPr>
          <w:p w14:paraId="78B0F24E" w14:textId="77777777" w:rsidR="004E4E5C" w:rsidRPr="00A30D7A" w:rsidRDefault="004E4E5C" w:rsidP="00F6791E">
            <w:pPr>
              <w:rPr>
                <w:rFonts w:cs="Arial"/>
              </w:rPr>
            </w:pPr>
          </w:p>
        </w:tc>
        <w:tc>
          <w:tcPr>
            <w:tcW w:w="1530" w:type="dxa"/>
            <w:shd w:val="clear" w:color="auto" w:fill="auto"/>
          </w:tcPr>
          <w:p w14:paraId="374C8DBA" w14:textId="77777777" w:rsidR="004E4E5C" w:rsidRPr="00A30D7A" w:rsidRDefault="004E4E5C" w:rsidP="00F6791E">
            <w:pPr>
              <w:rPr>
                <w:rFonts w:cs="Arial"/>
              </w:rPr>
            </w:pPr>
          </w:p>
        </w:tc>
      </w:tr>
      <w:tr w:rsidR="004E4E5C" w:rsidRPr="00A30D7A" w14:paraId="4B50C195" w14:textId="77777777" w:rsidTr="00F6791E">
        <w:tc>
          <w:tcPr>
            <w:tcW w:w="2966" w:type="dxa"/>
            <w:shd w:val="clear" w:color="auto" w:fill="auto"/>
          </w:tcPr>
          <w:p w14:paraId="24FF09ED" w14:textId="77777777" w:rsidR="004E4E5C" w:rsidRPr="00A30D7A" w:rsidRDefault="004E4E5C" w:rsidP="00F6791E">
            <w:pPr>
              <w:rPr>
                <w:rFonts w:cs="Arial"/>
              </w:rPr>
            </w:pPr>
            <w:r w:rsidRPr="00A30D7A">
              <w:rPr>
                <w:rFonts w:cs="Arial"/>
              </w:rPr>
              <w:t>Mechanical services in risers</w:t>
            </w:r>
          </w:p>
        </w:tc>
        <w:tc>
          <w:tcPr>
            <w:tcW w:w="846" w:type="dxa"/>
            <w:shd w:val="clear" w:color="auto" w:fill="auto"/>
          </w:tcPr>
          <w:p w14:paraId="672C7D9F" w14:textId="77777777" w:rsidR="004E4E5C" w:rsidRPr="00A30D7A" w:rsidRDefault="004E4E5C" w:rsidP="00F6791E">
            <w:pPr>
              <w:rPr>
                <w:rFonts w:cs="Arial"/>
              </w:rPr>
            </w:pPr>
          </w:p>
        </w:tc>
        <w:tc>
          <w:tcPr>
            <w:tcW w:w="652" w:type="dxa"/>
            <w:shd w:val="clear" w:color="auto" w:fill="auto"/>
          </w:tcPr>
          <w:p w14:paraId="30DC2344" w14:textId="77777777" w:rsidR="004E4E5C" w:rsidRPr="00A30D7A" w:rsidRDefault="004E4E5C" w:rsidP="00F6791E">
            <w:pPr>
              <w:rPr>
                <w:rFonts w:cs="Arial"/>
              </w:rPr>
            </w:pPr>
          </w:p>
        </w:tc>
        <w:tc>
          <w:tcPr>
            <w:tcW w:w="652" w:type="dxa"/>
            <w:shd w:val="clear" w:color="auto" w:fill="auto"/>
          </w:tcPr>
          <w:p w14:paraId="0841ADC4" w14:textId="77777777" w:rsidR="004E4E5C" w:rsidRPr="00A30D7A" w:rsidRDefault="004E4E5C" w:rsidP="00F6791E">
            <w:pPr>
              <w:rPr>
                <w:rFonts w:cs="Arial"/>
              </w:rPr>
            </w:pPr>
          </w:p>
        </w:tc>
        <w:tc>
          <w:tcPr>
            <w:tcW w:w="652" w:type="dxa"/>
            <w:shd w:val="clear" w:color="auto" w:fill="auto"/>
          </w:tcPr>
          <w:p w14:paraId="5AB3E54F" w14:textId="77777777" w:rsidR="004E4E5C" w:rsidRPr="00A30D7A" w:rsidRDefault="004E4E5C" w:rsidP="00F6791E">
            <w:pPr>
              <w:rPr>
                <w:rFonts w:cs="Arial"/>
              </w:rPr>
            </w:pPr>
          </w:p>
        </w:tc>
        <w:tc>
          <w:tcPr>
            <w:tcW w:w="652" w:type="dxa"/>
            <w:shd w:val="clear" w:color="auto" w:fill="auto"/>
          </w:tcPr>
          <w:p w14:paraId="4270EEE0" w14:textId="77777777" w:rsidR="004E4E5C" w:rsidRPr="00A30D7A" w:rsidRDefault="004E4E5C" w:rsidP="00F6791E">
            <w:pPr>
              <w:rPr>
                <w:rFonts w:cs="Arial"/>
              </w:rPr>
            </w:pPr>
          </w:p>
        </w:tc>
        <w:tc>
          <w:tcPr>
            <w:tcW w:w="652" w:type="dxa"/>
            <w:shd w:val="clear" w:color="auto" w:fill="auto"/>
          </w:tcPr>
          <w:p w14:paraId="0188E5CA" w14:textId="77777777" w:rsidR="004E4E5C" w:rsidRPr="00A30D7A" w:rsidRDefault="004E4E5C" w:rsidP="00F6791E">
            <w:pPr>
              <w:rPr>
                <w:rFonts w:cs="Arial"/>
              </w:rPr>
            </w:pPr>
          </w:p>
        </w:tc>
        <w:tc>
          <w:tcPr>
            <w:tcW w:w="652" w:type="dxa"/>
            <w:shd w:val="clear" w:color="auto" w:fill="auto"/>
          </w:tcPr>
          <w:p w14:paraId="7BE424C3" w14:textId="77777777" w:rsidR="004E4E5C" w:rsidRPr="00A30D7A" w:rsidRDefault="004E4E5C" w:rsidP="00F6791E">
            <w:pPr>
              <w:rPr>
                <w:rFonts w:cs="Arial"/>
              </w:rPr>
            </w:pPr>
          </w:p>
        </w:tc>
        <w:tc>
          <w:tcPr>
            <w:tcW w:w="1530" w:type="dxa"/>
            <w:shd w:val="clear" w:color="auto" w:fill="auto"/>
          </w:tcPr>
          <w:p w14:paraId="7A633763" w14:textId="77777777" w:rsidR="004E4E5C" w:rsidRPr="00A30D7A" w:rsidRDefault="004E4E5C" w:rsidP="00F6791E">
            <w:pPr>
              <w:rPr>
                <w:rFonts w:cs="Arial"/>
              </w:rPr>
            </w:pPr>
          </w:p>
        </w:tc>
      </w:tr>
      <w:tr w:rsidR="004E4E5C" w:rsidRPr="00A30D7A" w14:paraId="41375B8B" w14:textId="77777777" w:rsidTr="00F6791E">
        <w:tc>
          <w:tcPr>
            <w:tcW w:w="2966" w:type="dxa"/>
            <w:shd w:val="clear" w:color="auto" w:fill="D9D9D9"/>
          </w:tcPr>
          <w:p w14:paraId="741F4B44" w14:textId="77777777" w:rsidR="004E4E5C" w:rsidRPr="00A30D7A" w:rsidRDefault="004E4E5C" w:rsidP="00F6791E">
            <w:pPr>
              <w:rPr>
                <w:rFonts w:cs="Arial"/>
                <w:b/>
              </w:rPr>
            </w:pPr>
            <w:r w:rsidRPr="00A30D7A">
              <w:rPr>
                <w:rFonts w:cs="Arial"/>
                <w:b/>
              </w:rPr>
              <w:t>HYDRAULIC</w:t>
            </w:r>
          </w:p>
        </w:tc>
        <w:tc>
          <w:tcPr>
            <w:tcW w:w="846" w:type="dxa"/>
            <w:shd w:val="clear" w:color="auto" w:fill="D9D9D9"/>
          </w:tcPr>
          <w:p w14:paraId="6F975D3F" w14:textId="77777777" w:rsidR="004E4E5C" w:rsidRPr="00A30D7A" w:rsidRDefault="004E4E5C" w:rsidP="00F6791E">
            <w:pPr>
              <w:rPr>
                <w:rFonts w:cs="Arial"/>
              </w:rPr>
            </w:pPr>
          </w:p>
        </w:tc>
        <w:tc>
          <w:tcPr>
            <w:tcW w:w="652" w:type="dxa"/>
            <w:shd w:val="clear" w:color="auto" w:fill="D9D9D9"/>
          </w:tcPr>
          <w:p w14:paraId="1CE1294F" w14:textId="77777777" w:rsidR="004E4E5C" w:rsidRPr="00A30D7A" w:rsidRDefault="004E4E5C" w:rsidP="00F6791E">
            <w:pPr>
              <w:rPr>
                <w:rFonts w:cs="Arial"/>
              </w:rPr>
            </w:pPr>
          </w:p>
        </w:tc>
        <w:tc>
          <w:tcPr>
            <w:tcW w:w="652" w:type="dxa"/>
            <w:shd w:val="clear" w:color="auto" w:fill="D9D9D9"/>
          </w:tcPr>
          <w:p w14:paraId="04FA7313" w14:textId="77777777" w:rsidR="004E4E5C" w:rsidRPr="00A30D7A" w:rsidRDefault="004E4E5C" w:rsidP="00F6791E">
            <w:pPr>
              <w:rPr>
                <w:rFonts w:cs="Arial"/>
              </w:rPr>
            </w:pPr>
          </w:p>
        </w:tc>
        <w:tc>
          <w:tcPr>
            <w:tcW w:w="652" w:type="dxa"/>
            <w:shd w:val="clear" w:color="auto" w:fill="D9D9D9"/>
          </w:tcPr>
          <w:p w14:paraId="171D5C4C" w14:textId="77777777" w:rsidR="004E4E5C" w:rsidRPr="00A30D7A" w:rsidRDefault="004E4E5C" w:rsidP="00F6791E">
            <w:pPr>
              <w:rPr>
                <w:rFonts w:cs="Arial"/>
              </w:rPr>
            </w:pPr>
          </w:p>
        </w:tc>
        <w:tc>
          <w:tcPr>
            <w:tcW w:w="652" w:type="dxa"/>
            <w:shd w:val="clear" w:color="auto" w:fill="D9D9D9"/>
          </w:tcPr>
          <w:p w14:paraId="5C6A9285" w14:textId="77777777" w:rsidR="004E4E5C" w:rsidRPr="00A30D7A" w:rsidRDefault="004E4E5C" w:rsidP="00F6791E">
            <w:pPr>
              <w:rPr>
                <w:rFonts w:cs="Arial"/>
              </w:rPr>
            </w:pPr>
          </w:p>
        </w:tc>
        <w:tc>
          <w:tcPr>
            <w:tcW w:w="652" w:type="dxa"/>
            <w:shd w:val="clear" w:color="auto" w:fill="D9D9D9"/>
          </w:tcPr>
          <w:p w14:paraId="7F83DA05" w14:textId="77777777" w:rsidR="004E4E5C" w:rsidRPr="00A30D7A" w:rsidRDefault="004E4E5C" w:rsidP="00F6791E">
            <w:pPr>
              <w:rPr>
                <w:rFonts w:cs="Arial"/>
              </w:rPr>
            </w:pPr>
          </w:p>
        </w:tc>
        <w:tc>
          <w:tcPr>
            <w:tcW w:w="652" w:type="dxa"/>
            <w:shd w:val="clear" w:color="auto" w:fill="D9D9D9"/>
          </w:tcPr>
          <w:p w14:paraId="004FECA1" w14:textId="77777777" w:rsidR="004E4E5C" w:rsidRPr="00A30D7A" w:rsidRDefault="004E4E5C" w:rsidP="00F6791E">
            <w:pPr>
              <w:rPr>
                <w:rFonts w:cs="Arial"/>
              </w:rPr>
            </w:pPr>
          </w:p>
        </w:tc>
        <w:tc>
          <w:tcPr>
            <w:tcW w:w="1530" w:type="dxa"/>
            <w:shd w:val="clear" w:color="auto" w:fill="D9D9D9"/>
          </w:tcPr>
          <w:p w14:paraId="153584E1" w14:textId="77777777" w:rsidR="004E4E5C" w:rsidRPr="00A30D7A" w:rsidRDefault="004E4E5C" w:rsidP="00F6791E">
            <w:pPr>
              <w:rPr>
                <w:rFonts w:cs="Arial"/>
              </w:rPr>
            </w:pPr>
          </w:p>
        </w:tc>
      </w:tr>
      <w:tr w:rsidR="004E4E5C" w:rsidRPr="00A30D7A" w14:paraId="5581A0A7" w14:textId="77777777" w:rsidTr="00F6791E">
        <w:tc>
          <w:tcPr>
            <w:tcW w:w="2966" w:type="dxa"/>
            <w:shd w:val="clear" w:color="auto" w:fill="auto"/>
          </w:tcPr>
          <w:p w14:paraId="03BFC75C" w14:textId="77777777" w:rsidR="004E4E5C" w:rsidRPr="00A30D7A" w:rsidRDefault="004E4E5C" w:rsidP="00F6791E">
            <w:pPr>
              <w:rPr>
                <w:rFonts w:cs="Arial"/>
              </w:rPr>
            </w:pPr>
            <w:r w:rsidRPr="00A30D7A">
              <w:rPr>
                <w:rFonts w:cs="Arial"/>
              </w:rPr>
              <w:t>Plant, equipment &amp; fixtures</w:t>
            </w:r>
          </w:p>
        </w:tc>
        <w:tc>
          <w:tcPr>
            <w:tcW w:w="846" w:type="dxa"/>
            <w:shd w:val="clear" w:color="auto" w:fill="auto"/>
          </w:tcPr>
          <w:p w14:paraId="6F4FD4A2" w14:textId="77777777" w:rsidR="004E4E5C" w:rsidRPr="00A30D7A" w:rsidRDefault="004E4E5C" w:rsidP="00F6791E">
            <w:pPr>
              <w:rPr>
                <w:rFonts w:cs="Arial"/>
              </w:rPr>
            </w:pPr>
          </w:p>
        </w:tc>
        <w:tc>
          <w:tcPr>
            <w:tcW w:w="652" w:type="dxa"/>
            <w:shd w:val="clear" w:color="auto" w:fill="auto"/>
          </w:tcPr>
          <w:p w14:paraId="649D3E3D" w14:textId="77777777" w:rsidR="004E4E5C" w:rsidRPr="00A30D7A" w:rsidRDefault="004E4E5C" w:rsidP="00F6791E">
            <w:pPr>
              <w:rPr>
                <w:rFonts w:cs="Arial"/>
              </w:rPr>
            </w:pPr>
          </w:p>
        </w:tc>
        <w:tc>
          <w:tcPr>
            <w:tcW w:w="652" w:type="dxa"/>
            <w:shd w:val="clear" w:color="auto" w:fill="auto"/>
          </w:tcPr>
          <w:p w14:paraId="7F699FDE" w14:textId="77777777" w:rsidR="004E4E5C" w:rsidRPr="00A30D7A" w:rsidRDefault="004E4E5C" w:rsidP="00F6791E">
            <w:pPr>
              <w:rPr>
                <w:rFonts w:cs="Arial"/>
              </w:rPr>
            </w:pPr>
          </w:p>
        </w:tc>
        <w:tc>
          <w:tcPr>
            <w:tcW w:w="652" w:type="dxa"/>
            <w:shd w:val="clear" w:color="auto" w:fill="auto"/>
          </w:tcPr>
          <w:p w14:paraId="12271591" w14:textId="77777777" w:rsidR="004E4E5C" w:rsidRPr="00A30D7A" w:rsidRDefault="004E4E5C" w:rsidP="00F6791E">
            <w:pPr>
              <w:rPr>
                <w:rFonts w:cs="Arial"/>
              </w:rPr>
            </w:pPr>
          </w:p>
        </w:tc>
        <w:tc>
          <w:tcPr>
            <w:tcW w:w="652" w:type="dxa"/>
            <w:shd w:val="clear" w:color="auto" w:fill="auto"/>
          </w:tcPr>
          <w:p w14:paraId="0073105B" w14:textId="77777777" w:rsidR="004E4E5C" w:rsidRPr="00A30D7A" w:rsidRDefault="004E4E5C" w:rsidP="00F6791E">
            <w:pPr>
              <w:rPr>
                <w:rFonts w:cs="Arial"/>
              </w:rPr>
            </w:pPr>
          </w:p>
        </w:tc>
        <w:tc>
          <w:tcPr>
            <w:tcW w:w="652" w:type="dxa"/>
            <w:shd w:val="clear" w:color="auto" w:fill="auto"/>
          </w:tcPr>
          <w:p w14:paraId="59471AC5" w14:textId="77777777" w:rsidR="004E4E5C" w:rsidRPr="00A30D7A" w:rsidRDefault="004E4E5C" w:rsidP="00F6791E">
            <w:pPr>
              <w:rPr>
                <w:rFonts w:cs="Arial"/>
              </w:rPr>
            </w:pPr>
          </w:p>
        </w:tc>
        <w:tc>
          <w:tcPr>
            <w:tcW w:w="652" w:type="dxa"/>
            <w:shd w:val="clear" w:color="auto" w:fill="auto"/>
          </w:tcPr>
          <w:p w14:paraId="17DADBC0" w14:textId="77777777" w:rsidR="004E4E5C" w:rsidRPr="00A30D7A" w:rsidRDefault="004E4E5C" w:rsidP="00F6791E">
            <w:pPr>
              <w:rPr>
                <w:rFonts w:cs="Arial"/>
              </w:rPr>
            </w:pPr>
          </w:p>
        </w:tc>
        <w:tc>
          <w:tcPr>
            <w:tcW w:w="1530" w:type="dxa"/>
            <w:shd w:val="clear" w:color="auto" w:fill="auto"/>
          </w:tcPr>
          <w:p w14:paraId="422D0E12" w14:textId="77777777" w:rsidR="004E4E5C" w:rsidRPr="00A30D7A" w:rsidRDefault="004E4E5C" w:rsidP="00F6791E">
            <w:pPr>
              <w:rPr>
                <w:rFonts w:cs="Arial"/>
              </w:rPr>
            </w:pPr>
          </w:p>
        </w:tc>
      </w:tr>
      <w:tr w:rsidR="004E4E5C" w:rsidRPr="00A30D7A" w14:paraId="25326260" w14:textId="77777777" w:rsidTr="00F6791E">
        <w:tc>
          <w:tcPr>
            <w:tcW w:w="2966" w:type="dxa"/>
            <w:shd w:val="clear" w:color="auto" w:fill="auto"/>
          </w:tcPr>
          <w:p w14:paraId="68FD17E2" w14:textId="77777777" w:rsidR="004E4E5C" w:rsidRPr="00A30D7A" w:rsidRDefault="004E4E5C" w:rsidP="00F6791E">
            <w:pPr>
              <w:rPr>
                <w:rFonts w:cs="Arial"/>
              </w:rPr>
            </w:pPr>
            <w:r w:rsidRPr="00A30D7A">
              <w:rPr>
                <w:rFonts w:cs="Arial"/>
              </w:rPr>
              <w:t>Sanitary fixtures &amp; floor wastes</w:t>
            </w:r>
          </w:p>
        </w:tc>
        <w:tc>
          <w:tcPr>
            <w:tcW w:w="846" w:type="dxa"/>
            <w:shd w:val="clear" w:color="auto" w:fill="auto"/>
          </w:tcPr>
          <w:p w14:paraId="508A248C" w14:textId="77777777" w:rsidR="004E4E5C" w:rsidRPr="00A30D7A" w:rsidRDefault="004E4E5C" w:rsidP="00F6791E">
            <w:pPr>
              <w:rPr>
                <w:rFonts w:cs="Arial"/>
              </w:rPr>
            </w:pPr>
          </w:p>
        </w:tc>
        <w:tc>
          <w:tcPr>
            <w:tcW w:w="652" w:type="dxa"/>
            <w:shd w:val="clear" w:color="auto" w:fill="auto"/>
          </w:tcPr>
          <w:p w14:paraId="5EA8FAD4" w14:textId="77777777" w:rsidR="004E4E5C" w:rsidRPr="00A30D7A" w:rsidRDefault="004E4E5C" w:rsidP="00F6791E">
            <w:pPr>
              <w:rPr>
                <w:rFonts w:cs="Arial"/>
              </w:rPr>
            </w:pPr>
          </w:p>
        </w:tc>
        <w:tc>
          <w:tcPr>
            <w:tcW w:w="652" w:type="dxa"/>
            <w:shd w:val="clear" w:color="auto" w:fill="auto"/>
          </w:tcPr>
          <w:p w14:paraId="13AB8D68" w14:textId="77777777" w:rsidR="004E4E5C" w:rsidRPr="00A30D7A" w:rsidRDefault="004E4E5C" w:rsidP="00F6791E">
            <w:pPr>
              <w:rPr>
                <w:rFonts w:cs="Arial"/>
              </w:rPr>
            </w:pPr>
          </w:p>
        </w:tc>
        <w:tc>
          <w:tcPr>
            <w:tcW w:w="652" w:type="dxa"/>
            <w:shd w:val="clear" w:color="auto" w:fill="auto"/>
          </w:tcPr>
          <w:p w14:paraId="375C81F5" w14:textId="77777777" w:rsidR="004E4E5C" w:rsidRPr="00A30D7A" w:rsidRDefault="004E4E5C" w:rsidP="00F6791E">
            <w:pPr>
              <w:rPr>
                <w:rFonts w:cs="Arial"/>
              </w:rPr>
            </w:pPr>
          </w:p>
        </w:tc>
        <w:tc>
          <w:tcPr>
            <w:tcW w:w="652" w:type="dxa"/>
            <w:shd w:val="clear" w:color="auto" w:fill="auto"/>
          </w:tcPr>
          <w:p w14:paraId="72F2702A" w14:textId="77777777" w:rsidR="004E4E5C" w:rsidRPr="00A30D7A" w:rsidRDefault="004E4E5C" w:rsidP="00F6791E">
            <w:pPr>
              <w:rPr>
                <w:rFonts w:cs="Arial"/>
              </w:rPr>
            </w:pPr>
          </w:p>
        </w:tc>
        <w:tc>
          <w:tcPr>
            <w:tcW w:w="652" w:type="dxa"/>
            <w:shd w:val="clear" w:color="auto" w:fill="auto"/>
          </w:tcPr>
          <w:p w14:paraId="59C5E521" w14:textId="77777777" w:rsidR="004E4E5C" w:rsidRPr="00A30D7A" w:rsidRDefault="004E4E5C" w:rsidP="00F6791E">
            <w:pPr>
              <w:rPr>
                <w:rFonts w:cs="Arial"/>
              </w:rPr>
            </w:pPr>
          </w:p>
        </w:tc>
        <w:tc>
          <w:tcPr>
            <w:tcW w:w="652" w:type="dxa"/>
            <w:shd w:val="clear" w:color="auto" w:fill="auto"/>
          </w:tcPr>
          <w:p w14:paraId="17F41628" w14:textId="77777777" w:rsidR="004E4E5C" w:rsidRPr="00A30D7A" w:rsidRDefault="004E4E5C" w:rsidP="00F6791E">
            <w:pPr>
              <w:rPr>
                <w:rFonts w:cs="Arial"/>
              </w:rPr>
            </w:pPr>
          </w:p>
        </w:tc>
        <w:tc>
          <w:tcPr>
            <w:tcW w:w="1530" w:type="dxa"/>
            <w:shd w:val="clear" w:color="auto" w:fill="auto"/>
          </w:tcPr>
          <w:p w14:paraId="0A02B6FB" w14:textId="77777777" w:rsidR="004E4E5C" w:rsidRPr="00A30D7A" w:rsidRDefault="004E4E5C" w:rsidP="00F6791E">
            <w:pPr>
              <w:rPr>
                <w:rFonts w:cs="Arial"/>
              </w:rPr>
            </w:pPr>
          </w:p>
        </w:tc>
      </w:tr>
      <w:tr w:rsidR="004E4E5C" w:rsidRPr="00A30D7A" w14:paraId="2C36570E" w14:textId="77777777" w:rsidTr="00F6791E">
        <w:tc>
          <w:tcPr>
            <w:tcW w:w="2966" w:type="dxa"/>
            <w:shd w:val="clear" w:color="auto" w:fill="auto"/>
          </w:tcPr>
          <w:p w14:paraId="18F4B047" w14:textId="77777777" w:rsidR="004E4E5C" w:rsidRPr="00A30D7A" w:rsidRDefault="004E4E5C" w:rsidP="00F6791E">
            <w:pPr>
              <w:rPr>
                <w:rFonts w:cs="Arial"/>
              </w:rPr>
            </w:pPr>
            <w:r w:rsidRPr="00A30D7A">
              <w:rPr>
                <w:rFonts w:cs="Arial"/>
              </w:rPr>
              <w:t>Pipework – waste</w:t>
            </w:r>
          </w:p>
        </w:tc>
        <w:tc>
          <w:tcPr>
            <w:tcW w:w="846" w:type="dxa"/>
            <w:shd w:val="clear" w:color="auto" w:fill="auto"/>
          </w:tcPr>
          <w:p w14:paraId="7E1B5E7E" w14:textId="77777777" w:rsidR="004E4E5C" w:rsidRPr="00A30D7A" w:rsidRDefault="004E4E5C" w:rsidP="00F6791E">
            <w:pPr>
              <w:rPr>
                <w:rFonts w:cs="Arial"/>
              </w:rPr>
            </w:pPr>
          </w:p>
        </w:tc>
        <w:tc>
          <w:tcPr>
            <w:tcW w:w="652" w:type="dxa"/>
            <w:shd w:val="clear" w:color="auto" w:fill="auto"/>
          </w:tcPr>
          <w:p w14:paraId="7B050BA5" w14:textId="77777777" w:rsidR="004E4E5C" w:rsidRPr="00A30D7A" w:rsidRDefault="004E4E5C" w:rsidP="00F6791E">
            <w:pPr>
              <w:rPr>
                <w:rFonts w:cs="Arial"/>
              </w:rPr>
            </w:pPr>
          </w:p>
        </w:tc>
        <w:tc>
          <w:tcPr>
            <w:tcW w:w="652" w:type="dxa"/>
            <w:shd w:val="clear" w:color="auto" w:fill="auto"/>
          </w:tcPr>
          <w:p w14:paraId="0B9CAD29" w14:textId="77777777" w:rsidR="004E4E5C" w:rsidRPr="00A30D7A" w:rsidRDefault="004E4E5C" w:rsidP="00F6791E">
            <w:pPr>
              <w:rPr>
                <w:rFonts w:cs="Arial"/>
              </w:rPr>
            </w:pPr>
          </w:p>
        </w:tc>
        <w:tc>
          <w:tcPr>
            <w:tcW w:w="652" w:type="dxa"/>
            <w:shd w:val="clear" w:color="auto" w:fill="auto"/>
          </w:tcPr>
          <w:p w14:paraId="14ABA6E2" w14:textId="77777777" w:rsidR="004E4E5C" w:rsidRPr="00A30D7A" w:rsidRDefault="004E4E5C" w:rsidP="00F6791E">
            <w:pPr>
              <w:rPr>
                <w:rFonts w:cs="Arial"/>
              </w:rPr>
            </w:pPr>
          </w:p>
        </w:tc>
        <w:tc>
          <w:tcPr>
            <w:tcW w:w="652" w:type="dxa"/>
            <w:shd w:val="clear" w:color="auto" w:fill="auto"/>
          </w:tcPr>
          <w:p w14:paraId="182DED4B" w14:textId="77777777" w:rsidR="004E4E5C" w:rsidRPr="00A30D7A" w:rsidRDefault="004E4E5C" w:rsidP="00F6791E">
            <w:pPr>
              <w:rPr>
                <w:rFonts w:cs="Arial"/>
              </w:rPr>
            </w:pPr>
          </w:p>
        </w:tc>
        <w:tc>
          <w:tcPr>
            <w:tcW w:w="652" w:type="dxa"/>
            <w:shd w:val="clear" w:color="auto" w:fill="auto"/>
          </w:tcPr>
          <w:p w14:paraId="34F50AC6" w14:textId="77777777" w:rsidR="004E4E5C" w:rsidRPr="00A30D7A" w:rsidRDefault="004E4E5C" w:rsidP="00F6791E">
            <w:pPr>
              <w:rPr>
                <w:rFonts w:cs="Arial"/>
              </w:rPr>
            </w:pPr>
          </w:p>
        </w:tc>
        <w:tc>
          <w:tcPr>
            <w:tcW w:w="652" w:type="dxa"/>
            <w:shd w:val="clear" w:color="auto" w:fill="auto"/>
          </w:tcPr>
          <w:p w14:paraId="37AB0E12" w14:textId="77777777" w:rsidR="004E4E5C" w:rsidRPr="00A30D7A" w:rsidRDefault="004E4E5C" w:rsidP="00F6791E">
            <w:pPr>
              <w:rPr>
                <w:rFonts w:cs="Arial"/>
              </w:rPr>
            </w:pPr>
          </w:p>
        </w:tc>
        <w:tc>
          <w:tcPr>
            <w:tcW w:w="1530" w:type="dxa"/>
            <w:shd w:val="clear" w:color="auto" w:fill="auto"/>
          </w:tcPr>
          <w:p w14:paraId="38478E99" w14:textId="77777777" w:rsidR="004E4E5C" w:rsidRPr="00A30D7A" w:rsidRDefault="004E4E5C" w:rsidP="00F6791E">
            <w:pPr>
              <w:rPr>
                <w:rFonts w:cs="Arial"/>
              </w:rPr>
            </w:pPr>
          </w:p>
        </w:tc>
      </w:tr>
      <w:tr w:rsidR="004E4E5C" w:rsidRPr="00A30D7A" w14:paraId="41B0929D" w14:textId="77777777" w:rsidTr="00F6791E">
        <w:tc>
          <w:tcPr>
            <w:tcW w:w="2966" w:type="dxa"/>
            <w:shd w:val="clear" w:color="auto" w:fill="auto"/>
          </w:tcPr>
          <w:p w14:paraId="3BB674E6" w14:textId="77777777" w:rsidR="004E4E5C" w:rsidRPr="00A30D7A" w:rsidRDefault="004E4E5C" w:rsidP="00F6791E">
            <w:pPr>
              <w:rPr>
                <w:rFonts w:cs="Arial"/>
              </w:rPr>
            </w:pPr>
            <w:r w:rsidRPr="00A30D7A">
              <w:rPr>
                <w:rFonts w:cs="Arial"/>
              </w:rPr>
              <w:t>Pipework – SW, downpipes</w:t>
            </w:r>
          </w:p>
        </w:tc>
        <w:tc>
          <w:tcPr>
            <w:tcW w:w="846" w:type="dxa"/>
            <w:shd w:val="clear" w:color="auto" w:fill="auto"/>
          </w:tcPr>
          <w:p w14:paraId="61AF79F6" w14:textId="77777777" w:rsidR="004E4E5C" w:rsidRPr="00A30D7A" w:rsidRDefault="004E4E5C" w:rsidP="00F6791E">
            <w:pPr>
              <w:rPr>
                <w:rFonts w:cs="Arial"/>
              </w:rPr>
            </w:pPr>
          </w:p>
        </w:tc>
        <w:tc>
          <w:tcPr>
            <w:tcW w:w="652" w:type="dxa"/>
            <w:shd w:val="clear" w:color="auto" w:fill="auto"/>
          </w:tcPr>
          <w:p w14:paraId="23E6CD7A" w14:textId="77777777" w:rsidR="004E4E5C" w:rsidRPr="00A30D7A" w:rsidRDefault="004E4E5C" w:rsidP="00F6791E">
            <w:pPr>
              <w:rPr>
                <w:rFonts w:cs="Arial"/>
              </w:rPr>
            </w:pPr>
          </w:p>
        </w:tc>
        <w:tc>
          <w:tcPr>
            <w:tcW w:w="652" w:type="dxa"/>
            <w:shd w:val="clear" w:color="auto" w:fill="auto"/>
          </w:tcPr>
          <w:p w14:paraId="68658581" w14:textId="77777777" w:rsidR="004E4E5C" w:rsidRPr="00A30D7A" w:rsidRDefault="004E4E5C" w:rsidP="00F6791E">
            <w:pPr>
              <w:rPr>
                <w:rFonts w:cs="Arial"/>
              </w:rPr>
            </w:pPr>
          </w:p>
        </w:tc>
        <w:tc>
          <w:tcPr>
            <w:tcW w:w="652" w:type="dxa"/>
            <w:shd w:val="clear" w:color="auto" w:fill="auto"/>
          </w:tcPr>
          <w:p w14:paraId="19BF8AF2" w14:textId="77777777" w:rsidR="004E4E5C" w:rsidRPr="00A30D7A" w:rsidRDefault="004E4E5C" w:rsidP="00F6791E">
            <w:pPr>
              <w:rPr>
                <w:rFonts w:cs="Arial"/>
              </w:rPr>
            </w:pPr>
          </w:p>
        </w:tc>
        <w:tc>
          <w:tcPr>
            <w:tcW w:w="652" w:type="dxa"/>
            <w:shd w:val="clear" w:color="auto" w:fill="auto"/>
          </w:tcPr>
          <w:p w14:paraId="64421AA9" w14:textId="77777777" w:rsidR="004E4E5C" w:rsidRPr="00A30D7A" w:rsidRDefault="004E4E5C" w:rsidP="00F6791E">
            <w:pPr>
              <w:rPr>
                <w:rFonts w:cs="Arial"/>
              </w:rPr>
            </w:pPr>
          </w:p>
        </w:tc>
        <w:tc>
          <w:tcPr>
            <w:tcW w:w="652" w:type="dxa"/>
            <w:shd w:val="clear" w:color="auto" w:fill="auto"/>
          </w:tcPr>
          <w:p w14:paraId="5705C0CD" w14:textId="77777777" w:rsidR="004E4E5C" w:rsidRPr="00A30D7A" w:rsidRDefault="004E4E5C" w:rsidP="00F6791E">
            <w:pPr>
              <w:rPr>
                <w:rFonts w:cs="Arial"/>
              </w:rPr>
            </w:pPr>
          </w:p>
        </w:tc>
        <w:tc>
          <w:tcPr>
            <w:tcW w:w="652" w:type="dxa"/>
            <w:shd w:val="clear" w:color="auto" w:fill="auto"/>
          </w:tcPr>
          <w:p w14:paraId="12C25889" w14:textId="77777777" w:rsidR="004E4E5C" w:rsidRPr="00A30D7A" w:rsidRDefault="004E4E5C" w:rsidP="00F6791E">
            <w:pPr>
              <w:rPr>
                <w:rFonts w:cs="Arial"/>
              </w:rPr>
            </w:pPr>
          </w:p>
        </w:tc>
        <w:tc>
          <w:tcPr>
            <w:tcW w:w="1530" w:type="dxa"/>
            <w:shd w:val="clear" w:color="auto" w:fill="auto"/>
          </w:tcPr>
          <w:p w14:paraId="44CB2E00" w14:textId="77777777" w:rsidR="004E4E5C" w:rsidRPr="00A30D7A" w:rsidRDefault="004E4E5C" w:rsidP="00F6791E">
            <w:pPr>
              <w:rPr>
                <w:rFonts w:cs="Arial"/>
              </w:rPr>
            </w:pPr>
          </w:p>
        </w:tc>
      </w:tr>
      <w:tr w:rsidR="004E4E5C" w:rsidRPr="00A30D7A" w14:paraId="29AB3C40" w14:textId="77777777" w:rsidTr="00F6791E">
        <w:tc>
          <w:tcPr>
            <w:tcW w:w="2966" w:type="dxa"/>
            <w:shd w:val="clear" w:color="auto" w:fill="auto"/>
          </w:tcPr>
          <w:p w14:paraId="2DF557FE" w14:textId="77777777" w:rsidR="004E4E5C" w:rsidRPr="00A30D7A" w:rsidRDefault="004E4E5C" w:rsidP="00F6791E">
            <w:pPr>
              <w:rPr>
                <w:rFonts w:cs="Arial"/>
              </w:rPr>
            </w:pPr>
            <w:r w:rsidRPr="00A30D7A">
              <w:rPr>
                <w:rFonts w:cs="Arial"/>
              </w:rPr>
              <w:t>Pipework – supply</w:t>
            </w:r>
          </w:p>
        </w:tc>
        <w:tc>
          <w:tcPr>
            <w:tcW w:w="846" w:type="dxa"/>
            <w:shd w:val="clear" w:color="auto" w:fill="auto"/>
          </w:tcPr>
          <w:p w14:paraId="383D85A3" w14:textId="77777777" w:rsidR="004E4E5C" w:rsidRPr="00A30D7A" w:rsidRDefault="004E4E5C" w:rsidP="00F6791E">
            <w:pPr>
              <w:rPr>
                <w:rFonts w:cs="Arial"/>
              </w:rPr>
            </w:pPr>
          </w:p>
        </w:tc>
        <w:tc>
          <w:tcPr>
            <w:tcW w:w="652" w:type="dxa"/>
            <w:shd w:val="clear" w:color="auto" w:fill="auto"/>
          </w:tcPr>
          <w:p w14:paraId="2B3C9A4E" w14:textId="77777777" w:rsidR="004E4E5C" w:rsidRPr="00A30D7A" w:rsidRDefault="004E4E5C" w:rsidP="00F6791E">
            <w:pPr>
              <w:rPr>
                <w:rFonts w:cs="Arial"/>
              </w:rPr>
            </w:pPr>
          </w:p>
        </w:tc>
        <w:tc>
          <w:tcPr>
            <w:tcW w:w="652" w:type="dxa"/>
            <w:shd w:val="clear" w:color="auto" w:fill="auto"/>
          </w:tcPr>
          <w:p w14:paraId="4EF85EE1" w14:textId="77777777" w:rsidR="004E4E5C" w:rsidRPr="00A30D7A" w:rsidRDefault="004E4E5C" w:rsidP="00F6791E">
            <w:pPr>
              <w:rPr>
                <w:rFonts w:cs="Arial"/>
              </w:rPr>
            </w:pPr>
          </w:p>
        </w:tc>
        <w:tc>
          <w:tcPr>
            <w:tcW w:w="652" w:type="dxa"/>
            <w:shd w:val="clear" w:color="auto" w:fill="auto"/>
          </w:tcPr>
          <w:p w14:paraId="295CAE96" w14:textId="77777777" w:rsidR="004E4E5C" w:rsidRPr="00A30D7A" w:rsidRDefault="004E4E5C" w:rsidP="00F6791E">
            <w:pPr>
              <w:rPr>
                <w:rFonts w:cs="Arial"/>
              </w:rPr>
            </w:pPr>
          </w:p>
        </w:tc>
        <w:tc>
          <w:tcPr>
            <w:tcW w:w="652" w:type="dxa"/>
            <w:shd w:val="clear" w:color="auto" w:fill="auto"/>
          </w:tcPr>
          <w:p w14:paraId="63A289F4" w14:textId="77777777" w:rsidR="004E4E5C" w:rsidRPr="00A30D7A" w:rsidRDefault="004E4E5C" w:rsidP="00F6791E">
            <w:pPr>
              <w:rPr>
                <w:rFonts w:cs="Arial"/>
              </w:rPr>
            </w:pPr>
          </w:p>
        </w:tc>
        <w:tc>
          <w:tcPr>
            <w:tcW w:w="652" w:type="dxa"/>
            <w:shd w:val="clear" w:color="auto" w:fill="auto"/>
          </w:tcPr>
          <w:p w14:paraId="6D935132" w14:textId="77777777" w:rsidR="004E4E5C" w:rsidRPr="00A30D7A" w:rsidRDefault="004E4E5C" w:rsidP="00F6791E">
            <w:pPr>
              <w:rPr>
                <w:rFonts w:cs="Arial"/>
              </w:rPr>
            </w:pPr>
          </w:p>
        </w:tc>
        <w:tc>
          <w:tcPr>
            <w:tcW w:w="652" w:type="dxa"/>
            <w:shd w:val="clear" w:color="auto" w:fill="auto"/>
          </w:tcPr>
          <w:p w14:paraId="479ED929" w14:textId="77777777" w:rsidR="004E4E5C" w:rsidRPr="00A30D7A" w:rsidRDefault="004E4E5C" w:rsidP="00F6791E">
            <w:pPr>
              <w:rPr>
                <w:rFonts w:cs="Arial"/>
              </w:rPr>
            </w:pPr>
          </w:p>
        </w:tc>
        <w:tc>
          <w:tcPr>
            <w:tcW w:w="1530" w:type="dxa"/>
            <w:shd w:val="clear" w:color="auto" w:fill="auto"/>
          </w:tcPr>
          <w:p w14:paraId="33FDC63F" w14:textId="77777777" w:rsidR="004E4E5C" w:rsidRPr="00A30D7A" w:rsidRDefault="004E4E5C" w:rsidP="00F6791E">
            <w:pPr>
              <w:rPr>
                <w:rFonts w:cs="Arial"/>
              </w:rPr>
            </w:pPr>
          </w:p>
        </w:tc>
      </w:tr>
      <w:tr w:rsidR="004E4E5C" w:rsidRPr="00A30D7A" w14:paraId="625FFA3A" w14:textId="77777777" w:rsidTr="00F6791E">
        <w:tc>
          <w:tcPr>
            <w:tcW w:w="2966" w:type="dxa"/>
            <w:shd w:val="clear" w:color="auto" w:fill="auto"/>
          </w:tcPr>
          <w:p w14:paraId="2933232A" w14:textId="77777777" w:rsidR="004E4E5C" w:rsidRPr="00A30D7A" w:rsidRDefault="004E4E5C" w:rsidP="00F6791E">
            <w:pPr>
              <w:rPr>
                <w:rFonts w:cs="Arial"/>
              </w:rPr>
            </w:pPr>
            <w:r w:rsidRPr="00A30D7A">
              <w:rPr>
                <w:rFonts w:cs="Arial"/>
              </w:rPr>
              <w:t>Fire services fixtures (FHR, etc)</w:t>
            </w:r>
          </w:p>
        </w:tc>
        <w:tc>
          <w:tcPr>
            <w:tcW w:w="846" w:type="dxa"/>
            <w:shd w:val="clear" w:color="auto" w:fill="auto"/>
          </w:tcPr>
          <w:p w14:paraId="29D8D9C7" w14:textId="77777777" w:rsidR="004E4E5C" w:rsidRPr="00A30D7A" w:rsidRDefault="004E4E5C" w:rsidP="00F6791E">
            <w:pPr>
              <w:rPr>
                <w:rFonts w:cs="Arial"/>
              </w:rPr>
            </w:pPr>
          </w:p>
        </w:tc>
        <w:tc>
          <w:tcPr>
            <w:tcW w:w="652" w:type="dxa"/>
            <w:shd w:val="clear" w:color="auto" w:fill="auto"/>
          </w:tcPr>
          <w:p w14:paraId="7F2760C2" w14:textId="77777777" w:rsidR="004E4E5C" w:rsidRPr="00A30D7A" w:rsidRDefault="004E4E5C" w:rsidP="00F6791E">
            <w:pPr>
              <w:rPr>
                <w:rFonts w:cs="Arial"/>
              </w:rPr>
            </w:pPr>
          </w:p>
        </w:tc>
        <w:tc>
          <w:tcPr>
            <w:tcW w:w="652" w:type="dxa"/>
            <w:shd w:val="clear" w:color="auto" w:fill="auto"/>
          </w:tcPr>
          <w:p w14:paraId="24B7FEE5" w14:textId="77777777" w:rsidR="004E4E5C" w:rsidRPr="00A30D7A" w:rsidRDefault="004E4E5C" w:rsidP="00F6791E">
            <w:pPr>
              <w:rPr>
                <w:rFonts w:cs="Arial"/>
              </w:rPr>
            </w:pPr>
          </w:p>
        </w:tc>
        <w:tc>
          <w:tcPr>
            <w:tcW w:w="652" w:type="dxa"/>
            <w:shd w:val="clear" w:color="auto" w:fill="auto"/>
          </w:tcPr>
          <w:p w14:paraId="41BA59F4" w14:textId="77777777" w:rsidR="004E4E5C" w:rsidRPr="00A30D7A" w:rsidRDefault="004E4E5C" w:rsidP="00F6791E">
            <w:pPr>
              <w:rPr>
                <w:rFonts w:cs="Arial"/>
              </w:rPr>
            </w:pPr>
          </w:p>
        </w:tc>
        <w:tc>
          <w:tcPr>
            <w:tcW w:w="652" w:type="dxa"/>
            <w:shd w:val="clear" w:color="auto" w:fill="auto"/>
          </w:tcPr>
          <w:p w14:paraId="2519B96A" w14:textId="77777777" w:rsidR="004E4E5C" w:rsidRPr="00A30D7A" w:rsidRDefault="004E4E5C" w:rsidP="00F6791E">
            <w:pPr>
              <w:rPr>
                <w:rFonts w:cs="Arial"/>
              </w:rPr>
            </w:pPr>
          </w:p>
        </w:tc>
        <w:tc>
          <w:tcPr>
            <w:tcW w:w="652" w:type="dxa"/>
            <w:shd w:val="clear" w:color="auto" w:fill="auto"/>
          </w:tcPr>
          <w:p w14:paraId="66EACDD4" w14:textId="77777777" w:rsidR="004E4E5C" w:rsidRPr="00A30D7A" w:rsidRDefault="004E4E5C" w:rsidP="00F6791E">
            <w:pPr>
              <w:rPr>
                <w:rFonts w:cs="Arial"/>
              </w:rPr>
            </w:pPr>
          </w:p>
        </w:tc>
        <w:tc>
          <w:tcPr>
            <w:tcW w:w="652" w:type="dxa"/>
            <w:shd w:val="clear" w:color="auto" w:fill="auto"/>
          </w:tcPr>
          <w:p w14:paraId="58E7324E" w14:textId="77777777" w:rsidR="004E4E5C" w:rsidRPr="00A30D7A" w:rsidRDefault="004E4E5C" w:rsidP="00F6791E">
            <w:pPr>
              <w:rPr>
                <w:rFonts w:cs="Arial"/>
              </w:rPr>
            </w:pPr>
          </w:p>
        </w:tc>
        <w:tc>
          <w:tcPr>
            <w:tcW w:w="1530" w:type="dxa"/>
            <w:shd w:val="clear" w:color="auto" w:fill="auto"/>
          </w:tcPr>
          <w:p w14:paraId="3881B094" w14:textId="77777777" w:rsidR="004E4E5C" w:rsidRPr="00A30D7A" w:rsidRDefault="004E4E5C" w:rsidP="00F6791E">
            <w:pPr>
              <w:rPr>
                <w:rFonts w:cs="Arial"/>
              </w:rPr>
            </w:pPr>
          </w:p>
        </w:tc>
      </w:tr>
      <w:tr w:rsidR="004E4E5C" w:rsidRPr="00A30D7A" w14:paraId="7B1AE570" w14:textId="77777777" w:rsidTr="00F6791E">
        <w:tc>
          <w:tcPr>
            <w:tcW w:w="2966" w:type="dxa"/>
            <w:shd w:val="clear" w:color="auto" w:fill="auto"/>
          </w:tcPr>
          <w:p w14:paraId="170F6275" w14:textId="77777777" w:rsidR="004E4E5C" w:rsidRPr="00A30D7A" w:rsidRDefault="004E4E5C" w:rsidP="00F6791E">
            <w:pPr>
              <w:rPr>
                <w:rFonts w:cs="Arial"/>
              </w:rPr>
            </w:pPr>
            <w:r w:rsidRPr="00A30D7A">
              <w:rPr>
                <w:rFonts w:cs="Arial"/>
              </w:rPr>
              <w:t>Sprinkler heads</w:t>
            </w:r>
          </w:p>
        </w:tc>
        <w:tc>
          <w:tcPr>
            <w:tcW w:w="846" w:type="dxa"/>
            <w:shd w:val="clear" w:color="auto" w:fill="auto"/>
          </w:tcPr>
          <w:p w14:paraId="4440DEBF" w14:textId="77777777" w:rsidR="004E4E5C" w:rsidRPr="00A30D7A" w:rsidRDefault="004E4E5C" w:rsidP="00F6791E">
            <w:pPr>
              <w:rPr>
                <w:rFonts w:cs="Arial"/>
              </w:rPr>
            </w:pPr>
          </w:p>
        </w:tc>
        <w:tc>
          <w:tcPr>
            <w:tcW w:w="652" w:type="dxa"/>
            <w:shd w:val="clear" w:color="auto" w:fill="auto"/>
          </w:tcPr>
          <w:p w14:paraId="07AE20BA" w14:textId="77777777" w:rsidR="004E4E5C" w:rsidRPr="00A30D7A" w:rsidRDefault="004E4E5C" w:rsidP="00F6791E">
            <w:pPr>
              <w:rPr>
                <w:rFonts w:cs="Arial"/>
              </w:rPr>
            </w:pPr>
          </w:p>
        </w:tc>
        <w:tc>
          <w:tcPr>
            <w:tcW w:w="652" w:type="dxa"/>
            <w:shd w:val="clear" w:color="auto" w:fill="auto"/>
          </w:tcPr>
          <w:p w14:paraId="3E2A4328" w14:textId="77777777" w:rsidR="004E4E5C" w:rsidRPr="00A30D7A" w:rsidRDefault="004E4E5C" w:rsidP="00F6791E">
            <w:pPr>
              <w:rPr>
                <w:rFonts w:cs="Arial"/>
              </w:rPr>
            </w:pPr>
          </w:p>
        </w:tc>
        <w:tc>
          <w:tcPr>
            <w:tcW w:w="652" w:type="dxa"/>
            <w:shd w:val="clear" w:color="auto" w:fill="auto"/>
          </w:tcPr>
          <w:p w14:paraId="765F2939" w14:textId="77777777" w:rsidR="004E4E5C" w:rsidRPr="00A30D7A" w:rsidRDefault="004E4E5C" w:rsidP="00F6791E">
            <w:pPr>
              <w:rPr>
                <w:rFonts w:cs="Arial"/>
              </w:rPr>
            </w:pPr>
          </w:p>
        </w:tc>
        <w:tc>
          <w:tcPr>
            <w:tcW w:w="652" w:type="dxa"/>
            <w:shd w:val="clear" w:color="auto" w:fill="auto"/>
          </w:tcPr>
          <w:p w14:paraId="3BBD6BCA" w14:textId="77777777" w:rsidR="004E4E5C" w:rsidRPr="00A30D7A" w:rsidRDefault="004E4E5C" w:rsidP="00F6791E">
            <w:pPr>
              <w:rPr>
                <w:rFonts w:cs="Arial"/>
              </w:rPr>
            </w:pPr>
          </w:p>
        </w:tc>
        <w:tc>
          <w:tcPr>
            <w:tcW w:w="652" w:type="dxa"/>
            <w:shd w:val="clear" w:color="auto" w:fill="auto"/>
          </w:tcPr>
          <w:p w14:paraId="6CDCF66D" w14:textId="77777777" w:rsidR="004E4E5C" w:rsidRPr="00A30D7A" w:rsidRDefault="004E4E5C" w:rsidP="00F6791E">
            <w:pPr>
              <w:rPr>
                <w:rFonts w:cs="Arial"/>
              </w:rPr>
            </w:pPr>
          </w:p>
        </w:tc>
        <w:tc>
          <w:tcPr>
            <w:tcW w:w="652" w:type="dxa"/>
            <w:shd w:val="clear" w:color="auto" w:fill="auto"/>
          </w:tcPr>
          <w:p w14:paraId="73E6AFD3" w14:textId="77777777" w:rsidR="004E4E5C" w:rsidRPr="00A30D7A" w:rsidRDefault="004E4E5C" w:rsidP="00F6791E">
            <w:pPr>
              <w:rPr>
                <w:rFonts w:cs="Arial"/>
              </w:rPr>
            </w:pPr>
          </w:p>
        </w:tc>
        <w:tc>
          <w:tcPr>
            <w:tcW w:w="1530" w:type="dxa"/>
            <w:shd w:val="clear" w:color="auto" w:fill="auto"/>
          </w:tcPr>
          <w:p w14:paraId="73F43825" w14:textId="77777777" w:rsidR="004E4E5C" w:rsidRPr="00A30D7A" w:rsidRDefault="004E4E5C" w:rsidP="00F6791E">
            <w:pPr>
              <w:rPr>
                <w:rFonts w:cs="Arial"/>
              </w:rPr>
            </w:pPr>
          </w:p>
        </w:tc>
      </w:tr>
      <w:tr w:rsidR="004E4E5C" w:rsidRPr="00A30D7A" w14:paraId="66C152EE" w14:textId="77777777" w:rsidTr="00F6791E">
        <w:tc>
          <w:tcPr>
            <w:tcW w:w="2966" w:type="dxa"/>
            <w:shd w:val="clear" w:color="auto" w:fill="auto"/>
          </w:tcPr>
          <w:p w14:paraId="51E0FF95" w14:textId="77777777" w:rsidR="004E4E5C" w:rsidRPr="00A30D7A" w:rsidRDefault="004E4E5C" w:rsidP="00F6791E">
            <w:pPr>
              <w:rPr>
                <w:rFonts w:cs="Arial"/>
              </w:rPr>
            </w:pPr>
            <w:r w:rsidRPr="00A30D7A">
              <w:rPr>
                <w:rFonts w:cs="Arial"/>
              </w:rPr>
              <w:lastRenderedPageBreak/>
              <w:t>Pipework – fire services</w:t>
            </w:r>
          </w:p>
        </w:tc>
        <w:tc>
          <w:tcPr>
            <w:tcW w:w="846" w:type="dxa"/>
            <w:shd w:val="clear" w:color="auto" w:fill="auto"/>
          </w:tcPr>
          <w:p w14:paraId="3FB9E7BF" w14:textId="77777777" w:rsidR="004E4E5C" w:rsidRPr="00A30D7A" w:rsidRDefault="004E4E5C" w:rsidP="00F6791E">
            <w:pPr>
              <w:rPr>
                <w:rFonts w:cs="Arial"/>
              </w:rPr>
            </w:pPr>
          </w:p>
        </w:tc>
        <w:tc>
          <w:tcPr>
            <w:tcW w:w="652" w:type="dxa"/>
            <w:shd w:val="clear" w:color="auto" w:fill="auto"/>
          </w:tcPr>
          <w:p w14:paraId="59FC6473" w14:textId="77777777" w:rsidR="004E4E5C" w:rsidRPr="00A30D7A" w:rsidRDefault="004E4E5C" w:rsidP="00F6791E">
            <w:pPr>
              <w:rPr>
                <w:rFonts w:cs="Arial"/>
              </w:rPr>
            </w:pPr>
          </w:p>
        </w:tc>
        <w:tc>
          <w:tcPr>
            <w:tcW w:w="652" w:type="dxa"/>
            <w:shd w:val="clear" w:color="auto" w:fill="auto"/>
          </w:tcPr>
          <w:p w14:paraId="42A6765B" w14:textId="77777777" w:rsidR="004E4E5C" w:rsidRPr="00A30D7A" w:rsidRDefault="004E4E5C" w:rsidP="00F6791E">
            <w:pPr>
              <w:rPr>
                <w:rFonts w:cs="Arial"/>
              </w:rPr>
            </w:pPr>
          </w:p>
        </w:tc>
        <w:tc>
          <w:tcPr>
            <w:tcW w:w="652" w:type="dxa"/>
            <w:shd w:val="clear" w:color="auto" w:fill="auto"/>
          </w:tcPr>
          <w:p w14:paraId="07174E17" w14:textId="77777777" w:rsidR="004E4E5C" w:rsidRPr="00A30D7A" w:rsidRDefault="004E4E5C" w:rsidP="00F6791E">
            <w:pPr>
              <w:rPr>
                <w:rFonts w:cs="Arial"/>
              </w:rPr>
            </w:pPr>
          </w:p>
        </w:tc>
        <w:tc>
          <w:tcPr>
            <w:tcW w:w="652" w:type="dxa"/>
            <w:shd w:val="clear" w:color="auto" w:fill="auto"/>
          </w:tcPr>
          <w:p w14:paraId="241B7158" w14:textId="77777777" w:rsidR="004E4E5C" w:rsidRPr="00A30D7A" w:rsidRDefault="004E4E5C" w:rsidP="00F6791E">
            <w:pPr>
              <w:rPr>
                <w:rFonts w:cs="Arial"/>
              </w:rPr>
            </w:pPr>
          </w:p>
        </w:tc>
        <w:tc>
          <w:tcPr>
            <w:tcW w:w="652" w:type="dxa"/>
            <w:shd w:val="clear" w:color="auto" w:fill="auto"/>
          </w:tcPr>
          <w:p w14:paraId="4BD7FE28" w14:textId="77777777" w:rsidR="004E4E5C" w:rsidRPr="00A30D7A" w:rsidRDefault="004E4E5C" w:rsidP="00F6791E">
            <w:pPr>
              <w:rPr>
                <w:rFonts w:cs="Arial"/>
              </w:rPr>
            </w:pPr>
          </w:p>
        </w:tc>
        <w:tc>
          <w:tcPr>
            <w:tcW w:w="652" w:type="dxa"/>
            <w:shd w:val="clear" w:color="auto" w:fill="auto"/>
          </w:tcPr>
          <w:p w14:paraId="383E1F6C" w14:textId="77777777" w:rsidR="004E4E5C" w:rsidRPr="00A30D7A" w:rsidRDefault="004E4E5C" w:rsidP="00F6791E">
            <w:pPr>
              <w:rPr>
                <w:rFonts w:cs="Arial"/>
              </w:rPr>
            </w:pPr>
          </w:p>
        </w:tc>
        <w:tc>
          <w:tcPr>
            <w:tcW w:w="1530" w:type="dxa"/>
            <w:shd w:val="clear" w:color="auto" w:fill="auto"/>
          </w:tcPr>
          <w:p w14:paraId="42483260" w14:textId="77777777" w:rsidR="004E4E5C" w:rsidRPr="00A30D7A" w:rsidRDefault="004E4E5C" w:rsidP="00F6791E">
            <w:pPr>
              <w:rPr>
                <w:rFonts w:cs="Arial"/>
              </w:rPr>
            </w:pPr>
          </w:p>
        </w:tc>
      </w:tr>
      <w:tr w:rsidR="004E4E5C" w:rsidRPr="00A30D7A" w14:paraId="772A576C" w14:textId="77777777" w:rsidTr="00F6791E">
        <w:tc>
          <w:tcPr>
            <w:tcW w:w="2966" w:type="dxa"/>
            <w:shd w:val="clear" w:color="auto" w:fill="auto"/>
          </w:tcPr>
          <w:p w14:paraId="21976E4C" w14:textId="77777777" w:rsidR="004E4E5C" w:rsidRPr="00A30D7A" w:rsidRDefault="004E4E5C" w:rsidP="00F6791E">
            <w:pPr>
              <w:rPr>
                <w:rFonts w:cs="Arial"/>
              </w:rPr>
            </w:pPr>
            <w:r w:rsidRPr="00A30D7A">
              <w:rPr>
                <w:rFonts w:cs="Arial"/>
              </w:rPr>
              <w:t>Hydraulic services in risers</w:t>
            </w:r>
          </w:p>
        </w:tc>
        <w:tc>
          <w:tcPr>
            <w:tcW w:w="846" w:type="dxa"/>
            <w:shd w:val="clear" w:color="auto" w:fill="auto"/>
          </w:tcPr>
          <w:p w14:paraId="496F1A6C" w14:textId="77777777" w:rsidR="004E4E5C" w:rsidRPr="00A30D7A" w:rsidRDefault="004E4E5C" w:rsidP="00F6791E">
            <w:pPr>
              <w:rPr>
                <w:rFonts w:cs="Arial"/>
              </w:rPr>
            </w:pPr>
          </w:p>
        </w:tc>
        <w:tc>
          <w:tcPr>
            <w:tcW w:w="652" w:type="dxa"/>
            <w:shd w:val="clear" w:color="auto" w:fill="auto"/>
          </w:tcPr>
          <w:p w14:paraId="46557FA5" w14:textId="77777777" w:rsidR="004E4E5C" w:rsidRPr="00A30D7A" w:rsidRDefault="004E4E5C" w:rsidP="00F6791E">
            <w:pPr>
              <w:rPr>
                <w:rFonts w:cs="Arial"/>
              </w:rPr>
            </w:pPr>
          </w:p>
        </w:tc>
        <w:tc>
          <w:tcPr>
            <w:tcW w:w="652" w:type="dxa"/>
            <w:shd w:val="clear" w:color="auto" w:fill="auto"/>
          </w:tcPr>
          <w:p w14:paraId="590EB1AF" w14:textId="77777777" w:rsidR="004E4E5C" w:rsidRPr="00A30D7A" w:rsidRDefault="004E4E5C" w:rsidP="00F6791E">
            <w:pPr>
              <w:rPr>
                <w:rFonts w:cs="Arial"/>
              </w:rPr>
            </w:pPr>
          </w:p>
        </w:tc>
        <w:tc>
          <w:tcPr>
            <w:tcW w:w="652" w:type="dxa"/>
            <w:shd w:val="clear" w:color="auto" w:fill="auto"/>
          </w:tcPr>
          <w:p w14:paraId="23C37120" w14:textId="77777777" w:rsidR="004E4E5C" w:rsidRPr="00A30D7A" w:rsidRDefault="004E4E5C" w:rsidP="00F6791E">
            <w:pPr>
              <w:rPr>
                <w:rFonts w:cs="Arial"/>
              </w:rPr>
            </w:pPr>
          </w:p>
        </w:tc>
        <w:tc>
          <w:tcPr>
            <w:tcW w:w="652" w:type="dxa"/>
            <w:shd w:val="clear" w:color="auto" w:fill="auto"/>
          </w:tcPr>
          <w:p w14:paraId="1BD79758" w14:textId="77777777" w:rsidR="004E4E5C" w:rsidRPr="00A30D7A" w:rsidRDefault="004E4E5C" w:rsidP="00F6791E">
            <w:pPr>
              <w:rPr>
                <w:rFonts w:cs="Arial"/>
              </w:rPr>
            </w:pPr>
          </w:p>
        </w:tc>
        <w:tc>
          <w:tcPr>
            <w:tcW w:w="652" w:type="dxa"/>
            <w:shd w:val="clear" w:color="auto" w:fill="auto"/>
          </w:tcPr>
          <w:p w14:paraId="38D5BFB8" w14:textId="77777777" w:rsidR="004E4E5C" w:rsidRPr="00A30D7A" w:rsidRDefault="004E4E5C" w:rsidP="00F6791E">
            <w:pPr>
              <w:rPr>
                <w:rFonts w:cs="Arial"/>
              </w:rPr>
            </w:pPr>
          </w:p>
        </w:tc>
        <w:tc>
          <w:tcPr>
            <w:tcW w:w="652" w:type="dxa"/>
            <w:shd w:val="clear" w:color="auto" w:fill="auto"/>
          </w:tcPr>
          <w:p w14:paraId="7B28CAE2" w14:textId="77777777" w:rsidR="004E4E5C" w:rsidRPr="00A30D7A" w:rsidRDefault="004E4E5C" w:rsidP="00F6791E">
            <w:pPr>
              <w:rPr>
                <w:rFonts w:cs="Arial"/>
              </w:rPr>
            </w:pPr>
          </w:p>
        </w:tc>
        <w:tc>
          <w:tcPr>
            <w:tcW w:w="1530" w:type="dxa"/>
            <w:shd w:val="clear" w:color="auto" w:fill="auto"/>
          </w:tcPr>
          <w:p w14:paraId="66FC4685" w14:textId="77777777" w:rsidR="004E4E5C" w:rsidRPr="00A30D7A" w:rsidRDefault="004E4E5C" w:rsidP="00F6791E">
            <w:pPr>
              <w:rPr>
                <w:rFonts w:cs="Arial"/>
              </w:rPr>
            </w:pPr>
          </w:p>
        </w:tc>
      </w:tr>
      <w:tr w:rsidR="004E4E5C" w:rsidRPr="00A30D7A" w14:paraId="0E85DFD9" w14:textId="77777777" w:rsidTr="00F6791E">
        <w:tc>
          <w:tcPr>
            <w:tcW w:w="2966" w:type="dxa"/>
            <w:shd w:val="clear" w:color="auto" w:fill="D9D9D9"/>
          </w:tcPr>
          <w:p w14:paraId="2E68B4C9" w14:textId="77777777" w:rsidR="004E4E5C" w:rsidRPr="00A30D7A" w:rsidRDefault="004E4E5C" w:rsidP="00F6791E">
            <w:pPr>
              <w:rPr>
                <w:rFonts w:cs="Arial"/>
                <w:b/>
              </w:rPr>
            </w:pPr>
            <w:r w:rsidRPr="00A30D7A">
              <w:rPr>
                <w:rFonts w:cs="Arial"/>
                <w:b/>
              </w:rPr>
              <w:t>ELECTRICAL</w:t>
            </w:r>
          </w:p>
        </w:tc>
        <w:tc>
          <w:tcPr>
            <w:tcW w:w="846" w:type="dxa"/>
            <w:shd w:val="clear" w:color="auto" w:fill="D9D9D9"/>
          </w:tcPr>
          <w:p w14:paraId="01EC41E3" w14:textId="77777777" w:rsidR="004E4E5C" w:rsidRPr="00A30D7A" w:rsidRDefault="004E4E5C" w:rsidP="00F6791E">
            <w:pPr>
              <w:rPr>
                <w:rFonts w:cs="Arial"/>
              </w:rPr>
            </w:pPr>
          </w:p>
        </w:tc>
        <w:tc>
          <w:tcPr>
            <w:tcW w:w="652" w:type="dxa"/>
            <w:shd w:val="clear" w:color="auto" w:fill="D9D9D9"/>
          </w:tcPr>
          <w:p w14:paraId="5FA86426" w14:textId="77777777" w:rsidR="004E4E5C" w:rsidRPr="00A30D7A" w:rsidRDefault="004E4E5C" w:rsidP="00F6791E">
            <w:pPr>
              <w:rPr>
                <w:rFonts w:cs="Arial"/>
              </w:rPr>
            </w:pPr>
          </w:p>
        </w:tc>
        <w:tc>
          <w:tcPr>
            <w:tcW w:w="652" w:type="dxa"/>
            <w:shd w:val="clear" w:color="auto" w:fill="D9D9D9"/>
          </w:tcPr>
          <w:p w14:paraId="5A16F8F8" w14:textId="77777777" w:rsidR="004E4E5C" w:rsidRPr="00A30D7A" w:rsidRDefault="004E4E5C" w:rsidP="00F6791E">
            <w:pPr>
              <w:rPr>
                <w:rFonts w:cs="Arial"/>
              </w:rPr>
            </w:pPr>
          </w:p>
        </w:tc>
        <w:tc>
          <w:tcPr>
            <w:tcW w:w="652" w:type="dxa"/>
            <w:shd w:val="clear" w:color="auto" w:fill="D9D9D9"/>
          </w:tcPr>
          <w:p w14:paraId="3E5A39E8" w14:textId="77777777" w:rsidR="004E4E5C" w:rsidRPr="00A30D7A" w:rsidRDefault="004E4E5C" w:rsidP="00F6791E">
            <w:pPr>
              <w:rPr>
                <w:rFonts w:cs="Arial"/>
              </w:rPr>
            </w:pPr>
          </w:p>
        </w:tc>
        <w:tc>
          <w:tcPr>
            <w:tcW w:w="652" w:type="dxa"/>
            <w:shd w:val="clear" w:color="auto" w:fill="D9D9D9"/>
          </w:tcPr>
          <w:p w14:paraId="266C3DC5" w14:textId="77777777" w:rsidR="004E4E5C" w:rsidRPr="00A30D7A" w:rsidRDefault="004E4E5C" w:rsidP="00F6791E">
            <w:pPr>
              <w:rPr>
                <w:rFonts w:cs="Arial"/>
              </w:rPr>
            </w:pPr>
          </w:p>
        </w:tc>
        <w:tc>
          <w:tcPr>
            <w:tcW w:w="652" w:type="dxa"/>
            <w:shd w:val="clear" w:color="auto" w:fill="D9D9D9"/>
          </w:tcPr>
          <w:p w14:paraId="218A62CB" w14:textId="77777777" w:rsidR="004E4E5C" w:rsidRPr="00A30D7A" w:rsidRDefault="004E4E5C" w:rsidP="00F6791E">
            <w:pPr>
              <w:rPr>
                <w:rFonts w:cs="Arial"/>
              </w:rPr>
            </w:pPr>
          </w:p>
        </w:tc>
        <w:tc>
          <w:tcPr>
            <w:tcW w:w="652" w:type="dxa"/>
            <w:shd w:val="clear" w:color="auto" w:fill="D9D9D9"/>
          </w:tcPr>
          <w:p w14:paraId="54FCD060" w14:textId="77777777" w:rsidR="004E4E5C" w:rsidRPr="00A30D7A" w:rsidRDefault="004E4E5C" w:rsidP="00F6791E">
            <w:pPr>
              <w:rPr>
                <w:rFonts w:cs="Arial"/>
              </w:rPr>
            </w:pPr>
          </w:p>
        </w:tc>
        <w:tc>
          <w:tcPr>
            <w:tcW w:w="1530" w:type="dxa"/>
            <w:shd w:val="clear" w:color="auto" w:fill="D9D9D9"/>
          </w:tcPr>
          <w:p w14:paraId="01D2C96C" w14:textId="77777777" w:rsidR="004E4E5C" w:rsidRPr="00A30D7A" w:rsidRDefault="004E4E5C" w:rsidP="00F6791E">
            <w:pPr>
              <w:rPr>
                <w:rFonts w:cs="Arial"/>
              </w:rPr>
            </w:pPr>
          </w:p>
        </w:tc>
      </w:tr>
      <w:tr w:rsidR="004E4E5C" w:rsidRPr="00A30D7A" w14:paraId="3DE928C6" w14:textId="77777777" w:rsidTr="00F6791E">
        <w:tc>
          <w:tcPr>
            <w:tcW w:w="2966" w:type="dxa"/>
            <w:shd w:val="clear" w:color="auto" w:fill="auto"/>
          </w:tcPr>
          <w:p w14:paraId="40E9305F" w14:textId="77777777" w:rsidR="004E4E5C" w:rsidRPr="00A30D7A" w:rsidRDefault="004E4E5C" w:rsidP="00F6791E">
            <w:pPr>
              <w:rPr>
                <w:rFonts w:cs="Arial"/>
              </w:rPr>
            </w:pPr>
            <w:r w:rsidRPr="00A30D7A">
              <w:rPr>
                <w:rFonts w:cs="Arial"/>
              </w:rPr>
              <w:t>Electrical fixtures</w:t>
            </w:r>
          </w:p>
        </w:tc>
        <w:tc>
          <w:tcPr>
            <w:tcW w:w="846" w:type="dxa"/>
            <w:shd w:val="clear" w:color="auto" w:fill="auto"/>
          </w:tcPr>
          <w:p w14:paraId="4CF18141" w14:textId="77777777" w:rsidR="004E4E5C" w:rsidRPr="00A30D7A" w:rsidRDefault="004E4E5C" w:rsidP="00F6791E">
            <w:pPr>
              <w:rPr>
                <w:rFonts w:cs="Arial"/>
              </w:rPr>
            </w:pPr>
          </w:p>
        </w:tc>
        <w:tc>
          <w:tcPr>
            <w:tcW w:w="652" w:type="dxa"/>
            <w:shd w:val="clear" w:color="auto" w:fill="auto"/>
          </w:tcPr>
          <w:p w14:paraId="67F88529" w14:textId="77777777" w:rsidR="004E4E5C" w:rsidRPr="00A30D7A" w:rsidRDefault="004E4E5C" w:rsidP="00F6791E">
            <w:pPr>
              <w:rPr>
                <w:rFonts w:cs="Arial"/>
              </w:rPr>
            </w:pPr>
          </w:p>
        </w:tc>
        <w:tc>
          <w:tcPr>
            <w:tcW w:w="652" w:type="dxa"/>
            <w:shd w:val="clear" w:color="auto" w:fill="auto"/>
          </w:tcPr>
          <w:p w14:paraId="44195AF9" w14:textId="77777777" w:rsidR="004E4E5C" w:rsidRPr="00A30D7A" w:rsidRDefault="004E4E5C" w:rsidP="00F6791E">
            <w:pPr>
              <w:rPr>
                <w:rFonts w:cs="Arial"/>
              </w:rPr>
            </w:pPr>
          </w:p>
        </w:tc>
        <w:tc>
          <w:tcPr>
            <w:tcW w:w="652" w:type="dxa"/>
            <w:shd w:val="clear" w:color="auto" w:fill="auto"/>
          </w:tcPr>
          <w:p w14:paraId="1BC3DD93" w14:textId="77777777" w:rsidR="004E4E5C" w:rsidRPr="00A30D7A" w:rsidRDefault="004E4E5C" w:rsidP="00F6791E">
            <w:pPr>
              <w:rPr>
                <w:rFonts w:cs="Arial"/>
              </w:rPr>
            </w:pPr>
          </w:p>
        </w:tc>
        <w:tc>
          <w:tcPr>
            <w:tcW w:w="652" w:type="dxa"/>
            <w:shd w:val="clear" w:color="auto" w:fill="auto"/>
          </w:tcPr>
          <w:p w14:paraId="4417FF15" w14:textId="77777777" w:rsidR="004E4E5C" w:rsidRPr="00A30D7A" w:rsidRDefault="004E4E5C" w:rsidP="00F6791E">
            <w:pPr>
              <w:rPr>
                <w:rFonts w:cs="Arial"/>
              </w:rPr>
            </w:pPr>
          </w:p>
        </w:tc>
        <w:tc>
          <w:tcPr>
            <w:tcW w:w="652" w:type="dxa"/>
            <w:shd w:val="clear" w:color="auto" w:fill="auto"/>
          </w:tcPr>
          <w:p w14:paraId="67A1A8AF" w14:textId="77777777" w:rsidR="004E4E5C" w:rsidRPr="00A30D7A" w:rsidRDefault="004E4E5C" w:rsidP="00F6791E">
            <w:pPr>
              <w:rPr>
                <w:rFonts w:cs="Arial"/>
              </w:rPr>
            </w:pPr>
          </w:p>
        </w:tc>
        <w:tc>
          <w:tcPr>
            <w:tcW w:w="652" w:type="dxa"/>
            <w:shd w:val="clear" w:color="auto" w:fill="auto"/>
          </w:tcPr>
          <w:p w14:paraId="3FD13C88" w14:textId="77777777" w:rsidR="004E4E5C" w:rsidRPr="00A30D7A" w:rsidRDefault="004E4E5C" w:rsidP="00F6791E">
            <w:pPr>
              <w:rPr>
                <w:rFonts w:cs="Arial"/>
              </w:rPr>
            </w:pPr>
          </w:p>
        </w:tc>
        <w:tc>
          <w:tcPr>
            <w:tcW w:w="1530" w:type="dxa"/>
            <w:shd w:val="clear" w:color="auto" w:fill="auto"/>
          </w:tcPr>
          <w:p w14:paraId="590C0A04" w14:textId="77777777" w:rsidR="004E4E5C" w:rsidRPr="00A30D7A" w:rsidRDefault="004E4E5C" w:rsidP="00F6791E">
            <w:pPr>
              <w:rPr>
                <w:rFonts w:cs="Arial"/>
              </w:rPr>
            </w:pPr>
          </w:p>
        </w:tc>
      </w:tr>
      <w:tr w:rsidR="004E4E5C" w:rsidRPr="00A30D7A" w14:paraId="12219D33" w14:textId="77777777" w:rsidTr="00F6791E">
        <w:tc>
          <w:tcPr>
            <w:tcW w:w="2966" w:type="dxa"/>
            <w:shd w:val="clear" w:color="auto" w:fill="auto"/>
          </w:tcPr>
          <w:p w14:paraId="34CE0E4B" w14:textId="77777777" w:rsidR="004E4E5C" w:rsidRPr="00A30D7A" w:rsidRDefault="004E4E5C" w:rsidP="00F6791E">
            <w:pPr>
              <w:rPr>
                <w:rFonts w:cs="Arial"/>
              </w:rPr>
            </w:pPr>
            <w:r w:rsidRPr="00A30D7A">
              <w:rPr>
                <w:rFonts w:cs="Arial"/>
              </w:rPr>
              <w:t>Power outlets</w:t>
            </w:r>
          </w:p>
        </w:tc>
        <w:tc>
          <w:tcPr>
            <w:tcW w:w="846" w:type="dxa"/>
            <w:shd w:val="clear" w:color="auto" w:fill="auto"/>
          </w:tcPr>
          <w:p w14:paraId="60072F55" w14:textId="77777777" w:rsidR="004E4E5C" w:rsidRPr="00A30D7A" w:rsidRDefault="004E4E5C" w:rsidP="00F6791E">
            <w:pPr>
              <w:rPr>
                <w:rFonts w:cs="Arial"/>
              </w:rPr>
            </w:pPr>
          </w:p>
        </w:tc>
        <w:tc>
          <w:tcPr>
            <w:tcW w:w="652" w:type="dxa"/>
            <w:shd w:val="clear" w:color="auto" w:fill="auto"/>
          </w:tcPr>
          <w:p w14:paraId="0EAFB2CA" w14:textId="77777777" w:rsidR="004E4E5C" w:rsidRPr="00A30D7A" w:rsidRDefault="004E4E5C" w:rsidP="00F6791E">
            <w:pPr>
              <w:rPr>
                <w:rFonts w:cs="Arial"/>
              </w:rPr>
            </w:pPr>
          </w:p>
        </w:tc>
        <w:tc>
          <w:tcPr>
            <w:tcW w:w="652" w:type="dxa"/>
            <w:shd w:val="clear" w:color="auto" w:fill="auto"/>
          </w:tcPr>
          <w:p w14:paraId="056A99DF" w14:textId="77777777" w:rsidR="004E4E5C" w:rsidRPr="00A30D7A" w:rsidRDefault="004E4E5C" w:rsidP="00F6791E">
            <w:pPr>
              <w:rPr>
                <w:rFonts w:cs="Arial"/>
              </w:rPr>
            </w:pPr>
          </w:p>
        </w:tc>
        <w:tc>
          <w:tcPr>
            <w:tcW w:w="652" w:type="dxa"/>
            <w:shd w:val="clear" w:color="auto" w:fill="auto"/>
          </w:tcPr>
          <w:p w14:paraId="659DB31C" w14:textId="77777777" w:rsidR="004E4E5C" w:rsidRPr="00A30D7A" w:rsidRDefault="004E4E5C" w:rsidP="00F6791E">
            <w:pPr>
              <w:rPr>
                <w:rFonts w:cs="Arial"/>
              </w:rPr>
            </w:pPr>
          </w:p>
        </w:tc>
        <w:tc>
          <w:tcPr>
            <w:tcW w:w="652" w:type="dxa"/>
            <w:shd w:val="clear" w:color="auto" w:fill="auto"/>
          </w:tcPr>
          <w:p w14:paraId="6DED34BA" w14:textId="77777777" w:rsidR="004E4E5C" w:rsidRPr="00A30D7A" w:rsidRDefault="004E4E5C" w:rsidP="00F6791E">
            <w:pPr>
              <w:rPr>
                <w:rFonts w:cs="Arial"/>
              </w:rPr>
            </w:pPr>
          </w:p>
        </w:tc>
        <w:tc>
          <w:tcPr>
            <w:tcW w:w="652" w:type="dxa"/>
            <w:shd w:val="clear" w:color="auto" w:fill="auto"/>
          </w:tcPr>
          <w:p w14:paraId="400CB191" w14:textId="77777777" w:rsidR="004E4E5C" w:rsidRPr="00A30D7A" w:rsidRDefault="004E4E5C" w:rsidP="00F6791E">
            <w:pPr>
              <w:rPr>
                <w:rFonts w:cs="Arial"/>
              </w:rPr>
            </w:pPr>
          </w:p>
        </w:tc>
        <w:tc>
          <w:tcPr>
            <w:tcW w:w="652" w:type="dxa"/>
            <w:shd w:val="clear" w:color="auto" w:fill="auto"/>
          </w:tcPr>
          <w:p w14:paraId="4204D407" w14:textId="77777777" w:rsidR="004E4E5C" w:rsidRPr="00A30D7A" w:rsidRDefault="004E4E5C" w:rsidP="00F6791E">
            <w:pPr>
              <w:rPr>
                <w:rFonts w:cs="Arial"/>
              </w:rPr>
            </w:pPr>
          </w:p>
        </w:tc>
        <w:tc>
          <w:tcPr>
            <w:tcW w:w="1530" w:type="dxa"/>
            <w:shd w:val="clear" w:color="auto" w:fill="auto"/>
          </w:tcPr>
          <w:p w14:paraId="4E46EDE7" w14:textId="77777777" w:rsidR="004E4E5C" w:rsidRPr="00A30D7A" w:rsidRDefault="004E4E5C" w:rsidP="00F6791E">
            <w:pPr>
              <w:rPr>
                <w:rFonts w:cs="Arial"/>
              </w:rPr>
            </w:pPr>
          </w:p>
        </w:tc>
      </w:tr>
      <w:tr w:rsidR="004E4E5C" w:rsidRPr="00A30D7A" w14:paraId="7DB1CA54" w14:textId="77777777" w:rsidTr="00F6791E">
        <w:tc>
          <w:tcPr>
            <w:tcW w:w="2966" w:type="dxa"/>
            <w:shd w:val="clear" w:color="auto" w:fill="auto"/>
          </w:tcPr>
          <w:p w14:paraId="2E985EAF" w14:textId="77777777" w:rsidR="004E4E5C" w:rsidRPr="00A30D7A" w:rsidRDefault="004E4E5C" w:rsidP="00F6791E">
            <w:pPr>
              <w:rPr>
                <w:rFonts w:cs="Arial"/>
              </w:rPr>
            </w:pPr>
            <w:r w:rsidRPr="00A30D7A">
              <w:rPr>
                <w:rFonts w:cs="Arial"/>
              </w:rPr>
              <w:t>Switch &amp; distribution boards</w:t>
            </w:r>
          </w:p>
        </w:tc>
        <w:tc>
          <w:tcPr>
            <w:tcW w:w="846" w:type="dxa"/>
            <w:shd w:val="clear" w:color="auto" w:fill="auto"/>
          </w:tcPr>
          <w:p w14:paraId="2675190C" w14:textId="77777777" w:rsidR="004E4E5C" w:rsidRPr="00A30D7A" w:rsidRDefault="004E4E5C" w:rsidP="00F6791E">
            <w:pPr>
              <w:rPr>
                <w:rFonts w:cs="Arial"/>
              </w:rPr>
            </w:pPr>
          </w:p>
        </w:tc>
        <w:tc>
          <w:tcPr>
            <w:tcW w:w="652" w:type="dxa"/>
            <w:shd w:val="clear" w:color="auto" w:fill="auto"/>
          </w:tcPr>
          <w:p w14:paraId="754EA10C" w14:textId="77777777" w:rsidR="004E4E5C" w:rsidRPr="00A30D7A" w:rsidRDefault="004E4E5C" w:rsidP="00F6791E">
            <w:pPr>
              <w:rPr>
                <w:rFonts w:cs="Arial"/>
              </w:rPr>
            </w:pPr>
          </w:p>
        </w:tc>
        <w:tc>
          <w:tcPr>
            <w:tcW w:w="652" w:type="dxa"/>
            <w:shd w:val="clear" w:color="auto" w:fill="auto"/>
          </w:tcPr>
          <w:p w14:paraId="64853255" w14:textId="77777777" w:rsidR="004E4E5C" w:rsidRPr="00A30D7A" w:rsidRDefault="004E4E5C" w:rsidP="00F6791E">
            <w:pPr>
              <w:rPr>
                <w:rFonts w:cs="Arial"/>
              </w:rPr>
            </w:pPr>
          </w:p>
        </w:tc>
        <w:tc>
          <w:tcPr>
            <w:tcW w:w="652" w:type="dxa"/>
            <w:shd w:val="clear" w:color="auto" w:fill="auto"/>
          </w:tcPr>
          <w:p w14:paraId="64E8D326" w14:textId="77777777" w:rsidR="004E4E5C" w:rsidRPr="00A30D7A" w:rsidRDefault="004E4E5C" w:rsidP="00F6791E">
            <w:pPr>
              <w:rPr>
                <w:rFonts w:cs="Arial"/>
              </w:rPr>
            </w:pPr>
          </w:p>
        </w:tc>
        <w:tc>
          <w:tcPr>
            <w:tcW w:w="652" w:type="dxa"/>
            <w:shd w:val="clear" w:color="auto" w:fill="auto"/>
          </w:tcPr>
          <w:p w14:paraId="52F944B3" w14:textId="77777777" w:rsidR="004E4E5C" w:rsidRPr="00A30D7A" w:rsidRDefault="004E4E5C" w:rsidP="00F6791E">
            <w:pPr>
              <w:rPr>
                <w:rFonts w:cs="Arial"/>
              </w:rPr>
            </w:pPr>
          </w:p>
        </w:tc>
        <w:tc>
          <w:tcPr>
            <w:tcW w:w="652" w:type="dxa"/>
            <w:shd w:val="clear" w:color="auto" w:fill="auto"/>
          </w:tcPr>
          <w:p w14:paraId="3FCD7672" w14:textId="77777777" w:rsidR="004E4E5C" w:rsidRPr="00A30D7A" w:rsidRDefault="004E4E5C" w:rsidP="00F6791E">
            <w:pPr>
              <w:rPr>
                <w:rFonts w:cs="Arial"/>
              </w:rPr>
            </w:pPr>
          </w:p>
        </w:tc>
        <w:tc>
          <w:tcPr>
            <w:tcW w:w="652" w:type="dxa"/>
            <w:shd w:val="clear" w:color="auto" w:fill="auto"/>
          </w:tcPr>
          <w:p w14:paraId="4845D113" w14:textId="77777777" w:rsidR="004E4E5C" w:rsidRPr="00A30D7A" w:rsidRDefault="004E4E5C" w:rsidP="00F6791E">
            <w:pPr>
              <w:rPr>
                <w:rFonts w:cs="Arial"/>
              </w:rPr>
            </w:pPr>
          </w:p>
        </w:tc>
        <w:tc>
          <w:tcPr>
            <w:tcW w:w="1530" w:type="dxa"/>
            <w:shd w:val="clear" w:color="auto" w:fill="auto"/>
          </w:tcPr>
          <w:p w14:paraId="3972A1B1" w14:textId="77777777" w:rsidR="004E4E5C" w:rsidRPr="00A30D7A" w:rsidRDefault="004E4E5C" w:rsidP="00F6791E">
            <w:pPr>
              <w:rPr>
                <w:rFonts w:cs="Arial"/>
              </w:rPr>
            </w:pPr>
          </w:p>
        </w:tc>
      </w:tr>
      <w:tr w:rsidR="004E4E5C" w:rsidRPr="00A30D7A" w14:paraId="3A4B1A3B" w14:textId="77777777" w:rsidTr="00F6791E">
        <w:tc>
          <w:tcPr>
            <w:tcW w:w="2966" w:type="dxa"/>
            <w:shd w:val="clear" w:color="auto" w:fill="auto"/>
          </w:tcPr>
          <w:p w14:paraId="28AC0036" w14:textId="77777777" w:rsidR="004E4E5C" w:rsidRPr="00A30D7A" w:rsidRDefault="004E4E5C" w:rsidP="00F6791E">
            <w:pPr>
              <w:rPr>
                <w:rFonts w:cs="Arial"/>
              </w:rPr>
            </w:pPr>
            <w:r w:rsidRPr="00A30D7A">
              <w:rPr>
                <w:rFonts w:cs="Arial"/>
              </w:rPr>
              <w:t>Cable trays, ducts</w:t>
            </w:r>
          </w:p>
        </w:tc>
        <w:tc>
          <w:tcPr>
            <w:tcW w:w="846" w:type="dxa"/>
            <w:shd w:val="clear" w:color="auto" w:fill="auto"/>
          </w:tcPr>
          <w:p w14:paraId="6990EFA8" w14:textId="77777777" w:rsidR="004E4E5C" w:rsidRPr="00A30D7A" w:rsidRDefault="004E4E5C" w:rsidP="00F6791E">
            <w:pPr>
              <w:rPr>
                <w:rFonts w:cs="Arial"/>
              </w:rPr>
            </w:pPr>
          </w:p>
        </w:tc>
        <w:tc>
          <w:tcPr>
            <w:tcW w:w="652" w:type="dxa"/>
            <w:shd w:val="clear" w:color="auto" w:fill="auto"/>
          </w:tcPr>
          <w:p w14:paraId="7846EA47" w14:textId="77777777" w:rsidR="004E4E5C" w:rsidRPr="00A30D7A" w:rsidRDefault="004E4E5C" w:rsidP="00F6791E">
            <w:pPr>
              <w:rPr>
                <w:rFonts w:cs="Arial"/>
              </w:rPr>
            </w:pPr>
          </w:p>
        </w:tc>
        <w:tc>
          <w:tcPr>
            <w:tcW w:w="652" w:type="dxa"/>
            <w:shd w:val="clear" w:color="auto" w:fill="auto"/>
          </w:tcPr>
          <w:p w14:paraId="5396955C" w14:textId="77777777" w:rsidR="004E4E5C" w:rsidRPr="00A30D7A" w:rsidRDefault="004E4E5C" w:rsidP="00F6791E">
            <w:pPr>
              <w:rPr>
                <w:rFonts w:cs="Arial"/>
              </w:rPr>
            </w:pPr>
          </w:p>
        </w:tc>
        <w:tc>
          <w:tcPr>
            <w:tcW w:w="652" w:type="dxa"/>
            <w:shd w:val="clear" w:color="auto" w:fill="auto"/>
          </w:tcPr>
          <w:p w14:paraId="52ECD618" w14:textId="77777777" w:rsidR="004E4E5C" w:rsidRPr="00A30D7A" w:rsidRDefault="004E4E5C" w:rsidP="00F6791E">
            <w:pPr>
              <w:rPr>
                <w:rFonts w:cs="Arial"/>
              </w:rPr>
            </w:pPr>
          </w:p>
        </w:tc>
        <w:tc>
          <w:tcPr>
            <w:tcW w:w="652" w:type="dxa"/>
            <w:shd w:val="clear" w:color="auto" w:fill="auto"/>
          </w:tcPr>
          <w:p w14:paraId="62DE313B" w14:textId="77777777" w:rsidR="004E4E5C" w:rsidRPr="00A30D7A" w:rsidRDefault="004E4E5C" w:rsidP="00F6791E">
            <w:pPr>
              <w:rPr>
                <w:rFonts w:cs="Arial"/>
              </w:rPr>
            </w:pPr>
          </w:p>
        </w:tc>
        <w:tc>
          <w:tcPr>
            <w:tcW w:w="652" w:type="dxa"/>
            <w:shd w:val="clear" w:color="auto" w:fill="auto"/>
          </w:tcPr>
          <w:p w14:paraId="01138E76" w14:textId="77777777" w:rsidR="004E4E5C" w:rsidRPr="00A30D7A" w:rsidRDefault="004E4E5C" w:rsidP="00F6791E">
            <w:pPr>
              <w:rPr>
                <w:rFonts w:cs="Arial"/>
              </w:rPr>
            </w:pPr>
          </w:p>
        </w:tc>
        <w:tc>
          <w:tcPr>
            <w:tcW w:w="652" w:type="dxa"/>
            <w:shd w:val="clear" w:color="auto" w:fill="auto"/>
          </w:tcPr>
          <w:p w14:paraId="664CF92A" w14:textId="77777777" w:rsidR="004E4E5C" w:rsidRPr="00A30D7A" w:rsidRDefault="004E4E5C" w:rsidP="00F6791E">
            <w:pPr>
              <w:rPr>
                <w:rFonts w:cs="Arial"/>
              </w:rPr>
            </w:pPr>
          </w:p>
        </w:tc>
        <w:tc>
          <w:tcPr>
            <w:tcW w:w="1530" w:type="dxa"/>
            <w:shd w:val="clear" w:color="auto" w:fill="auto"/>
          </w:tcPr>
          <w:p w14:paraId="31FFB838" w14:textId="77777777" w:rsidR="004E4E5C" w:rsidRPr="00A30D7A" w:rsidRDefault="004E4E5C" w:rsidP="00F6791E">
            <w:pPr>
              <w:rPr>
                <w:rFonts w:cs="Arial"/>
              </w:rPr>
            </w:pPr>
          </w:p>
        </w:tc>
      </w:tr>
      <w:tr w:rsidR="004E4E5C" w:rsidRPr="00A30D7A" w14:paraId="604A745E" w14:textId="77777777" w:rsidTr="00F6791E">
        <w:tc>
          <w:tcPr>
            <w:tcW w:w="2966" w:type="dxa"/>
            <w:shd w:val="clear" w:color="auto" w:fill="auto"/>
          </w:tcPr>
          <w:p w14:paraId="6E3A13C3" w14:textId="77777777" w:rsidR="004E4E5C" w:rsidRPr="00A30D7A" w:rsidRDefault="004E4E5C" w:rsidP="00F6791E">
            <w:pPr>
              <w:rPr>
                <w:rFonts w:cs="Arial"/>
              </w:rPr>
            </w:pPr>
            <w:r w:rsidRPr="00A30D7A">
              <w:rPr>
                <w:rFonts w:cs="Arial"/>
              </w:rPr>
              <w:t>Lighting</w:t>
            </w:r>
          </w:p>
        </w:tc>
        <w:tc>
          <w:tcPr>
            <w:tcW w:w="846" w:type="dxa"/>
            <w:shd w:val="clear" w:color="auto" w:fill="auto"/>
          </w:tcPr>
          <w:p w14:paraId="451500DF" w14:textId="77777777" w:rsidR="004E4E5C" w:rsidRPr="00A30D7A" w:rsidRDefault="004E4E5C" w:rsidP="00F6791E">
            <w:pPr>
              <w:rPr>
                <w:rFonts w:cs="Arial"/>
              </w:rPr>
            </w:pPr>
          </w:p>
        </w:tc>
        <w:tc>
          <w:tcPr>
            <w:tcW w:w="652" w:type="dxa"/>
            <w:shd w:val="clear" w:color="auto" w:fill="auto"/>
          </w:tcPr>
          <w:p w14:paraId="51CF4D8B" w14:textId="77777777" w:rsidR="004E4E5C" w:rsidRPr="00A30D7A" w:rsidRDefault="004E4E5C" w:rsidP="00F6791E">
            <w:pPr>
              <w:rPr>
                <w:rFonts w:cs="Arial"/>
              </w:rPr>
            </w:pPr>
          </w:p>
        </w:tc>
        <w:tc>
          <w:tcPr>
            <w:tcW w:w="652" w:type="dxa"/>
            <w:shd w:val="clear" w:color="auto" w:fill="auto"/>
          </w:tcPr>
          <w:p w14:paraId="18DEA1DE" w14:textId="77777777" w:rsidR="004E4E5C" w:rsidRPr="00A30D7A" w:rsidRDefault="004E4E5C" w:rsidP="00F6791E">
            <w:pPr>
              <w:rPr>
                <w:rFonts w:cs="Arial"/>
              </w:rPr>
            </w:pPr>
          </w:p>
        </w:tc>
        <w:tc>
          <w:tcPr>
            <w:tcW w:w="652" w:type="dxa"/>
            <w:shd w:val="clear" w:color="auto" w:fill="auto"/>
          </w:tcPr>
          <w:p w14:paraId="2FF4895B" w14:textId="77777777" w:rsidR="004E4E5C" w:rsidRPr="00A30D7A" w:rsidRDefault="004E4E5C" w:rsidP="00F6791E">
            <w:pPr>
              <w:rPr>
                <w:rFonts w:cs="Arial"/>
              </w:rPr>
            </w:pPr>
          </w:p>
        </w:tc>
        <w:tc>
          <w:tcPr>
            <w:tcW w:w="652" w:type="dxa"/>
            <w:shd w:val="clear" w:color="auto" w:fill="auto"/>
          </w:tcPr>
          <w:p w14:paraId="53463B61" w14:textId="77777777" w:rsidR="004E4E5C" w:rsidRPr="00A30D7A" w:rsidRDefault="004E4E5C" w:rsidP="00F6791E">
            <w:pPr>
              <w:rPr>
                <w:rFonts w:cs="Arial"/>
              </w:rPr>
            </w:pPr>
          </w:p>
        </w:tc>
        <w:tc>
          <w:tcPr>
            <w:tcW w:w="652" w:type="dxa"/>
            <w:shd w:val="clear" w:color="auto" w:fill="auto"/>
          </w:tcPr>
          <w:p w14:paraId="4860D17A" w14:textId="77777777" w:rsidR="004E4E5C" w:rsidRPr="00A30D7A" w:rsidRDefault="004E4E5C" w:rsidP="00F6791E">
            <w:pPr>
              <w:rPr>
                <w:rFonts w:cs="Arial"/>
              </w:rPr>
            </w:pPr>
          </w:p>
        </w:tc>
        <w:tc>
          <w:tcPr>
            <w:tcW w:w="652" w:type="dxa"/>
            <w:shd w:val="clear" w:color="auto" w:fill="auto"/>
          </w:tcPr>
          <w:p w14:paraId="45511BF9" w14:textId="77777777" w:rsidR="004E4E5C" w:rsidRPr="00A30D7A" w:rsidRDefault="004E4E5C" w:rsidP="00F6791E">
            <w:pPr>
              <w:rPr>
                <w:rFonts w:cs="Arial"/>
              </w:rPr>
            </w:pPr>
          </w:p>
        </w:tc>
        <w:tc>
          <w:tcPr>
            <w:tcW w:w="1530" w:type="dxa"/>
            <w:shd w:val="clear" w:color="auto" w:fill="auto"/>
          </w:tcPr>
          <w:p w14:paraId="53AAF373" w14:textId="77777777" w:rsidR="004E4E5C" w:rsidRPr="00A30D7A" w:rsidRDefault="004E4E5C" w:rsidP="00F6791E">
            <w:pPr>
              <w:rPr>
                <w:rFonts w:cs="Arial"/>
              </w:rPr>
            </w:pPr>
          </w:p>
        </w:tc>
      </w:tr>
      <w:tr w:rsidR="004E4E5C" w:rsidRPr="00A30D7A" w14:paraId="59B8E27A" w14:textId="77777777" w:rsidTr="00F6791E">
        <w:tc>
          <w:tcPr>
            <w:tcW w:w="2966" w:type="dxa"/>
            <w:shd w:val="clear" w:color="auto" w:fill="auto"/>
          </w:tcPr>
          <w:p w14:paraId="235F2213" w14:textId="77777777" w:rsidR="004E4E5C" w:rsidRPr="00A30D7A" w:rsidRDefault="004E4E5C" w:rsidP="00F6791E">
            <w:pPr>
              <w:rPr>
                <w:rFonts w:cs="Arial"/>
              </w:rPr>
            </w:pPr>
            <w:r w:rsidRPr="00A30D7A">
              <w:rPr>
                <w:rFonts w:cs="Arial"/>
              </w:rPr>
              <w:t>Communications</w:t>
            </w:r>
          </w:p>
        </w:tc>
        <w:tc>
          <w:tcPr>
            <w:tcW w:w="846" w:type="dxa"/>
            <w:shd w:val="clear" w:color="auto" w:fill="auto"/>
          </w:tcPr>
          <w:p w14:paraId="13AB0A46" w14:textId="77777777" w:rsidR="004E4E5C" w:rsidRPr="00A30D7A" w:rsidRDefault="004E4E5C" w:rsidP="00F6791E">
            <w:pPr>
              <w:rPr>
                <w:rFonts w:cs="Arial"/>
              </w:rPr>
            </w:pPr>
          </w:p>
        </w:tc>
        <w:tc>
          <w:tcPr>
            <w:tcW w:w="652" w:type="dxa"/>
            <w:shd w:val="clear" w:color="auto" w:fill="auto"/>
          </w:tcPr>
          <w:p w14:paraId="23B5CAF7" w14:textId="77777777" w:rsidR="004E4E5C" w:rsidRPr="00A30D7A" w:rsidRDefault="004E4E5C" w:rsidP="00F6791E">
            <w:pPr>
              <w:rPr>
                <w:rFonts w:cs="Arial"/>
              </w:rPr>
            </w:pPr>
          </w:p>
        </w:tc>
        <w:tc>
          <w:tcPr>
            <w:tcW w:w="652" w:type="dxa"/>
            <w:shd w:val="clear" w:color="auto" w:fill="auto"/>
          </w:tcPr>
          <w:p w14:paraId="10382DAA" w14:textId="77777777" w:rsidR="004E4E5C" w:rsidRPr="00A30D7A" w:rsidRDefault="004E4E5C" w:rsidP="00F6791E">
            <w:pPr>
              <w:rPr>
                <w:rFonts w:cs="Arial"/>
              </w:rPr>
            </w:pPr>
          </w:p>
        </w:tc>
        <w:tc>
          <w:tcPr>
            <w:tcW w:w="652" w:type="dxa"/>
            <w:shd w:val="clear" w:color="auto" w:fill="auto"/>
          </w:tcPr>
          <w:p w14:paraId="563C949E" w14:textId="77777777" w:rsidR="004E4E5C" w:rsidRPr="00A30D7A" w:rsidRDefault="004E4E5C" w:rsidP="00F6791E">
            <w:pPr>
              <w:rPr>
                <w:rFonts w:cs="Arial"/>
              </w:rPr>
            </w:pPr>
          </w:p>
        </w:tc>
        <w:tc>
          <w:tcPr>
            <w:tcW w:w="652" w:type="dxa"/>
            <w:shd w:val="clear" w:color="auto" w:fill="auto"/>
          </w:tcPr>
          <w:p w14:paraId="6D1E64A3" w14:textId="77777777" w:rsidR="004E4E5C" w:rsidRPr="00A30D7A" w:rsidRDefault="004E4E5C" w:rsidP="00F6791E">
            <w:pPr>
              <w:rPr>
                <w:rFonts w:cs="Arial"/>
              </w:rPr>
            </w:pPr>
          </w:p>
        </w:tc>
        <w:tc>
          <w:tcPr>
            <w:tcW w:w="652" w:type="dxa"/>
            <w:shd w:val="clear" w:color="auto" w:fill="auto"/>
          </w:tcPr>
          <w:p w14:paraId="4207A8FE" w14:textId="77777777" w:rsidR="004E4E5C" w:rsidRPr="00A30D7A" w:rsidRDefault="004E4E5C" w:rsidP="00F6791E">
            <w:pPr>
              <w:rPr>
                <w:rFonts w:cs="Arial"/>
              </w:rPr>
            </w:pPr>
          </w:p>
        </w:tc>
        <w:tc>
          <w:tcPr>
            <w:tcW w:w="652" w:type="dxa"/>
            <w:shd w:val="clear" w:color="auto" w:fill="auto"/>
          </w:tcPr>
          <w:p w14:paraId="3AEAE1C7" w14:textId="77777777" w:rsidR="004E4E5C" w:rsidRPr="00A30D7A" w:rsidRDefault="004E4E5C" w:rsidP="00F6791E">
            <w:pPr>
              <w:rPr>
                <w:rFonts w:cs="Arial"/>
              </w:rPr>
            </w:pPr>
          </w:p>
        </w:tc>
        <w:tc>
          <w:tcPr>
            <w:tcW w:w="1530" w:type="dxa"/>
            <w:shd w:val="clear" w:color="auto" w:fill="auto"/>
          </w:tcPr>
          <w:p w14:paraId="5FE47066" w14:textId="77777777" w:rsidR="004E4E5C" w:rsidRPr="00A30D7A" w:rsidRDefault="004E4E5C" w:rsidP="00F6791E">
            <w:pPr>
              <w:rPr>
                <w:rFonts w:cs="Arial"/>
              </w:rPr>
            </w:pPr>
          </w:p>
        </w:tc>
      </w:tr>
      <w:tr w:rsidR="004E4E5C" w:rsidRPr="00A30D7A" w14:paraId="619DCB3E" w14:textId="77777777" w:rsidTr="00F6791E">
        <w:tc>
          <w:tcPr>
            <w:tcW w:w="2966" w:type="dxa"/>
            <w:shd w:val="clear" w:color="auto" w:fill="auto"/>
          </w:tcPr>
          <w:p w14:paraId="24D551F7" w14:textId="77777777" w:rsidR="004E4E5C" w:rsidRPr="00A30D7A" w:rsidRDefault="004E4E5C" w:rsidP="00F6791E">
            <w:pPr>
              <w:rPr>
                <w:rFonts w:cs="Arial"/>
              </w:rPr>
            </w:pPr>
            <w:r w:rsidRPr="00A30D7A">
              <w:rPr>
                <w:rFonts w:cs="Arial"/>
              </w:rPr>
              <w:t>Security</w:t>
            </w:r>
          </w:p>
        </w:tc>
        <w:tc>
          <w:tcPr>
            <w:tcW w:w="846" w:type="dxa"/>
            <w:shd w:val="clear" w:color="auto" w:fill="auto"/>
          </w:tcPr>
          <w:p w14:paraId="26B63CEF" w14:textId="77777777" w:rsidR="004E4E5C" w:rsidRPr="00A30D7A" w:rsidRDefault="004E4E5C" w:rsidP="00F6791E">
            <w:pPr>
              <w:rPr>
                <w:rFonts w:cs="Arial"/>
              </w:rPr>
            </w:pPr>
          </w:p>
        </w:tc>
        <w:tc>
          <w:tcPr>
            <w:tcW w:w="652" w:type="dxa"/>
            <w:shd w:val="clear" w:color="auto" w:fill="auto"/>
          </w:tcPr>
          <w:p w14:paraId="384C6C40" w14:textId="77777777" w:rsidR="004E4E5C" w:rsidRPr="00A30D7A" w:rsidRDefault="004E4E5C" w:rsidP="00F6791E">
            <w:pPr>
              <w:rPr>
                <w:rFonts w:cs="Arial"/>
              </w:rPr>
            </w:pPr>
          </w:p>
        </w:tc>
        <w:tc>
          <w:tcPr>
            <w:tcW w:w="652" w:type="dxa"/>
            <w:shd w:val="clear" w:color="auto" w:fill="auto"/>
          </w:tcPr>
          <w:p w14:paraId="66E19B67" w14:textId="77777777" w:rsidR="004E4E5C" w:rsidRPr="00A30D7A" w:rsidRDefault="004E4E5C" w:rsidP="00F6791E">
            <w:pPr>
              <w:rPr>
                <w:rFonts w:cs="Arial"/>
              </w:rPr>
            </w:pPr>
          </w:p>
        </w:tc>
        <w:tc>
          <w:tcPr>
            <w:tcW w:w="652" w:type="dxa"/>
            <w:shd w:val="clear" w:color="auto" w:fill="auto"/>
          </w:tcPr>
          <w:p w14:paraId="7813BB8C" w14:textId="77777777" w:rsidR="004E4E5C" w:rsidRPr="00A30D7A" w:rsidRDefault="004E4E5C" w:rsidP="00F6791E">
            <w:pPr>
              <w:rPr>
                <w:rFonts w:cs="Arial"/>
              </w:rPr>
            </w:pPr>
          </w:p>
        </w:tc>
        <w:tc>
          <w:tcPr>
            <w:tcW w:w="652" w:type="dxa"/>
            <w:shd w:val="clear" w:color="auto" w:fill="auto"/>
          </w:tcPr>
          <w:p w14:paraId="280ED0BD" w14:textId="77777777" w:rsidR="004E4E5C" w:rsidRPr="00A30D7A" w:rsidRDefault="004E4E5C" w:rsidP="00F6791E">
            <w:pPr>
              <w:rPr>
                <w:rFonts w:cs="Arial"/>
              </w:rPr>
            </w:pPr>
          </w:p>
        </w:tc>
        <w:tc>
          <w:tcPr>
            <w:tcW w:w="652" w:type="dxa"/>
            <w:shd w:val="clear" w:color="auto" w:fill="auto"/>
          </w:tcPr>
          <w:p w14:paraId="5B6AA545" w14:textId="77777777" w:rsidR="004E4E5C" w:rsidRPr="00A30D7A" w:rsidRDefault="004E4E5C" w:rsidP="00F6791E">
            <w:pPr>
              <w:rPr>
                <w:rFonts w:cs="Arial"/>
              </w:rPr>
            </w:pPr>
          </w:p>
        </w:tc>
        <w:tc>
          <w:tcPr>
            <w:tcW w:w="652" w:type="dxa"/>
            <w:shd w:val="clear" w:color="auto" w:fill="auto"/>
          </w:tcPr>
          <w:p w14:paraId="25533444" w14:textId="77777777" w:rsidR="004E4E5C" w:rsidRPr="00A30D7A" w:rsidRDefault="004E4E5C" w:rsidP="00F6791E">
            <w:pPr>
              <w:rPr>
                <w:rFonts w:cs="Arial"/>
              </w:rPr>
            </w:pPr>
          </w:p>
        </w:tc>
        <w:tc>
          <w:tcPr>
            <w:tcW w:w="1530" w:type="dxa"/>
            <w:shd w:val="clear" w:color="auto" w:fill="auto"/>
          </w:tcPr>
          <w:p w14:paraId="0408D346" w14:textId="77777777" w:rsidR="004E4E5C" w:rsidRPr="00A30D7A" w:rsidRDefault="004E4E5C" w:rsidP="00F6791E">
            <w:pPr>
              <w:rPr>
                <w:rFonts w:cs="Arial"/>
              </w:rPr>
            </w:pPr>
          </w:p>
        </w:tc>
      </w:tr>
      <w:tr w:rsidR="004E4E5C" w:rsidRPr="00A30D7A" w14:paraId="219D4B64" w14:textId="77777777" w:rsidTr="00F6791E">
        <w:tc>
          <w:tcPr>
            <w:tcW w:w="2966" w:type="dxa"/>
            <w:shd w:val="clear" w:color="auto" w:fill="auto"/>
          </w:tcPr>
          <w:p w14:paraId="7D8AE6CE" w14:textId="77777777" w:rsidR="004E4E5C" w:rsidRPr="00A30D7A" w:rsidRDefault="004E4E5C" w:rsidP="00F6791E">
            <w:pPr>
              <w:rPr>
                <w:rFonts w:cs="Arial"/>
              </w:rPr>
            </w:pPr>
            <w:r w:rsidRPr="00A30D7A">
              <w:rPr>
                <w:rFonts w:cs="Arial"/>
              </w:rPr>
              <w:t>Electrical services in risers</w:t>
            </w:r>
          </w:p>
        </w:tc>
        <w:tc>
          <w:tcPr>
            <w:tcW w:w="846" w:type="dxa"/>
            <w:shd w:val="clear" w:color="auto" w:fill="auto"/>
          </w:tcPr>
          <w:p w14:paraId="54C57282" w14:textId="77777777" w:rsidR="004E4E5C" w:rsidRPr="00A30D7A" w:rsidRDefault="004E4E5C" w:rsidP="00F6791E">
            <w:pPr>
              <w:rPr>
                <w:rFonts w:cs="Arial"/>
              </w:rPr>
            </w:pPr>
          </w:p>
        </w:tc>
        <w:tc>
          <w:tcPr>
            <w:tcW w:w="652" w:type="dxa"/>
            <w:shd w:val="clear" w:color="auto" w:fill="auto"/>
          </w:tcPr>
          <w:p w14:paraId="35C6C0DD" w14:textId="77777777" w:rsidR="004E4E5C" w:rsidRPr="00A30D7A" w:rsidRDefault="004E4E5C" w:rsidP="00F6791E">
            <w:pPr>
              <w:rPr>
                <w:rFonts w:cs="Arial"/>
              </w:rPr>
            </w:pPr>
          </w:p>
        </w:tc>
        <w:tc>
          <w:tcPr>
            <w:tcW w:w="652" w:type="dxa"/>
            <w:shd w:val="clear" w:color="auto" w:fill="auto"/>
          </w:tcPr>
          <w:p w14:paraId="24E1BDBF" w14:textId="77777777" w:rsidR="004E4E5C" w:rsidRPr="00A30D7A" w:rsidRDefault="004E4E5C" w:rsidP="00F6791E">
            <w:pPr>
              <w:rPr>
                <w:rFonts w:cs="Arial"/>
              </w:rPr>
            </w:pPr>
          </w:p>
        </w:tc>
        <w:tc>
          <w:tcPr>
            <w:tcW w:w="652" w:type="dxa"/>
            <w:shd w:val="clear" w:color="auto" w:fill="auto"/>
          </w:tcPr>
          <w:p w14:paraId="03390B9A" w14:textId="77777777" w:rsidR="004E4E5C" w:rsidRPr="00A30D7A" w:rsidRDefault="004E4E5C" w:rsidP="00F6791E">
            <w:pPr>
              <w:rPr>
                <w:rFonts w:cs="Arial"/>
              </w:rPr>
            </w:pPr>
          </w:p>
        </w:tc>
        <w:tc>
          <w:tcPr>
            <w:tcW w:w="652" w:type="dxa"/>
            <w:shd w:val="clear" w:color="auto" w:fill="auto"/>
          </w:tcPr>
          <w:p w14:paraId="3E7EC3CD" w14:textId="77777777" w:rsidR="004E4E5C" w:rsidRPr="00A30D7A" w:rsidRDefault="004E4E5C" w:rsidP="00F6791E">
            <w:pPr>
              <w:rPr>
                <w:rFonts w:cs="Arial"/>
              </w:rPr>
            </w:pPr>
          </w:p>
        </w:tc>
        <w:tc>
          <w:tcPr>
            <w:tcW w:w="652" w:type="dxa"/>
            <w:shd w:val="clear" w:color="auto" w:fill="auto"/>
          </w:tcPr>
          <w:p w14:paraId="202A5370" w14:textId="77777777" w:rsidR="004E4E5C" w:rsidRPr="00A30D7A" w:rsidRDefault="004E4E5C" w:rsidP="00F6791E">
            <w:pPr>
              <w:rPr>
                <w:rFonts w:cs="Arial"/>
              </w:rPr>
            </w:pPr>
          </w:p>
        </w:tc>
        <w:tc>
          <w:tcPr>
            <w:tcW w:w="652" w:type="dxa"/>
            <w:shd w:val="clear" w:color="auto" w:fill="auto"/>
          </w:tcPr>
          <w:p w14:paraId="12CFB081" w14:textId="77777777" w:rsidR="004E4E5C" w:rsidRPr="00A30D7A" w:rsidRDefault="004E4E5C" w:rsidP="00F6791E">
            <w:pPr>
              <w:rPr>
                <w:rFonts w:cs="Arial"/>
              </w:rPr>
            </w:pPr>
          </w:p>
        </w:tc>
        <w:tc>
          <w:tcPr>
            <w:tcW w:w="1530" w:type="dxa"/>
            <w:shd w:val="clear" w:color="auto" w:fill="auto"/>
          </w:tcPr>
          <w:p w14:paraId="44B2FCE9" w14:textId="77777777" w:rsidR="004E4E5C" w:rsidRPr="00A30D7A" w:rsidRDefault="004E4E5C" w:rsidP="00F6791E">
            <w:pPr>
              <w:rPr>
                <w:rFonts w:cs="Arial"/>
              </w:rPr>
            </w:pPr>
          </w:p>
        </w:tc>
      </w:tr>
      <w:tr w:rsidR="004E4E5C" w:rsidRPr="00A30D7A" w14:paraId="00D7AD7C" w14:textId="77777777" w:rsidTr="00F6791E">
        <w:tc>
          <w:tcPr>
            <w:tcW w:w="2966" w:type="dxa"/>
            <w:shd w:val="clear" w:color="auto" w:fill="D9D9D9"/>
          </w:tcPr>
          <w:p w14:paraId="2A61FF84" w14:textId="77777777" w:rsidR="004E4E5C" w:rsidRPr="00A30D7A" w:rsidRDefault="004E4E5C" w:rsidP="00F6791E">
            <w:pPr>
              <w:rPr>
                <w:rFonts w:cs="Arial"/>
                <w:b/>
              </w:rPr>
            </w:pPr>
            <w:r w:rsidRPr="00A30D7A">
              <w:rPr>
                <w:rFonts w:cs="Arial"/>
                <w:b/>
              </w:rPr>
              <w:t>CONVEYING</w:t>
            </w:r>
          </w:p>
        </w:tc>
        <w:tc>
          <w:tcPr>
            <w:tcW w:w="846" w:type="dxa"/>
            <w:shd w:val="clear" w:color="auto" w:fill="D9D9D9"/>
          </w:tcPr>
          <w:p w14:paraId="0C9429AC" w14:textId="77777777" w:rsidR="004E4E5C" w:rsidRPr="00A30D7A" w:rsidRDefault="004E4E5C" w:rsidP="00F6791E">
            <w:pPr>
              <w:rPr>
                <w:rFonts w:cs="Arial"/>
              </w:rPr>
            </w:pPr>
          </w:p>
        </w:tc>
        <w:tc>
          <w:tcPr>
            <w:tcW w:w="652" w:type="dxa"/>
            <w:shd w:val="clear" w:color="auto" w:fill="D9D9D9"/>
          </w:tcPr>
          <w:p w14:paraId="2B0F603C" w14:textId="77777777" w:rsidR="004E4E5C" w:rsidRPr="00A30D7A" w:rsidRDefault="004E4E5C" w:rsidP="00F6791E">
            <w:pPr>
              <w:rPr>
                <w:rFonts w:cs="Arial"/>
              </w:rPr>
            </w:pPr>
          </w:p>
        </w:tc>
        <w:tc>
          <w:tcPr>
            <w:tcW w:w="652" w:type="dxa"/>
            <w:shd w:val="clear" w:color="auto" w:fill="D9D9D9"/>
          </w:tcPr>
          <w:p w14:paraId="07EBB2D8" w14:textId="77777777" w:rsidR="004E4E5C" w:rsidRPr="00A30D7A" w:rsidRDefault="004E4E5C" w:rsidP="00F6791E">
            <w:pPr>
              <w:rPr>
                <w:rFonts w:cs="Arial"/>
              </w:rPr>
            </w:pPr>
          </w:p>
        </w:tc>
        <w:tc>
          <w:tcPr>
            <w:tcW w:w="652" w:type="dxa"/>
            <w:shd w:val="clear" w:color="auto" w:fill="D9D9D9"/>
          </w:tcPr>
          <w:p w14:paraId="7838C229" w14:textId="77777777" w:rsidR="004E4E5C" w:rsidRPr="00A30D7A" w:rsidRDefault="004E4E5C" w:rsidP="00F6791E">
            <w:pPr>
              <w:rPr>
                <w:rFonts w:cs="Arial"/>
              </w:rPr>
            </w:pPr>
          </w:p>
        </w:tc>
        <w:tc>
          <w:tcPr>
            <w:tcW w:w="652" w:type="dxa"/>
            <w:shd w:val="clear" w:color="auto" w:fill="D9D9D9"/>
          </w:tcPr>
          <w:p w14:paraId="347D99DA" w14:textId="77777777" w:rsidR="004E4E5C" w:rsidRPr="00A30D7A" w:rsidRDefault="004E4E5C" w:rsidP="00F6791E">
            <w:pPr>
              <w:rPr>
                <w:rFonts w:cs="Arial"/>
              </w:rPr>
            </w:pPr>
          </w:p>
        </w:tc>
        <w:tc>
          <w:tcPr>
            <w:tcW w:w="652" w:type="dxa"/>
            <w:shd w:val="clear" w:color="auto" w:fill="D9D9D9"/>
          </w:tcPr>
          <w:p w14:paraId="51841CE2" w14:textId="77777777" w:rsidR="004E4E5C" w:rsidRPr="00A30D7A" w:rsidRDefault="004E4E5C" w:rsidP="00F6791E">
            <w:pPr>
              <w:rPr>
                <w:rFonts w:cs="Arial"/>
              </w:rPr>
            </w:pPr>
          </w:p>
        </w:tc>
        <w:tc>
          <w:tcPr>
            <w:tcW w:w="652" w:type="dxa"/>
            <w:shd w:val="clear" w:color="auto" w:fill="D9D9D9"/>
          </w:tcPr>
          <w:p w14:paraId="5454D807" w14:textId="77777777" w:rsidR="004E4E5C" w:rsidRPr="00A30D7A" w:rsidRDefault="004E4E5C" w:rsidP="00F6791E">
            <w:pPr>
              <w:rPr>
                <w:rFonts w:cs="Arial"/>
              </w:rPr>
            </w:pPr>
          </w:p>
        </w:tc>
        <w:tc>
          <w:tcPr>
            <w:tcW w:w="1530" w:type="dxa"/>
            <w:shd w:val="clear" w:color="auto" w:fill="D9D9D9"/>
          </w:tcPr>
          <w:p w14:paraId="55F05AC9" w14:textId="77777777" w:rsidR="004E4E5C" w:rsidRPr="00A30D7A" w:rsidRDefault="004E4E5C" w:rsidP="00F6791E">
            <w:pPr>
              <w:rPr>
                <w:rFonts w:cs="Arial"/>
              </w:rPr>
            </w:pPr>
          </w:p>
        </w:tc>
      </w:tr>
      <w:tr w:rsidR="004E4E5C" w:rsidRPr="00A30D7A" w14:paraId="265A6472" w14:textId="77777777" w:rsidTr="00F6791E">
        <w:tc>
          <w:tcPr>
            <w:tcW w:w="2966" w:type="dxa"/>
            <w:shd w:val="clear" w:color="auto" w:fill="auto"/>
          </w:tcPr>
          <w:p w14:paraId="6D272711" w14:textId="77777777" w:rsidR="004E4E5C" w:rsidRPr="00A30D7A" w:rsidRDefault="004E4E5C" w:rsidP="00F6791E">
            <w:pPr>
              <w:rPr>
                <w:rFonts w:cs="Arial"/>
              </w:rPr>
            </w:pPr>
            <w:r w:rsidRPr="00A30D7A">
              <w:rPr>
                <w:rFonts w:cs="Arial"/>
              </w:rPr>
              <w:t>Lifts, escalators</w:t>
            </w:r>
          </w:p>
        </w:tc>
        <w:tc>
          <w:tcPr>
            <w:tcW w:w="846" w:type="dxa"/>
            <w:shd w:val="clear" w:color="auto" w:fill="auto"/>
          </w:tcPr>
          <w:p w14:paraId="121299C9" w14:textId="77777777" w:rsidR="004E4E5C" w:rsidRPr="00A30D7A" w:rsidRDefault="004E4E5C" w:rsidP="00F6791E">
            <w:pPr>
              <w:rPr>
                <w:rFonts w:cs="Arial"/>
              </w:rPr>
            </w:pPr>
          </w:p>
        </w:tc>
        <w:tc>
          <w:tcPr>
            <w:tcW w:w="652" w:type="dxa"/>
            <w:shd w:val="clear" w:color="auto" w:fill="auto"/>
          </w:tcPr>
          <w:p w14:paraId="6EA27488" w14:textId="77777777" w:rsidR="004E4E5C" w:rsidRPr="00A30D7A" w:rsidRDefault="004E4E5C" w:rsidP="00F6791E">
            <w:pPr>
              <w:rPr>
                <w:rFonts w:cs="Arial"/>
              </w:rPr>
            </w:pPr>
          </w:p>
        </w:tc>
        <w:tc>
          <w:tcPr>
            <w:tcW w:w="652" w:type="dxa"/>
            <w:shd w:val="clear" w:color="auto" w:fill="auto"/>
          </w:tcPr>
          <w:p w14:paraId="695D6E4E" w14:textId="77777777" w:rsidR="004E4E5C" w:rsidRPr="00A30D7A" w:rsidRDefault="004E4E5C" w:rsidP="00F6791E">
            <w:pPr>
              <w:rPr>
                <w:rFonts w:cs="Arial"/>
              </w:rPr>
            </w:pPr>
          </w:p>
        </w:tc>
        <w:tc>
          <w:tcPr>
            <w:tcW w:w="652" w:type="dxa"/>
            <w:shd w:val="clear" w:color="auto" w:fill="auto"/>
          </w:tcPr>
          <w:p w14:paraId="405D8B90" w14:textId="77777777" w:rsidR="004E4E5C" w:rsidRPr="00A30D7A" w:rsidRDefault="004E4E5C" w:rsidP="00F6791E">
            <w:pPr>
              <w:rPr>
                <w:rFonts w:cs="Arial"/>
              </w:rPr>
            </w:pPr>
          </w:p>
        </w:tc>
        <w:tc>
          <w:tcPr>
            <w:tcW w:w="652" w:type="dxa"/>
            <w:shd w:val="clear" w:color="auto" w:fill="auto"/>
          </w:tcPr>
          <w:p w14:paraId="5FBFFC5C" w14:textId="77777777" w:rsidR="004E4E5C" w:rsidRPr="00A30D7A" w:rsidRDefault="004E4E5C" w:rsidP="00F6791E">
            <w:pPr>
              <w:rPr>
                <w:rFonts w:cs="Arial"/>
              </w:rPr>
            </w:pPr>
          </w:p>
        </w:tc>
        <w:tc>
          <w:tcPr>
            <w:tcW w:w="652" w:type="dxa"/>
            <w:shd w:val="clear" w:color="auto" w:fill="auto"/>
          </w:tcPr>
          <w:p w14:paraId="63414896" w14:textId="77777777" w:rsidR="004E4E5C" w:rsidRPr="00A30D7A" w:rsidRDefault="004E4E5C" w:rsidP="00F6791E">
            <w:pPr>
              <w:rPr>
                <w:rFonts w:cs="Arial"/>
              </w:rPr>
            </w:pPr>
          </w:p>
        </w:tc>
        <w:tc>
          <w:tcPr>
            <w:tcW w:w="652" w:type="dxa"/>
            <w:shd w:val="clear" w:color="auto" w:fill="auto"/>
          </w:tcPr>
          <w:p w14:paraId="5A8A834C" w14:textId="77777777" w:rsidR="004E4E5C" w:rsidRPr="00A30D7A" w:rsidRDefault="004E4E5C" w:rsidP="00F6791E">
            <w:pPr>
              <w:rPr>
                <w:rFonts w:cs="Arial"/>
              </w:rPr>
            </w:pPr>
          </w:p>
        </w:tc>
        <w:tc>
          <w:tcPr>
            <w:tcW w:w="1530" w:type="dxa"/>
            <w:shd w:val="clear" w:color="auto" w:fill="auto"/>
          </w:tcPr>
          <w:p w14:paraId="0EDBEE87" w14:textId="77777777" w:rsidR="004E4E5C" w:rsidRPr="00A30D7A" w:rsidRDefault="004E4E5C" w:rsidP="00F6791E">
            <w:pPr>
              <w:rPr>
                <w:rFonts w:cs="Arial"/>
              </w:rPr>
            </w:pPr>
          </w:p>
        </w:tc>
      </w:tr>
    </w:tbl>
    <w:p w14:paraId="39911D06" w14:textId="77777777" w:rsidR="00956631" w:rsidRPr="00A30D7A" w:rsidRDefault="00956631" w:rsidP="00956631">
      <w:pPr>
        <w:spacing w:after="0"/>
        <w:rPr>
          <w:rFonts w:cs="Arial"/>
        </w:rPr>
      </w:pPr>
    </w:p>
    <w:p w14:paraId="0F134AE5" w14:textId="77777777" w:rsidR="00956631" w:rsidRPr="00A30D7A" w:rsidRDefault="00956631" w:rsidP="00956631">
      <w:pPr>
        <w:pStyle w:val="Instructions"/>
        <w:rPr>
          <w:rFonts w:cs="Arial"/>
        </w:rPr>
      </w:pPr>
      <w:r w:rsidRPr="00A30D7A">
        <w:rPr>
          <w:rFonts w:cs="Arial"/>
        </w:rPr>
        <w:t>As an alternative to entering notes in the table, enter a number and add the corresponding note below.</w:t>
      </w:r>
    </w:p>
    <w:p w14:paraId="722CF341" w14:textId="77777777" w:rsidR="00956631" w:rsidRPr="00A30D7A" w:rsidRDefault="00956631" w:rsidP="00956631">
      <w:pPr>
        <w:rPr>
          <w:rFonts w:cs="Arial"/>
        </w:rPr>
      </w:pPr>
      <w:r w:rsidRPr="00A30D7A">
        <w:rPr>
          <w:rFonts w:cs="Arial"/>
        </w:rPr>
        <w:t>Notes:</w:t>
      </w:r>
    </w:p>
    <w:p w14:paraId="417CEA11" w14:textId="77777777" w:rsidR="00956631" w:rsidRPr="00A30D7A" w:rsidRDefault="00956631" w:rsidP="00487C04">
      <w:pPr>
        <w:pStyle w:val="ListParagraph"/>
        <w:numPr>
          <w:ilvl w:val="0"/>
          <w:numId w:val="30"/>
        </w:numPr>
      </w:pPr>
    </w:p>
    <w:p w14:paraId="702C65EA" w14:textId="77777777" w:rsidR="00956631" w:rsidRPr="00A30D7A" w:rsidRDefault="00956631" w:rsidP="00487C04">
      <w:pPr>
        <w:pStyle w:val="ListParagraph"/>
        <w:numPr>
          <w:ilvl w:val="0"/>
          <w:numId w:val="30"/>
        </w:numPr>
      </w:pPr>
    </w:p>
    <w:p w14:paraId="74CC341D" w14:textId="0F01E8EE" w:rsidR="00C12CBB" w:rsidRPr="00A30D7A" w:rsidRDefault="00C12CBB" w:rsidP="004E4E5C">
      <w:pPr>
        <w:rPr>
          <w:rFonts w:cs="Arial"/>
        </w:rPr>
      </w:pPr>
    </w:p>
    <w:p w14:paraId="5751A436" w14:textId="77777777" w:rsidR="00C12CBB" w:rsidRPr="00A30D7A" w:rsidRDefault="00C12CBB">
      <w:pPr>
        <w:rPr>
          <w:rFonts w:cs="Arial"/>
        </w:rPr>
      </w:pPr>
      <w:r w:rsidRPr="00A30D7A">
        <w:rPr>
          <w:rFonts w:cs="Arial"/>
        </w:rPr>
        <w:br w:type="page"/>
      </w:r>
    </w:p>
    <w:p w14:paraId="58F84068" w14:textId="22708422" w:rsidR="004E4E5C" w:rsidRPr="00A30D7A" w:rsidRDefault="002A693E" w:rsidP="002278A3">
      <w:pPr>
        <w:pStyle w:val="Tabletitle"/>
      </w:pPr>
      <w:bookmarkStart w:id="562" w:name="_Toc445217316"/>
      <w:r w:rsidRPr="00A30D7A">
        <w:rPr>
          <w:rFonts w:cs="Arial"/>
        </w:rPr>
        <w:lastRenderedPageBreak/>
        <w:t>Detailed responsibility matrix</w:t>
      </w:r>
      <w:r w:rsidR="004E4E5C" w:rsidRPr="00A30D7A">
        <w:t xml:space="preserve"> (</w:t>
      </w:r>
      <w:proofErr w:type="spellStart"/>
      <w:r w:rsidR="004E4E5C" w:rsidRPr="00A30D7A">
        <w:t>UniFormat</w:t>
      </w:r>
      <w:proofErr w:type="spellEnd"/>
      <w:r w:rsidR="004E4E5C" w:rsidRPr="00A30D7A">
        <w:t xml:space="preserve"> alternative)</w:t>
      </w:r>
      <w:bookmarkEnd w:id="562"/>
    </w:p>
    <w:p w14:paraId="46CBC9FF" w14:textId="11BE2CBC" w:rsidR="004E4E5C" w:rsidRPr="00A30D7A" w:rsidRDefault="004E4E5C" w:rsidP="004E4E5C">
      <w:pPr>
        <w:pStyle w:val="Instructions"/>
        <w:rPr>
          <w:rFonts w:cs="Arial"/>
        </w:rPr>
      </w:pPr>
      <w:r w:rsidRPr="00A30D7A">
        <w:rPr>
          <w:rFonts w:cs="Arial"/>
        </w:rPr>
        <w:t xml:space="preserve">This </w:t>
      </w:r>
      <w:r w:rsidR="00FB0F40">
        <w:rPr>
          <w:rFonts w:cs="Arial"/>
          <w:b/>
          <w:bCs/>
        </w:rPr>
        <w:t>D</w:t>
      </w:r>
      <w:r w:rsidR="002A693E" w:rsidRPr="00FB0F40">
        <w:rPr>
          <w:rFonts w:cs="Arial"/>
          <w:b/>
          <w:bCs/>
        </w:rPr>
        <w:t>etailed responsibility matrix</w:t>
      </w:r>
      <w:r w:rsidR="002A693E" w:rsidRPr="00A30D7A">
        <w:rPr>
          <w:rFonts w:cs="Arial"/>
        </w:rPr>
        <w:t xml:space="preserve"> </w:t>
      </w:r>
      <w:r w:rsidRPr="00A30D7A">
        <w:rPr>
          <w:rFonts w:cs="Arial"/>
        </w:rPr>
        <w:t xml:space="preserve">can be substituted for the previous one if you prefer to organise model elements by </w:t>
      </w:r>
      <w:proofErr w:type="spellStart"/>
      <w:r w:rsidRPr="00A30D7A">
        <w:rPr>
          <w:rFonts w:cs="Arial"/>
        </w:rPr>
        <w:t>UniFormat</w:t>
      </w:r>
      <w:proofErr w:type="spellEnd"/>
      <w:r w:rsidRPr="00A30D7A">
        <w:rPr>
          <w:rFonts w:cs="Arial"/>
        </w:rPr>
        <w:t xml:space="preserve"> classification.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40" w:type="dxa"/>
          <w:bottom w:w="28" w:type="dxa"/>
          <w:right w:w="40" w:type="dxa"/>
        </w:tblCellMar>
        <w:tblLook w:val="01E0" w:firstRow="1" w:lastRow="1" w:firstColumn="1" w:lastColumn="1" w:noHBand="0" w:noVBand="0"/>
      </w:tblPr>
      <w:tblGrid>
        <w:gridCol w:w="1862"/>
        <w:gridCol w:w="697"/>
        <w:gridCol w:w="2539"/>
        <w:gridCol w:w="529"/>
        <w:gridCol w:w="483"/>
        <w:gridCol w:w="483"/>
        <w:gridCol w:w="483"/>
        <w:gridCol w:w="483"/>
        <w:gridCol w:w="374"/>
        <w:gridCol w:w="426"/>
        <w:gridCol w:w="701"/>
      </w:tblGrid>
      <w:tr w:rsidR="004E4E5C" w:rsidRPr="00A30D7A" w14:paraId="46944E45" w14:textId="77777777" w:rsidTr="0063774F">
        <w:trPr>
          <w:trHeight w:val="279"/>
          <w:tblHeader/>
        </w:trPr>
        <w:tc>
          <w:tcPr>
            <w:tcW w:w="5098" w:type="dxa"/>
            <w:gridSpan w:val="3"/>
            <w:vMerge w:val="restart"/>
            <w:tcBorders>
              <w:top w:val="single" w:sz="4" w:space="0" w:color="auto"/>
              <w:left w:val="single" w:sz="4" w:space="0" w:color="auto"/>
              <w:right w:val="single" w:sz="4" w:space="0" w:color="auto"/>
            </w:tcBorders>
            <w:shd w:val="clear" w:color="auto" w:fill="D9E2F3" w:themeFill="accent1" w:themeFillTint="33"/>
          </w:tcPr>
          <w:p w14:paraId="13110AEA" w14:textId="77777777" w:rsidR="004E4E5C" w:rsidRPr="00A30D7A" w:rsidRDefault="004E4E5C" w:rsidP="007D0605">
            <w:pPr>
              <w:pStyle w:val="Tabletitle"/>
              <w:rPr>
                <w:sz w:val="16"/>
                <w:szCs w:val="16"/>
              </w:rPr>
            </w:pPr>
            <w:r w:rsidRPr="00A30D7A">
              <w:t xml:space="preserve">Model Element by CSI </w:t>
            </w:r>
            <w:proofErr w:type="spellStart"/>
            <w:r w:rsidRPr="00A30D7A">
              <w:t>UniFormat</w:t>
            </w:r>
            <w:r w:rsidRPr="00A30D7A">
              <w:rPr>
                <w:vertAlign w:val="superscript"/>
              </w:rPr>
              <w:t>TM</w:t>
            </w:r>
            <w:proofErr w:type="spellEnd"/>
            <w:r w:rsidRPr="00A30D7A">
              <w:t xml:space="preserve"> classification</w:t>
            </w:r>
          </w:p>
        </w:tc>
        <w:tc>
          <w:tcPr>
            <w:tcW w:w="529" w:type="dxa"/>
            <w:vMerge w:val="restart"/>
            <w:tcBorders>
              <w:left w:val="single" w:sz="4" w:space="0" w:color="auto"/>
            </w:tcBorders>
            <w:shd w:val="clear" w:color="auto" w:fill="D9E2F3" w:themeFill="accent1" w:themeFillTint="33"/>
          </w:tcPr>
          <w:p w14:paraId="0FDC6D3B" w14:textId="77777777" w:rsidR="004E4E5C" w:rsidRPr="00A30D7A" w:rsidRDefault="004E4E5C" w:rsidP="007D0605">
            <w:pPr>
              <w:pStyle w:val="Tabletitle"/>
            </w:pPr>
            <w:r w:rsidRPr="00A30D7A">
              <w:t>MEA</w:t>
            </w:r>
          </w:p>
        </w:tc>
        <w:tc>
          <w:tcPr>
            <w:tcW w:w="2732" w:type="dxa"/>
            <w:gridSpan w:val="6"/>
            <w:tcBorders>
              <w:left w:val="single" w:sz="4" w:space="0" w:color="auto"/>
            </w:tcBorders>
            <w:shd w:val="clear" w:color="auto" w:fill="D9E2F3" w:themeFill="accent1" w:themeFillTint="33"/>
          </w:tcPr>
          <w:p w14:paraId="16572915" w14:textId="77777777" w:rsidR="004E4E5C" w:rsidRPr="00A30D7A" w:rsidRDefault="004E4E5C" w:rsidP="007D0605">
            <w:pPr>
              <w:pStyle w:val="Tabletitle"/>
            </w:pPr>
            <w:r w:rsidRPr="00A30D7A">
              <w:t>Project Milestones</w:t>
            </w:r>
          </w:p>
        </w:tc>
        <w:tc>
          <w:tcPr>
            <w:tcW w:w="701" w:type="dxa"/>
            <w:vMerge w:val="restart"/>
            <w:shd w:val="clear" w:color="auto" w:fill="D9E2F3" w:themeFill="accent1" w:themeFillTint="33"/>
          </w:tcPr>
          <w:p w14:paraId="28CFCA65" w14:textId="77777777" w:rsidR="004E4E5C" w:rsidRPr="00A30D7A" w:rsidRDefault="004E4E5C" w:rsidP="007D0605">
            <w:pPr>
              <w:pStyle w:val="Tabletitle"/>
            </w:pPr>
            <w:r w:rsidRPr="00A30D7A">
              <w:t>Notes</w:t>
            </w:r>
          </w:p>
        </w:tc>
      </w:tr>
      <w:tr w:rsidR="004E4E5C" w:rsidRPr="00A30D7A" w14:paraId="3E877671" w14:textId="77777777" w:rsidTr="0063774F">
        <w:trPr>
          <w:cantSplit/>
          <w:trHeight w:val="1222"/>
          <w:tblHeader/>
        </w:trPr>
        <w:tc>
          <w:tcPr>
            <w:tcW w:w="5098" w:type="dxa"/>
            <w:gridSpan w:val="3"/>
            <w:vMerge/>
            <w:tcBorders>
              <w:left w:val="single" w:sz="4" w:space="0" w:color="auto"/>
              <w:right w:val="single" w:sz="4" w:space="0" w:color="auto"/>
            </w:tcBorders>
            <w:shd w:val="clear" w:color="auto" w:fill="D9E2F3" w:themeFill="accent1" w:themeFillTint="33"/>
          </w:tcPr>
          <w:p w14:paraId="428B9524" w14:textId="77777777" w:rsidR="004E4E5C" w:rsidRPr="00A30D7A" w:rsidRDefault="004E4E5C" w:rsidP="00F6791E">
            <w:pPr>
              <w:rPr>
                <w:rFonts w:cs="Arial"/>
                <w:b/>
                <w:sz w:val="16"/>
                <w:szCs w:val="16"/>
              </w:rPr>
            </w:pPr>
          </w:p>
        </w:tc>
        <w:tc>
          <w:tcPr>
            <w:tcW w:w="529" w:type="dxa"/>
            <w:vMerge/>
            <w:tcBorders>
              <w:left w:val="single" w:sz="4" w:space="0" w:color="auto"/>
            </w:tcBorders>
            <w:shd w:val="clear" w:color="auto" w:fill="D9E2F3" w:themeFill="accent1" w:themeFillTint="33"/>
          </w:tcPr>
          <w:p w14:paraId="7FE56B61" w14:textId="77777777" w:rsidR="004E4E5C" w:rsidRPr="00A30D7A" w:rsidRDefault="004E4E5C" w:rsidP="00F6791E">
            <w:pPr>
              <w:rPr>
                <w:rFonts w:cs="Arial"/>
                <w:b/>
                <w:sz w:val="16"/>
                <w:szCs w:val="16"/>
              </w:rPr>
            </w:pPr>
          </w:p>
        </w:tc>
        <w:tc>
          <w:tcPr>
            <w:tcW w:w="483" w:type="dxa"/>
            <w:shd w:val="clear" w:color="auto" w:fill="D9E2F3" w:themeFill="accent1" w:themeFillTint="33"/>
            <w:textDirection w:val="btLr"/>
            <w:vAlign w:val="center"/>
          </w:tcPr>
          <w:p w14:paraId="1F555842" w14:textId="77777777" w:rsidR="004E4E5C" w:rsidRPr="00A30D7A" w:rsidRDefault="004E4E5C" w:rsidP="00F6791E">
            <w:pPr>
              <w:pStyle w:val="Tabletext"/>
              <w:ind w:right="113"/>
              <w:rPr>
                <w:rFonts w:cs="Arial"/>
              </w:rPr>
            </w:pPr>
            <w:r w:rsidRPr="00A30D7A">
              <w:rPr>
                <w:rFonts w:cs="Arial"/>
              </w:rPr>
              <w:t>Milestone 1</w:t>
            </w:r>
          </w:p>
        </w:tc>
        <w:tc>
          <w:tcPr>
            <w:tcW w:w="483" w:type="dxa"/>
            <w:shd w:val="clear" w:color="auto" w:fill="D9E2F3" w:themeFill="accent1" w:themeFillTint="33"/>
            <w:textDirection w:val="btLr"/>
          </w:tcPr>
          <w:p w14:paraId="2827A4BC" w14:textId="77777777" w:rsidR="004E4E5C" w:rsidRPr="00A30D7A" w:rsidRDefault="004E4E5C" w:rsidP="00F6791E">
            <w:pPr>
              <w:pStyle w:val="Tabletext"/>
              <w:ind w:right="113"/>
              <w:rPr>
                <w:rFonts w:cs="Arial"/>
              </w:rPr>
            </w:pPr>
            <w:r w:rsidRPr="00A30D7A">
              <w:rPr>
                <w:rFonts w:cs="Arial"/>
              </w:rPr>
              <w:t>Milestone 2</w:t>
            </w:r>
          </w:p>
        </w:tc>
        <w:tc>
          <w:tcPr>
            <w:tcW w:w="483" w:type="dxa"/>
            <w:shd w:val="clear" w:color="auto" w:fill="D9E2F3" w:themeFill="accent1" w:themeFillTint="33"/>
            <w:textDirection w:val="btLr"/>
          </w:tcPr>
          <w:p w14:paraId="13E78216" w14:textId="77777777" w:rsidR="004E4E5C" w:rsidRPr="00A30D7A" w:rsidRDefault="004E4E5C" w:rsidP="00F6791E">
            <w:pPr>
              <w:pStyle w:val="Tabletext"/>
              <w:ind w:right="113"/>
              <w:rPr>
                <w:rFonts w:cs="Arial"/>
              </w:rPr>
            </w:pPr>
            <w:r w:rsidRPr="00A30D7A">
              <w:rPr>
                <w:rFonts w:cs="Arial"/>
              </w:rPr>
              <w:t>Milestone 3</w:t>
            </w:r>
          </w:p>
        </w:tc>
        <w:tc>
          <w:tcPr>
            <w:tcW w:w="483" w:type="dxa"/>
            <w:shd w:val="clear" w:color="auto" w:fill="D9E2F3" w:themeFill="accent1" w:themeFillTint="33"/>
            <w:textDirection w:val="btLr"/>
          </w:tcPr>
          <w:p w14:paraId="33764BE7" w14:textId="77777777" w:rsidR="004E4E5C" w:rsidRPr="00A30D7A" w:rsidRDefault="004E4E5C" w:rsidP="00F6791E">
            <w:pPr>
              <w:pStyle w:val="Tabletext"/>
              <w:ind w:right="113"/>
              <w:rPr>
                <w:rFonts w:cs="Arial"/>
              </w:rPr>
            </w:pPr>
            <w:r w:rsidRPr="00A30D7A">
              <w:rPr>
                <w:rFonts w:cs="Arial"/>
              </w:rPr>
              <w:t>Milestone 4</w:t>
            </w:r>
          </w:p>
        </w:tc>
        <w:tc>
          <w:tcPr>
            <w:tcW w:w="374" w:type="dxa"/>
            <w:shd w:val="clear" w:color="auto" w:fill="D9E2F3" w:themeFill="accent1" w:themeFillTint="33"/>
            <w:textDirection w:val="btLr"/>
          </w:tcPr>
          <w:p w14:paraId="5C4AA273" w14:textId="77777777" w:rsidR="004E4E5C" w:rsidRPr="00A30D7A" w:rsidRDefault="004E4E5C" w:rsidP="00F6791E">
            <w:pPr>
              <w:pStyle w:val="Tabletext"/>
              <w:ind w:right="113"/>
              <w:rPr>
                <w:rFonts w:cs="Arial"/>
              </w:rPr>
            </w:pPr>
            <w:r w:rsidRPr="00A30D7A">
              <w:rPr>
                <w:rFonts w:cs="Arial"/>
              </w:rPr>
              <w:t>Milestone 5</w:t>
            </w:r>
          </w:p>
        </w:tc>
        <w:tc>
          <w:tcPr>
            <w:tcW w:w="426" w:type="dxa"/>
            <w:shd w:val="clear" w:color="auto" w:fill="D9E2F3" w:themeFill="accent1" w:themeFillTint="33"/>
            <w:textDirection w:val="btLr"/>
          </w:tcPr>
          <w:p w14:paraId="36470532" w14:textId="77777777" w:rsidR="004E4E5C" w:rsidRPr="00A30D7A" w:rsidRDefault="004E4E5C" w:rsidP="00F6791E">
            <w:pPr>
              <w:pStyle w:val="Tabletext"/>
              <w:ind w:right="113"/>
              <w:rPr>
                <w:rFonts w:cs="Arial"/>
              </w:rPr>
            </w:pPr>
            <w:r w:rsidRPr="00A30D7A">
              <w:rPr>
                <w:rFonts w:cs="Arial"/>
              </w:rPr>
              <w:t>Milestone 6</w:t>
            </w:r>
          </w:p>
        </w:tc>
        <w:tc>
          <w:tcPr>
            <w:tcW w:w="701" w:type="dxa"/>
            <w:vMerge/>
            <w:shd w:val="clear" w:color="auto" w:fill="D9E2F3" w:themeFill="accent1" w:themeFillTint="33"/>
          </w:tcPr>
          <w:p w14:paraId="5D9F2CD3" w14:textId="77777777" w:rsidR="004E4E5C" w:rsidRPr="00A30D7A" w:rsidRDefault="004E4E5C" w:rsidP="00F6791E">
            <w:pPr>
              <w:rPr>
                <w:rFonts w:cs="Arial"/>
                <w:b/>
                <w:sz w:val="16"/>
                <w:szCs w:val="16"/>
              </w:rPr>
            </w:pPr>
          </w:p>
        </w:tc>
      </w:tr>
      <w:tr w:rsidR="004E4E5C" w:rsidRPr="00A30D7A" w14:paraId="6B7E9FE0" w14:textId="77777777" w:rsidTr="0063774F">
        <w:trPr>
          <w:cantSplit/>
          <w:trHeight w:val="213"/>
          <w:tblHeader/>
        </w:trPr>
        <w:tc>
          <w:tcPr>
            <w:tcW w:w="5098" w:type="dxa"/>
            <w:gridSpan w:val="3"/>
            <w:vMerge/>
            <w:tcBorders>
              <w:left w:val="single" w:sz="4" w:space="0" w:color="auto"/>
              <w:bottom w:val="single" w:sz="4" w:space="0" w:color="auto"/>
              <w:right w:val="single" w:sz="4" w:space="0" w:color="auto"/>
            </w:tcBorders>
            <w:shd w:val="clear" w:color="auto" w:fill="D9E2F3" w:themeFill="accent1" w:themeFillTint="33"/>
          </w:tcPr>
          <w:p w14:paraId="6DD79415" w14:textId="77777777" w:rsidR="004E4E5C" w:rsidRPr="00A30D7A" w:rsidRDefault="004E4E5C" w:rsidP="00F6791E">
            <w:pPr>
              <w:rPr>
                <w:rFonts w:cs="Arial"/>
                <w:b/>
                <w:sz w:val="16"/>
                <w:szCs w:val="16"/>
              </w:rPr>
            </w:pPr>
          </w:p>
        </w:tc>
        <w:tc>
          <w:tcPr>
            <w:tcW w:w="529" w:type="dxa"/>
            <w:vMerge/>
            <w:tcBorders>
              <w:left w:val="single" w:sz="4" w:space="0" w:color="auto"/>
              <w:bottom w:val="single" w:sz="4" w:space="0" w:color="auto"/>
            </w:tcBorders>
            <w:shd w:val="clear" w:color="auto" w:fill="D9E2F3" w:themeFill="accent1" w:themeFillTint="33"/>
          </w:tcPr>
          <w:p w14:paraId="0258CAF7" w14:textId="77777777" w:rsidR="004E4E5C" w:rsidRPr="00A30D7A" w:rsidRDefault="004E4E5C" w:rsidP="00F6791E">
            <w:pPr>
              <w:rPr>
                <w:rFonts w:cs="Arial"/>
                <w:b/>
                <w:sz w:val="16"/>
                <w:szCs w:val="16"/>
              </w:rPr>
            </w:pPr>
          </w:p>
        </w:tc>
        <w:tc>
          <w:tcPr>
            <w:tcW w:w="483" w:type="dxa"/>
            <w:shd w:val="clear" w:color="auto" w:fill="D9E2F3" w:themeFill="accent1" w:themeFillTint="33"/>
            <w:vAlign w:val="center"/>
          </w:tcPr>
          <w:p w14:paraId="236F1769" w14:textId="77777777" w:rsidR="004E4E5C" w:rsidRPr="00A30D7A" w:rsidRDefault="004E4E5C" w:rsidP="00F6791E">
            <w:pPr>
              <w:pStyle w:val="Tabletitle"/>
              <w:jc w:val="center"/>
              <w:rPr>
                <w:rFonts w:cs="Arial"/>
                <w:szCs w:val="16"/>
              </w:rPr>
            </w:pPr>
          </w:p>
        </w:tc>
        <w:tc>
          <w:tcPr>
            <w:tcW w:w="483" w:type="dxa"/>
            <w:shd w:val="clear" w:color="auto" w:fill="D9E2F3" w:themeFill="accent1" w:themeFillTint="33"/>
            <w:vAlign w:val="center"/>
          </w:tcPr>
          <w:p w14:paraId="77E1DB07" w14:textId="77777777" w:rsidR="004E4E5C" w:rsidRPr="00A30D7A" w:rsidRDefault="004E4E5C" w:rsidP="00F6791E">
            <w:pPr>
              <w:pStyle w:val="Tabletitle"/>
              <w:jc w:val="center"/>
              <w:rPr>
                <w:rFonts w:cs="Arial"/>
                <w:szCs w:val="16"/>
              </w:rPr>
            </w:pPr>
          </w:p>
        </w:tc>
        <w:tc>
          <w:tcPr>
            <w:tcW w:w="483" w:type="dxa"/>
            <w:shd w:val="clear" w:color="auto" w:fill="D9E2F3" w:themeFill="accent1" w:themeFillTint="33"/>
            <w:vAlign w:val="center"/>
          </w:tcPr>
          <w:p w14:paraId="2E9CA21E" w14:textId="77777777" w:rsidR="004E4E5C" w:rsidRPr="00A30D7A" w:rsidRDefault="004E4E5C" w:rsidP="00F6791E">
            <w:pPr>
              <w:pStyle w:val="Tabletitle"/>
              <w:jc w:val="center"/>
              <w:rPr>
                <w:rFonts w:cs="Arial"/>
                <w:szCs w:val="16"/>
              </w:rPr>
            </w:pPr>
          </w:p>
        </w:tc>
        <w:tc>
          <w:tcPr>
            <w:tcW w:w="483" w:type="dxa"/>
            <w:shd w:val="clear" w:color="auto" w:fill="D9E2F3" w:themeFill="accent1" w:themeFillTint="33"/>
            <w:vAlign w:val="center"/>
          </w:tcPr>
          <w:p w14:paraId="4A041511" w14:textId="77777777" w:rsidR="004E4E5C" w:rsidRPr="00A30D7A" w:rsidRDefault="004E4E5C" w:rsidP="00F6791E">
            <w:pPr>
              <w:pStyle w:val="Tabletitle"/>
              <w:jc w:val="center"/>
              <w:rPr>
                <w:rFonts w:cs="Arial"/>
                <w:szCs w:val="16"/>
              </w:rPr>
            </w:pPr>
          </w:p>
        </w:tc>
        <w:tc>
          <w:tcPr>
            <w:tcW w:w="374" w:type="dxa"/>
            <w:shd w:val="clear" w:color="auto" w:fill="D9E2F3" w:themeFill="accent1" w:themeFillTint="33"/>
            <w:vAlign w:val="center"/>
          </w:tcPr>
          <w:p w14:paraId="19A9018C" w14:textId="77777777" w:rsidR="004E4E5C" w:rsidRPr="00A30D7A" w:rsidRDefault="004E4E5C" w:rsidP="00F6791E">
            <w:pPr>
              <w:pStyle w:val="Tabletitle"/>
              <w:jc w:val="center"/>
              <w:rPr>
                <w:rFonts w:cs="Arial"/>
                <w:szCs w:val="16"/>
              </w:rPr>
            </w:pPr>
          </w:p>
        </w:tc>
        <w:tc>
          <w:tcPr>
            <w:tcW w:w="426" w:type="dxa"/>
            <w:shd w:val="clear" w:color="auto" w:fill="D9E2F3" w:themeFill="accent1" w:themeFillTint="33"/>
            <w:vAlign w:val="center"/>
          </w:tcPr>
          <w:p w14:paraId="03AD1F92" w14:textId="77777777" w:rsidR="004E4E5C" w:rsidRPr="00A30D7A" w:rsidRDefault="004E4E5C" w:rsidP="00F6791E">
            <w:pPr>
              <w:pStyle w:val="Tabletitle"/>
              <w:jc w:val="center"/>
              <w:rPr>
                <w:rFonts w:cs="Arial"/>
                <w:szCs w:val="16"/>
              </w:rPr>
            </w:pPr>
          </w:p>
        </w:tc>
        <w:tc>
          <w:tcPr>
            <w:tcW w:w="701" w:type="dxa"/>
            <w:vMerge/>
            <w:shd w:val="clear" w:color="auto" w:fill="D9E2F3" w:themeFill="accent1" w:themeFillTint="33"/>
          </w:tcPr>
          <w:p w14:paraId="23A0D100" w14:textId="77777777" w:rsidR="004E4E5C" w:rsidRPr="00A30D7A" w:rsidRDefault="004E4E5C" w:rsidP="00F6791E">
            <w:pPr>
              <w:rPr>
                <w:rFonts w:cs="Arial"/>
                <w:b/>
                <w:sz w:val="16"/>
                <w:szCs w:val="16"/>
              </w:rPr>
            </w:pPr>
          </w:p>
        </w:tc>
      </w:tr>
      <w:tr w:rsidR="004E4E5C" w:rsidRPr="00A30D7A" w14:paraId="2EA84711" w14:textId="77777777" w:rsidTr="0063774F">
        <w:tc>
          <w:tcPr>
            <w:tcW w:w="2559" w:type="dxa"/>
            <w:gridSpan w:val="2"/>
            <w:tcBorders>
              <w:top w:val="single" w:sz="4" w:space="0" w:color="auto"/>
              <w:left w:val="single" w:sz="4" w:space="0" w:color="auto"/>
              <w:bottom w:val="single" w:sz="4" w:space="0" w:color="auto"/>
              <w:right w:val="nil"/>
            </w:tcBorders>
            <w:shd w:val="clear" w:color="auto" w:fill="D9D9D9"/>
          </w:tcPr>
          <w:p w14:paraId="73C83B06" w14:textId="77777777" w:rsidR="004E4E5C" w:rsidRPr="00A30D7A" w:rsidRDefault="004E4E5C" w:rsidP="007D0605">
            <w:pPr>
              <w:pStyle w:val="Tabletitle"/>
            </w:pPr>
            <w:r w:rsidRPr="00A30D7A">
              <w:t>A   SUBSTRUCTURE</w:t>
            </w:r>
          </w:p>
        </w:tc>
        <w:tc>
          <w:tcPr>
            <w:tcW w:w="2539" w:type="dxa"/>
            <w:tcBorders>
              <w:top w:val="single" w:sz="4" w:space="0" w:color="auto"/>
              <w:left w:val="nil"/>
              <w:bottom w:val="single" w:sz="4" w:space="0" w:color="auto"/>
              <w:right w:val="single" w:sz="4" w:space="0" w:color="auto"/>
            </w:tcBorders>
            <w:shd w:val="clear" w:color="auto" w:fill="D9D9D9"/>
          </w:tcPr>
          <w:p w14:paraId="638D4FB0" w14:textId="77777777" w:rsidR="004E4E5C" w:rsidRPr="00A30D7A" w:rsidRDefault="004E4E5C" w:rsidP="00F6791E">
            <w:pPr>
              <w:rPr>
                <w:rFonts w:cs="Arial"/>
                <w:sz w:val="16"/>
                <w:szCs w:val="16"/>
              </w:rPr>
            </w:pPr>
          </w:p>
        </w:tc>
        <w:tc>
          <w:tcPr>
            <w:tcW w:w="529" w:type="dxa"/>
            <w:tcBorders>
              <w:left w:val="single" w:sz="4" w:space="0" w:color="auto"/>
            </w:tcBorders>
            <w:shd w:val="clear" w:color="auto" w:fill="D9D9D9"/>
          </w:tcPr>
          <w:p w14:paraId="3F36EC2D" w14:textId="77777777" w:rsidR="004E4E5C" w:rsidRPr="00A30D7A" w:rsidRDefault="004E4E5C" w:rsidP="00F6791E">
            <w:pPr>
              <w:rPr>
                <w:rFonts w:cs="Arial"/>
                <w:sz w:val="16"/>
                <w:szCs w:val="16"/>
              </w:rPr>
            </w:pPr>
          </w:p>
        </w:tc>
        <w:tc>
          <w:tcPr>
            <w:tcW w:w="483" w:type="dxa"/>
            <w:shd w:val="clear" w:color="auto" w:fill="D9D9D9"/>
          </w:tcPr>
          <w:p w14:paraId="390F6100" w14:textId="77777777" w:rsidR="004E4E5C" w:rsidRPr="00A30D7A" w:rsidRDefault="004E4E5C" w:rsidP="00F6791E">
            <w:pPr>
              <w:rPr>
                <w:rFonts w:cs="Arial"/>
                <w:sz w:val="16"/>
                <w:szCs w:val="16"/>
              </w:rPr>
            </w:pPr>
          </w:p>
        </w:tc>
        <w:tc>
          <w:tcPr>
            <w:tcW w:w="483" w:type="dxa"/>
            <w:shd w:val="clear" w:color="auto" w:fill="D9D9D9"/>
          </w:tcPr>
          <w:p w14:paraId="1E0910FF" w14:textId="77777777" w:rsidR="004E4E5C" w:rsidRPr="00A30D7A" w:rsidRDefault="004E4E5C" w:rsidP="00F6791E">
            <w:pPr>
              <w:rPr>
                <w:rFonts w:cs="Arial"/>
                <w:sz w:val="16"/>
                <w:szCs w:val="16"/>
              </w:rPr>
            </w:pPr>
          </w:p>
        </w:tc>
        <w:tc>
          <w:tcPr>
            <w:tcW w:w="483" w:type="dxa"/>
            <w:shd w:val="clear" w:color="auto" w:fill="D9D9D9"/>
          </w:tcPr>
          <w:p w14:paraId="5CDDD1DD" w14:textId="77777777" w:rsidR="004E4E5C" w:rsidRPr="00A30D7A" w:rsidRDefault="004E4E5C" w:rsidP="00F6791E">
            <w:pPr>
              <w:rPr>
                <w:rFonts w:cs="Arial"/>
                <w:sz w:val="16"/>
                <w:szCs w:val="16"/>
              </w:rPr>
            </w:pPr>
          </w:p>
        </w:tc>
        <w:tc>
          <w:tcPr>
            <w:tcW w:w="483" w:type="dxa"/>
            <w:shd w:val="clear" w:color="auto" w:fill="D9D9D9"/>
          </w:tcPr>
          <w:p w14:paraId="44C8F336" w14:textId="77777777" w:rsidR="004E4E5C" w:rsidRPr="00A30D7A" w:rsidRDefault="004E4E5C" w:rsidP="00F6791E">
            <w:pPr>
              <w:rPr>
                <w:rFonts w:cs="Arial"/>
                <w:sz w:val="16"/>
                <w:szCs w:val="16"/>
              </w:rPr>
            </w:pPr>
          </w:p>
        </w:tc>
        <w:tc>
          <w:tcPr>
            <w:tcW w:w="374" w:type="dxa"/>
            <w:shd w:val="clear" w:color="auto" w:fill="D9D9D9"/>
          </w:tcPr>
          <w:p w14:paraId="6C2735FB" w14:textId="77777777" w:rsidR="004E4E5C" w:rsidRPr="00A30D7A" w:rsidRDefault="004E4E5C" w:rsidP="00F6791E">
            <w:pPr>
              <w:rPr>
                <w:rFonts w:cs="Arial"/>
                <w:sz w:val="16"/>
                <w:szCs w:val="16"/>
              </w:rPr>
            </w:pPr>
          </w:p>
        </w:tc>
        <w:tc>
          <w:tcPr>
            <w:tcW w:w="426" w:type="dxa"/>
            <w:shd w:val="clear" w:color="auto" w:fill="D9D9D9"/>
          </w:tcPr>
          <w:p w14:paraId="374ED672" w14:textId="77777777" w:rsidR="004E4E5C" w:rsidRPr="00A30D7A" w:rsidRDefault="004E4E5C" w:rsidP="00F6791E">
            <w:pPr>
              <w:rPr>
                <w:rFonts w:cs="Arial"/>
                <w:sz w:val="16"/>
                <w:szCs w:val="16"/>
              </w:rPr>
            </w:pPr>
          </w:p>
        </w:tc>
        <w:tc>
          <w:tcPr>
            <w:tcW w:w="701" w:type="dxa"/>
            <w:shd w:val="clear" w:color="auto" w:fill="D9D9D9"/>
          </w:tcPr>
          <w:p w14:paraId="66859B6B" w14:textId="77777777" w:rsidR="004E4E5C" w:rsidRPr="00A30D7A" w:rsidRDefault="004E4E5C" w:rsidP="00F6791E">
            <w:pPr>
              <w:rPr>
                <w:rFonts w:cs="Arial"/>
                <w:sz w:val="16"/>
                <w:szCs w:val="16"/>
              </w:rPr>
            </w:pPr>
          </w:p>
        </w:tc>
      </w:tr>
      <w:tr w:rsidR="004E4E5C" w:rsidRPr="00A30D7A" w14:paraId="6B8E8897" w14:textId="77777777" w:rsidTr="0063774F">
        <w:tc>
          <w:tcPr>
            <w:tcW w:w="1862" w:type="dxa"/>
            <w:tcBorders>
              <w:top w:val="single" w:sz="4" w:space="0" w:color="auto"/>
              <w:left w:val="single" w:sz="4" w:space="0" w:color="auto"/>
              <w:bottom w:val="nil"/>
              <w:right w:val="nil"/>
            </w:tcBorders>
            <w:shd w:val="clear" w:color="auto" w:fill="auto"/>
          </w:tcPr>
          <w:p w14:paraId="08BB1FEF" w14:textId="77777777" w:rsidR="004E4E5C" w:rsidRPr="00A30D7A" w:rsidRDefault="004E4E5C" w:rsidP="00F6791E">
            <w:pPr>
              <w:rPr>
                <w:rFonts w:cs="Arial"/>
                <w:sz w:val="16"/>
                <w:szCs w:val="16"/>
              </w:rPr>
            </w:pPr>
            <w:r w:rsidRPr="00A30D7A">
              <w:rPr>
                <w:rFonts w:cs="Arial"/>
                <w:sz w:val="16"/>
                <w:szCs w:val="16"/>
              </w:rPr>
              <w:t>A10   Foundations</w:t>
            </w:r>
          </w:p>
        </w:tc>
        <w:tc>
          <w:tcPr>
            <w:tcW w:w="697" w:type="dxa"/>
            <w:tcBorders>
              <w:top w:val="single" w:sz="4" w:space="0" w:color="auto"/>
              <w:left w:val="nil"/>
              <w:bottom w:val="single" w:sz="4" w:space="0" w:color="auto"/>
              <w:right w:val="nil"/>
            </w:tcBorders>
          </w:tcPr>
          <w:p w14:paraId="0DC4D59D" w14:textId="77777777" w:rsidR="004E4E5C" w:rsidRPr="00A30D7A" w:rsidRDefault="004E4E5C" w:rsidP="00F6791E">
            <w:pPr>
              <w:rPr>
                <w:rFonts w:cs="Arial"/>
                <w:sz w:val="16"/>
                <w:szCs w:val="16"/>
              </w:rPr>
            </w:pPr>
            <w:r w:rsidRPr="00A30D7A">
              <w:rPr>
                <w:rFonts w:cs="Arial"/>
                <w:sz w:val="16"/>
                <w:szCs w:val="16"/>
              </w:rPr>
              <w:t>A1010</w:t>
            </w:r>
          </w:p>
        </w:tc>
        <w:tc>
          <w:tcPr>
            <w:tcW w:w="2539" w:type="dxa"/>
            <w:tcBorders>
              <w:top w:val="single" w:sz="4" w:space="0" w:color="auto"/>
              <w:left w:val="nil"/>
            </w:tcBorders>
          </w:tcPr>
          <w:p w14:paraId="5343ADF1" w14:textId="77777777" w:rsidR="004E4E5C" w:rsidRPr="00A30D7A" w:rsidRDefault="004E4E5C" w:rsidP="00F6791E">
            <w:pPr>
              <w:rPr>
                <w:rFonts w:cs="Arial"/>
                <w:sz w:val="16"/>
                <w:szCs w:val="16"/>
              </w:rPr>
            </w:pPr>
            <w:r w:rsidRPr="00A30D7A">
              <w:rPr>
                <w:rFonts w:cs="Arial"/>
                <w:sz w:val="16"/>
                <w:szCs w:val="16"/>
              </w:rPr>
              <w:t>Standard foundations</w:t>
            </w:r>
          </w:p>
        </w:tc>
        <w:tc>
          <w:tcPr>
            <w:tcW w:w="529" w:type="dxa"/>
            <w:shd w:val="clear" w:color="auto" w:fill="auto"/>
          </w:tcPr>
          <w:p w14:paraId="6674E272" w14:textId="77777777" w:rsidR="004E4E5C" w:rsidRPr="00A30D7A" w:rsidRDefault="004E4E5C" w:rsidP="00F6791E">
            <w:pPr>
              <w:rPr>
                <w:rFonts w:cs="Arial"/>
                <w:sz w:val="16"/>
                <w:szCs w:val="16"/>
              </w:rPr>
            </w:pPr>
          </w:p>
        </w:tc>
        <w:tc>
          <w:tcPr>
            <w:tcW w:w="483" w:type="dxa"/>
            <w:shd w:val="clear" w:color="auto" w:fill="auto"/>
          </w:tcPr>
          <w:p w14:paraId="2D201ED5" w14:textId="77777777" w:rsidR="004E4E5C" w:rsidRPr="00A30D7A" w:rsidRDefault="004E4E5C" w:rsidP="00F6791E">
            <w:pPr>
              <w:rPr>
                <w:rFonts w:cs="Arial"/>
                <w:sz w:val="16"/>
                <w:szCs w:val="16"/>
              </w:rPr>
            </w:pPr>
          </w:p>
        </w:tc>
        <w:tc>
          <w:tcPr>
            <w:tcW w:w="483" w:type="dxa"/>
            <w:shd w:val="clear" w:color="auto" w:fill="auto"/>
          </w:tcPr>
          <w:p w14:paraId="444BAF0A" w14:textId="77777777" w:rsidR="004E4E5C" w:rsidRPr="00A30D7A" w:rsidRDefault="004E4E5C" w:rsidP="00F6791E">
            <w:pPr>
              <w:rPr>
                <w:rFonts w:cs="Arial"/>
                <w:sz w:val="16"/>
                <w:szCs w:val="16"/>
              </w:rPr>
            </w:pPr>
          </w:p>
        </w:tc>
        <w:tc>
          <w:tcPr>
            <w:tcW w:w="483" w:type="dxa"/>
            <w:shd w:val="clear" w:color="auto" w:fill="auto"/>
          </w:tcPr>
          <w:p w14:paraId="2686EE6C" w14:textId="77777777" w:rsidR="004E4E5C" w:rsidRPr="00A30D7A" w:rsidRDefault="004E4E5C" w:rsidP="00F6791E">
            <w:pPr>
              <w:rPr>
                <w:rFonts w:cs="Arial"/>
                <w:sz w:val="16"/>
                <w:szCs w:val="16"/>
              </w:rPr>
            </w:pPr>
          </w:p>
        </w:tc>
        <w:tc>
          <w:tcPr>
            <w:tcW w:w="483" w:type="dxa"/>
            <w:shd w:val="clear" w:color="auto" w:fill="auto"/>
          </w:tcPr>
          <w:p w14:paraId="21756C45" w14:textId="77777777" w:rsidR="004E4E5C" w:rsidRPr="00A30D7A" w:rsidRDefault="004E4E5C" w:rsidP="00F6791E">
            <w:pPr>
              <w:rPr>
                <w:rFonts w:cs="Arial"/>
                <w:sz w:val="16"/>
                <w:szCs w:val="16"/>
              </w:rPr>
            </w:pPr>
          </w:p>
        </w:tc>
        <w:tc>
          <w:tcPr>
            <w:tcW w:w="374" w:type="dxa"/>
            <w:shd w:val="clear" w:color="auto" w:fill="auto"/>
          </w:tcPr>
          <w:p w14:paraId="30C74E09" w14:textId="77777777" w:rsidR="004E4E5C" w:rsidRPr="00A30D7A" w:rsidRDefault="004E4E5C" w:rsidP="00F6791E">
            <w:pPr>
              <w:rPr>
                <w:rFonts w:cs="Arial"/>
                <w:sz w:val="16"/>
                <w:szCs w:val="16"/>
              </w:rPr>
            </w:pPr>
          </w:p>
        </w:tc>
        <w:tc>
          <w:tcPr>
            <w:tcW w:w="426" w:type="dxa"/>
            <w:shd w:val="clear" w:color="auto" w:fill="auto"/>
          </w:tcPr>
          <w:p w14:paraId="6909873C" w14:textId="77777777" w:rsidR="004E4E5C" w:rsidRPr="00A30D7A" w:rsidRDefault="004E4E5C" w:rsidP="00F6791E">
            <w:pPr>
              <w:rPr>
                <w:rFonts w:cs="Arial"/>
                <w:sz w:val="16"/>
                <w:szCs w:val="16"/>
              </w:rPr>
            </w:pPr>
          </w:p>
        </w:tc>
        <w:tc>
          <w:tcPr>
            <w:tcW w:w="701" w:type="dxa"/>
            <w:shd w:val="clear" w:color="auto" w:fill="auto"/>
          </w:tcPr>
          <w:p w14:paraId="2D95EC14" w14:textId="77777777" w:rsidR="004E4E5C" w:rsidRPr="00A30D7A" w:rsidRDefault="004E4E5C" w:rsidP="00F6791E">
            <w:pPr>
              <w:rPr>
                <w:rFonts w:cs="Arial"/>
                <w:sz w:val="16"/>
                <w:szCs w:val="16"/>
              </w:rPr>
            </w:pPr>
          </w:p>
        </w:tc>
      </w:tr>
      <w:tr w:rsidR="004E4E5C" w:rsidRPr="00A30D7A" w14:paraId="1DC8C332" w14:textId="77777777" w:rsidTr="0063774F">
        <w:tc>
          <w:tcPr>
            <w:tcW w:w="1862" w:type="dxa"/>
            <w:tcBorders>
              <w:top w:val="nil"/>
              <w:left w:val="single" w:sz="4" w:space="0" w:color="auto"/>
              <w:bottom w:val="nil"/>
              <w:right w:val="nil"/>
            </w:tcBorders>
            <w:shd w:val="clear" w:color="auto" w:fill="auto"/>
          </w:tcPr>
          <w:p w14:paraId="561AF414"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3127A68" w14:textId="77777777" w:rsidR="004E4E5C" w:rsidRPr="00A30D7A" w:rsidRDefault="004E4E5C" w:rsidP="00F6791E">
            <w:pPr>
              <w:rPr>
                <w:rFonts w:cs="Arial"/>
                <w:sz w:val="16"/>
                <w:szCs w:val="16"/>
              </w:rPr>
            </w:pPr>
            <w:r w:rsidRPr="00A30D7A">
              <w:rPr>
                <w:rFonts w:cs="Arial"/>
                <w:sz w:val="16"/>
                <w:szCs w:val="16"/>
              </w:rPr>
              <w:t>A1020</w:t>
            </w:r>
          </w:p>
        </w:tc>
        <w:tc>
          <w:tcPr>
            <w:tcW w:w="2539" w:type="dxa"/>
            <w:tcBorders>
              <w:left w:val="nil"/>
            </w:tcBorders>
          </w:tcPr>
          <w:p w14:paraId="56EECB23" w14:textId="77777777" w:rsidR="004E4E5C" w:rsidRPr="00A30D7A" w:rsidRDefault="004E4E5C" w:rsidP="00F6791E">
            <w:pPr>
              <w:rPr>
                <w:rFonts w:cs="Arial"/>
                <w:sz w:val="16"/>
                <w:szCs w:val="16"/>
              </w:rPr>
            </w:pPr>
            <w:r w:rsidRPr="00A30D7A">
              <w:rPr>
                <w:rFonts w:cs="Arial"/>
                <w:sz w:val="16"/>
                <w:szCs w:val="16"/>
              </w:rPr>
              <w:t>Special foundations</w:t>
            </w:r>
          </w:p>
        </w:tc>
        <w:tc>
          <w:tcPr>
            <w:tcW w:w="529" w:type="dxa"/>
            <w:shd w:val="clear" w:color="auto" w:fill="auto"/>
          </w:tcPr>
          <w:p w14:paraId="21F3D203" w14:textId="77777777" w:rsidR="004E4E5C" w:rsidRPr="00A30D7A" w:rsidRDefault="004E4E5C" w:rsidP="00F6791E">
            <w:pPr>
              <w:rPr>
                <w:rFonts w:cs="Arial"/>
                <w:sz w:val="16"/>
                <w:szCs w:val="16"/>
              </w:rPr>
            </w:pPr>
          </w:p>
        </w:tc>
        <w:tc>
          <w:tcPr>
            <w:tcW w:w="483" w:type="dxa"/>
            <w:shd w:val="clear" w:color="auto" w:fill="auto"/>
          </w:tcPr>
          <w:p w14:paraId="21CC7DD4" w14:textId="77777777" w:rsidR="004E4E5C" w:rsidRPr="00A30D7A" w:rsidRDefault="004E4E5C" w:rsidP="00F6791E">
            <w:pPr>
              <w:rPr>
                <w:rFonts w:cs="Arial"/>
                <w:sz w:val="16"/>
                <w:szCs w:val="16"/>
              </w:rPr>
            </w:pPr>
          </w:p>
        </w:tc>
        <w:tc>
          <w:tcPr>
            <w:tcW w:w="483" w:type="dxa"/>
            <w:shd w:val="clear" w:color="auto" w:fill="auto"/>
          </w:tcPr>
          <w:p w14:paraId="3D040575" w14:textId="77777777" w:rsidR="004E4E5C" w:rsidRPr="00A30D7A" w:rsidRDefault="004E4E5C" w:rsidP="00F6791E">
            <w:pPr>
              <w:rPr>
                <w:rFonts w:cs="Arial"/>
                <w:sz w:val="16"/>
                <w:szCs w:val="16"/>
              </w:rPr>
            </w:pPr>
          </w:p>
        </w:tc>
        <w:tc>
          <w:tcPr>
            <w:tcW w:w="483" w:type="dxa"/>
            <w:shd w:val="clear" w:color="auto" w:fill="auto"/>
          </w:tcPr>
          <w:p w14:paraId="5E52325E" w14:textId="77777777" w:rsidR="004E4E5C" w:rsidRPr="00A30D7A" w:rsidRDefault="004E4E5C" w:rsidP="00F6791E">
            <w:pPr>
              <w:rPr>
                <w:rFonts w:cs="Arial"/>
                <w:sz w:val="16"/>
                <w:szCs w:val="16"/>
              </w:rPr>
            </w:pPr>
          </w:p>
        </w:tc>
        <w:tc>
          <w:tcPr>
            <w:tcW w:w="483" w:type="dxa"/>
            <w:shd w:val="clear" w:color="auto" w:fill="auto"/>
          </w:tcPr>
          <w:p w14:paraId="12632A53" w14:textId="77777777" w:rsidR="004E4E5C" w:rsidRPr="00A30D7A" w:rsidRDefault="004E4E5C" w:rsidP="00F6791E">
            <w:pPr>
              <w:rPr>
                <w:rFonts w:cs="Arial"/>
                <w:sz w:val="16"/>
                <w:szCs w:val="16"/>
              </w:rPr>
            </w:pPr>
          </w:p>
        </w:tc>
        <w:tc>
          <w:tcPr>
            <w:tcW w:w="374" w:type="dxa"/>
            <w:shd w:val="clear" w:color="auto" w:fill="auto"/>
          </w:tcPr>
          <w:p w14:paraId="015B7465" w14:textId="77777777" w:rsidR="004E4E5C" w:rsidRPr="00A30D7A" w:rsidRDefault="004E4E5C" w:rsidP="00F6791E">
            <w:pPr>
              <w:rPr>
                <w:rFonts w:cs="Arial"/>
                <w:sz w:val="16"/>
                <w:szCs w:val="16"/>
              </w:rPr>
            </w:pPr>
          </w:p>
        </w:tc>
        <w:tc>
          <w:tcPr>
            <w:tcW w:w="426" w:type="dxa"/>
            <w:shd w:val="clear" w:color="auto" w:fill="auto"/>
          </w:tcPr>
          <w:p w14:paraId="2C8CE9AF" w14:textId="77777777" w:rsidR="004E4E5C" w:rsidRPr="00A30D7A" w:rsidRDefault="004E4E5C" w:rsidP="00F6791E">
            <w:pPr>
              <w:rPr>
                <w:rFonts w:cs="Arial"/>
                <w:sz w:val="16"/>
                <w:szCs w:val="16"/>
              </w:rPr>
            </w:pPr>
          </w:p>
        </w:tc>
        <w:tc>
          <w:tcPr>
            <w:tcW w:w="701" w:type="dxa"/>
            <w:shd w:val="clear" w:color="auto" w:fill="auto"/>
          </w:tcPr>
          <w:p w14:paraId="34EDB1BF" w14:textId="77777777" w:rsidR="004E4E5C" w:rsidRPr="00A30D7A" w:rsidRDefault="004E4E5C" w:rsidP="00F6791E">
            <w:pPr>
              <w:rPr>
                <w:rFonts w:cs="Arial"/>
                <w:sz w:val="16"/>
                <w:szCs w:val="16"/>
              </w:rPr>
            </w:pPr>
          </w:p>
        </w:tc>
      </w:tr>
      <w:tr w:rsidR="004E4E5C" w:rsidRPr="00A30D7A" w14:paraId="7C6EE776" w14:textId="77777777" w:rsidTr="0063774F">
        <w:tc>
          <w:tcPr>
            <w:tcW w:w="1862" w:type="dxa"/>
            <w:tcBorders>
              <w:top w:val="nil"/>
              <w:left w:val="single" w:sz="4" w:space="0" w:color="auto"/>
              <w:bottom w:val="single" w:sz="4" w:space="0" w:color="auto"/>
              <w:right w:val="nil"/>
            </w:tcBorders>
            <w:shd w:val="clear" w:color="auto" w:fill="auto"/>
          </w:tcPr>
          <w:p w14:paraId="39F505FB"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7F341D8" w14:textId="77777777" w:rsidR="004E4E5C" w:rsidRPr="00A30D7A" w:rsidRDefault="004E4E5C" w:rsidP="00F6791E">
            <w:pPr>
              <w:rPr>
                <w:rFonts w:cs="Arial"/>
                <w:sz w:val="16"/>
                <w:szCs w:val="16"/>
              </w:rPr>
            </w:pPr>
            <w:r w:rsidRPr="00A30D7A">
              <w:rPr>
                <w:rFonts w:cs="Arial"/>
                <w:sz w:val="16"/>
                <w:szCs w:val="16"/>
              </w:rPr>
              <w:t>A1030</w:t>
            </w:r>
          </w:p>
        </w:tc>
        <w:tc>
          <w:tcPr>
            <w:tcW w:w="2539" w:type="dxa"/>
            <w:tcBorders>
              <w:left w:val="nil"/>
            </w:tcBorders>
          </w:tcPr>
          <w:p w14:paraId="1A31BA90" w14:textId="77777777" w:rsidR="004E4E5C" w:rsidRPr="00A30D7A" w:rsidRDefault="004E4E5C" w:rsidP="00F6791E">
            <w:pPr>
              <w:rPr>
                <w:rFonts w:cs="Arial"/>
                <w:sz w:val="16"/>
                <w:szCs w:val="16"/>
              </w:rPr>
            </w:pPr>
            <w:r w:rsidRPr="00A30D7A">
              <w:rPr>
                <w:rFonts w:cs="Arial"/>
                <w:sz w:val="16"/>
                <w:szCs w:val="16"/>
              </w:rPr>
              <w:t>Slab on grade</w:t>
            </w:r>
          </w:p>
        </w:tc>
        <w:tc>
          <w:tcPr>
            <w:tcW w:w="529" w:type="dxa"/>
            <w:shd w:val="clear" w:color="auto" w:fill="auto"/>
          </w:tcPr>
          <w:p w14:paraId="00CED78B" w14:textId="77777777" w:rsidR="004E4E5C" w:rsidRPr="00A30D7A" w:rsidRDefault="004E4E5C" w:rsidP="00F6791E">
            <w:pPr>
              <w:rPr>
                <w:rFonts w:cs="Arial"/>
                <w:sz w:val="16"/>
                <w:szCs w:val="16"/>
              </w:rPr>
            </w:pPr>
          </w:p>
        </w:tc>
        <w:tc>
          <w:tcPr>
            <w:tcW w:w="483" w:type="dxa"/>
            <w:shd w:val="clear" w:color="auto" w:fill="auto"/>
          </w:tcPr>
          <w:p w14:paraId="1A2FAFF0" w14:textId="77777777" w:rsidR="004E4E5C" w:rsidRPr="00A30D7A" w:rsidRDefault="004E4E5C" w:rsidP="00F6791E">
            <w:pPr>
              <w:rPr>
                <w:rFonts w:cs="Arial"/>
                <w:sz w:val="16"/>
                <w:szCs w:val="16"/>
              </w:rPr>
            </w:pPr>
          </w:p>
        </w:tc>
        <w:tc>
          <w:tcPr>
            <w:tcW w:w="483" w:type="dxa"/>
            <w:shd w:val="clear" w:color="auto" w:fill="auto"/>
          </w:tcPr>
          <w:p w14:paraId="327D45C2" w14:textId="77777777" w:rsidR="004E4E5C" w:rsidRPr="00A30D7A" w:rsidRDefault="004E4E5C" w:rsidP="00F6791E">
            <w:pPr>
              <w:rPr>
                <w:rFonts w:cs="Arial"/>
                <w:sz w:val="16"/>
                <w:szCs w:val="16"/>
              </w:rPr>
            </w:pPr>
          </w:p>
        </w:tc>
        <w:tc>
          <w:tcPr>
            <w:tcW w:w="483" w:type="dxa"/>
            <w:shd w:val="clear" w:color="auto" w:fill="auto"/>
          </w:tcPr>
          <w:p w14:paraId="0AE9F1F8" w14:textId="77777777" w:rsidR="004E4E5C" w:rsidRPr="00A30D7A" w:rsidRDefault="004E4E5C" w:rsidP="00F6791E">
            <w:pPr>
              <w:rPr>
                <w:rFonts w:cs="Arial"/>
                <w:sz w:val="16"/>
                <w:szCs w:val="16"/>
              </w:rPr>
            </w:pPr>
          </w:p>
        </w:tc>
        <w:tc>
          <w:tcPr>
            <w:tcW w:w="483" w:type="dxa"/>
            <w:shd w:val="clear" w:color="auto" w:fill="auto"/>
          </w:tcPr>
          <w:p w14:paraId="4BF461B1" w14:textId="77777777" w:rsidR="004E4E5C" w:rsidRPr="00A30D7A" w:rsidRDefault="004E4E5C" w:rsidP="00F6791E">
            <w:pPr>
              <w:rPr>
                <w:rFonts w:cs="Arial"/>
                <w:sz w:val="16"/>
                <w:szCs w:val="16"/>
              </w:rPr>
            </w:pPr>
          </w:p>
        </w:tc>
        <w:tc>
          <w:tcPr>
            <w:tcW w:w="374" w:type="dxa"/>
            <w:shd w:val="clear" w:color="auto" w:fill="auto"/>
          </w:tcPr>
          <w:p w14:paraId="79549408" w14:textId="77777777" w:rsidR="004E4E5C" w:rsidRPr="00A30D7A" w:rsidRDefault="004E4E5C" w:rsidP="00F6791E">
            <w:pPr>
              <w:rPr>
                <w:rFonts w:cs="Arial"/>
                <w:sz w:val="16"/>
                <w:szCs w:val="16"/>
              </w:rPr>
            </w:pPr>
          </w:p>
        </w:tc>
        <w:tc>
          <w:tcPr>
            <w:tcW w:w="426" w:type="dxa"/>
            <w:shd w:val="clear" w:color="auto" w:fill="auto"/>
          </w:tcPr>
          <w:p w14:paraId="3CBFFF6D" w14:textId="77777777" w:rsidR="004E4E5C" w:rsidRPr="00A30D7A" w:rsidRDefault="004E4E5C" w:rsidP="00F6791E">
            <w:pPr>
              <w:rPr>
                <w:rFonts w:cs="Arial"/>
                <w:sz w:val="16"/>
                <w:szCs w:val="16"/>
              </w:rPr>
            </w:pPr>
          </w:p>
        </w:tc>
        <w:tc>
          <w:tcPr>
            <w:tcW w:w="701" w:type="dxa"/>
            <w:shd w:val="clear" w:color="auto" w:fill="auto"/>
          </w:tcPr>
          <w:p w14:paraId="2CB6D0A4" w14:textId="77777777" w:rsidR="004E4E5C" w:rsidRPr="00A30D7A" w:rsidRDefault="004E4E5C" w:rsidP="00F6791E">
            <w:pPr>
              <w:rPr>
                <w:rFonts w:cs="Arial"/>
                <w:sz w:val="16"/>
                <w:szCs w:val="16"/>
              </w:rPr>
            </w:pPr>
          </w:p>
        </w:tc>
      </w:tr>
      <w:tr w:rsidR="004E4E5C" w:rsidRPr="00A30D7A" w14:paraId="72397674" w14:textId="77777777" w:rsidTr="0063774F">
        <w:tc>
          <w:tcPr>
            <w:tcW w:w="1862" w:type="dxa"/>
            <w:tcBorders>
              <w:top w:val="single" w:sz="4" w:space="0" w:color="auto"/>
              <w:left w:val="single" w:sz="4" w:space="0" w:color="auto"/>
              <w:bottom w:val="nil"/>
              <w:right w:val="nil"/>
            </w:tcBorders>
            <w:shd w:val="clear" w:color="auto" w:fill="auto"/>
          </w:tcPr>
          <w:p w14:paraId="45B2896F" w14:textId="77777777" w:rsidR="004E4E5C" w:rsidRPr="00A30D7A" w:rsidRDefault="004E4E5C" w:rsidP="00F6791E">
            <w:pPr>
              <w:rPr>
                <w:rFonts w:cs="Arial"/>
                <w:sz w:val="16"/>
                <w:szCs w:val="16"/>
              </w:rPr>
            </w:pPr>
            <w:r w:rsidRPr="00A30D7A">
              <w:rPr>
                <w:rFonts w:cs="Arial"/>
                <w:sz w:val="16"/>
                <w:szCs w:val="16"/>
              </w:rPr>
              <w:t>A20   Basement construction</w:t>
            </w:r>
          </w:p>
        </w:tc>
        <w:tc>
          <w:tcPr>
            <w:tcW w:w="697" w:type="dxa"/>
            <w:tcBorders>
              <w:top w:val="single" w:sz="4" w:space="0" w:color="auto"/>
              <w:left w:val="nil"/>
              <w:bottom w:val="single" w:sz="4" w:space="0" w:color="auto"/>
              <w:right w:val="nil"/>
            </w:tcBorders>
          </w:tcPr>
          <w:p w14:paraId="6D4F52FE" w14:textId="77777777" w:rsidR="004E4E5C" w:rsidRPr="00A30D7A" w:rsidRDefault="004E4E5C" w:rsidP="00F6791E">
            <w:pPr>
              <w:rPr>
                <w:rFonts w:cs="Arial"/>
                <w:sz w:val="16"/>
                <w:szCs w:val="16"/>
              </w:rPr>
            </w:pPr>
            <w:r w:rsidRPr="00A30D7A">
              <w:rPr>
                <w:rFonts w:cs="Arial"/>
                <w:sz w:val="16"/>
                <w:szCs w:val="16"/>
              </w:rPr>
              <w:t>A2010</w:t>
            </w:r>
          </w:p>
        </w:tc>
        <w:tc>
          <w:tcPr>
            <w:tcW w:w="2539" w:type="dxa"/>
            <w:tcBorders>
              <w:left w:val="nil"/>
            </w:tcBorders>
          </w:tcPr>
          <w:p w14:paraId="172FDB27" w14:textId="77777777" w:rsidR="004E4E5C" w:rsidRPr="00A30D7A" w:rsidRDefault="004E4E5C" w:rsidP="00F6791E">
            <w:pPr>
              <w:rPr>
                <w:rFonts w:cs="Arial"/>
                <w:sz w:val="16"/>
                <w:szCs w:val="16"/>
              </w:rPr>
            </w:pPr>
            <w:r w:rsidRPr="00A30D7A">
              <w:rPr>
                <w:rFonts w:cs="Arial"/>
                <w:sz w:val="16"/>
                <w:szCs w:val="16"/>
              </w:rPr>
              <w:t>Basement excavation</w:t>
            </w:r>
          </w:p>
        </w:tc>
        <w:tc>
          <w:tcPr>
            <w:tcW w:w="529" w:type="dxa"/>
            <w:shd w:val="clear" w:color="auto" w:fill="auto"/>
          </w:tcPr>
          <w:p w14:paraId="21F72AD5" w14:textId="77777777" w:rsidR="004E4E5C" w:rsidRPr="00A30D7A" w:rsidRDefault="004E4E5C" w:rsidP="00F6791E">
            <w:pPr>
              <w:rPr>
                <w:rFonts w:cs="Arial"/>
                <w:sz w:val="16"/>
                <w:szCs w:val="16"/>
              </w:rPr>
            </w:pPr>
          </w:p>
        </w:tc>
        <w:tc>
          <w:tcPr>
            <w:tcW w:w="483" w:type="dxa"/>
            <w:shd w:val="clear" w:color="auto" w:fill="auto"/>
          </w:tcPr>
          <w:p w14:paraId="2232E1AE" w14:textId="77777777" w:rsidR="004E4E5C" w:rsidRPr="00A30D7A" w:rsidRDefault="004E4E5C" w:rsidP="00F6791E">
            <w:pPr>
              <w:rPr>
                <w:rFonts w:cs="Arial"/>
                <w:sz w:val="16"/>
                <w:szCs w:val="16"/>
              </w:rPr>
            </w:pPr>
          </w:p>
        </w:tc>
        <w:tc>
          <w:tcPr>
            <w:tcW w:w="483" w:type="dxa"/>
            <w:shd w:val="clear" w:color="auto" w:fill="auto"/>
          </w:tcPr>
          <w:p w14:paraId="1508A1D0" w14:textId="77777777" w:rsidR="004E4E5C" w:rsidRPr="00A30D7A" w:rsidRDefault="004E4E5C" w:rsidP="00F6791E">
            <w:pPr>
              <w:rPr>
                <w:rFonts w:cs="Arial"/>
                <w:sz w:val="16"/>
                <w:szCs w:val="16"/>
              </w:rPr>
            </w:pPr>
          </w:p>
        </w:tc>
        <w:tc>
          <w:tcPr>
            <w:tcW w:w="483" w:type="dxa"/>
            <w:shd w:val="clear" w:color="auto" w:fill="auto"/>
          </w:tcPr>
          <w:p w14:paraId="073454A0" w14:textId="77777777" w:rsidR="004E4E5C" w:rsidRPr="00A30D7A" w:rsidRDefault="004E4E5C" w:rsidP="00F6791E">
            <w:pPr>
              <w:rPr>
                <w:rFonts w:cs="Arial"/>
                <w:sz w:val="16"/>
                <w:szCs w:val="16"/>
              </w:rPr>
            </w:pPr>
          </w:p>
        </w:tc>
        <w:tc>
          <w:tcPr>
            <w:tcW w:w="483" w:type="dxa"/>
            <w:shd w:val="clear" w:color="auto" w:fill="auto"/>
          </w:tcPr>
          <w:p w14:paraId="7D9F2A1B" w14:textId="77777777" w:rsidR="004E4E5C" w:rsidRPr="00A30D7A" w:rsidRDefault="004E4E5C" w:rsidP="00F6791E">
            <w:pPr>
              <w:rPr>
                <w:rFonts w:cs="Arial"/>
                <w:sz w:val="16"/>
                <w:szCs w:val="16"/>
              </w:rPr>
            </w:pPr>
          </w:p>
        </w:tc>
        <w:tc>
          <w:tcPr>
            <w:tcW w:w="374" w:type="dxa"/>
            <w:shd w:val="clear" w:color="auto" w:fill="auto"/>
          </w:tcPr>
          <w:p w14:paraId="5E1F3F8C" w14:textId="77777777" w:rsidR="004E4E5C" w:rsidRPr="00A30D7A" w:rsidRDefault="004E4E5C" w:rsidP="00F6791E">
            <w:pPr>
              <w:rPr>
                <w:rFonts w:cs="Arial"/>
                <w:sz w:val="16"/>
                <w:szCs w:val="16"/>
              </w:rPr>
            </w:pPr>
          </w:p>
        </w:tc>
        <w:tc>
          <w:tcPr>
            <w:tcW w:w="426" w:type="dxa"/>
            <w:shd w:val="clear" w:color="auto" w:fill="auto"/>
          </w:tcPr>
          <w:p w14:paraId="6FD5D3DE" w14:textId="77777777" w:rsidR="004E4E5C" w:rsidRPr="00A30D7A" w:rsidRDefault="004E4E5C" w:rsidP="00F6791E">
            <w:pPr>
              <w:rPr>
                <w:rFonts w:cs="Arial"/>
                <w:sz w:val="16"/>
                <w:szCs w:val="16"/>
              </w:rPr>
            </w:pPr>
          </w:p>
        </w:tc>
        <w:tc>
          <w:tcPr>
            <w:tcW w:w="701" w:type="dxa"/>
            <w:shd w:val="clear" w:color="auto" w:fill="auto"/>
          </w:tcPr>
          <w:p w14:paraId="792DEF12" w14:textId="77777777" w:rsidR="004E4E5C" w:rsidRPr="00A30D7A" w:rsidRDefault="004E4E5C" w:rsidP="00F6791E">
            <w:pPr>
              <w:rPr>
                <w:rFonts w:cs="Arial"/>
                <w:sz w:val="16"/>
                <w:szCs w:val="16"/>
              </w:rPr>
            </w:pPr>
          </w:p>
        </w:tc>
      </w:tr>
      <w:tr w:rsidR="004E4E5C" w:rsidRPr="00A30D7A" w14:paraId="47CCFADA" w14:textId="77777777" w:rsidTr="0063774F">
        <w:tc>
          <w:tcPr>
            <w:tcW w:w="1862" w:type="dxa"/>
            <w:tcBorders>
              <w:top w:val="nil"/>
              <w:left w:val="single" w:sz="4" w:space="0" w:color="auto"/>
              <w:bottom w:val="single" w:sz="4" w:space="0" w:color="auto"/>
              <w:right w:val="nil"/>
            </w:tcBorders>
            <w:shd w:val="clear" w:color="auto" w:fill="auto"/>
          </w:tcPr>
          <w:p w14:paraId="2182362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B64534E" w14:textId="77777777" w:rsidR="004E4E5C" w:rsidRPr="00A30D7A" w:rsidRDefault="004E4E5C" w:rsidP="00F6791E">
            <w:pPr>
              <w:rPr>
                <w:rFonts w:cs="Arial"/>
                <w:sz w:val="16"/>
                <w:szCs w:val="16"/>
              </w:rPr>
            </w:pPr>
            <w:r w:rsidRPr="00A30D7A">
              <w:rPr>
                <w:rFonts w:cs="Arial"/>
                <w:sz w:val="16"/>
                <w:szCs w:val="16"/>
              </w:rPr>
              <w:t>A2020</w:t>
            </w:r>
          </w:p>
        </w:tc>
        <w:tc>
          <w:tcPr>
            <w:tcW w:w="2539" w:type="dxa"/>
            <w:tcBorders>
              <w:left w:val="nil"/>
              <w:bottom w:val="single" w:sz="4" w:space="0" w:color="auto"/>
            </w:tcBorders>
          </w:tcPr>
          <w:p w14:paraId="72DCA8B5" w14:textId="77777777" w:rsidR="004E4E5C" w:rsidRPr="00A30D7A" w:rsidRDefault="004E4E5C" w:rsidP="00F6791E">
            <w:pPr>
              <w:rPr>
                <w:rFonts w:cs="Arial"/>
                <w:sz w:val="16"/>
                <w:szCs w:val="16"/>
              </w:rPr>
            </w:pPr>
            <w:r w:rsidRPr="00A30D7A">
              <w:rPr>
                <w:rFonts w:cs="Arial"/>
                <w:sz w:val="16"/>
                <w:szCs w:val="16"/>
              </w:rPr>
              <w:t>Basement walls</w:t>
            </w:r>
          </w:p>
        </w:tc>
        <w:tc>
          <w:tcPr>
            <w:tcW w:w="529" w:type="dxa"/>
            <w:tcBorders>
              <w:bottom w:val="single" w:sz="4" w:space="0" w:color="auto"/>
            </w:tcBorders>
            <w:shd w:val="clear" w:color="auto" w:fill="auto"/>
          </w:tcPr>
          <w:p w14:paraId="16410BA3" w14:textId="77777777" w:rsidR="004E4E5C" w:rsidRPr="00A30D7A" w:rsidRDefault="004E4E5C" w:rsidP="00F6791E">
            <w:pPr>
              <w:rPr>
                <w:rFonts w:cs="Arial"/>
                <w:sz w:val="16"/>
                <w:szCs w:val="16"/>
              </w:rPr>
            </w:pPr>
          </w:p>
        </w:tc>
        <w:tc>
          <w:tcPr>
            <w:tcW w:w="483" w:type="dxa"/>
            <w:shd w:val="clear" w:color="auto" w:fill="auto"/>
          </w:tcPr>
          <w:p w14:paraId="586824A2" w14:textId="77777777" w:rsidR="004E4E5C" w:rsidRPr="00A30D7A" w:rsidRDefault="004E4E5C" w:rsidP="00F6791E">
            <w:pPr>
              <w:rPr>
                <w:rFonts w:cs="Arial"/>
                <w:sz w:val="16"/>
                <w:szCs w:val="16"/>
              </w:rPr>
            </w:pPr>
          </w:p>
        </w:tc>
        <w:tc>
          <w:tcPr>
            <w:tcW w:w="483" w:type="dxa"/>
            <w:shd w:val="clear" w:color="auto" w:fill="auto"/>
          </w:tcPr>
          <w:p w14:paraId="2E525270" w14:textId="77777777" w:rsidR="004E4E5C" w:rsidRPr="00A30D7A" w:rsidRDefault="004E4E5C" w:rsidP="00F6791E">
            <w:pPr>
              <w:rPr>
                <w:rFonts w:cs="Arial"/>
                <w:sz w:val="16"/>
                <w:szCs w:val="16"/>
              </w:rPr>
            </w:pPr>
          </w:p>
        </w:tc>
        <w:tc>
          <w:tcPr>
            <w:tcW w:w="483" w:type="dxa"/>
            <w:shd w:val="clear" w:color="auto" w:fill="auto"/>
          </w:tcPr>
          <w:p w14:paraId="273168A2" w14:textId="77777777" w:rsidR="004E4E5C" w:rsidRPr="00A30D7A" w:rsidRDefault="004E4E5C" w:rsidP="00F6791E">
            <w:pPr>
              <w:rPr>
                <w:rFonts w:cs="Arial"/>
                <w:sz w:val="16"/>
                <w:szCs w:val="16"/>
              </w:rPr>
            </w:pPr>
          </w:p>
        </w:tc>
        <w:tc>
          <w:tcPr>
            <w:tcW w:w="483" w:type="dxa"/>
            <w:shd w:val="clear" w:color="auto" w:fill="auto"/>
          </w:tcPr>
          <w:p w14:paraId="2D87CF71" w14:textId="77777777" w:rsidR="004E4E5C" w:rsidRPr="00A30D7A" w:rsidRDefault="004E4E5C" w:rsidP="00F6791E">
            <w:pPr>
              <w:rPr>
                <w:rFonts w:cs="Arial"/>
                <w:sz w:val="16"/>
                <w:szCs w:val="16"/>
              </w:rPr>
            </w:pPr>
          </w:p>
        </w:tc>
        <w:tc>
          <w:tcPr>
            <w:tcW w:w="374" w:type="dxa"/>
            <w:shd w:val="clear" w:color="auto" w:fill="auto"/>
          </w:tcPr>
          <w:p w14:paraId="4E2DEB8E" w14:textId="77777777" w:rsidR="004E4E5C" w:rsidRPr="00A30D7A" w:rsidRDefault="004E4E5C" w:rsidP="00F6791E">
            <w:pPr>
              <w:rPr>
                <w:rFonts w:cs="Arial"/>
                <w:sz w:val="16"/>
                <w:szCs w:val="16"/>
              </w:rPr>
            </w:pPr>
          </w:p>
        </w:tc>
        <w:tc>
          <w:tcPr>
            <w:tcW w:w="426" w:type="dxa"/>
            <w:shd w:val="clear" w:color="auto" w:fill="auto"/>
          </w:tcPr>
          <w:p w14:paraId="52B287B1" w14:textId="77777777" w:rsidR="004E4E5C" w:rsidRPr="00A30D7A" w:rsidRDefault="004E4E5C" w:rsidP="00F6791E">
            <w:pPr>
              <w:rPr>
                <w:rFonts w:cs="Arial"/>
                <w:sz w:val="16"/>
                <w:szCs w:val="16"/>
              </w:rPr>
            </w:pPr>
          </w:p>
        </w:tc>
        <w:tc>
          <w:tcPr>
            <w:tcW w:w="701" w:type="dxa"/>
            <w:shd w:val="clear" w:color="auto" w:fill="auto"/>
          </w:tcPr>
          <w:p w14:paraId="260C7ABA" w14:textId="77777777" w:rsidR="004E4E5C" w:rsidRPr="00A30D7A" w:rsidRDefault="004E4E5C" w:rsidP="00F6791E">
            <w:pPr>
              <w:rPr>
                <w:rFonts w:cs="Arial"/>
                <w:sz w:val="16"/>
                <w:szCs w:val="16"/>
              </w:rPr>
            </w:pPr>
          </w:p>
        </w:tc>
      </w:tr>
      <w:tr w:rsidR="004E4E5C" w:rsidRPr="00A30D7A" w14:paraId="3CD77426" w14:textId="77777777" w:rsidTr="0063774F">
        <w:tc>
          <w:tcPr>
            <w:tcW w:w="2559" w:type="dxa"/>
            <w:gridSpan w:val="2"/>
            <w:tcBorders>
              <w:top w:val="single" w:sz="4" w:space="0" w:color="auto"/>
              <w:left w:val="single" w:sz="4" w:space="0" w:color="auto"/>
              <w:bottom w:val="single" w:sz="4" w:space="0" w:color="auto"/>
              <w:right w:val="nil"/>
            </w:tcBorders>
            <w:shd w:val="clear" w:color="auto" w:fill="D9D9D9"/>
          </w:tcPr>
          <w:p w14:paraId="1DC04966" w14:textId="77777777" w:rsidR="004E4E5C" w:rsidRPr="00A30D7A" w:rsidRDefault="004E4E5C" w:rsidP="007D0605">
            <w:pPr>
              <w:pStyle w:val="Tabletitle"/>
            </w:pPr>
            <w:r w:rsidRPr="00A30D7A">
              <w:t>B   SHELL</w:t>
            </w:r>
          </w:p>
        </w:tc>
        <w:tc>
          <w:tcPr>
            <w:tcW w:w="2539" w:type="dxa"/>
            <w:tcBorders>
              <w:top w:val="single" w:sz="4" w:space="0" w:color="auto"/>
              <w:left w:val="nil"/>
              <w:bottom w:val="single" w:sz="4" w:space="0" w:color="auto"/>
              <w:right w:val="single" w:sz="4" w:space="0" w:color="auto"/>
            </w:tcBorders>
            <w:shd w:val="clear" w:color="auto" w:fill="D9D9D9"/>
          </w:tcPr>
          <w:p w14:paraId="74CC9D7A" w14:textId="77777777" w:rsidR="004E4E5C" w:rsidRPr="00A30D7A" w:rsidRDefault="004E4E5C" w:rsidP="00F6791E">
            <w:pPr>
              <w:rPr>
                <w:rFonts w:cs="Arial"/>
                <w:sz w:val="16"/>
                <w:szCs w:val="16"/>
              </w:rPr>
            </w:pPr>
          </w:p>
        </w:tc>
        <w:tc>
          <w:tcPr>
            <w:tcW w:w="529" w:type="dxa"/>
            <w:tcBorders>
              <w:left w:val="single" w:sz="4" w:space="0" w:color="auto"/>
              <w:bottom w:val="single" w:sz="4" w:space="0" w:color="auto"/>
            </w:tcBorders>
            <w:shd w:val="clear" w:color="auto" w:fill="D9D9D9"/>
          </w:tcPr>
          <w:p w14:paraId="68C23FD6" w14:textId="77777777" w:rsidR="004E4E5C" w:rsidRPr="00A30D7A" w:rsidRDefault="004E4E5C" w:rsidP="00F6791E">
            <w:pPr>
              <w:rPr>
                <w:rFonts w:cs="Arial"/>
                <w:sz w:val="16"/>
                <w:szCs w:val="16"/>
              </w:rPr>
            </w:pPr>
          </w:p>
        </w:tc>
        <w:tc>
          <w:tcPr>
            <w:tcW w:w="483" w:type="dxa"/>
            <w:shd w:val="clear" w:color="auto" w:fill="D9D9D9"/>
          </w:tcPr>
          <w:p w14:paraId="7F17F1F2" w14:textId="77777777" w:rsidR="004E4E5C" w:rsidRPr="00A30D7A" w:rsidRDefault="004E4E5C" w:rsidP="00F6791E">
            <w:pPr>
              <w:rPr>
                <w:rFonts w:cs="Arial"/>
                <w:sz w:val="16"/>
                <w:szCs w:val="16"/>
              </w:rPr>
            </w:pPr>
          </w:p>
        </w:tc>
        <w:tc>
          <w:tcPr>
            <w:tcW w:w="483" w:type="dxa"/>
            <w:shd w:val="clear" w:color="auto" w:fill="D9D9D9"/>
          </w:tcPr>
          <w:p w14:paraId="54A9BEC2" w14:textId="77777777" w:rsidR="004E4E5C" w:rsidRPr="00A30D7A" w:rsidRDefault="004E4E5C" w:rsidP="00F6791E">
            <w:pPr>
              <w:rPr>
                <w:rFonts w:cs="Arial"/>
                <w:sz w:val="16"/>
                <w:szCs w:val="16"/>
              </w:rPr>
            </w:pPr>
          </w:p>
        </w:tc>
        <w:tc>
          <w:tcPr>
            <w:tcW w:w="483" w:type="dxa"/>
            <w:shd w:val="clear" w:color="auto" w:fill="D9D9D9"/>
          </w:tcPr>
          <w:p w14:paraId="0F07FD69" w14:textId="77777777" w:rsidR="004E4E5C" w:rsidRPr="00A30D7A" w:rsidRDefault="004E4E5C" w:rsidP="00F6791E">
            <w:pPr>
              <w:rPr>
                <w:rFonts w:cs="Arial"/>
                <w:sz w:val="16"/>
                <w:szCs w:val="16"/>
              </w:rPr>
            </w:pPr>
          </w:p>
        </w:tc>
        <w:tc>
          <w:tcPr>
            <w:tcW w:w="483" w:type="dxa"/>
            <w:shd w:val="clear" w:color="auto" w:fill="D9D9D9"/>
          </w:tcPr>
          <w:p w14:paraId="40914BF5" w14:textId="77777777" w:rsidR="004E4E5C" w:rsidRPr="00A30D7A" w:rsidRDefault="004E4E5C" w:rsidP="00F6791E">
            <w:pPr>
              <w:rPr>
                <w:rFonts w:cs="Arial"/>
                <w:sz w:val="16"/>
                <w:szCs w:val="16"/>
              </w:rPr>
            </w:pPr>
          </w:p>
        </w:tc>
        <w:tc>
          <w:tcPr>
            <w:tcW w:w="374" w:type="dxa"/>
            <w:shd w:val="clear" w:color="auto" w:fill="D9D9D9"/>
          </w:tcPr>
          <w:p w14:paraId="211BD34B" w14:textId="77777777" w:rsidR="004E4E5C" w:rsidRPr="00A30D7A" w:rsidRDefault="004E4E5C" w:rsidP="00F6791E">
            <w:pPr>
              <w:rPr>
                <w:rFonts w:cs="Arial"/>
                <w:sz w:val="16"/>
                <w:szCs w:val="16"/>
              </w:rPr>
            </w:pPr>
          </w:p>
        </w:tc>
        <w:tc>
          <w:tcPr>
            <w:tcW w:w="426" w:type="dxa"/>
            <w:shd w:val="clear" w:color="auto" w:fill="D9D9D9"/>
          </w:tcPr>
          <w:p w14:paraId="43859D31" w14:textId="77777777" w:rsidR="004E4E5C" w:rsidRPr="00A30D7A" w:rsidRDefault="004E4E5C" w:rsidP="00F6791E">
            <w:pPr>
              <w:rPr>
                <w:rFonts w:cs="Arial"/>
                <w:sz w:val="16"/>
                <w:szCs w:val="16"/>
              </w:rPr>
            </w:pPr>
          </w:p>
        </w:tc>
        <w:tc>
          <w:tcPr>
            <w:tcW w:w="701" w:type="dxa"/>
            <w:shd w:val="clear" w:color="auto" w:fill="D9D9D9"/>
          </w:tcPr>
          <w:p w14:paraId="77EC3C6F" w14:textId="77777777" w:rsidR="004E4E5C" w:rsidRPr="00A30D7A" w:rsidRDefault="004E4E5C" w:rsidP="00F6791E">
            <w:pPr>
              <w:rPr>
                <w:rFonts w:cs="Arial"/>
                <w:sz w:val="16"/>
                <w:szCs w:val="16"/>
              </w:rPr>
            </w:pPr>
          </w:p>
        </w:tc>
      </w:tr>
      <w:tr w:rsidR="004E4E5C" w:rsidRPr="00A30D7A" w14:paraId="2CA843E9" w14:textId="77777777" w:rsidTr="0063774F">
        <w:tc>
          <w:tcPr>
            <w:tcW w:w="1862" w:type="dxa"/>
            <w:tcBorders>
              <w:top w:val="single" w:sz="4" w:space="0" w:color="auto"/>
              <w:left w:val="single" w:sz="4" w:space="0" w:color="auto"/>
              <w:bottom w:val="nil"/>
              <w:right w:val="nil"/>
            </w:tcBorders>
            <w:shd w:val="clear" w:color="auto" w:fill="auto"/>
          </w:tcPr>
          <w:p w14:paraId="308F992B" w14:textId="77777777" w:rsidR="004E4E5C" w:rsidRPr="00A30D7A" w:rsidRDefault="004E4E5C" w:rsidP="00F6791E">
            <w:pPr>
              <w:rPr>
                <w:rFonts w:cs="Arial"/>
                <w:sz w:val="16"/>
                <w:szCs w:val="16"/>
              </w:rPr>
            </w:pPr>
            <w:r w:rsidRPr="00A30D7A">
              <w:rPr>
                <w:rFonts w:cs="Arial"/>
                <w:sz w:val="16"/>
                <w:szCs w:val="16"/>
              </w:rPr>
              <w:t>B10   Superstructure</w:t>
            </w:r>
          </w:p>
        </w:tc>
        <w:tc>
          <w:tcPr>
            <w:tcW w:w="697" w:type="dxa"/>
            <w:tcBorders>
              <w:top w:val="single" w:sz="4" w:space="0" w:color="auto"/>
              <w:left w:val="nil"/>
              <w:bottom w:val="single" w:sz="4" w:space="0" w:color="auto"/>
              <w:right w:val="nil"/>
            </w:tcBorders>
          </w:tcPr>
          <w:p w14:paraId="0FF3C56A" w14:textId="77777777" w:rsidR="004E4E5C" w:rsidRPr="00A30D7A" w:rsidRDefault="004E4E5C" w:rsidP="00F6791E">
            <w:pPr>
              <w:rPr>
                <w:rFonts w:cs="Arial"/>
                <w:sz w:val="16"/>
                <w:szCs w:val="16"/>
              </w:rPr>
            </w:pPr>
            <w:r w:rsidRPr="00A30D7A">
              <w:rPr>
                <w:rFonts w:cs="Arial"/>
                <w:sz w:val="16"/>
                <w:szCs w:val="16"/>
              </w:rPr>
              <w:t>B1010</w:t>
            </w:r>
          </w:p>
        </w:tc>
        <w:tc>
          <w:tcPr>
            <w:tcW w:w="2539" w:type="dxa"/>
            <w:tcBorders>
              <w:top w:val="single" w:sz="4" w:space="0" w:color="auto"/>
              <w:left w:val="nil"/>
              <w:bottom w:val="single" w:sz="4" w:space="0" w:color="auto"/>
              <w:right w:val="single" w:sz="4" w:space="0" w:color="auto"/>
            </w:tcBorders>
          </w:tcPr>
          <w:p w14:paraId="15E92F3B" w14:textId="77777777" w:rsidR="004E4E5C" w:rsidRPr="00A30D7A" w:rsidRDefault="004E4E5C" w:rsidP="00F6791E">
            <w:pPr>
              <w:rPr>
                <w:rFonts w:cs="Arial"/>
                <w:sz w:val="16"/>
                <w:szCs w:val="16"/>
              </w:rPr>
            </w:pPr>
            <w:r w:rsidRPr="00A30D7A">
              <w:rPr>
                <w:rFonts w:cs="Arial"/>
                <w:sz w:val="16"/>
                <w:szCs w:val="16"/>
              </w:rPr>
              <w:t>Floor construction</w:t>
            </w:r>
          </w:p>
        </w:tc>
        <w:tc>
          <w:tcPr>
            <w:tcW w:w="529" w:type="dxa"/>
            <w:tcBorders>
              <w:left w:val="single" w:sz="4" w:space="0" w:color="auto"/>
            </w:tcBorders>
            <w:shd w:val="clear" w:color="auto" w:fill="auto"/>
          </w:tcPr>
          <w:p w14:paraId="2DC594FF" w14:textId="77777777" w:rsidR="004E4E5C" w:rsidRPr="00A30D7A" w:rsidRDefault="004E4E5C" w:rsidP="00F6791E">
            <w:pPr>
              <w:rPr>
                <w:rFonts w:cs="Arial"/>
                <w:sz w:val="16"/>
                <w:szCs w:val="16"/>
              </w:rPr>
            </w:pPr>
          </w:p>
        </w:tc>
        <w:tc>
          <w:tcPr>
            <w:tcW w:w="483" w:type="dxa"/>
            <w:shd w:val="clear" w:color="auto" w:fill="auto"/>
          </w:tcPr>
          <w:p w14:paraId="0FF1B4B6" w14:textId="77777777" w:rsidR="004E4E5C" w:rsidRPr="00A30D7A" w:rsidRDefault="004E4E5C" w:rsidP="00F6791E">
            <w:pPr>
              <w:rPr>
                <w:rFonts w:cs="Arial"/>
                <w:sz w:val="16"/>
                <w:szCs w:val="16"/>
              </w:rPr>
            </w:pPr>
          </w:p>
        </w:tc>
        <w:tc>
          <w:tcPr>
            <w:tcW w:w="483" w:type="dxa"/>
            <w:shd w:val="clear" w:color="auto" w:fill="auto"/>
          </w:tcPr>
          <w:p w14:paraId="46AE54D4" w14:textId="77777777" w:rsidR="004E4E5C" w:rsidRPr="00A30D7A" w:rsidRDefault="004E4E5C" w:rsidP="00F6791E">
            <w:pPr>
              <w:rPr>
                <w:rFonts w:cs="Arial"/>
                <w:sz w:val="16"/>
                <w:szCs w:val="16"/>
              </w:rPr>
            </w:pPr>
          </w:p>
        </w:tc>
        <w:tc>
          <w:tcPr>
            <w:tcW w:w="483" w:type="dxa"/>
            <w:shd w:val="clear" w:color="auto" w:fill="auto"/>
          </w:tcPr>
          <w:p w14:paraId="28F91106" w14:textId="77777777" w:rsidR="004E4E5C" w:rsidRPr="00A30D7A" w:rsidRDefault="004E4E5C" w:rsidP="00F6791E">
            <w:pPr>
              <w:rPr>
                <w:rFonts w:cs="Arial"/>
                <w:sz w:val="16"/>
                <w:szCs w:val="16"/>
              </w:rPr>
            </w:pPr>
          </w:p>
        </w:tc>
        <w:tc>
          <w:tcPr>
            <w:tcW w:w="483" w:type="dxa"/>
            <w:shd w:val="clear" w:color="auto" w:fill="auto"/>
          </w:tcPr>
          <w:p w14:paraId="760EDC02" w14:textId="77777777" w:rsidR="004E4E5C" w:rsidRPr="00A30D7A" w:rsidRDefault="004E4E5C" w:rsidP="00F6791E">
            <w:pPr>
              <w:rPr>
                <w:rFonts w:cs="Arial"/>
                <w:sz w:val="16"/>
                <w:szCs w:val="16"/>
              </w:rPr>
            </w:pPr>
          </w:p>
        </w:tc>
        <w:tc>
          <w:tcPr>
            <w:tcW w:w="374" w:type="dxa"/>
            <w:shd w:val="clear" w:color="auto" w:fill="auto"/>
          </w:tcPr>
          <w:p w14:paraId="331B27D9" w14:textId="77777777" w:rsidR="004E4E5C" w:rsidRPr="00A30D7A" w:rsidRDefault="004E4E5C" w:rsidP="00F6791E">
            <w:pPr>
              <w:rPr>
                <w:rFonts w:cs="Arial"/>
                <w:sz w:val="16"/>
                <w:szCs w:val="16"/>
              </w:rPr>
            </w:pPr>
          </w:p>
        </w:tc>
        <w:tc>
          <w:tcPr>
            <w:tcW w:w="426" w:type="dxa"/>
            <w:shd w:val="clear" w:color="auto" w:fill="auto"/>
          </w:tcPr>
          <w:p w14:paraId="33D471B2" w14:textId="77777777" w:rsidR="004E4E5C" w:rsidRPr="00A30D7A" w:rsidRDefault="004E4E5C" w:rsidP="00F6791E">
            <w:pPr>
              <w:rPr>
                <w:rFonts w:cs="Arial"/>
                <w:sz w:val="16"/>
                <w:szCs w:val="16"/>
              </w:rPr>
            </w:pPr>
          </w:p>
        </w:tc>
        <w:tc>
          <w:tcPr>
            <w:tcW w:w="701" w:type="dxa"/>
            <w:shd w:val="clear" w:color="auto" w:fill="auto"/>
          </w:tcPr>
          <w:p w14:paraId="781A868A" w14:textId="77777777" w:rsidR="004E4E5C" w:rsidRPr="00A30D7A" w:rsidRDefault="004E4E5C" w:rsidP="00F6791E">
            <w:pPr>
              <w:rPr>
                <w:rFonts w:cs="Arial"/>
                <w:sz w:val="16"/>
                <w:szCs w:val="16"/>
              </w:rPr>
            </w:pPr>
          </w:p>
        </w:tc>
      </w:tr>
      <w:tr w:rsidR="004E4E5C" w:rsidRPr="00A30D7A" w14:paraId="04E5811D" w14:textId="77777777" w:rsidTr="0063774F">
        <w:tc>
          <w:tcPr>
            <w:tcW w:w="1862" w:type="dxa"/>
            <w:tcBorders>
              <w:top w:val="nil"/>
              <w:left w:val="single" w:sz="4" w:space="0" w:color="auto"/>
              <w:bottom w:val="single" w:sz="4" w:space="0" w:color="auto"/>
              <w:right w:val="nil"/>
            </w:tcBorders>
            <w:shd w:val="clear" w:color="auto" w:fill="auto"/>
          </w:tcPr>
          <w:p w14:paraId="4E420B26"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6B291E9" w14:textId="77777777" w:rsidR="004E4E5C" w:rsidRPr="00A30D7A" w:rsidRDefault="004E4E5C" w:rsidP="00F6791E">
            <w:pPr>
              <w:rPr>
                <w:rFonts w:cs="Arial"/>
                <w:sz w:val="16"/>
                <w:szCs w:val="16"/>
              </w:rPr>
            </w:pPr>
            <w:r w:rsidRPr="00A30D7A">
              <w:rPr>
                <w:rFonts w:cs="Arial"/>
                <w:sz w:val="16"/>
                <w:szCs w:val="16"/>
              </w:rPr>
              <w:t>B1020</w:t>
            </w:r>
          </w:p>
        </w:tc>
        <w:tc>
          <w:tcPr>
            <w:tcW w:w="2539" w:type="dxa"/>
            <w:tcBorders>
              <w:top w:val="single" w:sz="4" w:space="0" w:color="auto"/>
              <w:left w:val="nil"/>
              <w:bottom w:val="single" w:sz="4" w:space="0" w:color="auto"/>
              <w:right w:val="single" w:sz="4" w:space="0" w:color="auto"/>
            </w:tcBorders>
          </w:tcPr>
          <w:p w14:paraId="1B948112" w14:textId="77777777" w:rsidR="004E4E5C" w:rsidRPr="00A30D7A" w:rsidRDefault="004E4E5C" w:rsidP="00F6791E">
            <w:pPr>
              <w:rPr>
                <w:rFonts w:cs="Arial"/>
                <w:sz w:val="16"/>
                <w:szCs w:val="16"/>
              </w:rPr>
            </w:pPr>
            <w:r w:rsidRPr="00A30D7A">
              <w:rPr>
                <w:rFonts w:cs="Arial"/>
                <w:sz w:val="16"/>
                <w:szCs w:val="16"/>
              </w:rPr>
              <w:t>Roof construction</w:t>
            </w:r>
          </w:p>
        </w:tc>
        <w:tc>
          <w:tcPr>
            <w:tcW w:w="529" w:type="dxa"/>
            <w:tcBorders>
              <w:left w:val="single" w:sz="4" w:space="0" w:color="auto"/>
            </w:tcBorders>
            <w:shd w:val="clear" w:color="auto" w:fill="auto"/>
          </w:tcPr>
          <w:p w14:paraId="2B2858D2" w14:textId="77777777" w:rsidR="004E4E5C" w:rsidRPr="00A30D7A" w:rsidRDefault="004E4E5C" w:rsidP="00F6791E">
            <w:pPr>
              <w:rPr>
                <w:rFonts w:cs="Arial"/>
                <w:sz w:val="16"/>
                <w:szCs w:val="16"/>
              </w:rPr>
            </w:pPr>
          </w:p>
        </w:tc>
        <w:tc>
          <w:tcPr>
            <w:tcW w:w="483" w:type="dxa"/>
            <w:shd w:val="clear" w:color="auto" w:fill="auto"/>
          </w:tcPr>
          <w:p w14:paraId="45E43C7E" w14:textId="77777777" w:rsidR="004E4E5C" w:rsidRPr="00A30D7A" w:rsidRDefault="004E4E5C" w:rsidP="00F6791E">
            <w:pPr>
              <w:rPr>
                <w:rFonts w:cs="Arial"/>
                <w:sz w:val="16"/>
                <w:szCs w:val="16"/>
              </w:rPr>
            </w:pPr>
          </w:p>
        </w:tc>
        <w:tc>
          <w:tcPr>
            <w:tcW w:w="483" w:type="dxa"/>
            <w:shd w:val="clear" w:color="auto" w:fill="auto"/>
          </w:tcPr>
          <w:p w14:paraId="5FF17D32" w14:textId="77777777" w:rsidR="004E4E5C" w:rsidRPr="00A30D7A" w:rsidRDefault="004E4E5C" w:rsidP="00F6791E">
            <w:pPr>
              <w:rPr>
                <w:rFonts w:cs="Arial"/>
                <w:sz w:val="16"/>
                <w:szCs w:val="16"/>
              </w:rPr>
            </w:pPr>
          </w:p>
        </w:tc>
        <w:tc>
          <w:tcPr>
            <w:tcW w:w="483" w:type="dxa"/>
            <w:shd w:val="clear" w:color="auto" w:fill="auto"/>
          </w:tcPr>
          <w:p w14:paraId="4E5CD5AF" w14:textId="77777777" w:rsidR="004E4E5C" w:rsidRPr="00A30D7A" w:rsidRDefault="004E4E5C" w:rsidP="00F6791E">
            <w:pPr>
              <w:rPr>
                <w:rFonts w:cs="Arial"/>
                <w:sz w:val="16"/>
                <w:szCs w:val="16"/>
              </w:rPr>
            </w:pPr>
          </w:p>
        </w:tc>
        <w:tc>
          <w:tcPr>
            <w:tcW w:w="483" w:type="dxa"/>
            <w:shd w:val="clear" w:color="auto" w:fill="auto"/>
          </w:tcPr>
          <w:p w14:paraId="5A7E7157" w14:textId="77777777" w:rsidR="004E4E5C" w:rsidRPr="00A30D7A" w:rsidRDefault="004E4E5C" w:rsidP="00F6791E">
            <w:pPr>
              <w:rPr>
                <w:rFonts w:cs="Arial"/>
                <w:sz w:val="16"/>
                <w:szCs w:val="16"/>
              </w:rPr>
            </w:pPr>
          </w:p>
        </w:tc>
        <w:tc>
          <w:tcPr>
            <w:tcW w:w="374" w:type="dxa"/>
            <w:shd w:val="clear" w:color="auto" w:fill="auto"/>
          </w:tcPr>
          <w:p w14:paraId="3FCEFD7B" w14:textId="77777777" w:rsidR="004E4E5C" w:rsidRPr="00A30D7A" w:rsidRDefault="004E4E5C" w:rsidP="00F6791E">
            <w:pPr>
              <w:rPr>
                <w:rFonts w:cs="Arial"/>
                <w:sz w:val="16"/>
                <w:szCs w:val="16"/>
              </w:rPr>
            </w:pPr>
          </w:p>
        </w:tc>
        <w:tc>
          <w:tcPr>
            <w:tcW w:w="426" w:type="dxa"/>
            <w:shd w:val="clear" w:color="auto" w:fill="auto"/>
          </w:tcPr>
          <w:p w14:paraId="02DF4096" w14:textId="77777777" w:rsidR="004E4E5C" w:rsidRPr="00A30D7A" w:rsidRDefault="004E4E5C" w:rsidP="00F6791E">
            <w:pPr>
              <w:rPr>
                <w:rFonts w:cs="Arial"/>
                <w:sz w:val="16"/>
                <w:szCs w:val="16"/>
              </w:rPr>
            </w:pPr>
          </w:p>
        </w:tc>
        <w:tc>
          <w:tcPr>
            <w:tcW w:w="701" w:type="dxa"/>
            <w:shd w:val="clear" w:color="auto" w:fill="auto"/>
          </w:tcPr>
          <w:p w14:paraId="49BD795B" w14:textId="77777777" w:rsidR="004E4E5C" w:rsidRPr="00A30D7A" w:rsidRDefault="004E4E5C" w:rsidP="00F6791E">
            <w:pPr>
              <w:rPr>
                <w:rFonts w:cs="Arial"/>
                <w:sz w:val="16"/>
                <w:szCs w:val="16"/>
              </w:rPr>
            </w:pPr>
          </w:p>
        </w:tc>
      </w:tr>
      <w:tr w:rsidR="004E4E5C" w:rsidRPr="00A30D7A" w14:paraId="18253C9A" w14:textId="77777777" w:rsidTr="0063774F">
        <w:tc>
          <w:tcPr>
            <w:tcW w:w="1862" w:type="dxa"/>
            <w:tcBorders>
              <w:top w:val="single" w:sz="4" w:space="0" w:color="auto"/>
              <w:left w:val="single" w:sz="4" w:space="0" w:color="auto"/>
              <w:bottom w:val="nil"/>
              <w:right w:val="nil"/>
            </w:tcBorders>
            <w:shd w:val="clear" w:color="auto" w:fill="auto"/>
          </w:tcPr>
          <w:p w14:paraId="7396F2F9" w14:textId="77777777" w:rsidR="004E4E5C" w:rsidRPr="00A30D7A" w:rsidRDefault="004E4E5C" w:rsidP="00F6791E">
            <w:pPr>
              <w:rPr>
                <w:rFonts w:cs="Arial"/>
                <w:sz w:val="16"/>
                <w:szCs w:val="16"/>
              </w:rPr>
            </w:pPr>
            <w:r w:rsidRPr="00A30D7A">
              <w:rPr>
                <w:rFonts w:cs="Arial"/>
                <w:sz w:val="16"/>
                <w:szCs w:val="16"/>
              </w:rPr>
              <w:t>B20   Exterior enclosure</w:t>
            </w:r>
          </w:p>
        </w:tc>
        <w:tc>
          <w:tcPr>
            <w:tcW w:w="697" w:type="dxa"/>
            <w:tcBorders>
              <w:top w:val="single" w:sz="4" w:space="0" w:color="auto"/>
              <w:left w:val="nil"/>
              <w:bottom w:val="single" w:sz="4" w:space="0" w:color="auto"/>
              <w:right w:val="nil"/>
            </w:tcBorders>
          </w:tcPr>
          <w:p w14:paraId="00F43891" w14:textId="77777777" w:rsidR="004E4E5C" w:rsidRPr="00A30D7A" w:rsidRDefault="004E4E5C" w:rsidP="00F6791E">
            <w:pPr>
              <w:rPr>
                <w:rFonts w:cs="Arial"/>
                <w:sz w:val="16"/>
                <w:szCs w:val="16"/>
              </w:rPr>
            </w:pPr>
            <w:r w:rsidRPr="00A30D7A">
              <w:rPr>
                <w:rFonts w:cs="Arial"/>
                <w:sz w:val="16"/>
                <w:szCs w:val="16"/>
              </w:rPr>
              <w:t>B2010</w:t>
            </w:r>
          </w:p>
        </w:tc>
        <w:tc>
          <w:tcPr>
            <w:tcW w:w="2539" w:type="dxa"/>
            <w:tcBorders>
              <w:top w:val="single" w:sz="4" w:space="0" w:color="auto"/>
              <w:left w:val="nil"/>
              <w:bottom w:val="single" w:sz="4" w:space="0" w:color="auto"/>
              <w:right w:val="single" w:sz="4" w:space="0" w:color="auto"/>
            </w:tcBorders>
          </w:tcPr>
          <w:p w14:paraId="342ABAC3" w14:textId="77777777" w:rsidR="004E4E5C" w:rsidRPr="00A30D7A" w:rsidRDefault="004E4E5C" w:rsidP="00F6791E">
            <w:pPr>
              <w:rPr>
                <w:rFonts w:cs="Arial"/>
                <w:sz w:val="16"/>
                <w:szCs w:val="16"/>
              </w:rPr>
            </w:pPr>
            <w:r w:rsidRPr="00A30D7A">
              <w:rPr>
                <w:rFonts w:cs="Arial"/>
                <w:sz w:val="16"/>
                <w:szCs w:val="16"/>
              </w:rPr>
              <w:t>Exterior walls</w:t>
            </w:r>
          </w:p>
        </w:tc>
        <w:tc>
          <w:tcPr>
            <w:tcW w:w="529" w:type="dxa"/>
            <w:tcBorders>
              <w:left w:val="single" w:sz="4" w:space="0" w:color="auto"/>
            </w:tcBorders>
            <w:shd w:val="clear" w:color="auto" w:fill="auto"/>
          </w:tcPr>
          <w:p w14:paraId="664BAB7F" w14:textId="77777777" w:rsidR="004E4E5C" w:rsidRPr="00A30D7A" w:rsidRDefault="004E4E5C" w:rsidP="00F6791E">
            <w:pPr>
              <w:rPr>
                <w:rFonts w:cs="Arial"/>
                <w:sz w:val="16"/>
                <w:szCs w:val="16"/>
              </w:rPr>
            </w:pPr>
          </w:p>
        </w:tc>
        <w:tc>
          <w:tcPr>
            <w:tcW w:w="483" w:type="dxa"/>
            <w:shd w:val="clear" w:color="auto" w:fill="auto"/>
          </w:tcPr>
          <w:p w14:paraId="7FFF189D" w14:textId="77777777" w:rsidR="004E4E5C" w:rsidRPr="00A30D7A" w:rsidRDefault="004E4E5C" w:rsidP="00F6791E">
            <w:pPr>
              <w:rPr>
                <w:rFonts w:cs="Arial"/>
                <w:sz w:val="16"/>
                <w:szCs w:val="16"/>
              </w:rPr>
            </w:pPr>
          </w:p>
        </w:tc>
        <w:tc>
          <w:tcPr>
            <w:tcW w:w="483" w:type="dxa"/>
            <w:shd w:val="clear" w:color="auto" w:fill="auto"/>
          </w:tcPr>
          <w:p w14:paraId="78602FB9" w14:textId="77777777" w:rsidR="004E4E5C" w:rsidRPr="00A30D7A" w:rsidRDefault="004E4E5C" w:rsidP="00F6791E">
            <w:pPr>
              <w:rPr>
                <w:rFonts w:cs="Arial"/>
                <w:sz w:val="16"/>
                <w:szCs w:val="16"/>
              </w:rPr>
            </w:pPr>
          </w:p>
        </w:tc>
        <w:tc>
          <w:tcPr>
            <w:tcW w:w="483" w:type="dxa"/>
            <w:shd w:val="clear" w:color="auto" w:fill="auto"/>
          </w:tcPr>
          <w:p w14:paraId="1D13D39B" w14:textId="77777777" w:rsidR="004E4E5C" w:rsidRPr="00A30D7A" w:rsidRDefault="004E4E5C" w:rsidP="00F6791E">
            <w:pPr>
              <w:rPr>
                <w:rFonts w:cs="Arial"/>
                <w:sz w:val="16"/>
                <w:szCs w:val="16"/>
              </w:rPr>
            </w:pPr>
          </w:p>
        </w:tc>
        <w:tc>
          <w:tcPr>
            <w:tcW w:w="483" w:type="dxa"/>
            <w:shd w:val="clear" w:color="auto" w:fill="auto"/>
          </w:tcPr>
          <w:p w14:paraId="1CA99D7A" w14:textId="77777777" w:rsidR="004E4E5C" w:rsidRPr="00A30D7A" w:rsidRDefault="004E4E5C" w:rsidP="00F6791E">
            <w:pPr>
              <w:rPr>
                <w:rFonts w:cs="Arial"/>
                <w:sz w:val="16"/>
                <w:szCs w:val="16"/>
              </w:rPr>
            </w:pPr>
          </w:p>
        </w:tc>
        <w:tc>
          <w:tcPr>
            <w:tcW w:w="374" w:type="dxa"/>
            <w:shd w:val="clear" w:color="auto" w:fill="auto"/>
          </w:tcPr>
          <w:p w14:paraId="320B25B1" w14:textId="77777777" w:rsidR="004E4E5C" w:rsidRPr="00A30D7A" w:rsidRDefault="004E4E5C" w:rsidP="00F6791E">
            <w:pPr>
              <w:rPr>
                <w:rFonts w:cs="Arial"/>
                <w:sz w:val="16"/>
                <w:szCs w:val="16"/>
              </w:rPr>
            </w:pPr>
          </w:p>
        </w:tc>
        <w:tc>
          <w:tcPr>
            <w:tcW w:w="426" w:type="dxa"/>
            <w:shd w:val="clear" w:color="auto" w:fill="auto"/>
          </w:tcPr>
          <w:p w14:paraId="70B1BF01" w14:textId="77777777" w:rsidR="004E4E5C" w:rsidRPr="00A30D7A" w:rsidRDefault="004E4E5C" w:rsidP="00F6791E">
            <w:pPr>
              <w:rPr>
                <w:rFonts w:cs="Arial"/>
                <w:sz w:val="16"/>
                <w:szCs w:val="16"/>
              </w:rPr>
            </w:pPr>
          </w:p>
        </w:tc>
        <w:tc>
          <w:tcPr>
            <w:tcW w:w="701" w:type="dxa"/>
            <w:shd w:val="clear" w:color="auto" w:fill="auto"/>
          </w:tcPr>
          <w:p w14:paraId="6DF9830B" w14:textId="77777777" w:rsidR="004E4E5C" w:rsidRPr="00A30D7A" w:rsidRDefault="004E4E5C" w:rsidP="00F6791E">
            <w:pPr>
              <w:rPr>
                <w:rFonts w:cs="Arial"/>
                <w:sz w:val="16"/>
                <w:szCs w:val="16"/>
              </w:rPr>
            </w:pPr>
          </w:p>
        </w:tc>
      </w:tr>
      <w:tr w:rsidR="004E4E5C" w:rsidRPr="00A30D7A" w14:paraId="35B6EE54" w14:textId="77777777" w:rsidTr="0063774F">
        <w:tc>
          <w:tcPr>
            <w:tcW w:w="1862" w:type="dxa"/>
            <w:tcBorders>
              <w:top w:val="nil"/>
              <w:left w:val="single" w:sz="4" w:space="0" w:color="auto"/>
              <w:bottom w:val="nil"/>
              <w:right w:val="nil"/>
            </w:tcBorders>
            <w:shd w:val="clear" w:color="auto" w:fill="auto"/>
          </w:tcPr>
          <w:p w14:paraId="6792A04E"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7F1CD1A9" w14:textId="77777777" w:rsidR="004E4E5C" w:rsidRPr="00A30D7A" w:rsidRDefault="004E4E5C" w:rsidP="00F6791E">
            <w:pPr>
              <w:rPr>
                <w:rFonts w:cs="Arial"/>
                <w:sz w:val="16"/>
                <w:szCs w:val="16"/>
              </w:rPr>
            </w:pPr>
            <w:r w:rsidRPr="00A30D7A">
              <w:rPr>
                <w:rFonts w:cs="Arial"/>
                <w:sz w:val="16"/>
                <w:szCs w:val="16"/>
              </w:rPr>
              <w:t>B2020</w:t>
            </w:r>
          </w:p>
        </w:tc>
        <w:tc>
          <w:tcPr>
            <w:tcW w:w="2539" w:type="dxa"/>
            <w:tcBorders>
              <w:top w:val="single" w:sz="4" w:space="0" w:color="auto"/>
              <w:left w:val="nil"/>
              <w:bottom w:val="single" w:sz="4" w:space="0" w:color="auto"/>
              <w:right w:val="single" w:sz="4" w:space="0" w:color="auto"/>
            </w:tcBorders>
          </w:tcPr>
          <w:p w14:paraId="0FA42DDE" w14:textId="77777777" w:rsidR="004E4E5C" w:rsidRPr="00A30D7A" w:rsidRDefault="004E4E5C" w:rsidP="00F6791E">
            <w:pPr>
              <w:rPr>
                <w:rFonts w:cs="Arial"/>
                <w:sz w:val="16"/>
                <w:szCs w:val="16"/>
              </w:rPr>
            </w:pPr>
            <w:r w:rsidRPr="00A30D7A">
              <w:rPr>
                <w:rFonts w:cs="Arial"/>
                <w:sz w:val="16"/>
                <w:szCs w:val="16"/>
              </w:rPr>
              <w:t>Exterior windows</w:t>
            </w:r>
          </w:p>
        </w:tc>
        <w:tc>
          <w:tcPr>
            <w:tcW w:w="529" w:type="dxa"/>
            <w:tcBorders>
              <w:left w:val="single" w:sz="4" w:space="0" w:color="auto"/>
            </w:tcBorders>
            <w:shd w:val="clear" w:color="auto" w:fill="auto"/>
          </w:tcPr>
          <w:p w14:paraId="28805FA9" w14:textId="77777777" w:rsidR="004E4E5C" w:rsidRPr="00A30D7A" w:rsidRDefault="004E4E5C" w:rsidP="00F6791E">
            <w:pPr>
              <w:rPr>
                <w:rFonts w:cs="Arial"/>
                <w:sz w:val="16"/>
                <w:szCs w:val="16"/>
              </w:rPr>
            </w:pPr>
          </w:p>
        </w:tc>
        <w:tc>
          <w:tcPr>
            <w:tcW w:w="483" w:type="dxa"/>
            <w:shd w:val="clear" w:color="auto" w:fill="auto"/>
          </w:tcPr>
          <w:p w14:paraId="5FE2B135" w14:textId="77777777" w:rsidR="004E4E5C" w:rsidRPr="00A30D7A" w:rsidRDefault="004E4E5C" w:rsidP="00F6791E">
            <w:pPr>
              <w:rPr>
                <w:rFonts w:cs="Arial"/>
                <w:sz w:val="16"/>
                <w:szCs w:val="16"/>
              </w:rPr>
            </w:pPr>
          </w:p>
        </w:tc>
        <w:tc>
          <w:tcPr>
            <w:tcW w:w="483" w:type="dxa"/>
            <w:shd w:val="clear" w:color="auto" w:fill="auto"/>
          </w:tcPr>
          <w:p w14:paraId="16B51DCA" w14:textId="77777777" w:rsidR="004E4E5C" w:rsidRPr="00A30D7A" w:rsidRDefault="004E4E5C" w:rsidP="00F6791E">
            <w:pPr>
              <w:rPr>
                <w:rFonts w:cs="Arial"/>
                <w:sz w:val="16"/>
                <w:szCs w:val="16"/>
              </w:rPr>
            </w:pPr>
          </w:p>
        </w:tc>
        <w:tc>
          <w:tcPr>
            <w:tcW w:w="483" w:type="dxa"/>
            <w:shd w:val="clear" w:color="auto" w:fill="auto"/>
          </w:tcPr>
          <w:p w14:paraId="3D449890" w14:textId="77777777" w:rsidR="004E4E5C" w:rsidRPr="00A30D7A" w:rsidRDefault="004E4E5C" w:rsidP="00F6791E">
            <w:pPr>
              <w:rPr>
                <w:rFonts w:cs="Arial"/>
                <w:sz w:val="16"/>
                <w:szCs w:val="16"/>
              </w:rPr>
            </w:pPr>
          </w:p>
        </w:tc>
        <w:tc>
          <w:tcPr>
            <w:tcW w:w="483" w:type="dxa"/>
            <w:shd w:val="clear" w:color="auto" w:fill="auto"/>
          </w:tcPr>
          <w:p w14:paraId="0B9D9F69" w14:textId="77777777" w:rsidR="004E4E5C" w:rsidRPr="00A30D7A" w:rsidRDefault="004E4E5C" w:rsidP="00F6791E">
            <w:pPr>
              <w:rPr>
                <w:rFonts w:cs="Arial"/>
                <w:sz w:val="16"/>
                <w:szCs w:val="16"/>
              </w:rPr>
            </w:pPr>
          </w:p>
        </w:tc>
        <w:tc>
          <w:tcPr>
            <w:tcW w:w="374" w:type="dxa"/>
            <w:shd w:val="clear" w:color="auto" w:fill="auto"/>
          </w:tcPr>
          <w:p w14:paraId="38F9437B" w14:textId="77777777" w:rsidR="004E4E5C" w:rsidRPr="00A30D7A" w:rsidRDefault="004E4E5C" w:rsidP="00F6791E">
            <w:pPr>
              <w:rPr>
                <w:rFonts w:cs="Arial"/>
                <w:sz w:val="16"/>
                <w:szCs w:val="16"/>
              </w:rPr>
            </w:pPr>
          </w:p>
        </w:tc>
        <w:tc>
          <w:tcPr>
            <w:tcW w:w="426" w:type="dxa"/>
            <w:shd w:val="clear" w:color="auto" w:fill="auto"/>
          </w:tcPr>
          <w:p w14:paraId="4D9E9256" w14:textId="77777777" w:rsidR="004E4E5C" w:rsidRPr="00A30D7A" w:rsidRDefault="004E4E5C" w:rsidP="00F6791E">
            <w:pPr>
              <w:rPr>
                <w:rFonts w:cs="Arial"/>
                <w:sz w:val="16"/>
                <w:szCs w:val="16"/>
              </w:rPr>
            </w:pPr>
          </w:p>
        </w:tc>
        <w:tc>
          <w:tcPr>
            <w:tcW w:w="701" w:type="dxa"/>
            <w:shd w:val="clear" w:color="auto" w:fill="auto"/>
          </w:tcPr>
          <w:p w14:paraId="5760C01D" w14:textId="77777777" w:rsidR="004E4E5C" w:rsidRPr="00A30D7A" w:rsidRDefault="004E4E5C" w:rsidP="00F6791E">
            <w:pPr>
              <w:rPr>
                <w:rFonts w:cs="Arial"/>
                <w:sz w:val="16"/>
                <w:szCs w:val="16"/>
              </w:rPr>
            </w:pPr>
          </w:p>
        </w:tc>
      </w:tr>
      <w:tr w:rsidR="004E4E5C" w:rsidRPr="00A30D7A" w14:paraId="31E14138" w14:textId="77777777" w:rsidTr="0063774F">
        <w:tc>
          <w:tcPr>
            <w:tcW w:w="1862" w:type="dxa"/>
            <w:tcBorders>
              <w:top w:val="nil"/>
              <w:left w:val="single" w:sz="4" w:space="0" w:color="auto"/>
              <w:bottom w:val="single" w:sz="4" w:space="0" w:color="auto"/>
              <w:right w:val="nil"/>
            </w:tcBorders>
            <w:shd w:val="clear" w:color="auto" w:fill="auto"/>
          </w:tcPr>
          <w:p w14:paraId="45E1E58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62F6428" w14:textId="77777777" w:rsidR="004E4E5C" w:rsidRPr="00A30D7A" w:rsidRDefault="004E4E5C" w:rsidP="00F6791E">
            <w:pPr>
              <w:rPr>
                <w:rFonts w:cs="Arial"/>
                <w:sz w:val="16"/>
                <w:szCs w:val="16"/>
              </w:rPr>
            </w:pPr>
            <w:r w:rsidRPr="00A30D7A">
              <w:rPr>
                <w:rFonts w:cs="Arial"/>
                <w:sz w:val="16"/>
                <w:szCs w:val="16"/>
              </w:rPr>
              <w:t>B2030</w:t>
            </w:r>
          </w:p>
        </w:tc>
        <w:tc>
          <w:tcPr>
            <w:tcW w:w="2539" w:type="dxa"/>
            <w:tcBorders>
              <w:top w:val="single" w:sz="4" w:space="0" w:color="auto"/>
              <w:left w:val="nil"/>
              <w:bottom w:val="single" w:sz="4" w:space="0" w:color="auto"/>
              <w:right w:val="single" w:sz="4" w:space="0" w:color="auto"/>
            </w:tcBorders>
          </w:tcPr>
          <w:p w14:paraId="63220C86" w14:textId="77777777" w:rsidR="004E4E5C" w:rsidRPr="00A30D7A" w:rsidRDefault="004E4E5C" w:rsidP="00F6791E">
            <w:pPr>
              <w:rPr>
                <w:rFonts w:cs="Arial"/>
                <w:sz w:val="16"/>
                <w:szCs w:val="16"/>
              </w:rPr>
            </w:pPr>
            <w:r w:rsidRPr="00A30D7A">
              <w:rPr>
                <w:rFonts w:cs="Arial"/>
                <w:sz w:val="16"/>
                <w:szCs w:val="16"/>
              </w:rPr>
              <w:t>Exterior doors</w:t>
            </w:r>
          </w:p>
        </w:tc>
        <w:tc>
          <w:tcPr>
            <w:tcW w:w="529" w:type="dxa"/>
            <w:tcBorders>
              <w:left w:val="single" w:sz="4" w:space="0" w:color="auto"/>
            </w:tcBorders>
            <w:shd w:val="clear" w:color="auto" w:fill="auto"/>
          </w:tcPr>
          <w:p w14:paraId="2C476126" w14:textId="77777777" w:rsidR="004E4E5C" w:rsidRPr="00A30D7A" w:rsidRDefault="004E4E5C" w:rsidP="00F6791E">
            <w:pPr>
              <w:rPr>
                <w:rFonts w:cs="Arial"/>
                <w:sz w:val="16"/>
                <w:szCs w:val="16"/>
              </w:rPr>
            </w:pPr>
          </w:p>
        </w:tc>
        <w:tc>
          <w:tcPr>
            <w:tcW w:w="483" w:type="dxa"/>
            <w:shd w:val="clear" w:color="auto" w:fill="auto"/>
          </w:tcPr>
          <w:p w14:paraId="4966BAEE" w14:textId="77777777" w:rsidR="004E4E5C" w:rsidRPr="00A30D7A" w:rsidRDefault="004E4E5C" w:rsidP="00F6791E">
            <w:pPr>
              <w:rPr>
                <w:rFonts w:cs="Arial"/>
                <w:sz w:val="16"/>
                <w:szCs w:val="16"/>
              </w:rPr>
            </w:pPr>
          </w:p>
        </w:tc>
        <w:tc>
          <w:tcPr>
            <w:tcW w:w="483" w:type="dxa"/>
            <w:shd w:val="clear" w:color="auto" w:fill="auto"/>
          </w:tcPr>
          <w:p w14:paraId="051E2B49" w14:textId="77777777" w:rsidR="004E4E5C" w:rsidRPr="00A30D7A" w:rsidRDefault="004E4E5C" w:rsidP="00F6791E">
            <w:pPr>
              <w:rPr>
                <w:rFonts w:cs="Arial"/>
                <w:sz w:val="16"/>
                <w:szCs w:val="16"/>
              </w:rPr>
            </w:pPr>
          </w:p>
        </w:tc>
        <w:tc>
          <w:tcPr>
            <w:tcW w:w="483" w:type="dxa"/>
            <w:shd w:val="clear" w:color="auto" w:fill="auto"/>
          </w:tcPr>
          <w:p w14:paraId="716F356E" w14:textId="77777777" w:rsidR="004E4E5C" w:rsidRPr="00A30D7A" w:rsidRDefault="004E4E5C" w:rsidP="00F6791E">
            <w:pPr>
              <w:rPr>
                <w:rFonts w:cs="Arial"/>
                <w:sz w:val="16"/>
                <w:szCs w:val="16"/>
              </w:rPr>
            </w:pPr>
          </w:p>
        </w:tc>
        <w:tc>
          <w:tcPr>
            <w:tcW w:w="483" w:type="dxa"/>
            <w:shd w:val="clear" w:color="auto" w:fill="auto"/>
          </w:tcPr>
          <w:p w14:paraId="5261B9B7" w14:textId="77777777" w:rsidR="004E4E5C" w:rsidRPr="00A30D7A" w:rsidRDefault="004E4E5C" w:rsidP="00F6791E">
            <w:pPr>
              <w:rPr>
                <w:rFonts w:cs="Arial"/>
                <w:sz w:val="16"/>
                <w:szCs w:val="16"/>
              </w:rPr>
            </w:pPr>
          </w:p>
        </w:tc>
        <w:tc>
          <w:tcPr>
            <w:tcW w:w="374" w:type="dxa"/>
            <w:shd w:val="clear" w:color="auto" w:fill="auto"/>
          </w:tcPr>
          <w:p w14:paraId="0A1E8BF5" w14:textId="77777777" w:rsidR="004E4E5C" w:rsidRPr="00A30D7A" w:rsidRDefault="004E4E5C" w:rsidP="00F6791E">
            <w:pPr>
              <w:rPr>
                <w:rFonts w:cs="Arial"/>
                <w:sz w:val="16"/>
                <w:szCs w:val="16"/>
              </w:rPr>
            </w:pPr>
          </w:p>
        </w:tc>
        <w:tc>
          <w:tcPr>
            <w:tcW w:w="426" w:type="dxa"/>
            <w:shd w:val="clear" w:color="auto" w:fill="auto"/>
          </w:tcPr>
          <w:p w14:paraId="50EBEDC0" w14:textId="77777777" w:rsidR="004E4E5C" w:rsidRPr="00A30D7A" w:rsidRDefault="004E4E5C" w:rsidP="00F6791E">
            <w:pPr>
              <w:rPr>
                <w:rFonts w:cs="Arial"/>
                <w:sz w:val="16"/>
                <w:szCs w:val="16"/>
              </w:rPr>
            </w:pPr>
          </w:p>
        </w:tc>
        <w:tc>
          <w:tcPr>
            <w:tcW w:w="701" w:type="dxa"/>
            <w:shd w:val="clear" w:color="auto" w:fill="auto"/>
          </w:tcPr>
          <w:p w14:paraId="060CBDFD" w14:textId="77777777" w:rsidR="004E4E5C" w:rsidRPr="00A30D7A" w:rsidRDefault="004E4E5C" w:rsidP="00F6791E">
            <w:pPr>
              <w:rPr>
                <w:rFonts w:cs="Arial"/>
                <w:sz w:val="16"/>
                <w:szCs w:val="16"/>
              </w:rPr>
            </w:pPr>
          </w:p>
        </w:tc>
      </w:tr>
      <w:tr w:rsidR="004E4E5C" w:rsidRPr="00A30D7A" w14:paraId="0266F9C1" w14:textId="77777777" w:rsidTr="0063774F">
        <w:tc>
          <w:tcPr>
            <w:tcW w:w="1862" w:type="dxa"/>
            <w:tcBorders>
              <w:top w:val="single" w:sz="4" w:space="0" w:color="auto"/>
              <w:left w:val="single" w:sz="4" w:space="0" w:color="auto"/>
              <w:bottom w:val="nil"/>
              <w:right w:val="nil"/>
            </w:tcBorders>
            <w:shd w:val="clear" w:color="auto" w:fill="auto"/>
          </w:tcPr>
          <w:p w14:paraId="298FBE90" w14:textId="77777777" w:rsidR="004E4E5C" w:rsidRPr="00A30D7A" w:rsidRDefault="004E4E5C" w:rsidP="00F6791E">
            <w:pPr>
              <w:rPr>
                <w:rFonts w:cs="Arial"/>
                <w:sz w:val="16"/>
                <w:szCs w:val="16"/>
              </w:rPr>
            </w:pPr>
            <w:r w:rsidRPr="00A30D7A">
              <w:rPr>
                <w:rFonts w:cs="Arial"/>
                <w:sz w:val="16"/>
                <w:szCs w:val="16"/>
              </w:rPr>
              <w:t>B30   Roofing</w:t>
            </w:r>
          </w:p>
        </w:tc>
        <w:tc>
          <w:tcPr>
            <w:tcW w:w="697" w:type="dxa"/>
            <w:tcBorders>
              <w:top w:val="single" w:sz="4" w:space="0" w:color="auto"/>
              <w:left w:val="nil"/>
              <w:bottom w:val="single" w:sz="4" w:space="0" w:color="auto"/>
              <w:right w:val="nil"/>
            </w:tcBorders>
          </w:tcPr>
          <w:p w14:paraId="0A8E5D27" w14:textId="77777777" w:rsidR="004E4E5C" w:rsidRPr="00A30D7A" w:rsidRDefault="004E4E5C" w:rsidP="00F6791E">
            <w:pPr>
              <w:rPr>
                <w:rFonts w:cs="Arial"/>
                <w:sz w:val="16"/>
                <w:szCs w:val="16"/>
              </w:rPr>
            </w:pPr>
            <w:r w:rsidRPr="00A30D7A">
              <w:rPr>
                <w:rFonts w:cs="Arial"/>
                <w:sz w:val="16"/>
                <w:szCs w:val="16"/>
              </w:rPr>
              <w:t>B3010</w:t>
            </w:r>
          </w:p>
        </w:tc>
        <w:tc>
          <w:tcPr>
            <w:tcW w:w="2539" w:type="dxa"/>
            <w:tcBorders>
              <w:top w:val="single" w:sz="4" w:space="0" w:color="auto"/>
              <w:left w:val="nil"/>
              <w:bottom w:val="single" w:sz="4" w:space="0" w:color="auto"/>
              <w:right w:val="single" w:sz="4" w:space="0" w:color="auto"/>
            </w:tcBorders>
          </w:tcPr>
          <w:p w14:paraId="1298558C" w14:textId="77777777" w:rsidR="004E4E5C" w:rsidRPr="00A30D7A" w:rsidRDefault="004E4E5C" w:rsidP="00F6791E">
            <w:pPr>
              <w:rPr>
                <w:rFonts w:cs="Arial"/>
                <w:sz w:val="16"/>
                <w:szCs w:val="16"/>
              </w:rPr>
            </w:pPr>
            <w:r w:rsidRPr="00A30D7A">
              <w:rPr>
                <w:rFonts w:cs="Arial"/>
                <w:sz w:val="16"/>
                <w:szCs w:val="16"/>
              </w:rPr>
              <w:t>Roof coverings</w:t>
            </w:r>
          </w:p>
        </w:tc>
        <w:tc>
          <w:tcPr>
            <w:tcW w:w="529" w:type="dxa"/>
            <w:tcBorders>
              <w:left w:val="single" w:sz="4" w:space="0" w:color="auto"/>
            </w:tcBorders>
            <w:shd w:val="clear" w:color="auto" w:fill="auto"/>
          </w:tcPr>
          <w:p w14:paraId="79168E0F" w14:textId="77777777" w:rsidR="004E4E5C" w:rsidRPr="00A30D7A" w:rsidRDefault="004E4E5C" w:rsidP="00F6791E">
            <w:pPr>
              <w:rPr>
                <w:rFonts w:cs="Arial"/>
                <w:sz w:val="16"/>
                <w:szCs w:val="16"/>
              </w:rPr>
            </w:pPr>
          </w:p>
        </w:tc>
        <w:tc>
          <w:tcPr>
            <w:tcW w:w="483" w:type="dxa"/>
            <w:shd w:val="clear" w:color="auto" w:fill="auto"/>
          </w:tcPr>
          <w:p w14:paraId="7154CA1C" w14:textId="77777777" w:rsidR="004E4E5C" w:rsidRPr="00A30D7A" w:rsidRDefault="004E4E5C" w:rsidP="00F6791E">
            <w:pPr>
              <w:rPr>
                <w:rFonts w:cs="Arial"/>
                <w:sz w:val="16"/>
                <w:szCs w:val="16"/>
              </w:rPr>
            </w:pPr>
          </w:p>
        </w:tc>
        <w:tc>
          <w:tcPr>
            <w:tcW w:w="483" w:type="dxa"/>
            <w:shd w:val="clear" w:color="auto" w:fill="auto"/>
          </w:tcPr>
          <w:p w14:paraId="5CDA8D54" w14:textId="77777777" w:rsidR="004E4E5C" w:rsidRPr="00A30D7A" w:rsidRDefault="004E4E5C" w:rsidP="00F6791E">
            <w:pPr>
              <w:rPr>
                <w:rFonts w:cs="Arial"/>
                <w:sz w:val="16"/>
                <w:szCs w:val="16"/>
              </w:rPr>
            </w:pPr>
          </w:p>
        </w:tc>
        <w:tc>
          <w:tcPr>
            <w:tcW w:w="483" w:type="dxa"/>
            <w:shd w:val="clear" w:color="auto" w:fill="auto"/>
          </w:tcPr>
          <w:p w14:paraId="476CC4C7" w14:textId="77777777" w:rsidR="004E4E5C" w:rsidRPr="00A30D7A" w:rsidRDefault="004E4E5C" w:rsidP="00F6791E">
            <w:pPr>
              <w:rPr>
                <w:rFonts w:cs="Arial"/>
                <w:sz w:val="16"/>
                <w:szCs w:val="16"/>
              </w:rPr>
            </w:pPr>
          </w:p>
        </w:tc>
        <w:tc>
          <w:tcPr>
            <w:tcW w:w="483" w:type="dxa"/>
            <w:shd w:val="clear" w:color="auto" w:fill="auto"/>
          </w:tcPr>
          <w:p w14:paraId="32C5EA66" w14:textId="77777777" w:rsidR="004E4E5C" w:rsidRPr="00A30D7A" w:rsidRDefault="004E4E5C" w:rsidP="00F6791E">
            <w:pPr>
              <w:rPr>
                <w:rFonts w:cs="Arial"/>
                <w:sz w:val="16"/>
                <w:szCs w:val="16"/>
              </w:rPr>
            </w:pPr>
          </w:p>
        </w:tc>
        <w:tc>
          <w:tcPr>
            <w:tcW w:w="374" w:type="dxa"/>
            <w:shd w:val="clear" w:color="auto" w:fill="auto"/>
          </w:tcPr>
          <w:p w14:paraId="6DBE184E" w14:textId="77777777" w:rsidR="004E4E5C" w:rsidRPr="00A30D7A" w:rsidRDefault="004E4E5C" w:rsidP="00F6791E">
            <w:pPr>
              <w:rPr>
                <w:rFonts w:cs="Arial"/>
                <w:sz w:val="16"/>
                <w:szCs w:val="16"/>
              </w:rPr>
            </w:pPr>
          </w:p>
        </w:tc>
        <w:tc>
          <w:tcPr>
            <w:tcW w:w="426" w:type="dxa"/>
            <w:shd w:val="clear" w:color="auto" w:fill="auto"/>
          </w:tcPr>
          <w:p w14:paraId="30B74C97" w14:textId="77777777" w:rsidR="004E4E5C" w:rsidRPr="00A30D7A" w:rsidRDefault="004E4E5C" w:rsidP="00F6791E">
            <w:pPr>
              <w:rPr>
                <w:rFonts w:cs="Arial"/>
                <w:sz w:val="16"/>
                <w:szCs w:val="16"/>
              </w:rPr>
            </w:pPr>
          </w:p>
        </w:tc>
        <w:tc>
          <w:tcPr>
            <w:tcW w:w="701" w:type="dxa"/>
            <w:shd w:val="clear" w:color="auto" w:fill="auto"/>
          </w:tcPr>
          <w:p w14:paraId="03021832" w14:textId="77777777" w:rsidR="004E4E5C" w:rsidRPr="00A30D7A" w:rsidRDefault="004E4E5C" w:rsidP="00F6791E">
            <w:pPr>
              <w:rPr>
                <w:rFonts w:cs="Arial"/>
                <w:sz w:val="16"/>
                <w:szCs w:val="16"/>
              </w:rPr>
            </w:pPr>
          </w:p>
        </w:tc>
      </w:tr>
      <w:tr w:rsidR="004E4E5C" w:rsidRPr="00A30D7A" w14:paraId="110C7E14" w14:textId="77777777" w:rsidTr="0063774F">
        <w:tc>
          <w:tcPr>
            <w:tcW w:w="1862" w:type="dxa"/>
            <w:tcBorders>
              <w:top w:val="nil"/>
              <w:left w:val="single" w:sz="4" w:space="0" w:color="auto"/>
              <w:bottom w:val="single" w:sz="4" w:space="0" w:color="auto"/>
              <w:right w:val="nil"/>
            </w:tcBorders>
            <w:shd w:val="clear" w:color="auto" w:fill="auto"/>
          </w:tcPr>
          <w:p w14:paraId="43880E73"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59F1821" w14:textId="77777777" w:rsidR="004E4E5C" w:rsidRPr="00A30D7A" w:rsidRDefault="004E4E5C" w:rsidP="00F6791E">
            <w:pPr>
              <w:rPr>
                <w:rFonts w:cs="Arial"/>
                <w:sz w:val="16"/>
                <w:szCs w:val="16"/>
              </w:rPr>
            </w:pPr>
            <w:r w:rsidRPr="00A30D7A">
              <w:rPr>
                <w:rFonts w:cs="Arial"/>
                <w:sz w:val="16"/>
                <w:szCs w:val="16"/>
              </w:rPr>
              <w:t>B3020</w:t>
            </w:r>
          </w:p>
        </w:tc>
        <w:tc>
          <w:tcPr>
            <w:tcW w:w="2539" w:type="dxa"/>
            <w:tcBorders>
              <w:top w:val="single" w:sz="4" w:space="0" w:color="auto"/>
              <w:left w:val="nil"/>
              <w:bottom w:val="single" w:sz="4" w:space="0" w:color="auto"/>
              <w:right w:val="single" w:sz="4" w:space="0" w:color="auto"/>
            </w:tcBorders>
          </w:tcPr>
          <w:p w14:paraId="536D91B0" w14:textId="77777777" w:rsidR="004E4E5C" w:rsidRPr="00A30D7A" w:rsidRDefault="004E4E5C" w:rsidP="00F6791E">
            <w:pPr>
              <w:rPr>
                <w:rFonts w:cs="Arial"/>
                <w:sz w:val="16"/>
                <w:szCs w:val="16"/>
              </w:rPr>
            </w:pPr>
            <w:r w:rsidRPr="00A30D7A">
              <w:rPr>
                <w:rFonts w:cs="Arial"/>
                <w:sz w:val="16"/>
                <w:szCs w:val="16"/>
              </w:rPr>
              <w:t>Roof openings</w:t>
            </w:r>
          </w:p>
        </w:tc>
        <w:tc>
          <w:tcPr>
            <w:tcW w:w="529" w:type="dxa"/>
            <w:tcBorders>
              <w:left w:val="single" w:sz="4" w:space="0" w:color="auto"/>
              <w:bottom w:val="single" w:sz="4" w:space="0" w:color="auto"/>
            </w:tcBorders>
            <w:shd w:val="clear" w:color="auto" w:fill="auto"/>
          </w:tcPr>
          <w:p w14:paraId="2D7AF5C3" w14:textId="77777777" w:rsidR="004E4E5C" w:rsidRPr="00A30D7A" w:rsidRDefault="004E4E5C" w:rsidP="00F6791E">
            <w:pPr>
              <w:rPr>
                <w:rFonts w:cs="Arial"/>
                <w:sz w:val="16"/>
                <w:szCs w:val="16"/>
              </w:rPr>
            </w:pPr>
          </w:p>
        </w:tc>
        <w:tc>
          <w:tcPr>
            <w:tcW w:w="483" w:type="dxa"/>
            <w:shd w:val="clear" w:color="auto" w:fill="auto"/>
          </w:tcPr>
          <w:p w14:paraId="61331819" w14:textId="77777777" w:rsidR="004E4E5C" w:rsidRPr="00A30D7A" w:rsidRDefault="004E4E5C" w:rsidP="00F6791E">
            <w:pPr>
              <w:rPr>
                <w:rFonts w:cs="Arial"/>
                <w:sz w:val="16"/>
                <w:szCs w:val="16"/>
              </w:rPr>
            </w:pPr>
          </w:p>
        </w:tc>
        <w:tc>
          <w:tcPr>
            <w:tcW w:w="483" w:type="dxa"/>
            <w:shd w:val="clear" w:color="auto" w:fill="auto"/>
          </w:tcPr>
          <w:p w14:paraId="00306442" w14:textId="77777777" w:rsidR="004E4E5C" w:rsidRPr="00A30D7A" w:rsidRDefault="004E4E5C" w:rsidP="00F6791E">
            <w:pPr>
              <w:rPr>
                <w:rFonts w:cs="Arial"/>
                <w:sz w:val="16"/>
                <w:szCs w:val="16"/>
              </w:rPr>
            </w:pPr>
          </w:p>
        </w:tc>
        <w:tc>
          <w:tcPr>
            <w:tcW w:w="483" w:type="dxa"/>
            <w:shd w:val="clear" w:color="auto" w:fill="auto"/>
          </w:tcPr>
          <w:p w14:paraId="5B82DE0A" w14:textId="77777777" w:rsidR="004E4E5C" w:rsidRPr="00A30D7A" w:rsidRDefault="004E4E5C" w:rsidP="00F6791E">
            <w:pPr>
              <w:rPr>
                <w:rFonts w:cs="Arial"/>
                <w:sz w:val="16"/>
                <w:szCs w:val="16"/>
              </w:rPr>
            </w:pPr>
          </w:p>
        </w:tc>
        <w:tc>
          <w:tcPr>
            <w:tcW w:w="483" w:type="dxa"/>
            <w:shd w:val="clear" w:color="auto" w:fill="auto"/>
          </w:tcPr>
          <w:p w14:paraId="468D09F7" w14:textId="77777777" w:rsidR="004E4E5C" w:rsidRPr="00A30D7A" w:rsidRDefault="004E4E5C" w:rsidP="00F6791E">
            <w:pPr>
              <w:rPr>
                <w:rFonts w:cs="Arial"/>
                <w:sz w:val="16"/>
                <w:szCs w:val="16"/>
              </w:rPr>
            </w:pPr>
          </w:p>
        </w:tc>
        <w:tc>
          <w:tcPr>
            <w:tcW w:w="374" w:type="dxa"/>
            <w:shd w:val="clear" w:color="auto" w:fill="auto"/>
          </w:tcPr>
          <w:p w14:paraId="2BC412E9" w14:textId="77777777" w:rsidR="004E4E5C" w:rsidRPr="00A30D7A" w:rsidRDefault="004E4E5C" w:rsidP="00F6791E">
            <w:pPr>
              <w:rPr>
                <w:rFonts w:cs="Arial"/>
                <w:sz w:val="16"/>
                <w:szCs w:val="16"/>
              </w:rPr>
            </w:pPr>
          </w:p>
        </w:tc>
        <w:tc>
          <w:tcPr>
            <w:tcW w:w="426" w:type="dxa"/>
            <w:shd w:val="clear" w:color="auto" w:fill="auto"/>
          </w:tcPr>
          <w:p w14:paraId="1C1647BE" w14:textId="77777777" w:rsidR="004E4E5C" w:rsidRPr="00A30D7A" w:rsidRDefault="004E4E5C" w:rsidP="00F6791E">
            <w:pPr>
              <w:rPr>
                <w:rFonts w:cs="Arial"/>
                <w:sz w:val="16"/>
                <w:szCs w:val="16"/>
              </w:rPr>
            </w:pPr>
          </w:p>
        </w:tc>
        <w:tc>
          <w:tcPr>
            <w:tcW w:w="701" w:type="dxa"/>
            <w:shd w:val="clear" w:color="auto" w:fill="auto"/>
          </w:tcPr>
          <w:p w14:paraId="1DCB085C" w14:textId="77777777" w:rsidR="004E4E5C" w:rsidRPr="00A30D7A" w:rsidRDefault="004E4E5C" w:rsidP="00F6791E">
            <w:pPr>
              <w:rPr>
                <w:rFonts w:cs="Arial"/>
                <w:sz w:val="16"/>
                <w:szCs w:val="16"/>
              </w:rPr>
            </w:pPr>
          </w:p>
        </w:tc>
      </w:tr>
      <w:tr w:rsidR="004E4E5C" w:rsidRPr="00A30D7A" w14:paraId="4A2ED532" w14:textId="77777777" w:rsidTr="0063774F">
        <w:tc>
          <w:tcPr>
            <w:tcW w:w="2559" w:type="dxa"/>
            <w:gridSpan w:val="2"/>
            <w:tcBorders>
              <w:top w:val="single" w:sz="4" w:space="0" w:color="auto"/>
              <w:left w:val="single" w:sz="4" w:space="0" w:color="auto"/>
              <w:bottom w:val="single" w:sz="4" w:space="0" w:color="auto"/>
              <w:right w:val="nil"/>
            </w:tcBorders>
            <w:shd w:val="clear" w:color="auto" w:fill="D9D9D9"/>
          </w:tcPr>
          <w:p w14:paraId="274D71C6" w14:textId="77777777" w:rsidR="004E4E5C" w:rsidRPr="00A30D7A" w:rsidRDefault="004E4E5C" w:rsidP="007D0605">
            <w:pPr>
              <w:pStyle w:val="Tabletitle"/>
            </w:pPr>
            <w:r w:rsidRPr="00A30D7A">
              <w:t>C   INTERIORS</w:t>
            </w:r>
          </w:p>
        </w:tc>
        <w:tc>
          <w:tcPr>
            <w:tcW w:w="2539" w:type="dxa"/>
            <w:tcBorders>
              <w:top w:val="single" w:sz="4" w:space="0" w:color="auto"/>
              <w:left w:val="nil"/>
              <w:bottom w:val="single" w:sz="4" w:space="0" w:color="auto"/>
              <w:right w:val="single" w:sz="4" w:space="0" w:color="auto"/>
            </w:tcBorders>
            <w:shd w:val="clear" w:color="auto" w:fill="D9D9D9"/>
          </w:tcPr>
          <w:p w14:paraId="61128EB9" w14:textId="77777777" w:rsidR="004E4E5C" w:rsidRPr="00A30D7A" w:rsidRDefault="004E4E5C" w:rsidP="00F6791E">
            <w:pPr>
              <w:rPr>
                <w:rFonts w:cs="Arial"/>
                <w:sz w:val="16"/>
                <w:szCs w:val="16"/>
              </w:rPr>
            </w:pPr>
          </w:p>
        </w:tc>
        <w:tc>
          <w:tcPr>
            <w:tcW w:w="529" w:type="dxa"/>
            <w:tcBorders>
              <w:left w:val="single" w:sz="4" w:space="0" w:color="auto"/>
              <w:bottom w:val="single" w:sz="4" w:space="0" w:color="auto"/>
            </w:tcBorders>
            <w:shd w:val="clear" w:color="auto" w:fill="D9D9D9"/>
          </w:tcPr>
          <w:p w14:paraId="1FFA2839" w14:textId="77777777" w:rsidR="004E4E5C" w:rsidRPr="00A30D7A" w:rsidRDefault="004E4E5C" w:rsidP="00F6791E">
            <w:pPr>
              <w:rPr>
                <w:rFonts w:cs="Arial"/>
                <w:sz w:val="16"/>
                <w:szCs w:val="16"/>
              </w:rPr>
            </w:pPr>
          </w:p>
        </w:tc>
        <w:tc>
          <w:tcPr>
            <w:tcW w:w="483" w:type="dxa"/>
            <w:shd w:val="clear" w:color="auto" w:fill="D9D9D9"/>
          </w:tcPr>
          <w:p w14:paraId="5AE5E474" w14:textId="77777777" w:rsidR="004E4E5C" w:rsidRPr="00A30D7A" w:rsidRDefault="004E4E5C" w:rsidP="00F6791E">
            <w:pPr>
              <w:rPr>
                <w:rFonts w:cs="Arial"/>
                <w:sz w:val="16"/>
                <w:szCs w:val="16"/>
              </w:rPr>
            </w:pPr>
          </w:p>
        </w:tc>
        <w:tc>
          <w:tcPr>
            <w:tcW w:w="483" w:type="dxa"/>
            <w:shd w:val="clear" w:color="auto" w:fill="D9D9D9"/>
          </w:tcPr>
          <w:p w14:paraId="407A1680" w14:textId="77777777" w:rsidR="004E4E5C" w:rsidRPr="00A30D7A" w:rsidRDefault="004E4E5C" w:rsidP="00F6791E">
            <w:pPr>
              <w:rPr>
                <w:rFonts w:cs="Arial"/>
                <w:sz w:val="16"/>
                <w:szCs w:val="16"/>
              </w:rPr>
            </w:pPr>
          </w:p>
        </w:tc>
        <w:tc>
          <w:tcPr>
            <w:tcW w:w="483" w:type="dxa"/>
            <w:shd w:val="clear" w:color="auto" w:fill="D9D9D9"/>
          </w:tcPr>
          <w:p w14:paraId="26BDF69B" w14:textId="77777777" w:rsidR="004E4E5C" w:rsidRPr="00A30D7A" w:rsidRDefault="004E4E5C" w:rsidP="00F6791E">
            <w:pPr>
              <w:rPr>
                <w:rFonts w:cs="Arial"/>
                <w:sz w:val="16"/>
                <w:szCs w:val="16"/>
              </w:rPr>
            </w:pPr>
          </w:p>
        </w:tc>
        <w:tc>
          <w:tcPr>
            <w:tcW w:w="483" w:type="dxa"/>
            <w:shd w:val="clear" w:color="auto" w:fill="D9D9D9"/>
          </w:tcPr>
          <w:p w14:paraId="60AA646F" w14:textId="77777777" w:rsidR="004E4E5C" w:rsidRPr="00A30D7A" w:rsidRDefault="004E4E5C" w:rsidP="00F6791E">
            <w:pPr>
              <w:rPr>
                <w:rFonts w:cs="Arial"/>
                <w:sz w:val="16"/>
                <w:szCs w:val="16"/>
              </w:rPr>
            </w:pPr>
          </w:p>
        </w:tc>
        <w:tc>
          <w:tcPr>
            <w:tcW w:w="374" w:type="dxa"/>
            <w:shd w:val="clear" w:color="auto" w:fill="D9D9D9"/>
          </w:tcPr>
          <w:p w14:paraId="03DBE526" w14:textId="77777777" w:rsidR="004E4E5C" w:rsidRPr="00A30D7A" w:rsidRDefault="004E4E5C" w:rsidP="00F6791E">
            <w:pPr>
              <w:rPr>
                <w:rFonts w:cs="Arial"/>
                <w:sz w:val="16"/>
                <w:szCs w:val="16"/>
              </w:rPr>
            </w:pPr>
          </w:p>
        </w:tc>
        <w:tc>
          <w:tcPr>
            <w:tcW w:w="426" w:type="dxa"/>
            <w:shd w:val="clear" w:color="auto" w:fill="D9D9D9"/>
          </w:tcPr>
          <w:p w14:paraId="25F288B8" w14:textId="77777777" w:rsidR="004E4E5C" w:rsidRPr="00A30D7A" w:rsidRDefault="004E4E5C" w:rsidP="00F6791E">
            <w:pPr>
              <w:rPr>
                <w:rFonts w:cs="Arial"/>
                <w:sz w:val="16"/>
                <w:szCs w:val="16"/>
              </w:rPr>
            </w:pPr>
          </w:p>
        </w:tc>
        <w:tc>
          <w:tcPr>
            <w:tcW w:w="701" w:type="dxa"/>
            <w:shd w:val="clear" w:color="auto" w:fill="D9D9D9"/>
          </w:tcPr>
          <w:p w14:paraId="6473D13C" w14:textId="77777777" w:rsidR="004E4E5C" w:rsidRPr="00A30D7A" w:rsidRDefault="004E4E5C" w:rsidP="00F6791E">
            <w:pPr>
              <w:rPr>
                <w:rFonts w:cs="Arial"/>
                <w:sz w:val="16"/>
                <w:szCs w:val="16"/>
              </w:rPr>
            </w:pPr>
          </w:p>
        </w:tc>
      </w:tr>
      <w:tr w:rsidR="004E4E5C" w:rsidRPr="00A30D7A" w14:paraId="5FE1D248" w14:textId="77777777" w:rsidTr="0063774F">
        <w:tc>
          <w:tcPr>
            <w:tcW w:w="1862" w:type="dxa"/>
            <w:tcBorders>
              <w:top w:val="single" w:sz="4" w:space="0" w:color="auto"/>
              <w:left w:val="single" w:sz="4" w:space="0" w:color="auto"/>
              <w:bottom w:val="nil"/>
              <w:right w:val="nil"/>
            </w:tcBorders>
            <w:shd w:val="clear" w:color="auto" w:fill="auto"/>
          </w:tcPr>
          <w:p w14:paraId="01B5B64F" w14:textId="77777777" w:rsidR="004E4E5C" w:rsidRPr="00A30D7A" w:rsidRDefault="004E4E5C" w:rsidP="00F6791E">
            <w:pPr>
              <w:rPr>
                <w:rFonts w:cs="Arial"/>
                <w:sz w:val="16"/>
                <w:szCs w:val="16"/>
              </w:rPr>
            </w:pPr>
            <w:r w:rsidRPr="00A30D7A">
              <w:rPr>
                <w:rFonts w:cs="Arial"/>
                <w:sz w:val="16"/>
                <w:szCs w:val="16"/>
              </w:rPr>
              <w:t>C10   Interior construction</w:t>
            </w:r>
          </w:p>
        </w:tc>
        <w:tc>
          <w:tcPr>
            <w:tcW w:w="697" w:type="dxa"/>
            <w:tcBorders>
              <w:top w:val="single" w:sz="4" w:space="0" w:color="auto"/>
              <w:left w:val="nil"/>
              <w:bottom w:val="single" w:sz="4" w:space="0" w:color="auto"/>
              <w:right w:val="nil"/>
            </w:tcBorders>
          </w:tcPr>
          <w:p w14:paraId="331FB1B1" w14:textId="77777777" w:rsidR="004E4E5C" w:rsidRPr="00A30D7A" w:rsidRDefault="004E4E5C" w:rsidP="00F6791E">
            <w:pPr>
              <w:rPr>
                <w:rFonts w:cs="Arial"/>
                <w:sz w:val="16"/>
                <w:szCs w:val="16"/>
              </w:rPr>
            </w:pPr>
            <w:r w:rsidRPr="00A30D7A">
              <w:rPr>
                <w:rFonts w:cs="Arial"/>
                <w:sz w:val="16"/>
                <w:szCs w:val="16"/>
              </w:rPr>
              <w:t>C1010</w:t>
            </w:r>
          </w:p>
        </w:tc>
        <w:tc>
          <w:tcPr>
            <w:tcW w:w="2539" w:type="dxa"/>
            <w:tcBorders>
              <w:top w:val="single" w:sz="4" w:space="0" w:color="auto"/>
              <w:left w:val="nil"/>
              <w:bottom w:val="single" w:sz="4" w:space="0" w:color="auto"/>
              <w:right w:val="single" w:sz="4" w:space="0" w:color="auto"/>
            </w:tcBorders>
          </w:tcPr>
          <w:p w14:paraId="61F0A799" w14:textId="77777777" w:rsidR="004E4E5C" w:rsidRPr="00A30D7A" w:rsidRDefault="004E4E5C" w:rsidP="00F6791E">
            <w:pPr>
              <w:rPr>
                <w:rFonts w:cs="Arial"/>
                <w:sz w:val="16"/>
                <w:szCs w:val="16"/>
              </w:rPr>
            </w:pPr>
            <w:r w:rsidRPr="00A30D7A">
              <w:rPr>
                <w:rFonts w:cs="Arial"/>
                <w:sz w:val="16"/>
                <w:szCs w:val="16"/>
              </w:rPr>
              <w:t>Partitions</w:t>
            </w:r>
          </w:p>
        </w:tc>
        <w:tc>
          <w:tcPr>
            <w:tcW w:w="529" w:type="dxa"/>
            <w:tcBorders>
              <w:left w:val="single" w:sz="4" w:space="0" w:color="auto"/>
            </w:tcBorders>
            <w:shd w:val="clear" w:color="auto" w:fill="auto"/>
          </w:tcPr>
          <w:p w14:paraId="685A7052" w14:textId="77777777" w:rsidR="004E4E5C" w:rsidRPr="00A30D7A" w:rsidRDefault="004E4E5C" w:rsidP="00F6791E">
            <w:pPr>
              <w:rPr>
                <w:rFonts w:cs="Arial"/>
                <w:sz w:val="16"/>
                <w:szCs w:val="16"/>
              </w:rPr>
            </w:pPr>
          </w:p>
        </w:tc>
        <w:tc>
          <w:tcPr>
            <w:tcW w:w="483" w:type="dxa"/>
            <w:shd w:val="clear" w:color="auto" w:fill="auto"/>
          </w:tcPr>
          <w:p w14:paraId="7093EE86" w14:textId="77777777" w:rsidR="004E4E5C" w:rsidRPr="00A30D7A" w:rsidRDefault="004E4E5C" w:rsidP="00F6791E">
            <w:pPr>
              <w:rPr>
                <w:rFonts w:cs="Arial"/>
                <w:sz w:val="16"/>
                <w:szCs w:val="16"/>
              </w:rPr>
            </w:pPr>
          </w:p>
        </w:tc>
        <w:tc>
          <w:tcPr>
            <w:tcW w:w="483" w:type="dxa"/>
            <w:shd w:val="clear" w:color="auto" w:fill="auto"/>
          </w:tcPr>
          <w:p w14:paraId="76328ABB" w14:textId="77777777" w:rsidR="004E4E5C" w:rsidRPr="00A30D7A" w:rsidRDefault="004E4E5C" w:rsidP="00F6791E">
            <w:pPr>
              <w:rPr>
                <w:rFonts w:cs="Arial"/>
                <w:sz w:val="16"/>
                <w:szCs w:val="16"/>
              </w:rPr>
            </w:pPr>
          </w:p>
        </w:tc>
        <w:tc>
          <w:tcPr>
            <w:tcW w:w="483" w:type="dxa"/>
            <w:shd w:val="clear" w:color="auto" w:fill="auto"/>
          </w:tcPr>
          <w:p w14:paraId="0C01121C" w14:textId="77777777" w:rsidR="004E4E5C" w:rsidRPr="00A30D7A" w:rsidRDefault="004E4E5C" w:rsidP="00F6791E">
            <w:pPr>
              <w:rPr>
                <w:rFonts w:cs="Arial"/>
                <w:sz w:val="16"/>
                <w:szCs w:val="16"/>
              </w:rPr>
            </w:pPr>
          </w:p>
        </w:tc>
        <w:tc>
          <w:tcPr>
            <w:tcW w:w="483" w:type="dxa"/>
            <w:shd w:val="clear" w:color="auto" w:fill="auto"/>
          </w:tcPr>
          <w:p w14:paraId="20207E7C" w14:textId="77777777" w:rsidR="004E4E5C" w:rsidRPr="00A30D7A" w:rsidRDefault="004E4E5C" w:rsidP="00F6791E">
            <w:pPr>
              <w:rPr>
                <w:rFonts w:cs="Arial"/>
                <w:sz w:val="16"/>
                <w:szCs w:val="16"/>
              </w:rPr>
            </w:pPr>
          </w:p>
        </w:tc>
        <w:tc>
          <w:tcPr>
            <w:tcW w:w="374" w:type="dxa"/>
            <w:shd w:val="clear" w:color="auto" w:fill="auto"/>
          </w:tcPr>
          <w:p w14:paraId="19A12B5F" w14:textId="77777777" w:rsidR="004E4E5C" w:rsidRPr="00A30D7A" w:rsidRDefault="004E4E5C" w:rsidP="00F6791E">
            <w:pPr>
              <w:rPr>
                <w:rFonts w:cs="Arial"/>
                <w:sz w:val="16"/>
                <w:szCs w:val="16"/>
              </w:rPr>
            </w:pPr>
          </w:p>
        </w:tc>
        <w:tc>
          <w:tcPr>
            <w:tcW w:w="426" w:type="dxa"/>
            <w:shd w:val="clear" w:color="auto" w:fill="auto"/>
          </w:tcPr>
          <w:p w14:paraId="5709AA8F" w14:textId="77777777" w:rsidR="004E4E5C" w:rsidRPr="00A30D7A" w:rsidRDefault="004E4E5C" w:rsidP="00F6791E">
            <w:pPr>
              <w:rPr>
                <w:rFonts w:cs="Arial"/>
                <w:sz w:val="16"/>
                <w:szCs w:val="16"/>
              </w:rPr>
            </w:pPr>
          </w:p>
        </w:tc>
        <w:tc>
          <w:tcPr>
            <w:tcW w:w="701" w:type="dxa"/>
            <w:shd w:val="clear" w:color="auto" w:fill="auto"/>
          </w:tcPr>
          <w:p w14:paraId="28E121FE" w14:textId="77777777" w:rsidR="004E4E5C" w:rsidRPr="00A30D7A" w:rsidRDefault="004E4E5C" w:rsidP="00F6791E">
            <w:pPr>
              <w:rPr>
                <w:rFonts w:cs="Arial"/>
                <w:sz w:val="16"/>
                <w:szCs w:val="16"/>
              </w:rPr>
            </w:pPr>
          </w:p>
        </w:tc>
      </w:tr>
      <w:tr w:rsidR="004E4E5C" w:rsidRPr="00A30D7A" w14:paraId="55DBDEF4" w14:textId="77777777" w:rsidTr="0063774F">
        <w:tc>
          <w:tcPr>
            <w:tcW w:w="1862" w:type="dxa"/>
            <w:tcBorders>
              <w:top w:val="nil"/>
              <w:left w:val="single" w:sz="4" w:space="0" w:color="auto"/>
              <w:bottom w:val="nil"/>
              <w:right w:val="nil"/>
            </w:tcBorders>
            <w:shd w:val="clear" w:color="auto" w:fill="auto"/>
          </w:tcPr>
          <w:p w14:paraId="754CF92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4FF6E0A" w14:textId="77777777" w:rsidR="004E4E5C" w:rsidRPr="00A30D7A" w:rsidRDefault="004E4E5C" w:rsidP="00F6791E">
            <w:pPr>
              <w:rPr>
                <w:rFonts w:cs="Arial"/>
                <w:sz w:val="16"/>
                <w:szCs w:val="16"/>
              </w:rPr>
            </w:pPr>
            <w:r w:rsidRPr="00A30D7A">
              <w:rPr>
                <w:rFonts w:cs="Arial"/>
                <w:sz w:val="16"/>
                <w:szCs w:val="16"/>
              </w:rPr>
              <w:t>C1020</w:t>
            </w:r>
          </w:p>
        </w:tc>
        <w:tc>
          <w:tcPr>
            <w:tcW w:w="2539" w:type="dxa"/>
            <w:tcBorders>
              <w:top w:val="single" w:sz="4" w:space="0" w:color="auto"/>
              <w:left w:val="nil"/>
              <w:bottom w:val="single" w:sz="4" w:space="0" w:color="auto"/>
              <w:right w:val="single" w:sz="4" w:space="0" w:color="auto"/>
            </w:tcBorders>
          </w:tcPr>
          <w:p w14:paraId="762D4EDF" w14:textId="77777777" w:rsidR="004E4E5C" w:rsidRPr="00A30D7A" w:rsidRDefault="004E4E5C" w:rsidP="00F6791E">
            <w:pPr>
              <w:rPr>
                <w:rFonts w:cs="Arial"/>
                <w:sz w:val="16"/>
                <w:szCs w:val="16"/>
              </w:rPr>
            </w:pPr>
            <w:r w:rsidRPr="00A30D7A">
              <w:rPr>
                <w:rFonts w:cs="Arial"/>
                <w:sz w:val="16"/>
                <w:szCs w:val="16"/>
              </w:rPr>
              <w:t>Interior doors</w:t>
            </w:r>
          </w:p>
        </w:tc>
        <w:tc>
          <w:tcPr>
            <w:tcW w:w="529" w:type="dxa"/>
            <w:tcBorders>
              <w:left w:val="single" w:sz="4" w:space="0" w:color="auto"/>
            </w:tcBorders>
            <w:shd w:val="clear" w:color="auto" w:fill="auto"/>
          </w:tcPr>
          <w:p w14:paraId="4337A7AA" w14:textId="77777777" w:rsidR="004E4E5C" w:rsidRPr="00A30D7A" w:rsidRDefault="004E4E5C" w:rsidP="00F6791E">
            <w:pPr>
              <w:rPr>
                <w:rFonts w:cs="Arial"/>
                <w:sz w:val="16"/>
                <w:szCs w:val="16"/>
              </w:rPr>
            </w:pPr>
          </w:p>
        </w:tc>
        <w:tc>
          <w:tcPr>
            <w:tcW w:w="483" w:type="dxa"/>
            <w:shd w:val="clear" w:color="auto" w:fill="auto"/>
          </w:tcPr>
          <w:p w14:paraId="4927F8E7" w14:textId="77777777" w:rsidR="004E4E5C" w:rsidRPr="00A30D7A" w:rsidRDefault="004E4E5C" w:rsidP="00F6791E">
            <w:pPr>
              <w:rPr>
                <w:rFonts w:cs="Arial"/>
                <w:sz w:val="16"/>
                <w:szCs w:val="16"/>
              </w:rPr>
            </w:pPr>
          </w:p>
        </w:tc>
        <w:tc>
          <w:tcPr>
            <w:tcW w:w="483" w:type="dxa"/>
            <w:shd w:val="clear" w:color="auto" w:fill="auto"/>
          </w:tcPr>
          <w:p w14:paraId="1D848F16" w14:textId="77777777" w:rsidR="004E4E5C" w:rsidRPr="00A30D7A" w:rsidRDefault="004E4E5C" w:rsidP="00F6791E">
            <w:pPr>
              <w:rPr>
                <w:rFonts w:cs="Arial"/>
                <w:sz w:val="16"/>
                <w:szCs w:val="16"/>
              </w:rPr>
            </w:pPr>
          </w:p>
        </w:tc>
        <w:tc>
          <w:tcPr>
            <w:tcW w:w="483" w:type="dxa"/>
            <w:shd w:val="clear" w:color="auto" w:fill="auto"/>
          </w:tcPr>
          <w:p w14:paraId="0171F851" w14:textId="77777777" w:rsidR="004E4E5C" w:rsidRPr="00A30D7A" w:rsidRDefault="004E4E5C" w:rsidP="00F6791E">
            <w:pPr>
              <w:rPr>
                <w:rFonts w:cs="Arial"/>
                <w:sz w:val="16"/>
                <w:szCs w:val="16"/>
              </w:rPr>
            </w:pPr>
          </w:p>
        </w:tc>
        <w:tc>
          <w:tcPr>
            <w:tcW w:w="483" w:type="dxa"/>
            <w:shd w:val="clear" w:color="auto" w:fill="auto"/>
          </w:tcPr>
          <w:p w14:paraId="0C4FED2F" w14:textId="77777777" w:rsidR="004E4E5C" w:rsidRPr="00A30D7A" w:rsidRDefault="004E4E5C" w:rsidP="00F6791E">
            <w:pPr>
              <w:rPr>
                <w:rFonts w:cs="Arial"/>
                <w:sz w:val="16"/>
                <w:szCs w:val="16"/>
              </w:rPr>
            </w:pPr>
          </w:p>
        </w:tc>
        <w:tc>
          <w:tcPr>
            <w:tcW w:w="374" w:type="dxa"/>
            <w:shd w:val="clear" w:color="auto" w:fill="auto"/>
          </w:tcPr>
          <w:p w14:paraId="714AC890" w14:textId="77777777" w:rsidR="004E4E5C" w:rsidRPr="00A30D7A" w:rsidRDefault="004E4E5C" w:rsidP="00F6791E">
            <w:pPr>
              <w:rPr>
                <w:rFonts w:cs="Arial"/>
                <w:sz w:val="16"/>
                <w:szCs w:val="16"/>
              </w:rPr>
            </w:pPr>
          </w:p>
        </w:tc>
        <w:tc>
          <w:tcPr>
            <w:tcW w:w="426" w:type="dxa"/>
            <w:shd w:val="clear" w:color="auto" w:fill="auto"/>
          </w:tcPr>
          <w:p w14:paraId="5CFD3342" w14:textId="77777777" w:rsidR="004E4E5C" w:rsidRPr="00A30D7A" w:rsidRDefault="004E4E5C" w:rsidP="00F6791E">
            <w:pPr>
              <w:rPr>
                <w:rFonts w:cs="Arial"/>
                <w:sz w:val="16"/>
                <w:szCs w:val="16"/>
              </w:rPr>
            </w:pPr>
          </w:p>
        </w:tc>
        <w:tc>
          <w:tcPr>
            <w:tcW w:w="701" w:type="dxa"/>
            <w:shd w:val="clear" w:color="auto" w:fill="auto"/>
          </w:tcPr>
          <w:p w14:paraId="78A465A2" w14:textId="77777777" w:rsidR="004E4E5C" w:rsidRPr="00A30D7A" w:rsidRDefault="004E4E5C" w:rsidP="00F6791E">
            <w:pPr>
              <w:rPr>
                <w:rFonts w:cs="Arial"/>
                <w:sz w:val="16"/>
                <w:szCs w:val="16"/>
              </w:rPr>
            </w:pPr>
          </w:p>
        </w:tc>
      </w:tr>
      <w:tr w:rsidR="004E4E5C" w:rsidRPr="00A30D7A" w14:paraId="3DF31500" w14:textId="77777777" w:rsidTr="0063774F">
        <w:tc>
          <w:tcPr>
            <w:tcW w:w="1862" w:type="dxa"/>
            <w:tcBorders>
              <w:top w:val="nil"/>
              <w:left w:val="single" w:sz="4" w:space="0" w:color="auto"/>
              <w:bottom w:val="single" w:sz="4" w:space="0" w:color="auto"/>
              <w:right w:val="nil"/>
            </w:tcBorders>
            <w:shd w:val="clear" w:color="auto" w:fill="auto"/>
          </w:tcPr>
          <w:p w14:paraId="6F050E14"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FFA147F" w14:textId="77777777" w:rsidR="004E4E5C" w:rsidRPr="00A30D7A" w:rsidRDefault="004E4E5C" w:rsidP="00F6791E">
            <w:pPr>
              <w:rPr>
                <w:rFonts w:cs="Arial"/>
                <w:sz w:val="16"/>
                <w:szCs w:val="16"/>
              </w:rPr>
            </w:pPr>
            <w:r w:rsidRPr="00A30D7A">
              <w:rPr>
                <w:rFonts w:cs="Arial"/>
                <w:sz w:val="16"/>
                <w:szCs w:val="16"/>
              </w:rPr>
              <w:t>C1030</w:t>
            </w:r>
          </w:p>
        </w:tc>
        <w:tc>
          <w:tcPr>
            <w:tcW w:w="2539" w:type="dxa"/>
            <w:tcBorders>
              <w:top w:val="single" w:sz="4" w:space="0" w:color="auto"/>
              <w:left w:val="nil"/>
              <w:bottom w:val="single" w:sz="4" w:space="0" w:color="auto"/>
              <w:right w:val="single" w:sz="4" w:space="0" w:color="auto"/>
            </w:tcBorders>
          </w:tcPr>
          <w:p w14:paraId="27F11019" w14:textId="77777777" w:rsidR="004E4E5C" w:rsidRPr="00A30D7A" w:rsidRDefault="004E4E5C" w:rsidP="00F6791E">
            <w:pPr>
              <w:rPr>
                <w:rFonts w:cs="Arial"/>
                <w:sz w:val="16"/>
                <w:szCs w:val="16"/>
              </w:rPr>
            </w:pPr>
            <w:r w:rsidRPr="00A30D7A">
              <w:rPr>
                <w:rFonts w:cs="Arial"/>
                <w:sz w:val="16"/>
                <w:szCs w:val="16"/>
              </w:rPr>
              <w:t>Fittings</w:t>
            </w:r>
          </w:p>
        </w:tc>
        <w:tc>
          <w:tcPr>
            <w:tcW w:w="529" w:type="dxa"/>
            <w:tcBorders>
              <w:left w:val="single" w:sz="4" w:space="0" w:color="auto"/>
            </w:tcBorders>
            <w:shd w:val="clear" w:color="auto" w:fill="auto"/>
          </w:tcPr>
          <w:p w14:paraId="66035F41" w14:textId="77777777" w:rsidR="004E4E5C" w:rsidRPr="00A30D7A" w:rsidRDefault="004E4E5C" w:rsidP="00F6791E">
            <w:pPr>
              <w:rPr>
                <w:rFonts w:cs="Arial"/>
                <w:sz w:val="16"/>
                <w:szCs w:val="16"/>
              </w:rPr>
            </w:pPr>
          </w:p>
        </w:tc>
        <w:tc>
          <w:tcPr>
            <w:tcW w:w="483" w:type="dxa"/>
            <w:shd w:val="clear" w:color="auto" w:fill="auto"/>
          </w:tcPr>
          <w:p w14:paraId="2A6A2817" w14:textId="77777777" w:rsidR="004E4E5C" w:rsidRPr="00A30D7A" w:rsidRDefault="004E4E5C" w:rsidP="00F6791E">
            <w:pPr>
              <w:rPr>
                <w:rFonts w:cs="Arial"/>
                <w:sz w:val="16"/>
                <w:szCs w:val="16"/>
              </w:rPr>
            </w:pPr>
          </w:p>
        </w:tc>
        <w:tc>
          <w:tcPr>
            <w:tcW w:w="483" w:type="dxa"/>
            <w:shd w:val="clear" w:color="auto" w:fill="auto"/>
          </w:tcPr>
          <w:p w14:paraId="4590CE46" w14:textId="77777777" w:rsidR="004E4E5C" w:rsidRPr="00A30D7A" w:rsidRDefault="004E4E5C" w:rsidP="00F6791E">
            <w:pPr>
              <w:rPr>
                <w:rFonts w:cs="Arial"/>
                <w:sz w:val="16"/>
                <w:szCs w:val="16"/>
              </w:rPr>
            </w:pPr>
          </w:p>
        </w:tc>
        <w:tc>
          <w:tcPr>
            <w:tcW w:w="483" w:type="dxa"/>
            <w:shd w:val="clear" w:color="auto" w:fill="auto"/>
          </w:tcPr>
          <w:p w14:paraId="5F463E0D" w14:textId="77777777" w:rsidR="004E4E5C" w:rsidRPr="00A30D7A" w:rsidRDefault="004E4E5C" w:rsidP="00F6791E">
            <w:pPr>
              <w:rPr>
                <w:rFonts w:cs="Arial"/>
                <w:sz w:val="16"/>
                <w:szCs w:val="16"/>
              </w:rPr>
            </w:pPr>
          </w:p>
        </w:tc>
        <w:tc>
          <w:tcPr>
            <w:tcW w:w="483" w:type="dxa"/>
            <w:shd w:val="clear" w:color="auto" w:fill="auto"/>
          </w:tcPr>
          <w:p w14:paraId="24C764C5" w14:textId="77777777" w:rsidR="004E4E5C" w:rsidRPr="00A30D7A" w:rsidRDefault="004E4E5C" w:rsidP="00F6791E">
            <w:pPr>
              <w:rPr>
                <w:rFonts w:cs="Arial"/>
                <w:sz w:val="16"/>
                <w:szCs w:val="16"/>
              </w:rPr>
            </w:pPr>
          </w:p>
        </w:tc>
        <w:tc>
          <w:tcPr>
            <w:tcW w:w="374" w:type="dxa"/>
            <w:shd w:val="clear" w:color="auto" w:fill="auto"/>
          </w:tcPr>
          <w:p w14:paraId="1071B090" w14:textId="77777777" w:rsidR="004E4E5C" w:rsidRPr="00A30D7A" w:rsidRDefault="004E4E5C" w:rsidP="00F6791E">
            <w:pPr>
              <w:rPr>
                <w:rFonts w:cs="Arial"/>
                <w:sz w:val="16"/>
                <w:szCs w:val="16"/>
              </w:rPr>
            </w:pPr>
          </w:p>
        </w:tc>
        <w:tc>
          <w:tcPr>
            <w:tcW w:w="426" w:type="dxa"/>
            <w:shd w:val="clear" w:color="auto" w:fill="auto"/>
          </w:tcPr>
          <w:p w14:paraId="748F335D" w14:textId="77777777" w:rsidR="004E4E5C" w:rsidRPr="00A30D7A" w:rsidRDefault="004E4E5C" w:rsidP="00F6791E">
            <w:pPr>
              <w:rPr>
                <w:rFonts w:cs="Arial"/>
                <w:sz w:val="16"/>
                <w:szCs w:val="16"/>
              </w:rPr>
            </w:pPr>
          </w:p>
        </w:tc>
        <w:tc>
          <w:tcPr>
            <w:tcW w:w="701" w:type="dxa"/>
            <w:shd w:val="clear" w:color="auto" w:fill="auto"/>
          </w:tcPr>
          <w:p w14:paraId="34B279B0" w14:textId="77777777" w:rsidR="004E4E5C" w:rsidRPr="00A30D7A" w:rsidRDefault="004E4E5C" w:rsidP="00F6791E">
            <w:pPr>
              <w:rPr>
                <w:rFonts w:cs="Arial"/>
                <w:sz w:val="16"/>
                <w:szCs w:val="16"/>
              </w:rPr>
            </w:pPr>
          </w:p>
        </w:tc>
      </w:tr>
      <w:tr w:rsidR="004E4E5C" w:rsidRPr="00A30D7A" w14:paraId="2B2EC287" w14:textId="77777777" w:rsidTr="0063774F">
        <w:tc>
          <w:tcPr>
            <w:tcW w:w="1862" w:type="dxa"/>
            <w:tcBorders>
              <w:top w:val="single" w:sz="4" w:space="0" w:color="auto"/>
              <w:left w:val="single" w:sz="4" w:space="0" w:color="auto"/>
              <w:bottom w:val="nil"/>
              <w:right w:val="nil"/>
            </w:tcBorders>
            <w:shd w:val="clear" w:color="auto" w:fill="auto"/>
          </w:tcPr>
          <w:p w14:paraId="31798674" w14:textId="77777777" w:rsidR="004E4E5C" w:rsidRPr="00A30D7A" w:rsidRDefault="004E4E5C" w:rsidP="00F6791E">
            <w:pPr>
              <w:rPr>
                <w:rFonts w:cs="Arial"/>
                <w:sz w:val="16"/>
                <w:szCs w:val="16"/>
              </w:rPr>
            </w:pPr>
            <w:r w:rsidRPr="00A30D7A">
              <w:rPr>
                <w:rFonts w:cs="Arial"/>
                <w:sz w:val="16"/>
                <w:szCs w:val="16"/>
              </w:rPr>
              <w:t>C20   Stairs</w:t>
            </w:r>
          </w:p>
        </w:tc>
        <w:tc>
          <w:tcPr>
            <w:tcW w:w="697" w:type="dxa"/>
            <w:tcBorders>
              <w:top w:val="single" w:sz="4" w:space="0" w:color="auto"/>
              <w:left w:val="nil"/>
              <w:bottom w:val="single" w:sz="4" w:space="0" w:color="auto"/>
              <w:right w:val="nil"/>
            </w:tcBorders>
          </w:tcPr>
          <w:p w14:paraId="1E27E7BC" w14:textId="77777777" w:rsidR="004E4E5C" w:rsidRPr="00A30D7A" w:rsidRDefault="004E4E5C" w:rsidP="00F6791E">
            <w:pPr>
              <w:rPr>
                <w:rFonts w:cs="Arial"/>
                <w:sz w:val="16"/>
                <w:szCs w:val="16"/>
              </w:rPr>
            </w:pPr>
            <w:r w:rsidRPr="00A30D7A">
              <w:rPr>
                <w:rFonts w:cs="Arial"/>
                <w:sz w:val="16"/>
                <w:szCs w:val="16"/>
              </w:rPr>
              <w:t>C2010</w:t>
            </w:r>
          </w:p>
        </w:tc>
        <w:tc>
          <w:tcPr>
            <w:tcW w:w="2539" w:type="dxa"/>
            <w:tcBorders>
              <w:top w:val="single" w:sz="4" w:space="0" w:color="auto"/>
              <w:left w:val="nil"/>
              <w:bottom w:val="single" w:sz="4" w:space="0" w:color="auto"/>
              <w:right w:val="single" w:sz="4" w:space="0" w:color="auto"/>
            </w:tcBorders>
          </w:tcPr>
          <w:p w14:paraId="7BF1D7BB" w14:textId="77777777" w:rsidR="004E4E5C" w:rsidRPr="00A30D7A" w:rsidRDefault="004E4E5C" w:rsidP="00F6791E">
            <w:pPr>
              <w:rPr>
                <w:rFonts w:cs="Arial"/>
                <w:sz w:val="16"/>
                <w:szCs w:val="16"/>
              </w:rPr>
            </w:pPr>
            <w:r w:rsidRPr="00A30D7A">
              <w:rPr>
                <w:rFonts w:cs="Arial"/>
                <w:sz w:val="16"/>
                <w:szCs w:val="16"/>
              </w:rPr>
              <w:t>Stair construction</w:t>
            </w:r>
          </w:p>
        </w:tc>
        <w:tc>
          <w:tcPr>
            <w:tcW w:w="529" w:type="dxa"/>
            <w:tcBorders>
              <w:left w:val="single" w:sz="4" w:space="0" w:color="auto"/>
            </w:tcBorders>
            <w:shd w:val="clear" w:color="auto" w:fill="auto"/>
          </w:tcPr>
          <w:p w14:paraId="07EE293B" w14:textId="77777777" w:rsidR="004E4E5C" w:rsidRPr="00A30D7A" w:rsidRDefault="004E4E5C" w:rsidP="00F6791E">
            <w:pPr>
              <w:rPr>
                <w:rFonts w:cs="Arial"/>
                <w:sz w:val="16"/>
                <w:szCs w:val="16"/>
              </w:rPr>
            </w:pPr>
          </w:p>
        </w:tc>
        <w:tc>
          <w:tcPr>
            <w:tcW w:w="483" w:type="dxa"/>
            <w:shd w:val="clear" w:color="auto" w:fill="auto"/>
          </w:tcPr>
          <w:p w14:paraId="56B07F7E" w14:textId="77777777" w:rsidR="004E4E5C" w:rsidRPr="00A30D7A" w:rsidRDefault="004E4E5C" w:rsidP="00F6791E">
            <w:pPr>
              <w:rPr>
                <w:rFonts w:cs="Arial"/>
                <w:sz w:val="16"/>
                <w:szCs w:val="16"/>
              </w:rPr>
            </w:pPr>
          </w:p>
        </w:tc>
        <w:tc>
          <w:tcPr>
            <w:tcW w:w="483" w:type="dxa"/>
            <w:shd w:val="clear" w:color="auto" w:fill="auto"/>
          </w:tcPr>
          <w:p w14:paraId="4C17F46B" w14:textId="77777777" w:rsidR="004E4E5C" w:rsidRPr="00A30D7A" w:rsidRDefault="004E4E5C" w:rsidP="00F6791E">
            <w:pPr>
              <w:rPr>
                <w:rFonts w:cs="Arial"/>
                <w:sz w:val="16"/>
                <w:szCs w:val="16"/>
              </w:rPr>
            </w:pPr>
          </w:p>
        </w:tc>
        <w:tc>
          <w:tcPr>
            <w:tcW w:w="483" w:type="dxa"/>
            <w:shd w:val="clear" w:color="auto" w:fill="auto"/>
          </w:tcPr>
          <w:p w14:paraId="4E087913" w14:textId="77777777" w:rsidR="004E4E5C" w:rsidRPr="00A30D7A" w:rsidRDefault="004E4E5C" w:rsidP="00F6791E">
            <w:pPr>
              <w:rPr>
                <w:rFonts w:cs="Arial"/>
                <w:sz w:val="16"/>
                <w:szCs w:val="16"/>
              </w:rPr>
            </w:pPr>
          </w:p>
        </w:tc>
        <w:tc>
          <w:tcPr>
            <w:tcW w:w="483" w:type="dxa"/>
            <w:shd w:val="clear" w:color="auto" w:fill="auto"/>
          </w:tcPr>
          <w:p w14:paraId="36199D54" w14:textId="77777777" w:rsidR="004E4E5C" w:rsidRPr="00A30D7A" w:rsidRDefault="004E4E5C" w:rsidP="00F6791E">
            <w:pPr>
              <w:rPr>
                <w:rFonts w:cs="Arial"/>
                <w:sz w:val="16"/>
                <w:szCs w:val="16"/>
              </w:rPr>
            </w:pPr>
          </w:p>
        </w:tc>
        <w:tc>
          <w:tcPr>
            <w:tcW w:w="374" w:type="dxa"/>
            <w:shd w:val="clear" w:color="auto" w:fill="auto"/>
          </w:tcPr>
          <w:p w14:paraId="0FB567AD" w14:textId="77777777" w:rsidR="004E4E5C" w:rsidRPr="00A30D7A" w:rsidRDefault="004E4E5C" w:rsidP="00F6791E">
            <w:pPr>
              <w:rPr>
                <w:rFonts w:cs="Arial"/>
                <w:sz w:val="16"/>
                <w:szCs w:val="16"/>
              </w:rPr>
            </w:pPr>
          </w:p>
        </w:tc>
        <w:tc>
          <w:tcPr>
            <w:tcW w:w="426" w:type="dxa"/>
            <w:shd w:val="clear" w:color="auto" w:fill="auto"/>
          </w:tcPr>
          <w:p w14:paraId="3D570840" w14:textId="77777777" w:rsidR="004E4E5C" w:rsidRPr="00A30D7A" w:rsidRDefault="004E4E5C" w:rsidP="00F6791E">
            <w:pPr>
              <w:rPr>
                <w:rFonts w:cs="Arial"/>
                <w:sz w:val="16"/>
                <w:szCs w:val="16"/>
              </w:rPr>
            </w:pPr>
          </w:p>
        </w:tc>
        <w:tc>
          <w:tcPr>
            <w:tcW w:w="701" w:type="dxa"/>
            <w:shd w:val="clear" w:color="auto" w:fill="auto"/>
          </w:tcPr>
          <w:p w14:paraId="4EE46620" w14:textId="77777777" w:rsidR="004E4E5C" w:rsidRPr="00A30D7A" w:rsidRDefault="004E4E5C" w:rsidP="00F6791E">
            <w:pPr>
              <w:rPr>
                <w:rFonts w:cs="Arial"/>
                <w:sz w:val="16"/>
                <w:szCs w:val="16"/>
              </w:rPr>
            </w:pPr>
          </w:p>
        </w:tc>
      </w:tr>
      <w:tr w:rsidR="004E4E5C" w:rsidRPr="00A30D7A" w14:paraId="20C20F90" w14:textId="77777777" w:rsidTr="0063774F">
        <w:tc>
          <w:tcPr>
            <w:tcW w:w="1862" w:type="dxa"/>
            <w:tcBorders>
              <w:top w:val="nil"/>
              <w:left w:val="single" w:sz="4" w:space="0" w:color="auto"/>
              <w:bottom w:val="single" w:sz="4" w:space="0" w:color="auto"/>
              <w:right w:val="nil"/>
            </w:tcBorders>
            <w:shd w:val="clear" w:color="auto" w:fill="auto"/>
          </w:tcPr>
          <w:p w14:paraId="3BE973E9"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6107456" w14:textId="77777777" w:rsidR="004E4E5C" w:rsidRPr="00A30D7A" w:rsidRDefault="004E4E5C" w:rsidP="00F6791E">
            <w:pPr>
              <w:rPr>
                <w:rFonts w:cs="Arial"/>
                <w:sz w:val="16"/>
                <w:szCs w:val="16"/>
              </w:rPr>
            </w:pPr>
            <w:r w:rsidRPr="00A30D7A">
              <w:rPr>
                <w:rFonts w:cs="Arial"/>
                <w:sz w:val="16"/>
                <w:szCs w:val="16"/>
              </w:rPr>
              <w:t>C2020</w:t>
            </w:r>
          </w:p>
        </w:tc>
        <w:tc>
          <w:tcPr>
            <w:tcW w:w="2539" w:type="dxa"/>
            <w:tcBorders>
              <w:top w:val="single" w:sz="4" w:space="0" w:color="auto"/>
              <w:left w:val="nil"/>
              <w:bottom w:val="single" w:sz="4" w:space="0" w:color="auto"/>
              <w:right w:val="single" w:sz="4" w:space="0" w:color="auto"/>
            </w:tcBorders>
          </w:tcPr>
          <w:p w14:paraId="404BADAE" w14:textId="77777777" w:rsidR="004E4E5C" w:rsidRPr="00A30D7A" w:rsidRDefault="004E4E5C" w:rsidP="00F6791E">
            <w:pPr>
              <w:rPr>
                <w:rFonts w:cs="Arial"/>
                <w:sz w:val="16"/>
                <w:szCs w:val="16"/>
              </w:rPr>
            </w:pPr>
            <w:r w:rsidRPr="00A30D7A">
              <w:rPr>
                <w:rFonts w:cs="Arial"/>
                <w:sz w:val="16"/>
                <w:szCs w:val="16"/>
              </w:rPr>
              <w:t>Stair finishes</w:t>
            </w:r>
          </w:p>
        </w:tc>
        <w:tc>
          <w:tcPr>
            <w:tcW w:w="529" w:type="dxa"/>
            <w:tcBorders>
              <w:left w:val="single" w:sz="4" w:space="0" w:color="auto"/>
            </w:tcBorders>
            <w:shd w:val="clear" w:color="auto" w:fill="auto"/>
          </w:tcPr>
          <w:p w14:paraId="3252CD05" w14:textId="77777777" w:rsidR="004E4E5C" w:rsidRPr="00A30D7A" w:rsidRDefault="004E4E5C" w:rsidP="00F6791E">
            <w:pPr>
              <w:rPr>
                <w:rFonts w:cs="Arial"/>
                <w:sz w:val="16"/>
                <w:szCs w:val="16"/>
              </w:rPr>
            </w:pPr>
          </w:p>
        </w:tc>
        <w:tc>
          <w:tcPr>
            <w:tcW w:w="483" w:type="dxa"/>
            <w:shd w:val="clear" w:color="auto" w:fill="auto"/>
          </w:tcPr>
          <w:p w14:paraId="2D90065E" w14:textId="77777777" w:rsidR="004E4E5C" w:rsidRPr="00A30D7A" w:rsidRDefault="004E4E5C" w:rsidP="00F6791E">
            <w:pPr>
              <w:rPr>
                <w:rFonts w:cs="Arial"/>
                <w:sz w:val="16"/>
                <w:szCs w:val="16"/>
              </w:rPr>
            </w:pPr>
          </w:p>
        </w:tc>
        <w:tc>
          <w:tcPr>
            <w:tcW w:w="483" w:type="dxa"/>
            <w:shd w:val="clear" w:color="auto" w:fill="auto"/>
          </w:tcPr>
          <w:p w14:paraId="09511DEB" w14:textId="77777777" w:rsidR="004E4E5C" w:rsidRPr="00A30D7A" w:rsidRDefault="004E4E5C" w:rsidP="00F6791E">
            <w:pPr>
              <w:rPr>
                <w:rFonts w:cs="Arial"/>
                <w:sz w:val="16"/>
                <w:szCs w:val="16"/>
              </w:rPr>
            </w:pPr>
          </w:p>
        </w:tc>
        <w:tc>
          <w:tcPr>
            <w:tcW w:w="483" w:type="dxa"/>
            <w:shd w:val="clear" w:color="auto" w:fill="auto"/>
          </w:tcPr>
          <w:p w14:paraId="07F564B7" w14:textId="77777777" w:rsidR="004E4E5C" w:rsidRPr="00A30D7A" w:rsidRDefault="004E4E5C" w:rsidP="00F6791E">
            <w:pPr>
              <w:rPr>
                <w:rFonts w:cs="Arial"/>
                <w:sz w:val="16"/>
                <w:szCs w:val="16"/>
              </w:rPr>
            </w:pPr>
          </w:p>
        </w:tc>
        <w:tc>
          <w:tcPr>
            <w:tcW w:w="483" w:type="dxa"/>
            <w:shd w:val="clear" w:color="auto" w:fill="auto"/>
          </w:tcPr>
          <w:p w14:paraId="6C2577A0" w14:textId="77777777" w:rsidR="004E4E5C" w:rsidRPr="00A30D7A" w:rsidRDefault="004E4E5C" w:rsidP="00F6791E">
            <w:pPr>
              <w:rPr>
                <w:rFonts w:cs="Arial"/>
                <w:sz w:val="16"/>
                <w:szCs w:val="16"/>
              </w:rPr>
            </w:pPr>
          </w:p>
        </w:tc>
        <w:tc>
          <w:tcPr>
            <w:tcW w:w="374" w:type="dxa"/>
            <w:shd w:val="clear" w:color="auto" w:fill="auto"/>
          </w:tcPr>
          <w:p w14:paraId="746B2956" w14:textId="77777777" w:rsidR="004E4E5C" w:rsidRPr="00A30D7A" w:rsidRDefault="004E4E5C" w:rsidP="00F6791E">
            <w:pPr>
              <w:rPr>
                <w:rFonts w:cs="Arial"/>
                <w:sz w:val="16"/>
                <w:szCs w:val="16"/>
              </w:rPr>
            </w:pPr>
          </w:p>
        </w:tc>
        <w:tc>
          <w:tcPr>
            <w:tcW w:w="426" w:type="dxa"/>
            <w:shd w:val="clear" w:color="auto" w:fill="auto"/>
          </w:tcPr>
          <w:p w14:paraId="4E1DBDF4" w14:textId="77777777" w:rsidR="004E4E5C" w:rsidRPr="00A30D7A" w:rsidRDefault="004E4E5C" w:rsidP="00F6791E">
            <w:pPr>
              <w:rPr>
                <w:rFonts w:cs="Arial"/>
                <w:sz w:val="16"/>
                <w:szCs w:val="16"/>
              </w:rPr>
            </w:pPr>
          </w:p>
        </w:tc>
        <w:tc>
          <w:tcPr>
            <w:tcW w:w="701" w:type="dxa"/>
            <w:shd w:val="clear" w:color="auto" w:fill="auto"/>
          </w:tcPr>
          <w:p w14:paraId="660D2144" w14:textId="77777777" w:rsidR="004E4E5C" w:rsidRPr="00A30D7A" w:rsidRDefault="004E4E5C" w:rsidP="00F6791E">
            <w:pPr>
              <w:rPr>
                <w:rFonts w:cs="Arial"/>
                <w:sz w:val="16"/>
                <w:szCs w:val="16"/>
              </w:rPr>
            </w:pPr>
          </w:p>
        </w:tc>
      </w:tr>
      <w:tr w:rsidR="004E4E5C" w:rsidRPr="00A30D7A" w14:paraId="4FA0A6DE" w14:textId="77777777" w:rsidTr="0063774F">
        <w:tc>
          <w:tcPr>
            <w:tcW w:w="1862" w:type="dxa"/>
            <w:tcBorders>
              <w:top w:val="single" w:sz="4" w:space="0" w:color="auto"/>
              <w:left w:val="single" w:sz="4" w:space="0" w:color="auto"/>
              <w:bottom w:val="nil"/>
              <w:right w:val="nil"/>
            </w:tcBorders>
            <w:shd w:val="clear" w:color="auto" w:fill="auto"/>
          </w:tcPr>
          <w:p w14:paraId="4FDBC354" w14:textId="77777777" w:rsidR="004E4E5C" w:rsidRPr="00A30D7A" w:rsidRDefault="004E4E5C" w:rsidP="00F6791E">
            <w:pPr>
              <w:rPr>
                <w:rFonts w:cs="Arial"/>
                <w:sz w:val="16"/>
                <w:szCs w:val="16"/>
              </w:rPr>
            </w:pPr>
            <w:r w:rsidRPr="00A30D7A">
              <w:rPr>
                <w:rFonts w:cs="Arial"/>
                <w:sz w:val="16"/>
                <w:szCs w:val="16"/>
              </w:rPr>
              <w:t>C30   Interior finishes</w:t>
            </w:r>
          </w:p>
        </w:tc>
        <w:tc>
          <w:tcPr>
            <w:tcW w:w="697" w:type="dxa"/>
            <w:tcBorders>
              <w:top w:val="single" w:sz="4" w:space="0" w:color="auto"/>
              <w:left w:val="nil"/>
              <w:bottom w:val="single" w:sz="4" w:space="0" w:color="auto"/>
              <w:right w:val="nil"/>
            </w:tcBorders>
          </w:tcPr>
          <w:p w14:paraId="3CE15A50" w14:textId="77777777" w:rsidR="004E4E5C" w:rsidRPr="00A30D7A" w:rsidRDefault="004E4E5C" w:rsidP="00F6791E">
            <w:pPr>
              <w:rPr>
                <w:rFonts w:cs="Arial"/>
                <w:sz w:val="16"/>
                <w:szCs w:val="16"/>
              </w:rPr>
            </w:pPr>
            <w:r w:rsidRPr="00A30D7A">
              <w:rPr>
                <w:rFonts w:cs="Arial"/>
                <w:sz w:val="16"/>
                <w:szCs w:val="16"/>
              </w:rPr>
              <w:t>C3010</w:t>
            </w:r>
          </w:p>
        </w:tc>
        <w:tc>
          <w:tcPr>
            <w:tcW w:w="2539" w:type="dxa"/>
            <w:tcBorders>
              <w:top w:val="single" w:sz="4" w:space="0" w:color="auto"/>
              <w:left w:val="nil"/>
              <w:bottom w:val="single" w:sz="4" w:space="0" w:color="auto"/>
              <w:right w:val="single" w:sz="4" w:space="0" w:color="auto"/>
            </w:tcBorders>
          </w:tcPr>
          <w:p w14:paraId="2C527F03" w14:textId="77777777" w:rsidR="004E4E5C" w:rsidRPr="00A30D7A" w:rsidRDefault="004E4E5C" w:rsidP="00F6791E">
            <w:pPr>
              <w:rPr>
                <w:rFonts w:cs="Arial"/>
                <w:sz w:val="16"/>
                <w:szCs w:val="16"/>
              </w:rPr>
            </w:pPr>
            <w:r w:rsidRPr="00A30D7A">
              <w:rPr>
                <w:rFonts w:cs="Arial"/>
                <w:sz w:val="16"/>
                <w:szCs w:val="16"/>
              </w:rPr>
              <w:t>Wall finishes</w:t>
            </w:r>
          </w:p>
        </w:tc>
        <w:tc>
          <w:tcPr>
            <w:tcW w:w="529" w:type="dxa"/>
            <w:tcBorders>
              <w:left w:val="single" w:sz="4" w:space="0" w:color="auto"/>
            </w:tcBorders>
            <w:shd w:val="clear" w:color="auto" w:fill="auto"/>
          </w:tcPr>
          <w:p w14:paraId="73DF68A8" w14:textId="77777777" w:rsidR="004E4E5C" w:rsidRPr="00A30D7A" w:rsidRDefault="004E4E5C" w:rsidP="00F6791E">
            <w:pPr>
              <w:rPr>
                <w:rFonts w:cs="Arial"/>
                <w:sz w:val="16"/>
                <w:szCs w:val="16"/>
              </w:rPr>
            </w:pPr>
          </w:p>
        </w:tc>
        <w:tc>
          <w:tcPr>
            <w:tcW w:w="483" w:type="dxa"/>
            <w:shd w:val="clear" w:color="auto" w:fill="auto"/>
          </w:tcPr>
          <w:p w14:paraId="5CBEFBAD" w14:textId="77777777" w:rsidR="004E4E5C" w:rsidRPr="00A30D7A" w:rsidRDefault="004E4E5C" w:rsidP="00F6791E">
            <w:pPr>
              <w:rPr>
                <w:rFonts w:cs="Arial"/>
                <w:sz w:val="16"/>
                <w:szCs w:val="16"/>
              </w:rPr>
            </w:pPr>
          </w:p>
        </w:tc>
        <w:tc>
          <w:tcPr>
            <w:tcW w:w="483" w:type="dxa"/>
            <w:shd w:val="clear" w:color="auto" w:fill="auto"/>
          </w:tcPr>
          <w:p w14:paraId="25CA056C" w14:textId="77777777" w:rsidR="004E4E5C" w:rsidRPr="00A30D7A" w:rsidRDefault="004E4E5C" w:rsidP="00F6791E">
            <w:pPr>
              <w:rPr>
                <w:rFonts w:cs="Arial"/>
                <w:sz w:val="16"/>
                <w:szCs w:val="16"/>
              </w:rPr>
            </w:pPr>
          </w:p>
        </w:tc>
        <w:tc>
          <w:tcPr>
            <w:tcW w:w="483" w:type="dxa"/>
            <w:shd w:val="clear" w:color="auto" w:fill="auto"/>
          </w:tcPr>
          <w:p w14:paraId="523ED773" w14:textId="77777777" w:rsidR="004E4E5C" w:rsidRPr="00A30D7A" w:rsidRDefault="004E4E5C" w:rsidP="00F6791E">
            <w:pPr>
              <w:rPr>
                <w:rFonts w:cs="Arial"/>
                <w:sz w:val="16"/>
                <w:szCs w:val="16"/>
              </w:rPr>
            </w:pPr>
          </w:p>
        </w:tc>
        <w:tc>
          <w:tcPr>
            <w:tcW w:w="483" w:type="dxa"/>
            <w:shd w:val="clear" w:color="auto" w:fill="auto"/>
          </w:tcPr>
          <w:p w14:paraId="4FDC411A" w14:textId="77777777" w:rsidR="004E4E5C" w:rsidRPr="00A30D7A" w:rsidRDefault="004E4E5C" w:rsidP="00F6791E">
            <w:pPr>
              <w:rPr>
                <w:rFonts w:cs="Arial"/>
                <w:sz w:val="16"/>
                <w:szCs w:val="16"/>
              </w:rPr>
            </w:pPr>
          </w:p>
        </w:tc>
        <w:tc>
          <w:tcPr>
            <w:tcW w:w="374" w:type="dxa"/>
            <w:shd w:val="clear" w:color="auto" w:fill="auto"/>
          </w:tcPr>
          <w:p w14:paraId="4FBA529E" w14:textId="77777777" w:rsidR="004E4E5C" w:rsidRPr="00A30D7A" w:rsidRDefault="004E4E5C" w:rsidP="00F6791E">
            <w:pPr>
              <w:rPr>
                <w:rFonts w:cs="Arial"/>
                <w:sz w:val="16"/>
                <w:szCs w:val="16"/>
              </w:rPr>
            </w:pPr>
          </w:p>
        </w:tc>
        <w:tc>
          <w:tcPr>
            <w:tcW w:w="426" w:type="dxa"/>
            <w:shd w:val="clear" w:color="auto" w:fill="auto"/>
          </w:tcPr>
          <w:p w14:paraId="3A005EE0" w14:textId="77777777" w:rsidR="004E4E5C" w:rsidRPr="00A30D7A" w:rsidRDefault="004E4E5C" w:rsidP="00F6791E">
            <w:pPr>
              <w:rPr>
                <w:rFonts w:cs="Arial"/>
                <w:sz w:val="16"/>
                <w:szCs w:val="16"/>
              </w:rPr>
            </w:pPr>
          </w:p>
        </w:tc>
        <w:tc>
          <w:tcPr>
            <w:tcW w:w="701" w:type="dxa"/>
            <w:shd w:val="clear" w:color="auto" w:fill="auto"/>
          </w:tcPr>
          <w:p w14:paraId="3B448B4C" w14:textId="77777777" w:rsidR="004E4E5C" w:rsidRPr="00A30D7A" w:rsidRDefault="004E4E5C" w:rsidP="00F6791E">
            <w:pPr>
              <w:rPr>
                <w:rFonts w:cs="Arial"/>
                <w:sz w:val="16"/>
                <w:szCs w:val="16"/>
              </w:rPr>
            </w:pPr>
          </w:p>
        </w:tc>
      </w:tr>
      <w:tr w:rsidR="004E4E5C" w:rsidRPr="00A30D7A" w14:paraId="558D1B40" w14:textId="77777777" w:rsidTr="0063774F">
        <w:tc>
          <w:tcPr>
            <w:tcW w:w="1862" w:type="dxa"/>
            <w:tcBorders>
              <w:top w:val="nil"/>
              <w:left w:val="single" w:sz="4" w:space="0" w:color="auto"/>
              <w:bottom w:val="nil"/>
              <w:right w:val="nil"/>
            </w:tcBorders>
            <w:shd w:val="clear" w:color="auto" w:fill="auto"/>
          </w:tcPr>
          <w:p w14:paraId="612E7EB1"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4FBF49A8" w14:textId="77777777" w:rsidR="004E4E5C" w:rsidRPr="00A30D7A" w:rsidRDefault="004E4E5C" w:rsidP="00F6791E">
            <w:pPr>
              <w:rPr>
                <w:rFonts w:cs="Arial"/>
                <w:sz w:val="16"/>
                <w:szCs w:val="16"/>
              </w:rPr>
            </w:pPr>
            <w:r w:rsidRPr="00A30D7A">
              <w:rPr>
                <w:rFonts w:cs="Arial"/>
                <w:sz w:val="16"/>
                <w:szCs w:val="16"/>
              </w:rPr>
              <w:t>C3020</w:t>
            </w:r>
          </w:p>
        </w:tc>
        <w:tc>
          <w:tcPr>
            <w:tcW w:w="2539" w:type="dxa"/>
            <w:tcBorders>
              <w:top w:val="single" w:sz="4" w:space="0" w:color="auto"/>
              <w:left w:val="nil"/>
              <w:bottom w:val="single" w:sz="4" w:space="0" w:color="auto"/>
              <w:right w:val="single" w:sz="4" w:space="0" w:color="auto"/>
            </w:tcBorders>
          </w:tcPr>
          <w:p w14:paraId="78798772" w14:textId="77777777" w:rsidR="004E4E5C" w:rsidRPr="00A30D7A" w:rsidRDefault="004E4E5C" w:rsidP="00F6791E">
            <w:pPr>
              <w:rPr>
                <w:rFonts w:cs="Arial"/>
                <w:sz w:val="16"/>
                <w:szCs w:val="16"/>
              </w:rPr>
            </w:pPr>
            <w:r w:rsidRPr="00A30D7A">
              <w:rPr>
                <w:rFonts w:cs="Arial"/>
                <w:sz w:val="16"/>
                <w:szCs w:val="16"/>
              </w:rPr>
              <w:t>Floor finishes</w:t>
            </w:r>
          </w:p>
        </w:tc>
        <w:tc>
          <w:tcPr>
            <w:tcW w:w="529" w:type="dxa"/>
            <w:tcBorders>
              <w:left w:val="single" w:sz="4" w:space="0" w:color="auto"/>
            </w:tcBorders>
            <w:shd w:val="clear" w:color="auto" w:fill="auto"/>
          </w:tcPr>
          <w:p w14:paraId="694E2350" w14:textId="77777777" w:rsidR="004E4E5C" w:rsidRPr="00A30D7A" w:rsidRDefault="004E4E5C" w:rsidP="00F6791E">
            <w:pPr>
              <w:rPr>
                <w:rFonts w:cs="Arial"/>
                <w:sz w:val="16"/>
                <w:szCs w:val="16"/>
              </w:rPr>
            </w:pPr>
          </w:p>
        </w:tc>
        <w:tc>
          <w:tcPr>
            <w:tcW w:w="483" w:type="dxa"/>
            <w:shd w:val="clear" w:color="auto" w:fill="auto"/>
          </w:tcPr>
          <w:p w14:paraId="75AD9A7D" w14:textId="77777777" w:rsidR="004E4E5C" w:rsidRPr="00A30D7A" w:rsidRDefault="004E4E5C" w:rsidP="00F6791E">
            <w:pPr>
              <w:rPr>
                <w:rFonts w:cs="Arial"/>
                <w:sz w:val="16"/>
                <w:szCs w:val="16"/>
              </w:rPr>
            </w:pPr>
          </w:p>
        </w:tc>
        <w:tc>
          <w:tcPr>
            <w:tcW w:w="483" w:type="dxa"/>
            <w:shd w:val="clear" w:color="auto" w:fill="auto"/>
          </w:tcPr>
          <w:p w14:paraId="200C92DE" w14:textId="77777777" w:rsidR="004E4E5C" w:rsidRPr="00A30D7A" w:rsidRDefault="004E4E5C" w:rsidP="00F6791E">
            <w:pPr>
              <w:rPr>
                <w:rFonts w:cs="Arial"/>
                <w:sz w:val="16"/>
                <w:szCs w:val="16"/>
              </w:rPr>
            </w:pPr>
          </w:p>
        </w:tc>
        <w:tc>
          <w:tcPr>
            <w:tcW w:w="483" w:type="dxa"/>
            <w:shd w:val="clear" w:color="auto" w:fill="auto"/>
          </w:tcPr>
          <w:p w14:paraId="1D6B0007" w14:textId="77777777" w:rsidR="004E4E5C" w:rsidRPr="00A30D7A" w:rsidRDefault="004E4E5C" w:rsidP="00F6791E">
            <w:pPr>
              <w:rPr>
                <w:rFonts w:cs="Arial"/>
                <w:sz w:val="16"/>
                <w:szCs w:val="16"/>
              </w:rPr>
            </w:pPr>
          </w:p>
        </w:tc>
        <w:tc>
          <w:tcPr>
            <w:tcW w:w="483" w:type="dxa"/>
            <w:shd w:val="clear" w:color="auto" w:fill="auto"/>
          </w:tcPr>
          <w:p w14:paraId="2CECDAEB" w14:textId="77777777" w:rsidR="004E4E5C" w:rsidRPr="00A30D7A" w:rsidRDefault="004E4E5C" w:rsidP="00F6791E">
            <w:pPr>
              <w:rPr>
                <w:rFonts w:cs="Arial"/>
                <w:sz w:val="16"/>
                <w:szCs w:val="16"/>
              </w:rPr>
            </w:pPr>
          </w:p>
        </w:tc>
        <w:tc>
          <w:tcPr>
            <w:tcW w:w="374" w:type="dxa"/>
            <w:shd w:val="clear" w:color="auto" w:fill="auto"/>
          </w:tcPr>
          <w:p w14:paraId="15974310" w14:textId="77777777" w:rsidR="004E4E5C" w:rsidRPr="00A30D7A" w:rsidRDefault="004E4E5C" w:rsidP="00F6791E">
            <w:pPr>
              <w:rPr>
                <w:rFonts w:cs="Arial"/>
                <w:sz w:val="16"/>
                <w:szCs w:val="16"/>
              </w:rPr>
            </w:pPr>
          </w:p>
        </w:tc>
        <w:tc>
          <w:tcPr>
            <w:tcW w:w="426" w:type="dxa"/>
            <w:shd w:val="clear" w:color="auto" w:fill="auto"/>
          </w:tcPr>
          <w:p w14:paraId="66F4808C" w14:textId="77777777" w:rsidR="004E4E5C" w:rsidRPr="00A30D7A" w:rsidRDefault="004E4E5C" w:rsidP="00F6791E">
            <w:pPr>
              <w:rPr>
                <w:rFonts w:cs="Arial"/>
                <w:sz w:val="16"/>
                <w:szCs w:val="16"/>
              </w:rPr>
            </w:pPr>
          </w:p>
        </w:tc>
        <w:tc>
          <w:tcPr>
            <w:tcW w:w="701" w:type="dxa"/>
            <w:shd w:val="clear" w:color="auto" w:fill="auto"/>
          </w:tcPr>
          <w:p w14:paraId="4CF45C7E" w14:textId="77777777" w:rsidR="004E4E5C" w:rsidRPr="00A30D7A" w:rsidRDefault="004E4E5C" w:rsidP="00F6791E">
            <w:pPr>
              <w:rPr>
                <w:rFonts w:cs="Arial"/>
                <w:sz w:val="16"/>
                <w:szCs w:val="16"/>
              </w:rPr>
            </w:pPr>
          </w:p>
        </w:tc>
      </w:tr>
      <w:tr w:rsidR="004E4E5C" w:rsidRPr="00A30D7A" w14:paraId="33F22B04" w14:textId="77777777" w:rsidTr="0063774F">
        <w:tc>
          <w:tcPr>
            <w:tcW w:w="1862" w:type="dxa"/>
            <w:tcBorders>
              <w:top w:val="nil"/>
              <w:left w:val="single" w:sz="4" w:space="0" w:color="auto"/>
              <w:bottom w:val="single" w:sz="4" w:space="0" w:color="auto"/>
              <w:right w:val="nil"/>
            </w:tcBorders>
            <w:shd w:val="clear" w:color="auto" w:fill="auto"/>
          </w:tcPr>
          <w:p w14:paraId="215B390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43A8502F" w14:textId="77777777" w:rsidR="004E4E5C" w:rsidRPr="00A30D7A" w:rsidRDefault="004E4E5C" w:rsidP="00F6791E">
            <w:pPr>
              <w:rPr>
                <w:rFonts w:cs="Arial"/>
                <w:sz w:val="16"/>
                <w:szCs w:val="16"/>
              </w:rPr>
            </w:pPr>
            <w:r w:rsidRPr="00A30D7A">
              <w:rPr>
                <w:rFonts w:cs="Arial"/>
                <w:sz w:val="16"/>
                <w:szCs w:val="16"/>
              </w:rPr>
              <w:t>C3030</w:t>
            </w:r>
          </w:p>
        </w:tc>
        <w:tc>
          <w:tcPr>
            <w:tcW w:w="2539" w:type="dxa"/>
            <w:tcBorders>
              <w:top w:val="single" w:sz="4" w:space="0" w:color="auto"/>
              <w:left w:val="nil"/>
              <w:bottom w:val="single" w:sz="4" w:space="0" w:color="auto"/>
              <w:right w:val="single" w:sz="4" w:space="0" w:color="auto"/>
            </w:tcBorders>
          </w:tcPr>
          <w:p w14:paraId="2B18F836" w14:textId="77777777" w:rsidR="004E4E5C" w:rsidRPr="00A30D7A" w:rsidRDefault="004E4E5C" w:rsidP="00F6791E">
            <w:pPr>
              <w:rPr>
                <w:rFonts w:cs="Arial"/>
                <w:sz w:val="16"/>
                <w:szCs w:val="16"/>
              </w:rPr>
            </w:pPr>
            <w:r w:rsidRPr="00A30D7A">
              <w:rPr>
                <w:rFonts w:cs="Arial"/>
                <w:sz w:val="16"/>
                <w:szCs w:val="16"/>
              </w:rPr>
              <w:t>Ceiling finishes</w:t>
            </w:r>
          </w:p>
        </w:tc>
        <w:tc>
          <w:tcPr>
            <w:tcW w:w="529" w:type="dxa"/>
            <w:tcBorders>
              <w:left w:val="single" w:sz="4" w:space="0" w:color="auto"/>
              <w:bottom w:val="single" w:sz="4" w:space="0" w:color="auto"/>
            </w:tcBorders>
            <w:shd w:val="clear" w:color="auto" w:fill="auto"/>
          </w:tcPr>
          <w:p w14:paraId="77F700FC" w14:textId="77777777" w:rsidR="004E4E5C" w:rsidRPr="00A30D7A" w:rsidRDefault="004E4E5C" w:rsidP="00F6791E">
            <w:pPr>
              <w:rPr>
                <w:rFonts w:cs="Arial"/>
                <w:sz w:val="16"/>
                <w:szCs w:val="16"/>
              </w:rPr>
            </w:pPr>
          </w:p>
        </w:tc>
        <w:tc>
          <w:tcPr>
            <w:tcW w:w="483" w:type="dxa"/>
            <w:shd w:val="clear" w:color="auto" w:fill="auto"/>
          </w:tcPr>
          <w:p w14:paraId="59EDCDCA" w14:textId="77777777" w:rsidR="004E4E5C" w:rsidRPr="00A30D7A" w:rsidRDefault="004E4E5C" w:rsidP="00F6791E">
            <w:pPr>
              <w:rPr>
                <w:rFonts w:cs="Arial"/>
                <w:sz w:val="16"/>
                <w:szCs w:val="16"/>
              </w:rPr>
            </w:pPr>
          </w:p>
        </w:tc>
        <w:tc>
          <w:tcPr>
            <w:tcW w:w="483" w:type="dxa"/>
            <w:shd w:val="clear" w:color="auto" w:fill="auto"/>
          </w:tcPr>
          <w:p w14:paraId="12FC9D2C" w14:textId="77777777" w:rsidR="004E4E5C" w:rsidRPr="00A30D7A" w:rsidRDefault="004E4E5C" w:rsidP="00F6791E">
            <w:pPr>
              <w:rPr>
                <w:rFonts w:cs="Arial"/>
                <w:sz w:val="16"/>
                <w:szCs w:val="16"/>
              </w:rPr>
            </w:pPr>
          </w:p>
        </w:tc>
        <w:tc>
          <w:tcPr>
            <w:tcW w:w="483" w:type="dxa"/>
            <w:shd w:val="clear" w:color="auto" w:fill="auto"/>
          </w:tcPr>
          <w:p w14:paraId="00264BD9" w14:textId="77777777" w:rsidR="004E4E5C" w:rsidRPr="00A30D7A" w:rsidRDefault="004E4E5C" w:rsidP="00F6791E">
            <w:pPr>
              <w:rPr>
                <w:rFonts w:cs="Arial"/>
                <w:sz w:val="16"/>
                <w:szCs w:val="16"/>
              </w:rPr>
            </w:pPr>
          </w:p>
        </w:tc>
        <w:tc>
          <w:tcPr>
            <w:tcW w:w="483" w:type="dxa"/>
            <w:shd w:val="clear" w:color="auto" w:fill="auto"/>
          </w:tcPr>
          <w:p w14:paraId="58387369" w14:textId="77777777" w:rsidR="004E4E5C" w:rsidRPr="00A30D7A" w:rsidRDefault="004E4E5C" w:rsidP="00F6791E">
            <w:pPr>
              <w:rPr>
                <w:rFonts w:cs="Arial"/>
                <w:sz w:val="16"/>
                <w:szCs w:val="16"/>
              </w:rPr>
            </w:pPr>
          </w:p>
        </w:tc>
        <w:tc>
          <w:tcPr>
            <w:tcW w:w="374" w:type="dxa"/>
            <w:shd w:val="clear" w:color="auto" w:fill="auto"/>
          </w:tcPr>
          <w:p w14:paraId="08B06A1A" w14:textId="77777777" w:rsidR="004E4E5C" w:rsidRPr="00A30D7A" w:rsidRDefault="004E4E5C" w:rsidP="00F6791E">
            <w:pPr>
              <w:rPr>
                <w:rFonts w:cs="Arial"/>
                <w:sz w:val="16"/>
                <w:szCs w:val="16"/>
              </w:rPr>
            </w:pPr>
          </w:p>
        </w:tc>
        <w:tc>
          <w:tcPr>
            <w:tcW w:w="426" w:type="dxa"/>
            <w:shd w:val="clear" w:color="auto" w:fill="auto"/>
          </w:tcPr>
          <w:p w14:paraId="72E318F8" w14:textId="77777777" w:rsidR="004E4E5C" w:rsidRPr="00A30D7A" w:rsidRDefault="004E4E5C" w:rsidP="00F6791E">
            <w:pPr>
              <w:rPr>
                <w:rFonts w:cs="Arial"/>
                <w:sz w:val="16"/>
                <w:szCs w:val="16"/>
              </w:rPr>
            </w:pPr>
          </w:p>
        </w:tc>
        <w:tc>
          <w:tcPr>
            <w:tcW w:w="701" w:type="dxa"/>
            <w:shd w:val="clear" w:color="auto" w:fill="auto"/>
          </w:tcPr>
          <w:p w14:paraId="0D41E4C6" w14:textId="77777777" w:rsidR="004E4E5C" w:rsidRPr="00A30D7A" w:rsidRDefault="004E4E5C" w:rsidP="00F6791E">
            <w:pPr>
              <w:rPr>
                <w:rFonts w:cs="Arial"/>
                <w:sz w:val="16"/>
                <w:szCs w:val="16"/>
              </w:rPr>
            </w:pPr>
          </w:p>
        </w:tc>
      </w:tr>
      <w:tr w:rsidR="004E4E5C" w:rsidRPr="00A30D7A" w14:paraId="4CDDC5CB" w14:textId="77777777" w:rsidTr="0063774F">
        <w:tc>
          <w:tcPr>
            <w:tcW w:w="2559" w:type="dxa"/>
            <w:gridSpan w:val="2"/>
            <w:tcBorders>
              <w:top w:val="single" w:sz="4" w:space="0" w:color="auto"/>
              <w:left w:val="single" w:sz="4" w:space="0" w:color="auto"/>
              <w:bottom w:val="single" w:sz="4" w:space="0" w:color="auto"/>
              <w:right w:val="nil"/>
            </w:tcBorders>
            <w:shd w:val="clear" w:color="auto" w:fill="D9D9D9"/>
          </w:tcPr>
          <w:p w14:paraId="6C68FCEF" w14:textId="77777777" w:rsidR="004E4E5C" w:rsidRPr="00A30D7A" w:rsidRDefault="004E4E5C" w:rsidP="007D0605">
            <w:pPr>
              <w:pStyle w:val="Tabletitle"/>
            </w:pPr>
            <w:r w:rsidRPr="00A30D7A">
              <w:t>D   SERVICES</w:t>
            </w:r>
          </w:p>
        </w:tc>
        <w:tc>
          <w:tcPr>
            <w:tcW w:w="2539" w:type="dxa"/>
            <w:tcBorders>
              <w:top w:val="single" w:sz="4" w:space="0" w:color="auto"/>
              <w:left w:val="nil"/>
              <w:bottom w:val="single" w:sz="4" w:space="0" w:color="auto"/>
              <w:right w:val="single" w:sz="4" w:space="0" w:color="auto"/>
            </w:tcBorders>
            <w:shd w:val="clear" w:color="auto" w:fill="D9D9D9"/>
          </w:tcPr>
          <w:p w14:paraId="12BC5DC7" w14:textId="77777777" w:rsidR="004E4E5C" w:rsidRPr="00A30D7A" w:rsidRDefault="004E4E5C" w:rsidP="00F6791E">
            <w:pPr>
              <w:rPr>
                <w:rFonts w:cs="Arial"/>
                <w:sz w:val="16"/>
                <w:szCs w:val="16"/>
              </w:rPr>
            </w:pPr>
          </w:p>
        </w:tc>
        <w:tc>
          <w:tcPr>
            <w:tcW w:w="529" w:type="dxa"/>
            <w:tcBorders>
              <w:left w:val="single" w:sz="4" w:space="0" w:color="auto"/>
            </w:tcBorders>
            <w:shd w:val="clear" w:color="auto" w:fill="D9D9D9"/>
          </w:tcPr>
          <w:p w14:paraId="5F6665FF" w14:textId="77777777" w:rsidR="004E4E5C" w:rsidRPr="00A30D7A" w:rsidRDefault="004E4E5C" w:rsidP="00F6791E">
            <w:pPr>
              <w:rPr>
                <w:rFonts w:cs="Arial"/>
                <w:sz w:val="16"/>
                <w:szCs w:val="16"/>
              </w:rPr>
            </w:pPr>
          </w:p>
        </w:tc>
        <w:tc>
          <w:tcPr>
            <w:tcW w:w="483" w:type="dxa"/>
            <w:shd w:val="clear" w:color="auto" w:fill="D9D9D9"/>
          </w:tcPr>
          <w:p w14:paraId="7663C525" w14:textId="77777777" w:rsidR="004E4E5C" w:rsidRPr="00A30D7A" w:rsidRDefault="004E4E5C" w:rsidP="00F6791E">
            <w:pPr>
              <w:rPr>
                <w:rFonts w:cs="Arial"/>
                <w:sz w:val="16"/>
                <w:szCs w:val="16"/>
              </w:rPr>
            </w:pPr>
          </w:p>
        </w:tc>
        <w:tc>
          <w:tcPr>
            <w:tcW w:w="483" w:type="dxa"/>
            <w:shd w:val="clear" w:color="auto" w:fill="D9D9D9"/>
          </w:tcPr>
          <w:p w14:paraId="6C8F10A7" w14:textId="77777777" w:rsidR="004E4E5C" w:rsidRPr="00A30D7A" w:rsidRDefault="004E4E5C" w:rsidP="00F6791E">
            <w:pPr>
              <w:rPr>
                <w:rFonts w:cs="Arial"/>
                <w:sz w:val="16"/>
                <w:szCs w:val="16"/>
              </w:rPr>
            </w:pPr>
          </w:p>
        </w:tc>
        <w:tc>
          <w:tcPr>
            <w:tcW w:w="483" w:type="dxa"/>
            <w:shd w:val="clear" w:color="auto" w:fill="D9D9D9"/>
          </w:tcPr>
          <w:p w14:paraId="477ECC61" w14:textId="77777777" w:rsidR="004E4E5C" w:rsidRPr="00A30D7A" w:rsidRDefault="004E4E5C" w:rsidP="00F6791E">
            <w:pPr>
              <w:rPr>
                <w:rFonts w:cs="Arial"/>
                <w:sz w:val="16"/>
                <w:szCs w:val="16"/>
              </w:rPr>
            </w:pPr>
          </w:p>
        </w:tc>
        <w:tc>
          <w:tcPr>
            <w:tcW w:w="483" w:type="dxa"/>
            <w:shd w:val="clear" w:color="auto" w:fill="D9D9D9"/>
          </w:tcPr>
          <w:p w14:paraId="66738CDD" w14:textId="77777777" w:rsidR="004E4E5C" w:rsidRPr="00A30D7A" w:rsidRDefault="004E4E5C" w:rsidP="00F6791E">
            <w:pPr>
              <w:rPr>
                <w:rFonts w:cs="Arial"/>
                <w:sz w:val="16"/>
                <w:szCs w:val="16"/>
              </w:rPr>
            </w:pPr>
          </w:p>
        </w:tc>
        <w:tc>
          <w:tcPr>
            <w:tcW w:w="374" w:type="dxa"/>
            <w:shd w:val="clear" w:color="auto" w:fill="D9D9D9"/>
          </w:tcPr>
          <w:p w14:paraId="79EFDC23" w14:textId="77777777" w:rsidR="004E4E5C" w:rsidRPr="00A30D7A" w:rsidRDefault="004E4E5C" w:rsidP="00F6791E">
            <w:pPr>
              <w:rPr>
                <w:rFonts w:cs="Arial"/>
                <w:sz w:val="16"/>
                <w:szCs w:val="16"/>
              </w:rPr>
            </w:pPr>
          </w:p>
        </w:tc>
        <w:tc>
          <w:tcPr>
            <w:tcW w:w="426" w:type="dxa"/>
            <w:shd w:val="clear" w:color="auto" w:fill="D9D9D9"/>
          </w:tcPr>
          <w:p w14:paraId="01DD3377" w14:textId="77777777" w:rsidR="004E4E5C" w:rsidRPr="00A30D7A" w:rsidRDefault="004E4E5C" w:rsidP="00F6791E">
            <w:pPr>
              <w:rPr>
                <w:rFonts w:cs="Arial"/>
                <w:sz w:val="16"/>
                <w:szCs w:val="16"/>
              </w:rPr>
            </w:pPr>
          </w:p>
        </w:tc>
        <w:tc>
          <w:tcPr>
            <w:tcW w:w="701" w:type="dxa"/>
            <w:shd w:val="clear" w:color="auto" w:fill="D9D9D9"/>
          </w:tcPr>
          <w:p w14:paraId="1E0BFC61" w14:textId="77777777" w:rsidR="004E4E5C" w:rsidRPr="00A30D7A" w:rsidRDefault="004E4E5C" w:rsidP="00F6791E">
            <w:pPr>
              <w:rPr>
                <w:rFonts w:cs="Arial"/>
                <w:sz w:val="16"/>
                <w:szCs w:val="16"/>
              </w:rPr>
            </w:pPr>
          </w:p>
        </w:tc>
      </w:tr>
      <w:tr w:rsidR="004E4E5C" w:rsidRPr="00A30D7A" w14:paraId="789AB04F" w14:textId="77777777" w:rsidTr="0063774F">
        <w:tc>
          <w:tcPr>
            <w:tcW w:w="1862" w:type="dxa"/>
            <w:tcBorders>
              <w:top w:val="single" w:sz="4" w:space="0" w:color="auto"/>
              <w:left w:val="single" w:sz="4" w:space="0" w:color="auto"/>
              <w:bottom w:val="nil"/>
              <w:right w:val="nil"/>
            </w:tcBorders>
            <w:shd w:val="clear" w:color="auto" w:fill="auto"/>
          </w:tcPr>
          <w:p w14:paraId="72F9E232" w14:textId="77777777" w:rsidR="004E4E5C" w:rsidRPr="00A30D7A" w:rsidRDefault="004E4E5C" w:rsidP="00F6791E">
            <w:pPr>
              <w:rPr>
                <w:rFonts w:cs="Arial"/>
                <w:sz w:val="16"/>
                <w:szCs w:val="16"/>
              </w:rPr>
            </w:pPr>
            <w:r w:rsidRPr="00A30D7A">
              <w:rPr>
                <w:rFonts w:cs="Arial"/>
                <w:sz w:val="16"/>
                <w:szCs w:val="16"/>
              </w:rPr>
              <w:t>D10   Conveying</w:t>
            </w:r>
          </w:p>
        </w:tc>
        <w:tc>
          <w:tcPr>
            <w:tcW w:w="697" w:type="dxa"/>
            <w:tcBorders>
              <w:top w:val="single" w:sz="4" w:space="0" w:color="auto"/>
              <w:left w:val="nil"/>
              <w:bottom w:val="single" w:sz="4" w:space="0" w:color="auto"/>
              <w:right w:val="nil"/>
            </w:tcBorders>
          </w:tcPr>
          <w:p w14:paraId="7767961E" w14:textId="77777777" w:rsidR="004E4E5C" w:rsidRPr="00A30D7A" w:rsidRDefault="004E4E5C" w:rsidP="00F6791E">
            <w:pPr>
              <w:rPr>
                <w:rFonts w:cs="Arial"/>
                <w:sz w:val="16"/>
                <w:szCs w:val="16"/>
              </w:rPr>
            </w:pPr>
            <w:r w:rsidRPr="00A30D7A">
              <w:rPr>
                <w:rFonts w:cs="Arial"/>
                <w:sz w:val="16"/>
                <w:szCs w:val="16"/>
              </w:rPr>
              <w:t>D1010</w:t>
            </w:r>
          </w:p>
        </w:tc>
        <w:tc>
          <w:tcPr>
            <w:tcW w:w="2539" w:type="dxa"/>
            <w:tcBorders>
              <w:top w:val="single" w:sz="4" w:space="0" w:color="auto"/>
              <w:left w:val="nil"/>
              <w:bottom w:val="single" w:sz="4" w:space="0" w:color="auto"/>
              <w:right w:val="single" w:sz="4" w:space="0" w:color="auto"/>
            </w:tcBorders>
          </w:tcPr>
          <w:p w14:paraId="5BF6E3C6" w14:textId="77777777" w:rsidR="004E4E5C" w:rsidRPr="00A30D7A" w:rsidRDefault="004E4E5C" w:rsidP="00F6791E">
            <w:pPr>
              <w:rPr>
                <w:rFonts w:cs="Arial"/>
                <w:sz w:val="16"/>
                <w:szCs w:val="16"/>
              </w:rPr>
            </w:pPr>
            <w:r w:rsidRPr="00A30D7A">
              <w:rPr>
                <w:rFonts w:cs="Arial"/>
                <w:sz w:val="16"/>
                <w:szCs w:val="16"/>
              </w:rPr>
              <w:t>Elevators and lifts</w:t>
            </w:r>
          </w:p>
        </w:tc>
        <w:tc>
          <w:tcPr>
            <w:tcW w:w="529" w:type="dxa"/>
            <w:tcBorders>
              <w:left w:val="single" w:sz="4" w:space="0" w:color="auto"/>
            </w:tcBorders>
            <w:shd w:val="clear" w:color="auto" w:fill="auto"/>
          </w:tcPr>
          <w:p w14:paraId="298D0BE8" w14:textId="77777777" w:rsidR="004E4E5C" w:rsidRPr="00A30D7A" w:rsidRDefault="004E4E5C" w:rsidP="00F6791E">
            <w:pPr>
              <w:rPr>
                <w:rFonts w:cs="Arial"/>
                <w:sz w:val="16"/>
                <w:szCs w:val="16"/>
              </w:rPr>
            </w:pPr>
          </w:p>
        </w:tc>
        <w:tc>
          <w:tcPr>
            <w:tcW w:w="483" w:type="dxa"/>
            <w:shd w:val="clear" w:color="auto" w:fill="auto"/>
          </w:tcPr>
          <w:p w14:paraId="230E891E" w14:textId="77777777" w:rsidR="004E4E5C" w:rsidRPr="00A30D7A" w:rsidRDefault="004E4E5C" w:rsidP="00F6791E">
            <w:pPr>
              <w:rPr>
                <w:rFonts w:cs="Arial"/>
                <w:sz w:val="16"/>
                <w:szCs w:val="16"/>
              </w:rPr>
            </w:pPr>
          </w:p>
        </w:tc>
        <w:tc>
          <w:tcPr>
            <w:tcW w:w="483" w:type="dxa"/>
            <w:shd w:val="clear" w:color="auto" w:fill="auto"/>
          </w:tcPr>
          <w:p w14:paraId="7FAF0276" w14:textId="77777777" w:rsidR="004E4E5C" w:rsidRPr="00A30D7A" w:rsidRDefault="004E4E5C" w:rsidP="00F6791E">
            <w:pPr>
              <w:rPr>
                <w:rFonts w:cs="Arial"/>
                <w:sz w:val="16"/>
                <w:szCs w:val="16"/>
              </w:rPr>
            </w:pPr>
          </w:p>
        </w:tc>
        <w:tc>
          <w:tcPr>
            <w:tcW w:w="483" w:type="dxa"/>
            <w:shd w:val="clear" w:color="auto" w:fill="auto"/>
          </w:tcPr>
          <w:p w14:paraId="77FE5C67" w14:textId="77777777" w:rsidR="004E4E5C" w:rsidRPr="00A30D7A" w:rsidRDefault="004E4E5C" w:rsidP="00F6791E">
            <w:pPr>
              <w:rPr>
                <w:rFonts w:cs="Arial"/>
                <w:sz w:val="16"/>
                <w:szCs w:val="16"/>
              </w:rPr>
            </w:pPr>
          </w:p>
        </w:tc>
        <w:tc>
          <w:tcPr>
            <w:tcW w:w="483" w:type="dxa"/>
            <w:shd w:val="clear" w:color="auto" w:fill="auto"/>
          </w:tcPr>
          <w:p w14:paraId="742BDF37" w14:textId="77777777" w:rsidR="004E4E5C" w:rsidRPr="00A30D7A" w:rsidRDefault="004E4E5C" w:rsidP="00F6791E">
            <w:pPr>
              <w:rPr>
                <w:rFonts w:cs="Arial"/>
                <w:sz w:val="16"/>
                <w:szCs w:val="16"/>
              </w:rPr>
            </w:pPr>
          </w:p>
        </w:tc>
        <w:tc>
          <w:tcPr>
            <w:tcW w:w="374" w:type="dxa"/>
            <w:shd w:val="clear" w:color="auto" w:fill="auto"/>
          </w:tcPr>
          <w:p w14:paraId="521F2E4D" w14:textId="77777777" w:rsidR="004E4E5C" w:rsidRPr="00A30D7A" w:rsidRDefault="004E4E5C" w:rsidP="00F6791E">
            <w:pPr>
              <w:rPr>
                <w:rFonts w:cs="Arial"/>
                <w:sz w:val="16"/>
                <w:szCs w:val="16"/>
              </w:rPr>
            </w:pPr>
          </w:p>
        </w:tc>
        <w:tc>
          <w:tcPr>
            <w:tcW w:w="426" w:type="dxa"/>
            <w:shd w:val="clear" w:color="auto" w:fill="auto"/>
          </w:tcPr>
          <w:p w14:paraId="11401A6A" w14:textId="77777777" w:rsidR="004E4E5C" w:rsidRPr="00A30D7A" w:rsidRDefault="004E4E5C" w:rsidP="00F6791E">
            <w:pPr>
              <w:rPr>
                <w:rFonts w:cs="Arial"/>
                <w:sz w:val="16"/>
                <w:szCs w:val="16"/>
              </w:rPr>
            </w:pPr>
          </w:p>
        </w:tc>
        <w:tc>
          <w:tcPr>
            <w:tcW w:w="701" w:type="dxa"/>
            <w:shd w:val="clear" w:color="auto" w:fill="auto"/>
          </w:tcPr>
          <w:p w14:paraId="63421133" w14:textId="77777777" w:rsidR="004E4E5C" w:rsidRPr="00A30D7A" w:rsidRDefault="004E4E5C" w:rsidP="00F6791E">
            <w:pPr>
              <w:rPr>
                <w:rFonts w:cs="Arial"/>
                <w:sz w:val="16"/>
                <w:szCs w:val="16"/>
              </w:rPr>
            </w:pPr>
          </w:p>
        </w:tc>
      </w:tr>
      <w:tr w:rsidR="004E4E5C" w:rsidRPr="00A30D7A" w14:paraId="7356E01F" w14:textId="77777777" w:rsidTr="0063774F">
        <w:tc>
          <w:tcPr>
            <w:tcW w:w="1862" w:type="dxa"/>
            <w:tcBorders>
              <w:top w:val="nil"/>
              <w:left w:val="single" w:sz="4" w:space="0" w:color="auto"/>
              <w:bottom w:val="nil"/>
              <w:right w:val="nil"/>
            </w:tcBorders>
            <w:shd w:val="clear" w:color="auto" w:fill="auto"/>
          </w:tcPr>
          <w:p w14:paraId="616ABE4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712CC76" w14:textId="77777777" w:rsidR="004E4E5C" w:rsidRPr="00A30D7A" w:rsidRDefault="004E4E5C" w:rsidP="00F6791E">
            <w:pPr>
              <w:rPr>
                <w:rFonts w:cs="Arial"/>
                <w:sz w:val="16"/>
                <w:szCs w:val="16"/>
              </w:rPr>
            </w:pPr>
            <w:r w:rsidRPr="00A30D7A">
              <w:rPr>
                <w:rFonts w:cs="Arial"/>
                <w:sz w:val="16"/>
                <w:szCs w:val="16"/>
              </w:rPr>
              <w:t>D1020</w:t>
            </w:r>
          </w:p>
        </w:tc>
        <w:tc>
          <w:tcPr>
            <w:tcW w:w="2539" w:type="dxa"/>
            <w:tcBorders>
              <w:top w:val="single" w:sz="4" w:space="0" w:color="auto"/>
              <w:left w:val="nil"/>
              <w:bottom w:val="single" w:sz="4" w:space="0" w:color="auto"/>
              <w:right w:val="single" w:sz="4" w:space="0" w:color="auto"/>
            </w:tcBorders>
          </w:tcPr>
          <w:p w14:paraId="073AB1D3" w14:textId="77777777" w:rsidR="004E4E5C" w:rsidRPr="00A30D7A" w:rsidRDefault="004E4E5C" w:rsidP="00F6791E">
            <w:pPr>
              <w:rPr>
                <w:rFonts w:cs="Arial"/>
                <w:sz w:val="16"/>
                <w:szCs w:val="16"/>
              </w:rPr>
            </w:pPr>
            <w:r w:rsidRPr="00A30D7A">
              <w:rPr>
                <w:rFonts w:cs="Arial"/>
                <w:sz w:val="16"/>
                <w:szCs w:val="16"/>
              </w:rPr>
              <w:t>Escalators and moving walks</w:t>
            </w:r>
          </w:p>
        </w:tc>
        <w:tc>
          <w:tcPr>
            <w:tcW w:w="529" w:type="dxa"/>
            <w:tcBorders>
              <w:left w:val="single" w:sz="4" w:space="0" w:color="auto"/>
              <w:bottom w:val="single" w:sz="4" w:space="0" w:color="auto"/>
            </w:tcBorders>
            <w:shd w:val="clear" w:color="auto" w:fill="auto"/>
          </w:tcPr>
          <w:p w14:paraId="71C48ECA" w14:textId="77777777" w:rsidR="004E4E5C" w:rsidRPr="00A30D7A" w:rsidRDefault="004E4E5C" w:rsidP="00F6791E">
            <w:pPr>
              <w:rPr>
                <w:rFonts w:cs="Arial"/>
                <w:sz w:val="16"/>
                <w:szCs w:val="16"/>
              </w:rPr>
            </w:pPr>
          </w:p>
        </w:tc>
        <w:tc>
          <w:tcPr>
            <w:tcW w:w="483" w:type="dxa"/>
            <w:shd w:val="clear" w:color="auto" w:fill="auto"/>
          </w:tcPr>
          <w:p w14:paraId="1CA6E2DB" w14:textId="77777777" w:rsidR="004E4E5C" w:rsidRPr="00A30D7A" w:rsidRDefault="004E4E5C" w:rsidP="00F6791E">
            <w:pPr>
              <w:rPr>
                <w:rFonts w:cs="Arial"/>
                <w:sz w:val="16"/>
                <w:szCs w:val="16"/>
              </w:rPr>
            </w:pPr>
          </w:p>
        </w:tc>
        <w:tc>
          <w:tcPr>
            <w:tcW w:w="483" w:type="dxa"/>
            <w:shd w:val="clear" w:color="auto" w:fill="auto"/>
          </w:tcPr>
          <w:p w14:paraId="4959AE9F" w14:textId="77777777" w:rsidR="004E4E5C" w:rsidRPr="00A30D7A" w:rsidRDefault="004E4E5C" w:rsidP="00F6791E">
            <w:pPr>
              <w:rPr>
                <w:rFonts w:cs="Arial"/>
                <w:sz w:val="16"/>
                <w:szCs w:val="16"/>
              </w:rPr>
            </w:pPr>
          </w:p>
        </w:tc>
        <w:tc>
          <w:tcPr>
            <w:tcW w:w="483" w:type="dxa"/>
            <w:shd w:val="clear" w:color="auto" w:fill="auto"/>
          </w:tcPr>
          <w:p w14:paraId="108CD30B" w14:textId="77777777" w:rsidR="004E4E5C" w:rsidRPr="00A30D7A" w:rsidRDefault="004E4E5C" w:rsidP="00F6791E">
            <w:pPr>
              <w:rPr>
                <w:rFonts w:cs="Arial"/>
                <w:sz w:val="16"/>
                <w:szCs w:val="16"/>
              </w:rPr>
            </w:pPr>
          </w:p>
        </w:tc>
        <w:tc>
          <w:tcPr>
            <w:tcW w:w="483" w:type="dxa"/>
            <w:shd w:val="clear" w:color="auto" w:fill="auto"/>
          </w:tcPr>
          <w:p w14:paraId="05891934" w14:textId="77777777" w:rsidR="004E4E5C" w:rsidRPr="00A30D7A" w:rsidRDefault="004E4E5C" w:rsidP="00F6791E">
            <w:pPr>
              <w:rPr>
                <w:rFonts w:cs="Arial"/>
                <w:sz w:val="16"/>
                <w:szCs w:val="16"/>
              </w:rPr>
            </w:pPr>
          </w:p>
        </w:tc>
        <w:tc>
          <w:tcPr>
            <w:tcW w:w="374" w:type="dxa"/>
            <w:shd w:val="clear" w:color="auto" w:fill="auto"/>
          </w:tcPr>
          <w:p w14:paraId="779888F3" w14:textId="77777777" w:rsidR="004E4E5C" w:rsidRPr="00A30D7A" w:rsidRDefault="004E4E5C" w:rsidP="00F6791E">
            <w:pPr>
              <w:rPr>
                <w:rFonts w:cs="Arial"/>
                <w:sz w:val="16"/>
                <w:szCs w:val="16"/>
              </w:rPr>
            </w:pPr>
          </w:p>
        </w:tc>
        <w:tc>
          <w:tcPr>
            <w:tcW w:w="426" w:type="dxa"/>
            <w:shd w:val="clear" w:color="auto" w:fill="auto"/>
          </w:tcPr>
          <w:p w14:paraId="31CAC0CC" w14:textId="77777777" w:rsidR="004E4E5C" w:rsidRPr="00A30D7A" w:rsidRDefault="004E4E5C" w:rsidP="00F6791E">
            <w:pPr>
              <w:rPr>
                <w:rFonts w:cs="Arial"/>
                <w:sz w:val="16"/>
                <w:szCs w:val="16"/>
              </w:rPr>
            </w:pPr>
          </w:p>
        </w:tc>
        <w:tc>
          <w:tcPr>
            <w:tcW w:w="701" w:type="dxa"/>
            <w:shd w:val="clear" w:color="auto" w:fill="auto"/>
          </w:tcPr>
          <w:p w14:paraId="4A5328F3" w14:textId="77777777" w:rsidR="004E4E5C" w:rsidRPr="00A30D7A" w:rsidRDefault="004E4E5C" w:rsidP="00F6791E">
            <w:pPr>
              <w:rPr>
                <w:rFonts w:cs="Arial"/>
                <w:sz w:val="16"/>
                <w:szCs w:val="16"/>
              </w:rPr>
            </w:pPr>
          </w:p>
        </w:tc>
      </w:tr>
      <w:tr w:rsidR="004E4E5C" w:rsidRPr="00A30D7A" w14:paraId="63AD56CA" w14:textId="77777777" w:rsidTr="0063774F">
        <w:tc>
          <w:tcPr>
            <w:tcW w:w="1862" w:type="dxa"/>
            <w:tcBorders>
              <w:top w:val="nil"/>
              <w:left w:val="single" w:sz="4" w:space="0" w:color="auto"/>
              <w:bottom w:val="single" w:sz="4" w:space="0" w:color="auto"/>
              <w:right w:val="nil"/>
            </w:tcBorders>
            <w:shd w:val="clear" w:color="auto" w:fill="auto"/>
          </w:tcPr>
          <w:p w14:paraId="66E0EA0A"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D7F674F" w14:textId="77777777" w:rsidR="004E4E5C" w:rsidRPr="00A30D7A" w:rsidRDefault="004E4E5C" w:rsidP="00F6791E">
            <w:pPr>
              <w:rPr>
                <w:rFonts w:cs="Arial"/>
                <w:sz w:val="16"/>
                <w:szCs w:val="16"/>
              </w:rPr>
            </w:pPr>
            <w:r w:rsidRPr="00A30D7A">
              <w:rPr>
                <w:rFonts w:cs="Arial"/>
                <w:sz w:val="16"/>
                <w:szCs w:val="16"/>
              </w:rPr>
              <w:t>D1030</w:t>
            </w:r>
          </w:p>
        </w:tc>
        <w:tc>
          <w:tcPr>
            <w:tcW w:w="2539" w:type="dxa"/>
            <w:tcBorders>
              <w:top w:val="single" w:sz="4" w:space="0" w:color="auto"/>
              <w:left w:val="nil"/>
              <w:bottom w:val="single" w:sz="4" w:space="0" w:color="auto"/>
              <w:right w:val="single" w:sz="4" w:space="0" w:color="auto"/>
            </w:tcBorders>
          </w:tcPr>
          <w:p w14:paraId="7BAB2E31" w14:textId="77777777" w:rsidR="004E4E5C" w:rsidRPr="00A30D7A" w:rsidRDefault="004E4E5C" w:rsidP="00F6791E">
            <w:pPr>
              <w:rPr>
                <w:rFonts w:cs="Arial"/>
                <w:sz w:val="16"/>
                <w:szCs w:val="16"/>
              </w:rPr>
            </w:pPr>
            <w:r w:rsidRPr="00A30D7A">
              <w:rPr>
                <w:rFonts w:cs="Arial"/>
                <w:sz w:val="16"/>
                <w:szCs w:val="16"/>
              </w:rPr>
              <w:t>Other conveying systems</w:t>
            </w:r>
          </w:p>
        </w:tc>
        <w:tc>
          <w:tcPr>
            <w:tcW w:w="529" w:type="dxa"/>
            <w:tcBorders>
              <w:left w:val="single" w:sz="4" w:space="0" w:color="auto"/>
            </w:tcBorders>
            <w:shd w:val="clear" w:color="auto" w:fill="auto"/>
          </w:tcPr>
          <w:p w14:paraId="71180E9A" w14:textId="77777777" w:rsidR="004E4E5C" w:rsidRPr="00A30D7A" w:rsidRDefault="004E4E5C" w:rsidP="00F6791E">
            <w:pPr>
              <w:rPr>
                <w:rFonts w:cs="Arial"/>
                <w:sz w:val="16"/>
                <w:szCs w:val="16"/>
              </w:rPr>
            </w:pPr>
          </w:p>
        </w:tc>
        <w:tc>
          <w:tcPr>
            <w:tcW w:w="483" w:type="dxa"/>
            <w:shd w:val="clear" w:color="auto" w:fill="auto"/>
          </w:tcPr>
          <w:p w14:paraId="42F50D13" w14:textId="77777777" w:rsidR="004E4E5C" w:rsidRPr="00A30D7A" w:rsidRDefault="004E4E5C" w:rsidP="00F6791E">
            <w:pPr>
              <w:rPr>
                <w:rFonts w:cs="Arial"/>
                <w:sz w:val="16"/>
                <w:szCs w:val="16"/>
              </w:rPr>
            </w:pPr>
          </w:p>
        </w:tc>
        <w:tc>
          <w:tcPr>
            <w:tcW w:w="483" w:type="dxa"/>
            <w:shd w:val="clear" w:color="auto" w:fill="auto"/>
          </w:tcPr>
          <w:p w14:paraId="4E0377BB" w14:textId="77777777" w:rsidR="004E4E5C" w:rsidRPr="00A30D7A" w:rsidRDefault="004E4E5C" w:rsidP="00F6791E">
            <w:pPr>
              <w:rPr>
                <w:rFonts w:cs="Arial"/>
                <w:sz w:val="16"/>
                <w:szCs w:val="16"/>
              </w:rPr>
            </w:pPr>
          </w:p>
        </w:tc>
        <w:tc>
          <w:tcPr>
            <w:tcW w:w="483" w:type="dxa"/>
            <w:shd w:val="clear" w:color="auto" w:fill="auto"/>
          </w:tcPr>
          <w:p w14:paraId="76151500" w14:textId="77777777" w:rsidR="004E4E5C" w:rsidRPr="00A30D7A" w:rsidRDefault="004E4E5C" w:rsidP="00F6791E">
            <w:pPr>
              <w:rPr>
                <w:rFonts w:cs="Arial"/>
                <w:sz w:val="16"/>
                <w:szCs w:val="16"/>
              </w:rPr>
            </w:pPr>
          </w:p>
        </w:tc>
        <w:tc>
          <w:tcPr>
            <w:tcW w:w="483" w:type="dxa"/>
            <w:shd w:val="clear" w:color="auto" w:fill="auto"/>
          </w:tcPr>
          <w:p w14:paraId="21D39990" w14:textId="77777777" w:rsidR="004E4E5C" w:rsidRPr="00A30D7A" w:rsidRDefault="004E4E5C" w:rsidP="00F6791E">
            <w:pPr>
              <w:rPr>
                <w:rFonts w:cs="Arial"/>
                <w:sz w:val="16"/>
                <w:szCs w:val="16"/>
              </w:rPr>
            </w:pPr>
          </w:p>
        </w:tc>
        <w:tc>
          <w:tcPr>
            <w:tcW w:w="374" w:type="dxa"/>
            <w:shd w:val="clear" w:color="auto" w:fill="auto"/>
          </w:tcPr>
          <w:p w14:paraId="4DB6E6D4" w14:textId="77777777" w:rsidR="004E4E5C" w:rsidRPr="00A30D7A" w:rsidRDefault="004E4E5C" w:rsidP="00F6791E">
            <w:pPr>
              <w:rPr>
                <w:rFonts w:cs="Arial"/>
                <w:sz w:val="16"/>
                <w:szCs w:val="16"/>
              </w:rPr>
            </w:pPr>
          </w:p>
        </w:tc>
        <w:tc>
          <w:tcPr>
            <w:tcW w:w="426" w:type="dxa"/>
            <w:shd w:val="clear" w:color="auto" w:fill="auto"/>
          </w:tcPr>
          <w:p w14:paraId="7CC231B9" w14:textId="77777777" w:rsidR="004E4E5C" w:rsidRPr="00A30D7A" w:rsidRDefault="004E4E5C" w:rsidP="00F6791E">
            <w:pPr>
              <w:rPr>
                <w:rFonts w:cs="Arial"/>
                <w:sz w:val="16"/>
                <w:szCs w:val="16"/>
              </w:rPr>
            </w:pPr>
          </w:p>
        </w:tc>
        <w:tc>
          <w:tcPr>
            <w:tcW w:w="701" w:type="dxa"/>
            <w:shd w:val="clear" w:color="auto" w:fill="auto"/>
          </w:tcPr>
          <w:p w14:paraId="40FA76D3" w14:textId="77777777" w:rsidR="004E4E5C" w:rsidRPr="00A30D7A" w:rsidRDefault="004E4E5C" w:rsidP="00F6791E">
            <w:pPr>
              <w:rPr>
                <w:rFonts w:cs="Arial"/>
                <w:sz w:val="16"/>
                <w:szCs w:val="16"/>
              </w:rPr>
            </w:pPr>
          </w:p>
        </w:tc>
      </w:tr>
      <w:tr w:rsidR="004E4E5C" w:rsidRPr="00A30D7A" w14:paraId="5A39D059" w14:textId="77777777" w:rsidTr="0063774F">
        <w:tc>
          <w:tcPr>
            <w:tcW w:w="1862" w:type="dxa"/>
            <w:tcBorders>
              <w:top w:val="single" w:sz="4" w:space="0" w:color="auto"/>
              <w:left w:val="single" w:sz="4" w:space="0" w:color="auto"/>
              <w:bottom w:val="nil"/>
              <w:right w:val="nil"/>
            </w:tcBorders>
            <w:shd w:val="clear" w:color="auto" w:fill="auto"/>
          </w:tcPr>
          <w:p w14:paraId="0BE770EE" w14:textId="77777777" w:rsidR="004E4E5C" w:rsidRPr="00A30D7A" w:rsidRDefault="004E4E5C" w:rsidP="00F6791E">
            <w:pPr>
              <w:rPr>
                <w:rFonts w:cs="Arial"/>
                <w:sz w:val="16"/>
                <w:szCs w:val="16"/>
              </w:rPr>
            </w:pPr>
            <w:r w:rsidRPr="00A30D7A">
              <w:rPr>
                <w:rFonts w:cs="Arial"/>
                <w:sz w:val="16"/>
                <w:szCs w:val="16"/>
              </w:rPr>
              <w:t>D20   Plumbing</w:t>
            </w:r>
          </w:p>
        </w:tc>
        <w:tc>
          <w:tcPr>
            <w:tcW w:w="697" w:type="dxa"/>
            <w:tcBorders>
              <w:top w:val="single" w:sz="4" w:space="0" w:color="auto"/>
              <w:left w:val="nil"/>
              <w:bottom w:val="single" w:sz="4" w:space="0" w:color="auto"/>
              <w:right w:val="nil"/>
            </w:tcBorders>
          </w:tcPr>
          <w:p w14:paraId="48E4235E" w14:textId="77777777" w:rsidR="004E4E5C" w:rsidRPr="00A30D7A" w:rsidRDefault="004E4E5C" w:rsidP="00F6791E">
            <w:pPr>
              <w:rPr>
                <w:rFonts w:cs="Arial"/>
                <w:sz w:val="16"/>
                <w:szCs w:val="16"/>
              </w:rPr>
            </w:pPr>
            <w:r w:rsidRPr="00A30D7A">
              <w:rPr>
                <w:rFonts w:cs="Arial"/>
                <w:sz w:val="16"/>
                <w:szCs w:val="16"/>
              </w:rPr>
              <w:t>D2010</w:t>
            </w:r>
          </w:p>
        </w:tc>
        <w:tc>
          <w:tcPr>
            <w:tcW w:w="2539" w:type="dxa"/>
            <w:tcBorders>
              <w:top w:val="single" w:sz="4" w:space="0" w:color="auto"/>
              <w:left w:val="nil"/>
              <w:bottom w:val="single" w:sz="4" w:space="0" w:color="auto"/>
              <w:right w:val="single" w:sz="4" w:space="0" w:color="auto"/>
            </w:tcBorders>
          </w:tcPr>
          <w:p w14:paraId="732D9CDF" w14:textId="77777777" w:rsidR="004E4E5C" w:rsidRPr="00A30D7A" w:rsidRDefault="004E4E5C" w:rsidP="00F6791E">
            <w:pPr>
              <w:rPr>
                <w:rFonts w:cs="Arial"/>
                <w:sz w:val="16"/>
                <w:szCs w:val="16"/>
              </w:rPr>
            </w:pPr>
            <w:r w:rsidRPr="00A30D7A">
              <w:rPr>
                <w:rFonts w:cs="Arial"/>
                <w:sz w:val="16"/>
                <w:szCs w:val="16"/>
              </w:rPr>
              <w:t>Plumbing fixtures</w:t>
            </w:r>
          </w:p>
        </w:tc>
        <w:tc>
          <w:tcPr>
            <w:tcW w:w="529" w:type="dxa"/>
            <w:tcBorders>
              <w:left w:val="single" w:sz="4" w:space="0" w:color="auto"/>
            </w:tcBorders>
            <w:shd w:val="clear" w:color="auto" w:fill="auto"/>
          </w:tcPr>
          <w:p w14:paraId="37E7FB0B" w14:textId="77777777" w:rsidR="004E4E5C" w:rsidRPr="00A30D7A" w:rsidRDefault="004E4E5C" w:rsidP="00F6791E">
            <w:pPr>
              <w:rPr>
                <w:rFonts w:cs="Arial"/>
                <w:sz w:val="16"/>
                <w:szCs w:val="16"/>
              </w:rPr>
            </w:pPr>
          </w:p>
        </w:tc>
        <w:tc>
          <w:tcPr>
            <w:tcW w:w="483" w:type="dxa"/>
            <w:shd w:val="clear" w:color="auto" w:fill="auto"/>
          </w:tcPr>
          <w:p w14:paraId="59969B5A" w14:textId="77777777" w:rsidR="004E4E5C" w:rsidRPr="00A30D7A" w:rsidRDefault="004E4E5C" w:rsidP="00F6791E">
            <w:pPr>
              <w:rPr>
                <w:rFonts w:cs="Arial"/>
                <w:sz w:val="16"/>
                <w:szCs w:val="16"/>
              </w:rPr>
            </w:pPr>
          </w:p>
        </w:tc>
        <w:tc>
          <w:tcPr>
            <w:tcW w:w="483" w:type="dxa"/>
            <w:shd w:val="clear" w:color="auto" w:fill="auto"/>
          </w:tcPr>
          <w:p w14:paraId="01D2BB0B" w14:textId="77777777" w:rsidR="004E4E5C" w:rsidRPr="00A30D7A" w:rsidRDefault="004E4E5C" w:rsidP="00F6791E">
            <w:pPr>
              <w:rPr>
                <w:rFonts w:cs="Arial"/>
                <w:sz w:val="16"/>
                <w:szCs w:val="16"/>
              </w:rPr>
            </w:pPr>
          </w:p>
        </w:tc>
        <w:tc>
          <w:tcPr>
            <w:tcW w:w="483" w:type="dxa"/>
            <w:shd w:val="clear" w:color="auto" w:fill="auto"/>
          </w:tcPr>
          <w:p w14:paraId="0C5E4554" w14:textId="77777777" w:rsidR="004E4E5C" w:rsidRPr="00A30D7A" w:rsidRDefault="004E4E5C" w:rsidP="00F6791E">
            <w:pPr>
              <w:rPr>
                <w:rFonts w:cs="Arial"/>
                <w:sz w:val="16"/>
                <w:szCs w:val="16"/>
              </w:rPr>
            </w:pPr>
          </w:p>
        </w:tc>
        <w:tc>
          <w:tcPr>
            <w:tcW w:w="483" w:type="dxa"/>
            <w:shd w:val="clear" w:color="auto" w:fill="auto"/>
          </w:tcPr>
          <w:p w14:paraId="17966111" w14:textId="77777777" w:rsidR="004E4E5C" w:rsidRPr="00A30D7A" w:rsidRDefault="004E4E5C" w:rsidP="00F6791E">
            <w:pPr>
              <w:rPr>
                <w:rFonts w:cs="Arial"/>
                <w:sz w:val="16"/>
                <w:szCs w:val="16"/>
              </w:rPr>
            </w:pPr>
          </w:p>
        </w:tc>
        <w:tc>
          <w:tcPr>
            <w:tcW w:w="374" w:type="dxa"/>
            <w:shd w:val="clear" w:color="auto" w:fill="auto"/>
          </w:tcPr>
          <w:p w14:paraId="7F168076" w14:textId="77777777" w:rsidR="004E4E5C" w:rsidRPr="00A30D7A" w:rsidRDefault="004E4E5C" w:rsidP="00F6791E">
            <w:pPr>
              <w:rPr>
                <w:rFonts w:cs="Arial"/>
                <w:sz w:val="16"/>
                <w:szCs w:val="16"/>
              </w:rPr>
            </w:pPr>
          </w:p>
        </w:tc>
        <w:tc>
          <w:tcPr>
            <w:tcW w:w="426" w:type="dxa"/>
            <w:shd w:val="clear" w:color="auto" w:fill="auto"/>
          </w:tcPr>
          <w:p w14:paraId="1D4B21C6" w14:textId="77777777" w:rsidR="004E4E5C" w:rsidRPr="00A30D7A" w:rsidRDefault="004E4E5C" w:rsidP="00F6791E">
            <w:pPr>
              <w:rPr>
                <w:rFonts w:cs="Arial"/>
                <w:sz w:val="16"/>
                <w:szCs w:val="16"/>
              </w:rPr>
            </w:pPr>
          </w:p>
        </w:tc>
        <w:tc>
          <w:tcPr>
            <w:tcW w:w="701" w:type="dxa"/>
            <w:shd w:val="clear" w:color="auto" w:fill="auto"/>
          </w:tcPr>
          <w:p w14:paraId="665B5E34" w14:textId="77777777" w:rsidR="004E4E5C" w:rsidRPr="00A30D7A" w:rsidRDefault="004E4E5C" w:rsidP="00F6791E">
            <w:pPr>
              <w:rPr>
                <w:rFonts w:cs="Arial"/>
                <w:sz w:val="16"/>
                <w:szCs w:val="16"/>
              </w:rPr>
            </w:pPr>
          </w:p>
        </w:tc>
      </w:tr>
      <w:tr w:rsidR="004E4E5C" w:rsidRPr="00A30D7A" w14:paraId="76525255" w14:textId="77777777" w:rsidTr="0063774F">
        <w:tc>
          <w:tcPr>
            <w:tcW w:w="1862" w:type="dxa"/>
            <w:tcBorders>
              <w:top w:val="nil"/>
              <w:left w:val="single" w:sz="4" w:space="0" w:color="auto"/>
              <w:bottom w:val="nil"/>
              <w:right w:val="nil"/>
            </w:tcBorders>
            <w:shd w:val="clear" w:color="auto" w:fill="auto"/>
          </w:tcPr>
          <w:p w14:paraId="76FACFE7"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F06CE80" w14:textId="77777777" w:rsidR="004E4E5C" w:rsidRPr="00A30D7A" w:rsidRDefault="004E4E5C" w:rsidP="00F6791E">
            <w:pPr>
              <w:rPr>
                <w:rFonts w:cs="Arial"/>
                <w:sz w:val="16"/>
                <w:szCs w:val="16"/>
              </w:rPr>
            </w:pPr>
            <w:r w:rsidRPr="00A30D7A">
              <w:rPr>
                <w:rFonts w:cs="Arial"/>
                <w:sz w:val="16"/>
                <w:szCs w:val="16"/>
              </w:rPr>
              <w:t>D2020</w:t>
            </w:r>
          </w:p>
        </w:tc>
        <w:tc>
          <w:tcPr>
            <w:tcW w:w="2539" w:type="dxa"/>
            <w:tcBorders>
              <w:top w:val="single" w:sz="4" w:space="0" w:color="auto"/>
              <w:left w:val="nil"/>
              <w:bottom w:val="single" w:sz="4" w:space="0" w:color="auto"/>
              <w:right w:val="single" w:sz="4" w:space="0" w:color="auto"/>
            </w:tcBorders>
          </w:tcPr>
          <w:p w14:paraId="132CC877" w14:textId="77777777" w:rsidR="004E4E5C" w:rsidRPr="00A30D7A" w:rsidRDefault="004E4E5C" w:rsidP="00F6791E">
            <w:pPr>
              <w:rPr>
                <w:rFonts w:cs="Arial"/>
                <w:sz w:val="16"/>
                <w:szCs w:val="16"/>
              </w:rPr>
            </w:pPr>
            <w:r w:rsidRPr="00A30D7A">
              <w:rPr>
                <w:rFonts w:cs="Arial"/>
                <w:sz w:val="16"/>
                <w:szCs w:val="16"/>
              </w:rPr>
              <w:t>Domestic water distribution</w:t>
            </w:r>
          </w:p>
        </w:tc>
        <w:tc>
          <w:tcPr>
            <w:tcW w:w="529" w:type="dxa"/>
            <w:tcBorders>
              <w:left w:val="single" w:sz="4" w:space="0" w:color="auto"/>
            </w:tcBorders>
            <w:shd w:val="clear" w:color="auto" w:fill="auto"/>
          </w:tcPr>
          <w:p w14:paraId="3813270B" w14:textId="77777777" w:rsidR="004E4E5C" w:rsidRPr="00A30D7A" w:rsidRDefault="004E4E5C" w:rsidP="00F6791E">
            <w:pPr>
              <w:rPr>
                <w:rFonts w:cs="Arial"/>
                <w:sz w:val="16"/>
                <w:szCs w:val="16"/>
              </w:rPr>
            </w:pPr>
          </w:p>
        </w:tc>
        <w:tc>
          <w:tcPr>
            <w:tcW w:w="483" w:type="dxa"/>
            <w:shd w:val="clear" w:color="auto" w:fill="auto"/>
          </w:tcPr>
          <w:p w14:paraId="51CD921C" w14:textId="77777777" w:rsidR="004E4E5C" w:rsidRPr="00A30D7A" w:rsidRDefault="004E4E5C" w:rsidP="00F6791E">
            <w:pPr>
              <w:rPr>
                <w:rFonts w:cs="Arial"/>
                <w:sz w:val="16"/>
                <w:szCs w:val="16"/>
              </w:rPr>
            </w:pPr>
          </w:p>
        </w:tc>
        <w:tc>
          <w:tcPr>
            <w:tcW w:w="483" w:type="dxa"/>
            <w:shd w:val="clear" w:color="auto" w:fill="auto"/>
          </w:tcPr>
          <w:p w14:paraId="566B1017" w14:textId="77777777" w:rsidR="004E4E5C" w:rsidRPr="00A30D7A" w:rsidRDefault="004E4E5C" w:rsidP="00F6791E">
            <w:pPr>
              <w:rPr>
                <w:rFonts w:cs="Arial"/>
                <w:sz w:val="16"/>
                <w:szCs w:val="16"/>
              </w:rPr>
            </w:pPr>
          </w:p>
        </w:tc>
        <w:tc>
          <w:tcPr>
            <w:tcW w:w="483" w:type="dxa"/>
            <w:shd w:val="clear" w:color="auto" w:fill="auto"/>
          </w:tcPr>
          <w:p w14:paraId="64552CFA" w14:textId="77777777" w:rsidR="004E4E5C" w:rsidRPr="00A30D7A" w:rsidRDefault="004E4E5C" w:rsidP="00F6791E">
            <w:pPr>
              <w:rPr>
                <w:rFonts w:cs="Arial"/>
                <w:sz w:val="16"/>
                <w:szCs w:val="16"/>
              </w:rPr>
            </w:pPr>
          </w:p>
        </w:tc>
        <w:tc>
          <w:tcPr>
            <w:tcW w:w="483" w:type="dxa"/>
            <w:shd w:val="clear" w:color="auto" w:fill="auto"/>
          </w:tcPr>
          <w:p w14:paraId="32AB5EDE" w14:textId="77777777" w:rsidR="004E4E5C" w:rsidRPr="00A30D7A" w:rsidRDefault="004E4E5C" w:rsidP="00F6791E">
            <w:pPr>
              <w:rPr>
                <w:rFonts w:cs="Arial"/>
                <w:sz w:val="16"/>
                <w:szCs w:val="16"/>
              </w:rPr>
            </w:pPr>
          </w:p>
        </w:tc>
        <w:tc>
          <w:tcPr>
            <w:tcW w:w="374" w:type="dxa"/>
            <w:shd w:val="clear" w:color="auto" w:fill="auto"/>
          </w:tcPr>
          <w:p w14:paraId="736341A3" w14:textId="77777777" w:rsidR="004E4E5C" w:rsidRPr="00A30D7A" w:rsidRDefault="004E4E5C" w:rsidP="00F6791E">
            <w:pPr>
              <w:rPr>
                <w:rFonts w:cs="Arial"/>
                <w:sz w:val="16"/>
                <w:szCs w:val="16"/>
              </w:rPr>
            </w:pPr>
          </w:p>
        </w:tc>
        <w:tc>
          <w:tcPr>
            <w:tcW w:w="426" w:type="dxa"/>
            <w:shd w:val="clear" w:color="auto" w:fill="auto"/>
          </w:tcPr>
          <w:p w14:paraId="41DA05FF" w14:textId="77777777" w:rsidR="004E4E5C" w:rsidRPr="00A30D7A" w:rsidRDefault="004E4E5C" w:rsidP="00F6791E">
            <w:pPr>
              <w:rPr>
                <w:rFonts w:cs="Arial"/>
                <w:sz w:val="16"/>
                <w:szCs w:val="16"/>
              </w:rPr>
            </w:pPr>
          </w:p>
        </w:tc>
        <w:tc>
          <w:tcPr>
            <w:tcW w:w="701" w:type="dxa"/>
            <w:shd w:val="clear" w:color="auto" w:fill="auto"/>
          </w:tcPr>
          <w:p w14:paraId="6424E42C" w14:textId="77777777" w:rsidR="004E4E5C" w:rsidRPr="00A30D7A" w:rsidRDefault="004E4E5C" w:rsidP="00F6791E">
            <w:pPr>
              <w:rPr>
                <w:rFonts w:cs="Arial"/>
                <w:sz w:val="16"/>
                <w:szCs w:val="16"/>
              </w:rPr>
            </w:pPr>
          </w:p>
        </w:tc>
      </w:tr>
      <w:tr w:rsidR="004E4E5C" w:rsidRPr="00A30D7A" w14:paraId="3D651F5B" w14:textId="77777777" w:rsidTr="0063774F">
        <w:tc>
          <w:tcPr>
            <w:tcW w:w="1862" w:type="dxa"/>
            <w:tcBorders>
              <w:top w:val="nil"/>
              <w:left w:val="single" w:sz="4" w:space="0" w:color="auto"/>
              <w:bottom w:val="nil"/>
              <w:right w:val="nil"/>
            </w:tcBorders>
            <w:shd w:val="clear" w:color="auto" w:fill="auto"/>
          </w:tcPr>
          <w:p w14:paraId="4F2D8BBA"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1563A5C" w14:textId="77777777" w:rsidR="004E4E5C" w:rsidRPr="00A30D7A" w:rsidRDefault="004E4E5C" w:rsidP="00F6791E">
            <w:pPr>
              <w:rPr>
                <w:rFonts w:cs="Arial"/>
                <w:sz w:val="16"/>
                <w:szCs w:val="16"/>
              </w:rPr>
            </w:pPr>
            <w:r w:rsidRPr="00A30D7A">
              <w:rPr>
                <w:rFonts w:cs="Arial"/>
                <w:sz w:val="16"/>
                <w:szCs w:val="16"/>
              </w:rPr>
              <w:t>D2030</w:t>
            </w:r>
          </w:p>
        </w:tc>
        <w:tc>
          <w:tcPr>
            <w:tcW w:w="2539" w:type="dxa"/>
            <w:tcBorders>
              <w:top w:val="single" w:sz="4" w:space="0" w:color="auto"/>
              <w:left w:val="nil"/>
              <w:bottom w:val="single" w:sz="4" w:space="0" w:color="auto"/>
              <w:right w:val="single" w:sz="4" w:space="0" w:color="auto"/>
            </w:tcBorders>
          </w:tcPr>
          <w:p w14:paraId="0409A275" w14:textId="77777777" w:rsidR="004E4E5C" w:rsidRPr="00A30D7A" w:rsidRDefault="004E4E5C" w:rsidP="00F6791E">
            <w:pPr>
              <w:rPr>
                <w:rFonts w:cs="Arial"/>
                <w:sz w:val="16"/>
                <w:szCs w:val="16"/>
              </w:rPr>
            </w:pPr>
            <w:r w:rsidRPr="00A30D7A">
              <w:rPr>
                <w:rFonts w:cs="Arial"/>
                <w:sz w:val="16"/>
                <w:szCs w:val="16"/>
              </w:rPr>
              <w:t>Sanitary waste</w:t>
            </w:r>
          </w:p>
        </w:tc>
        <w:tc>
          <w:tcPr>
            <w:tcW w:w="529" w:type="dxa"/>
            <w:tcBorders>
              <w:left w:val="single" w:sz="4" w:space="0" w:color="auto"/>
            </w:tcBorders>
            <w:shd w:val="clear" w:color="auto" w:fill="auto"/>
          </w:tcPr>
          <w:p w14:paraId="00AA1D7A" w14:textId="77777777" w:rsidR="004E4E5C" w:rsidRPr="00A30D7A" w:rsidRDefault="004E4E5C" w:rsidP="00F6791E">
            <w:pPr>
              <w:rPr>
                <w:rFonts w:cs="Arial"/>
                <w:sz w:val="16"/>
                <w:szCs w:val="16"/>
              </w:rPr>
            </w:pPr>
          </w:p>
        </w:tc>
        <w:tc>
          <w:tcPr>
            <w:tcW w:w="483" w:type="dxa"/>
            <w:shd w:val="clear" w:color="auto" w:fill="auto"/>
          </w:tcPr>
          <w:p w14:paraId="193982ED" w14:textId="77777777" w:rsidR="004E4E5C" w:rsidRPr="00A30D7A" w:rsidRDefault="004E4E5C" w:rsidP="00F6791E">
            <w:pPr>
              <w:rPr>
                <w:rFonts w:cs="Arial"/>
                <w:sz w:val="16"/>
                <w:szCs w:val="16"/>
              </w:rPr>
            </w:pPr>
          </w:p>
        </w:tc>
        <w:tc>
          <w:tcPr>
            <w:tcW w:w="483" w:type="dxa"/>
            <w:shd w:val="clear" w:color="auto" w:fill="auto"/>
          </w:tcPr>
          <w:p w14:paraId="4E607B04" w14:textId="77777777" w:rsidR="004E4E5C" w:rsidRPr="00A30D7A" w:rsidRDefault="004E4E5C" w:rsidP="00F6791E">
            <w:pPr>
              <w:rPr>
                <w:rFonts w:cs="Arial"/>
                <w:sz w:val="16"/>
                <w:szCs w:val="16"/>
              </w:rPr>
            </w:pPr>
          </w:p>
        </w:tc>
        <w:tc>
          <w:tcPr>
            <w:tcW w:w="483" w:type="dxa"/>
            <w:shd w:val="clear" w:color="auto" w:fill="auto"/>
          </w:tcPr>
          <w:p w14:paraId="665C2147" w14:textId="77777777" w:rsidR="004E4E5C" w:rsidRPr="00A30D7A" w:rsidRDefault="004E4E5C" w:rsidP="00F6791E">
            <w:pPr>
              <w:rPr>
                <w:rFonts w:cs="Arial"/>
                <w:sz w:val="16"/>
                <w:szCs w:val="16"/>
              </w:rPr>
            </w:pPr>
          </w:p>
        </w:tc>
        <w:tc>
          <w:tcPr>
            <w:tcW w:w="483" w:type="dxa"/>
            <w:shd w:val="clear" w:color="auto" w:fill="auto"/>
          </w:tcPr>
          <w:p w14:paraId="77759AA0" w14:textId="77777777" w:rsidR="004E4E5C" w:rsidRPr="00A30D7A" w:rsidRDefault="004E4E5C" w:rsidP="00F6791E">
            <w:pPr>
              <w:rPr>
                <w:rFonts w:cs="Arial"/>
                <w:sz w:val="16"/>
                <w:szCs w:val="16"/>
              </w:rPr>
            </w:pPr>
          </w:p>
        </w:tc>
        <w:tc>
          <w:tcPr>
            <w:tcW w:w="374" w:type="dxa"/>
            <w:shd w:val="clear" w:color="auto" w:fill="auto"/>
          </w:tcPr>
          <w:p w14:paraId="75B9D34C" w14:textId="77777777" w:rsidR="004E4E5C" w:rsidRPr="00A30D7A" w:rsidRDefault="004E4E5C" w:rsidP="00F6791E">
            <w:pPr>
              <w:rPr>
                <w:rFonts w:cs="Arial"/>
                <w:sz w:val="16"/>
                <w:szCs w:val="16"/>
              </w:rPr>
            </w:pPr>
          </w:p>
        </w:tc>
        <w:tc>
          <w:tcPr>
            <w:tcW w:w="426" w:type="dxa"/>
            <w:shd w:val="clear" w:color="auto" w:fill="auto"/>
          </w:tcPr>
          <w:p w14:paraId="74EC0F74" w14:textId="77777777" w:rsidR="004E4E5C" w:rsidRPr="00A30D7A" w:rsidRDefault="004E4E5C" w:rsidP="00F6791E">
            <w:pPr>
              <w:rPr>
                <w:rFonts w:cs="Arial"/>
                <w:sz w:val="16"/>
                <w:szCs w:val="16"/>
              </w:rPr>
            </w:pPr>
          </w:p>
        </w:tc>
        <w:tc>
          <w:tcPr>
            <w:tcW w:w="701" w:type="dxa"/>
            <w:shd w:val="clear" w:color="auto" w:fill="auto"/>
          </w:tcPr>
          <w:p w14:paraId="1F19D74B" w14:textId="77777777" w:rsidR="004E4E5C" w:rsidRPr="00A30D7A" w:rsidRDefault="004E4E5C" w:rsidP="00F6791E">
            <w:pPr>
              <w:rPr>
                <w:rFonts w:cs="Arial"/>
                <w:sz w:val="16"/>
                <w:szCs w:val="16"/>
              </w:rPr>
            </w:pPr>
          </w:p>
        </w:tc>
      </w:tr>
      <w:tr w:rsidR="004E4E5C" w:rsidRPr="00A30D7A" w14:paraId="44FC63C0" w14:textId="77777777" w:rsidTr="0063774F">
        <w:tc>
          <w:tcPr>
            <w:tcW w:w="1862" w:type="dxa"/>
            <w:tcBorders>
              <w:top w:val="nil"/>
              <w:left w:val="single" w:sz="4" w:space="0" w:color="auto"/>
              <w:bottom w:val="nil"/>
              <w:right w:val="nil"/>
            </w:tcBorders>
            <w:shd w:val="clear" w:color="auto" w:fill="auto"/>
          </w:tcPr>
          <w:p w14:paraId="6B70A7FE"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BE9B57B" w14:textId="77777777" w:rsidR="004E4E5C" w:rsidRPr="00A30D7A" w:rsidRDefault="004E4E5C" w:rsidP="00F6791E">
            <w:pPr>
              <w:rPr>
                <w:rFonts w:cs="Arial"/>
                <w:sz w:val="16"/>
                <w:szCs w:val="16"/>
              </w:rPr>
            </w:pPr>
            <w:r w:rsidRPr="00A30D7A">
              <w:rPr>
                <w:rFonts w:cs="Arial"/>
                <w:sz w:val="16"/>
                <w:szCs w:val="16"/>
              </w:rPr>
              <w:t>D2040</w:t>
            </w:r>
          </w:p>
        </w:tc>
        <w:tc>
          <w:tcPr>
            <w:tcW w:w="2539" w:type="dxa"/>
            <w:tcBorders>
              <w:top w:val="single" w:sz="4" w:space="0" w:color="auto"/>
              <w:left w:val="nil"/>
              <w:bottom w:val="single" w:sz="4" w:space="0" w:color="auto"/>
              <w:right w:val="single" w:sz="4" w:space="0" w:color="auto"/>
            </w:tcBorders>
          </w:tcPr>
          <w:p w14:paraId="2FE4136A" w14:textId="77777777" w:rsidR="004E4E5C" w:rsidRPr="00A30D7A" w:rsidRDefault="004E4E5C" w:rsidP="00F6791E">
            <w:pPr>
              <w:rPr>
                <w:rFonts w:cs="Arial"/>
                <w:sz w:val="16"/>
                <w:szCs w:val="16"/>
              </w:rPr>
            </w:pPr>
            <w:r w:rsidRPr="00A30D7A">
              <w:rPr>
                <w:rFonts w:cs="Arial"/>
                <w:sz w:val="16"/>
                <w:szCs w:val="16"/>
              </w:rPr>
              <w:t>Rainwater drainage</w:t>
            </w:r>
          </w:p>
        </w:tc>
        <w:tc>
          <w:tcPr>
            <w:tcW w:w="529" w:type="dxa"/>
            <w:tcBorders>
              <w:left w:val="single" w:sz="4" w:space="0" w:color="auto"/>
            </w:tcBorders>
            <w:shd w:val="clear" w:color="auto" w:fill="auto"/>
          </w:tcPr>
          <w:p w14:paraId="5BC99A47" w14:textId="77777777" w:rsidR="004E4E5C" w:rsidRPr="00A30D7A" w:rsidRDefault="004E4E5C" w:rsidP="00F6791E">
            <w:pPr>
              <w:rPr>
                <w:rFonts w:cs="Arial"/>
                <w:sz w:val="16"/>
                <w:szCs w:val="16"/>
              </w:rPr>
            </w:pPr>
          </w:p>
        </w:tc>
        <w:tc>
          <w:tcPr>
            <w:tcW w:w="483" w:type="dxa"/>
            <w:shd w:val="clear" w:color="auto" w:fill="auto"/>
          </w:tcPr>
          <w:p w14:paraId="60308EA7" w14:textId="77777777" w:rsidR="004E4E5C" w:rsidRPr="00A30D7A" w:rsidRDefault="004E4E5C" w:rsidP="00F6791E">
            <w:pPr>
              <w:rPr>
                <w:rFonts w:cs="Arial"/>
                <w:sz w:val="16"/>
                <w:szCs w:val="16"/>
              </w:rPr>
            </w:pPr>
          </w:p>
        </w:tc>
        <w:tc>
          <w:tcPr>
            <w:tcW w:w="483" w:type="dxa"/>
            <w:shd w:val="clear" w:color="auto" w:fill="auto"/>
          </w:tcPr>
          <w:p w14:paraId="41DD75FC" w14:textId="77777777" w:rsidR="004E4E5C" w:rsidRPr="00A30D7A" w:rsidRDefault="004E4E5C" w:rsidP="00F6791E">
            <w:pPr>
              <w:rPr>
                <w:rFonts w:cs="Arial"/>
                <w:sz w:val="16"/>
                <w:szCs w:val="16"/>
              </w:rPr>
            </w:pPr>
          </w:p>
        </w:tc>
        <w:tc>
          <w:tcPr>
            <w:tcW w:w="483" w:type="dxa"/>
            <w:shd w:val="clear" w:color="auto" w:fill="auto"/>
          </w:tcPr>
          <w:p w14:paraId="68040BCD" w14:textId="77777777" w:rsidR="004E4E5C" w:rsidRPr="00A30D7A" w:rsidRDefault="004E4E5C" w:rsidP="00F6791E">
            <w:pPr>
              <w:rPr>
                <w:rFonts w:cs="Arial"/>
                <w:sz w:val="16"/>
                <w:szCs w:val="16"/>
              </w:rPr>
            </w:pPr>
          </w:p>
        </w:tc>
        <w:tc>
          <w:tcPr>
            <w:tcW w:w="483" w:type="dxa"/>
            <w:shd w:val="clear" w:color="auto" w:fill="auto"/>
          </w:tcPr>
          <w:p w14:paraId="7E45ADB5" w14:textId="77777777" w:rsidR="004E4E5C" w:rsidRPr="00A30D7A" w:rsidRDefault="004E4E5C" w:rsidP="00F6791E">
            <w:pPr>
              <w:rPr>
                <w:rFonts w:cs="Arial"/>
                <w:sz w:val="16"/>
                <w:szCs w:val="16"/>
              </w:rPr>
            </w:pPr>
          </w:p>
        </w:tc>
        <w:tc>
          <w:tcPr>
            <w:tcW w:w="374" w:type="dxa"/>
            <w:shd w:val="clear" w:color="auto" w:fill="auto"/>
          </w:tcPr>
          <w:p w14:paraId="5225EAB8" w14:textId="77777777" w:rsidR="004E4E5C" w:rsidRPr="00A30D7A" w:rsidRDefault="004E4E5C" w:rsidP="00F6791E">
            <w:pPr>
              <w:rPr>
                <w:rFonts w:cs="Arial"/>
                <w:sz w:val="16"/>
                <w:szCs w:val="16"/>
              </w:rPr>
            </w:pPr>
          </w:p>
        </w:tc>
        <w:tc>
          <w:tcPr>
            <w:tcW w:w="426" w:type="dxa"/>
            <w:shd w:val="clear" w:color="auto" w:fill="auto"/>
          </w:tcPr>
          <w:p w14:paraId="13AA7953" w14:textId="77777777" w:rsidR="004E4E5C" w:rsidRPr="00A30D7A" w:rsidRDefault="004E4E5C" w:rsidP="00F6791E">
            <w:pPr>
              <w:rPr>
                <w:rFonts w:cs="Arial"/>
                <w:sz w:val="16"/>
                <w:szCs w:val="16"/>
              </w:rPr>
            </w:pPr>
          </w:p>
        </w:tc>
        <w:tc>
          <w:tcPr>
            <w:tcW w:w="701" w:type="dxa"/>
            <w:shd w:val="clear" w:color="auto" w:fill="auto"/>
          </w:tcPr>
          <w:p w14:paraId="0DFD2EE3" w14:textId="77777777" w:rsidR="004E4E5C" w:rsidRPr="00A30D7A" w:rsidRDefault="004E4E5C" w:rsidP="00F6791E">
            <w:pPr>
              <w:rPr>
                <w:rFonts w:cs="Arial"/>
                <w:sz w:val="16"/>
                <w:szCs w:val="16"/>
              </w:rPr>
            </w:pPr>
          </w:p>
        </w:tc>
      </w:tr>
      <w:tr w:rsidR="004E4E5C" w:rsidRPr="00A30D7A" w14:paraId="73A0C4D1" w14:textId="77777777" w:rsidTr="0063774F">
        <w:tc>
          <w:tcPr>
            <w:tcW w:w="1862" w:type="dxa"/>
            <w:tcBorders>
              <w:top w:val="nil"/>
              <w:left w:val="single" w:sz="4" w:space="0" w:color="auto"/>
              <w:bottom w:val="single" w:sz="4" w:space="0" w:color="auto"/>
              <w:right w:val="nil"/>
            </w:tcBorders>
            <w:shd w:val="clear" w:color="auto" w:fill="auto"/>
          </w:tcPr>
          <w:p w14:paraId="218B99D0"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3988AF8" w14:textId="77777777" w:rsidR="004E4E5C" w:rsidRPr="00A30D7A" w:rsidRDefault="004E4E5C" w:rsidP="00F6791E">
            <w:pPr>
              <w:rPr>
                <w:rFonts w:cs="Arial"/>
                <w:sz w:val="16"/>
                <w:szCs w:val="16"/>
              </w:rPr>
            </w:pPr>
            <w:r w:rsidRPr="00A30D7A">
              <w:rPr>
                <w:rFonts w:cs="Arial"/>
                <w:sz w:val="16"/>
                <w:szCs w:val="16"/>
              </w:rPr>
              <w:t>D2090</w:t>
            </w:r>
          </w:p>
        </w:tc>
        <w:tc>
          <w:tcPr>
            <w:tcW w:w="2539" w:type="dxa"/>
            <w:tcBorders>
              <w:top w:val="single" w:sz="4" w:space="0" w:color="auto"/>
              <w:left w:val="nil"/>
              <w:bottom w:val="single" w:sz="4" w:space="0" w:color="auto"/>
              <w:right w:val="single" w:sz="4" w:space="0" w:color="auto"/>
            </w:tcBorders>
          </w:tcPr>
          <w:p w14:paraId="0E180DBC" w14:textId="77777777" w:rsidR="004E4E5C" w:rsidRPr="00A30D7A" w:rsidRDefault="004E4E5C" w:rsidP="00F6791E">
            <w:pPr>
              <w:rPr>
                <w:rFonts w:cs="Arial"/>
                <w:sz w:val="16"/>
                <w:szCs w:val="16"/>
              </w:rPr>
            </w:pPr>
            <w:r w:rsidRPr="00A30D7A">
              <w:rPr>
                <w:rFonts w:cs="Arial"/>
                <w:sz w:val="16"/>
                <w:szCs w:val="16"/>
              </w:rPr>
              <w:t>Other plumbing systems</w:t>
            </w:r>
          </w:p>
        </w:tc>
        <w:tc>
          <w:tcPr>
            <w:tcW w:w="529" w:type="dxa"/>
            <w:tcBorders>
              <w:left w:val="single" w:sz="4" w:space="0" w:color="auto"/>
            </w:tcBorders>
            <w:shd w:val="clear" w:color="auto" w:fill="auto"/>
          </w:tcPr>
          <w:p w14:paraId="4BD39D45" w14:textId="77777777" w:rsidR="004E4E5C" w:rsidRPr="00A30D7A" w:rsidRDefault="004E4E5C" w:rsidP="00F6791E">
            <w:pPr>
              <w:rPr>
                <w:rFonts w:cs="Arial"/>
                <w:sz w:val="16"/>
                <w:szCs w:val="16"/>
              </w:rPr>
            </w:pPr>
          </w:p>
        </w:tc>
        <w:tc>
          <w:tcPr>
            <w:tcW w:w="483" w:type="dxa"/>
            <w:shd w:val="clear" w:color="auto" w:fill="auto"/>
          </w:tcPr>
          <w:p w14:paraId="10452DD8" w14:textId="77777777" w:rsidR="004E4E5C" w:rsidRPr="00A30D7A" w:rsidRDefault="004E4E5C" w:rsidP="00F6791E">
            <w:pPr>
              <w:rPr>
                <w:rFonts w:cs="Arial"/>
                <w:sz w:val="16"/>
                <w:szCs w:val="16"/>
              </w:rPr>
            </w:pPr>
          </w:p>
        </w:tc>
        <w:tc>
          <w:tcPr>
            <w:tcW w:w="483" w:type="dxa"/>
            <w:shd w:val="clear" w:color="auto" w:fill="auto"/>
          </w:tcPr>
          <w:p w14:paraId="48FC7FC6" w14:textId="77777777" w:rsidR="004E4E5C" w:rsidRPr="00A30D7A" w:rsidRDefault="004E4E5C" w:rsidP="00F6791E">
            <w:pPr>
              <w:rPr>
                <w:rFonts w:cs="Arial"/>
                <w:sz w:val="16"/>
                <w:szCs w:val="16"/>
              </w:rPr>
            </w:pPr>
          </w:p>
        </w:tc>
        <w:tc>
          <w:tcPr>
            <w:tcW w:w="483" w:type="dxa"/>
            <w:shd w:val="clear" w:color="auto" w:fill="auto"/>
          </w:tcPr>
          <w:p w14:paraId="19BEB3A3" w14:textId="77777777" w:rsidR="004E4E5C" w:rsidRPr="00A30D7A" w:rsidRDefault="004E4E5C" w:rsidP="00F6791E">
            <w:pPr>
              <w:rPr>
                <w:rFonts w:cs="Arial"/>
                <w:sz w:val="16"/>
                <w:szCs w:val="16"/>
              </w:rPr>
            </w:pPr>
          </w:p>
        </w:tc>
        <w:tc>
          <w:tcPr>
            <w:tcW w:w="483" w:type="dxa"/>
            <w:shd w:val="clear" w:color="auto" w:fill="auto"/>
          </w:tcPr>
          <w:p w14:paraId="43FE2C7C" w14:textId="77777777" w:rsidR="004E4E5C" w:rsidRPr="00A30D7A" w:rsidRDefault="004E4E5C" w:rsidP="00F6791E">
            <w:pPr>
              <w:rPr>
                <w:rFonts w:cs="Arial"/>
                <w:sz w:val="16"/>
                <w:szCs w:val="16"/>
              </w:rPr>
            </w:pPr>
          </w:p>
        </w:tc>
        <w:tc>
          <w:tcPr>
            <w:tcW w:w="374" w:type="dxa"/>
            <w:shd w:val="clear" w:color="auto" w:fill="auto"/>
          </w:tcPr>
          <w:p w14:paraId="08FD7AB3" w14:textId="77777777" w:rsidR="004E4E5C" w:rsidRPr="00A30D7A" w:rsidRDefault="004E4E5C" w:rsidP="00F6791E">
            <w:pPr>
              <w:rPr>
                <w:rFonts w:cs="Arial"/>
                <w:sz w:val="16"/>
                <w:szCs w:val="16"/>
              </w:rPr>
            </w:pPr>
          </w:p>
        </w:tc>
        <w:tc>
          <w:tcPr>
            <w:tcW w:w="426" w:type="dxa"/>
            <w:shd w:val="clear" w:color="auto" w:fill="auto"/>
          </w:tcPr>
          <w:p w14:paraId="7F58DCD8" w14:textId="77777777" w:rsidR="004E4E5C" w:rsidRPr="00A30D7A" w:rsidRDefault="004E4E5C" w:rsidP="00F6791E">
            <w:pPr>
              <w:rPr>
                <w:rFonts w:cs="Arial"/>
                <w:sz w:val="16"/>
                <w:szCs w:val="16"/>
              </w:rPr>
            </w:pPr>
          </w:p>
        </w:tc>
        <w:tc>
          <w:tcPr>
            <w:tcW w:w="701" w:type="dxa"/>
            <w:shd w:val="clear" w:color="auto" w:fill="auto"/>
          </w:tcPr>
          <w:p w14:paraId="0F1D570A" w14:textId="77777777" w:rsidR="004E4E5C" w:rsidRPr="00A30D7A" w:rsidRDefault="004E4E5C" w:rsidP="00F6791E">
            <w:pPr>
              <w:rPr>
                <w:rFonts w:cs="Arial"/>
                <w:sz w:val="16"/>
                <w:szCs w:val="16"/>
              </w:rPr>
            </w:pPr>
          </w:p>
        </w:tc>
      </w:tr>
      <w:tr w:rsidR="004E4E5C" w:rsidRPr="00A30D7A" w14:paraId="3764CE3D" w14:textId="77777777" w:rsidTr="0063774F">
        <w:tc>
          <w:tcPr>
            <w:tcW w:w="1862" w:type="dxa"/>
            <w:tcBorders>
              <w:top w:val="single" w:sz="4" w:space="0" w:color="auto"/>
              <w:left w:val="single" w:sz="4" w:space="0" w:color="auto"/>
              <w:bottom w:val="nil"/>
              <w:right w:val="nil"/>
            </w:tcBorders>
            <w:shd w:val="clear" w:color="auto" w:fill="auto"/>
          </w:tcPr>
          <w:p w14:paraId="79AB69E0" w14:textId="77777777" w:rsidR="004E4E5C" w:rsidRPr="00A30D7A" w:rsidRDefault="004E4E5C" w:rsidP="00F6791E">
            <w:pPr>
              <w:rPr>
                <w:rFonts w:cs="Arial"/>
                <w:sz w:val="16"/>
                <w:szCs w:val="16"/>
              </w:rPr>
            </w:pPr>
            <w:r w:rsidRPr="00A30D7A">
              <w:rPr>
                <w:rFonts w:cs="Arial"/>
                <w:sz w:val="16"/>
                <w:szCs w:val="16"/>
              </w:rPr>
              <w:t>D30   HVAC</w:t>
            </w:r>
          </w:p>
        </w:tc>
        <w:tc>
          <w:tcPr>
            <w:tcW w:w="697" w:type="dxa"/>
            <w:tcBorders>
              <w:top w:val="single" w:sz="4" w:space="0" w:color="auto"/>
              <w:left w:val="nil"/>
              <w:bottom w:val="single" w:sz="4" w:space="0" w:color="auto"/>
              <w:right w:val="nil"/>
            </w:tcBorders>
          </w:tcPr>
          <w:p w14:paraId="4009C291" w14:textId="77777777" w:rsidR="004E4E5C" w:rsidRPr="00A30D7A" w:rsidRDefault="004E4E5C" w:rsidP="00F6791E">
            <w:pPr>
              <w:rPr>
                <w:rFonts w:cs="Arial"/>
                <w:sz w:val="16"/>
                <w:szCs w:val="16"/>
              </w:rPr>
            </w:pPr>
            <w:r w:rsidRPr="00A30D7A">
              <w:rPr>
                <w:rFonts w:cs="Arial"/>
                <w:sz w:val="16"/>
                <w:szCs w:val="16"/>
              </w:rPr>
              <w:t>D3010</w:t>
            </w:r>
          </w:p>
        </w:tc>
        <w:tc>
          <w:tcPr>
            <w:tcW w:w="2539" w:type="dxa"/>
            <w:tcBorders>
              <w:top w:val="single" w:sz="4" w:space="0" w:color="auto"/>
              <w:left w:val="nil"/>
              <w:bottom w:val="single" w:sz="4" w:space="0" w:color="auto"/>
              <w:right w:val="single" w:sz="4" w:space="0" w:color="auto"/>
            </w:tcBorders>
          </w:tcPr>
          <w:p w14:paraId="517A08D2" w14:textId="77777777" w:rsidR="004E4E5C" w:rsidRPr="00A30D7A" w:rsidRDefault="004E4E5C" w:rsidP="00F6791E">
            <w:pPr>
              <w:rPr>
                <w:rFonts w:cs="Arial"/>
                <w:sz w:val="16"/>
                <w:szCs w:val="16"/>
              </w:rPr>
            </w:pPr>
            <w:r w:rsidRPr="00A30D7A">
              <w:rPr>
                <w:rFonts w:cs="Arial"/>
                <w:sz w:val="16"/>
                <w:szCs w:val="16"/>
              </w:rPr>
              <w:t>Energy supply</w:t>
            </w:r>
          </w:p>
        </w:tc>
        <w:tc>
          <w:tcPr>
            <w:tcW w:w="529" w:type="dxa"/>
            <w:tcBorders>
              <w:left w:val="single" w:sz="4" w:space="0" w:color="auto"/>
            </w:tcBorders>
            <w:shd w:val="clear" w:color="auto" w:fill="auto"/>
          </w:tcPr>
          <w:p w14:paraId="51B13974" w14:textId="77777777" w:rsidR="004E4E5C" w:rsidRPr="00A30D7A" w:rsidRDefault="004E4E5C" w:rsidP="00F6791E">
            <w:pPr>
              <w:rPr>
                <w:rFonts w:cs="Arial"/>
                <w:sz w:val="16"/>
                <w:szCs w:val="16"/>
              </w:rPr>
            </w:pPr>
          </w:p>
        </w:tc>
        <w:tc>
          <w:tcPr>
            <w:tcW w:w="483" w:type="dxa"/>
            <w:shd w:val="clear" w:color="auto" w:fill="auto"/>
          </w:tcPr>
          <w:p w14:paraId="16F5F6D4" w14:textId="77777777" w:rsidR="004E4E5C" w:rsidRPr="00A30D7A" w:rsidRDefault="004E4E5C" w:rsidP="00F6791E">
            <w:pPr>
              <w:rPr>
                <w:rFonts w:cs="Arial"/>
                <w:sz w:val="16"/>
                <w:szCs w:val="16"/>
              </w:rPr>
            </w:pPr>
          </w:p>
        </w:tc>
        <w:tc>
          <w:tcPr>
            <w:tcW w:w="483" w:type="dxa"/>
            <w:shd w:val="clear" w:color="auto" w:fill="auto"/>
          </w:tcPr>
          <w:p w14:paraId="750AD4C4" w14:textId="77777777" w:rsidR="004E4E5C" w:rsidRPr="00A30D7A" w:rsidRDefault="004E4E5C" w:rsidP="00F6791E">
            <w:pPr>
              <w:rPr>
                <w:rFonts w:cs="Arial"/>
                <w:sz w:val="16"/>
                <w:szCs w:val="16"/>
              </w:rPr>
            </w:pPr>
          </w:p>
        </w:tc>
        <w:tc>
          <w:tcPr>
            <w:tcW w:w="483" w:type="dxa"/>
            <w:shd w:val="clear" w:color="auto" w:fill="auto"/>
          </w:tcPr>
          <w:p w14:paraId="3B91546C" w14:textId="77777777" w:rsidR="004E4E5C" w:rsidRPr="00A30D7A" w:rsidRDefault="004E4E5C" w:rsidP="00F6791E">
            <w:pPr>
              <w:rPr>
                <w:rFonts w:cs="Arial"/>
                <w:sz w:val="16"/>
                <w:szCs w:val="16"/>
              </w:rPr>
            </w:pPr>
          </w:p>
        </w:tc>
        <w:tc>
          <w:tcPr>
            <w:tcW w:w="483" w:type="dxa"/>
            <w:shd w:val="clear" w:color="auto" w:fill="auto"/>
          </w:tcPr>
          <w:p w14:paraId="51607864" w14:textId="77777777" w:rsidR="004E4E5C" w:rsidRPr="00A30D7A" w:rsidRDefault="004E4E5C" w:rsidP="00F6791E">
            <w:pPr>
              <w:rPr>
                <w:rFonts w:cs="Arial"/>
                <w:sz w:val="16"/>
                <w:szCs w:val="16"/>
              </w:rPr>
            </w:pPr>
          </w:p>
        </w:tc>
        <w:tc>
          <w:tcPr>
            <w:tcW w:w="374" w:type="dxa"/>
            <w:shd w:val="clear" w:color="auto" w:fill="auto"/>
          </w:tcPr>
          <w:p w14:paraId="7CF78744" w14:textId="77777777" w:rsidR="004E4E5C" w:rsidRPr="00A30D7A" w:rsidRDefault="004E4E5C" w:rsidP="00F6791E">
            <w:pPr>
              <w:rPr>
                <w:rFonts w:cs="Arial"/>
                <w:sz w:val="16"/>
                <w:szCs w:val="16"/>
              </w:rPr>
            </w:pPr>
          </w:p>
        </w:tc>
        <w:tc>
          <w:tcPr>
            <w:tcW w:w="426" w:type="dxa"/>
            <w:shd w:val="clear" w:color="auto" w:fill="auto"/>
          </w:tcPr>
          <w:p w14:paraId="3F0D2DF8" w14:textId="77777777" w:rsidR="004E4E5C" w:rsidRPr="00A30D7A" w:rsidRDefault="004E4E5C" w:rsidP="00F6791E">
            <w:pPr>
              <w:rPr>
                <w:rFonts w:cs="Arial"/>
                <w:sz w:val="16"/>
                <w:szCs w:val="16"/>
              </w:rPr>
            </w:pPr>
          </w:p>
        </w:tc>
        <w:tc>
          <w:tcPr>
            <w:tcW w:w="701" w:type="dxa"/>
            <w:shd w:val="clear" w:color="auto" w:fill="auto"/>
          </w:tcPr>
          <w:p w14:paraId="77A95D14" w14:textId="77777777" w:rsidR="004E4E5C" w:rsidRPr="00A30D7A" w:rsidRDefault="004E4E5C" w:rsidP="00F6791E">
            <w:pPr>
              <w:rPr>
                <w:rFonts w:cs="Arial"/>
                <w:sz w:val="16"/>
                <w:szCs w:val="16"/>
              </w:rPr>
            </w:pPr>
          </w:p>
        </w:tc>
      </w:tr>
      <w:tr w:rsidR="004E4E5C" w:rsidRPr="00A30D7A" w14:paraId="52A7F67D" w14:textId="77777777" w:rsidTr="0063774F">
        <w:tc>
          <w:tcPr>
            <w:tcW w:w="1862" w:type="dxa"/>
            <w:tcBorders>
              <w:top w:val="nil"/>
              <w:left w:val="single" w:sz="4" w:space="0" w:color="auto"/>
              <w:bottom w:val="nil"/>
              <w:right w:val="nil"/>
            </w:tcBorders>
            <w:shd w:val="clear" w:color="auto" w:fill="auto"/>
          </w:tcPr>
          <w:p w14:paraId="3148CB4F"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0AC64AC" w14:textId="77777777" w:rsidR="004E4E5C" w:rsidRPr="00A30D7A" w:rsidRDefault="004E4E5C" w:rsidP="00F6791E">
            <w:pPr>
              <w:rPr>
                <w:rFonts w:cs="Arial"/>
                <w:sz w:val="16"/>
                <w:szCs w:val="16"/>
              </w:rPr>
            </w:pPr>
            <w:r w:rsidRPr="00A30D7A">
              <w:rPr>
                <w:rFonts w:cs="Arial"/>
                <w:sz w:val="16"/>
                <w:szCs w:val="16"/>
              </w:rPr>
              <w:t>D3020</w:t>
            </w:r>
          </w:p>
        </w:tc>
        <w:tc>
          <w:tcPr>
            <w:tcW w:w="2539" w:type="dxa"/>
            <w:tcBorders>
              <w:top w:val="single" w:sz="4" w:space="0" w:color="auto"/>
              <w:left w:val="nil"/>
              <w:bottom w:val="single" w:sz="4" w:space="0" w:color="auto"/>
              <w:right w:val="single" w:sz="4" w:space="0" w:color="auto"/>
            </w:tcBorders>
          </w:tcPr>
          <w:p w14:paraId="009F0590" w14:textId="77777777" w:rsidR="004E4E5C" w:rsidRPr="00A30D7A" w:rsidRDefault="004E4E5C" w:rsidP="00F6791E">
            <w:pPr>
              <w:rPr>
                <w:rFonts w:cs="Arial"/>
                <w:sz w:val="16"/>
                <w:szCs w:val="16"/>
              </w:rPr>
            </w:pPr>
            <w:r w:rsidRPr="00A30D7A">
              <w:rPr>
                <w:rFonts w:cs="Arial"/>
                <w:sz w:val="16"/>
                <w:szCs w:val="16"/>
              </w:rPr>
              <w:t>Heat generating systems</w:t>
            </w:r>
          </w:p>
        </w:tc>
        <w:tc>
          <w:tcPr>
            <w:tcW w:w="529" w:type="dxa"/>
            <w:tcBorders>
              <w:left w:val="single" w:sz="4" w:space="0" w:color="auto"/>
            </w:tcBorders>
            <w:shd w:val="clear" w:color="auto" w:fill="auto"/>
          </w:tcPr>
          <w:p w14:paraId="6FA50814" w14:textId="77777777" w:rsidR="004E4E5C" w:rsidRPr="00A30D7A" w:rsidRDefault="004E4E5C" w:rsidP="00F6791E">
            <w:pPr>
              <w:rPr>
                <w:rFonts w:cs="Arial"/>
                <w:sz w:val="16"/>
                <w:szCs w:val="16"/>
              </w:rPr>
            </w:pPr>
          </w:p>
        </w:tc>
        <w:tc>
          <w:tcPr>
            <w:tcW w:w="483" w:type="dxa"/>
            <w:shd w:val="clear" w:color="auto" w:fill="auto"/>
          </w:tcPr>
          <w:p w14:paraId="2933CBE6" w14:textId="77777777" w:rsidR="004E4E5C" w:rsidRPr="00A30D7A" w:rsidRDefault="004E4E5C" w:rsidP="00F6791E">
            <w:pPr>
              <w:rPr>
                <w:rFonts w:cs="Arial"/>
                <w:sz w:val="16"/>
                <w:szCs w:val="16"/>
              </w:rPr>
            </w:pPr>
          </w:p>
        </w:tc>
        <w:tc>
          <w:tcPr>
            <w:tcW w:w="483" w:type="dxa"/>
            <w:shd w:val="clear" w:color="auto" w:fill="auto"/>
          </w:tcPr>
          <w:p w14:paraId="4321F379" w14:textId="77777777" w:rsidR="004E4E5C" w:rsidRPr="00A30D7A" w:rsidRDefault="004E4E5C" w:rsidP="00F6791E">
            <w:pPr>
              <w:rPr>
                <w:rFonts w:cs="Arial"/>
                <w:sz w:val="16"/>
                <w:szCs w:val="16"/>
              </w:rPr>
            </w:pPr>
          </w:p>
        </w:tc>
        <w:tc>
          <w:tcPr>
            <w:tcW w:w="483" w:type="dxa"/>
            <w:shd w:val="clear" w:color="auto" w:fill="auto"/>
          </w:tcPr>
          <w:p w14:paraId="08863649" w14:textId="77777777" w:rsidR="004E4E5C" w:rsidRPr="00A30D7A" w:rsidRDefault="004E4E5C" w:rsidP="00F6791E">
            <w:pPr>
              <w:rPr>
                <w:rFonts w:cs="Arial"/>
                <w:sz w:val="16"/>
                <w:szCs w:val="16"/>
              </w:rPr>
            </w:pPr>
          </w:p>
        </w:tc>
        <w:tc>
          <w:tcPr>
            <w:tcW w:w="483" w:type="dxa"/>
            <w:shd w:val="clear" w:color="auto" w:fill="auto"/>
          </w:tcPr>
          <w:p w14:paraId="1FDD5362" w14:textId="77777777" w:rsidR="004E4E5C" w:rsidRPr="00A30D7A" w:rsidRDefault="004E4E5C" w:rsidP="00F6791E">
            <w:pPr>
              <w:rPr>
                <w:rFonts w:cs="Arial"/>
                <w:sz w:val="16"/>
                <w:szCs w:val="16"/>
              </w:rPr>
            </w:pPr>
          </w:p>
        </w:tc>
        <w:tc>
          <w:tcPr>
            <w:tcW w:w="374" w:type="dxa"/>
            <w:shd w:val="clear" w:color="auto" w:fill="auto"/>
          </w:tcPr>
          <w:p w14:paraId="08D4874F" w14:textId="77777777" w:rsidR="004E4E5C" w:rsidRPr="00A30D7A" w:rsidRDefault="004E4E5C" w:rsidP="00F6791E">
            <w:pPr>
              <w:rPr>
                <w:rFonts w:cs="Arial"/>
                <w:sz w:val="16"/>
                <w:szCs w:val="16"/>
              </w:rPr>
            </w:pPr>
          </w:p>
        </w:tc>
        <w:tc>
          <w:tcPr>
            <w:tcW w:w="426" w:type="dxa"/>
            <w:shd w:val="clear" w:color="auto" w:fill="auto"/>
          </w:tcPr>
          <w:p w14:paraId="5C5797B9" w14:textId="77777777" w:rsidR="004E4E5C" w:rsidRPr="00A30D7A" w:rsidRDefault="004E4E5C" w:rsidP="00F6791E">
            <w:pPr>
              <w:rPr>
                <w:rFonts w:cs="Arial"/>
                <w:sz w:val="16"/>
                <w:szCs w:val="16"/>
              </w:rPr>
            </w:pPr>
          </w:p>
        </w:tc>
        <w:tc>
          <w:tcPr>
            <w:tcW w:w="701" w:type="dxa"/>
            <w:shd w:val="clear" w:color="auto" w:fill="auto"/>
          </w:tcPr>
          <w:p w14:paraId="27646CA0" w14:textId="77777777" w:rsidR="004E4E5C" w:rsidRPr="00A30D7A" w:rsidRDefault="004E4E5C" w:rsidP="00F6791E">
            <w:pPr>
              <w:rPr>
                <w:rFonts w:cs="Arial"/>
                <w:sz w:val="16"/>
                <w:szCs w:val="16"/>
              </w:rPr>
            </w:pPr>
          </w:p>
        </w:tc>
      </w:tr>
      <w:tr w:rsidR="004E4E5C" w:rsidRPr="00A30D7A" w14:paraId="73163F5B" w14:textId="77777777" w:rsidTr="0063774F">
        <w:tc>
          <w:tcPr>
            <w:tcW w:w="1862" w:type="dxa"/>
            <w:tcBorders>
              <w:top w:val="nil"/>
              <w:left w:val="single" w:sz="4" w:space="0" w:color="auto"/>
              <w:bottom w:val="nil"/>
              <w:right w:val="nil"/>
            </w:tcBorders>
            <w:shd w:val="clear" w:color="auto" w:fill="auto"/>
          </w:tcPr>
          <w:p w14:paraId="10A7F460"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656CDFC" w14:textId="77777777" w:rsidR="004E4E5C" w:rsidRPr="00A30D7A" w:rsidRDefault="004E4E5C" w:rsidP="00F6791E">
            <w:pPr>
              <w:rPr>
                <w:rFonts w:cs="Arial"/>
                <w:sz w:val="16"/>
                <w:szCs w:val="16"/>
              </w:rPr>
            </w:pPr>
            <w:r w:rsidRPr="00A30D7A">
              <w:rPr>
                <w:rFonts w:cs="Arial"/>
                <w:sz w:val="16"/>
                <w:szCs w:val="16"/>
              </w:rPr>
              <w:t>D3030</w:t>
            </w:r>
          </w:p>
        </w:tc>
        <w:tc>
          <w:tcPr>
            <w:tcW w:w="2539" w:type="dxa"/>
            <w:tcBorders>
              <w:top w:val="single" w:sz="4" w:space="0" w:color="auto"/>
              <w:left w:val="nil"/>
              <w:bottom w:val="single" w:sz="4" w:space="0" w:color="auto"/>
              <w:right w:val="single" w:sz="4" w:space="0" w:color="auto"/>
            </w:tcBorders>
          </w:tcPr>
          <w:p w14:paraId="1B28FE7D" w14:textId="77777777" w:rsidR="004E4E5C" w:rsidRPr="00A30D7A" w:rsidRDefault="004E4E5C" w:rsidP="00F6791E">
            <w:pPr>
              <w:rPr>
                <w:rFonts w:cs="Arial"/>
                <w:sz w:val="16"/>
                <w:szCs w:val="16"/>
              </w:rPr>
            </w:pPr>
            <w:r w:rsidRPr="00A30D7A">
              <w:rPr>
                <w:rFonts w:cs="Arial"/>
                <w:sz w:val="16"/>
                <w:szCs w:val="16"/>
              </w:rPr>
              <w:t>Cooling generating systems</w:t>
            </w:r>
          </w:p>
        </w:tc>
        <w:tc>
          <w:tcPr>
            <w:tcW w:w="529" w:type="dxa"/>
            <w:tcBorders>
              <w:left w:val="single" w:sz="4" w:space="0" w:color="auto"/>
            </w:tcBorders>
            <w:shd w:val="clear" w:color="auto" w:fill="auto"/>
          </w:tcPr>
          <w:p w14:paraId="0EB7AEE5" w14:textId="77777777" w:rsidR="004E4E5C" w:rsidRPr="00A30D7A" w:rsidRDefault="004E4E5C" w:rsidP="00F6791E">
            <w:pPr>
              <w:rPr>
                <w:rFonts w:cs="Arial"/>
                <w:sz w:val="16"/>
                <w:szCs w:val="16"/>
              </w:rPr>
            </w:pPr>
          </w:p>
        </w:tc>
        <w:tc>
          <w:tcPr>
            <w:tcW w:w="483" w:type="dxa"/>
            <w:shd w:val="clear" w:color="auto" w:fill="auto"/>
          </w:tcPr>
          <w:p w14:paraId="37BD447C" w14:textId="77777777" w:rsidR="004E4E5C" w:rsidRPr="00A30D7A" w:rsidRDefault="004E4E5C" w:rsidP="00F6791E">
            <w:pPr>
              <w:rPr>
                <w:rFonts w:cs="Arial"/>
                <w:sz w:val="16"/>
                <w:szCs w:val="16"/>
              </w:rPr>
            </w:pPr>
          </w:p>
        </w:tc>
        <w:tc>
          <w:tcPr>
            <w:tcW w:w="483" w:type="dxa"/>
            <w:shd w:val="clear" w:color="auto" w:fill="auto"/>
          </w:tcPr>
          <w:p w14:paraId="72F912D9" w14:textId="77777777" w:rsidR="004E4E5C" w:rsidRPr="00A30D7A" w:rsidRDefault="004E4E5C" w:rsidP="00F6791E">
            <w:pPr>
              <w:rPr>
                <w:rFonts w:cs="Arial"/>
                <w:sz w:val="16"/>
                <w:szCs w:val="16"/>
              </w:rPr>
            </w:pPr>
          </w:p>
        </w:tc>
        <w:tc>
          <w:tcPr>
            <w:tcW w:w="483" w:type="dxa"/>
            <w:shd w:val="clear" w:color="auto" w:fill="auto"/>
          </w:tcPr>
          <w:p w14:paraId="58550BD0" w14:textId="77777777" w:rsidR="004E4E5C" w:rsidRPr="00A30D7A" w:rsidRDefault="004E4E5C" w:rsidP="00F6791E">
            <w:pPr>
              <w:rPr>
                <w:rFonts w:cs="Arial"/>
                <w:sz w:val="16"/>
                <w:szCs w:val="16"/>
              </w:rPr>
            </w:pPr>
          </w:p>
        </w:tc>
        <w:tc>
          <w:tcPr>
            <w:tcW w:w="483" w:type="dxa"/>
            <w:shd w:val="clear" w:color="auto" w:fill="auto"/>
          </w:tcPr>
          <w:p w14:paraId="51B30380" w14:textId="77777777" w:rsidR="004E4E5C" w:rsidRPr="00A30D7A" w:rsidRDefault="004E4E5C" w:rsidP="00F6791E">
            <w:pPr>
              <w:rPr>
                <w:rFonts w:cs="Arial"/>
                <w:sz w:val="16"/>
                <w:szCs w:val="16"/>
              </w:rPr>
            </w:pPr>
          </w:p>
        </w:tc>
        <w:tc>
          <w:tcPr>
            <w:tcW w:w="374" w:type="dxa"/>
            <w:shd w:val="clear" w:color="auto" w:fill="auto"/>
          </w:tcPr>
          <w:p w14:paraId="5B9A36A4" w14:textId="77777777" w:rsidR="004E4E5C" w:rsidRPr="00A30D7A" w:rsidRDefault="004E4E5C" w:rsidP="00F6791E">
            <w:pPr>
              <w:rPr>
                <w:rFonts w:cs="Arial"/>
                <w:sz w:val="16"/>
                <w:szCs w:val="16"/>
              </w:rPr>
            </w:pPr>
          </w:p>
        </w:tc>
        <w:tc>
          <w:tcPr>
            <w:tcW w:w="426" w:type="dxa"/>
            <w:shd w:val="clear" w:color="auto" w:fill="auto"/>
          </w:tcPr>
          <w:p w14:paraId="462F160F" w14:textId="77777777" w:rsidR="004E4E5C" w:rsidRPr="00A30D7A" w:rsidRDefault="004E4E5C" w:rsidP="00F6791E">
            <w:pPr>
              <w:rPr>
                <w:rFonts w:cs="Arial"/>
                <w:sz w:val="16"/>
                <w:szCs w:val="16"/>
              </w:rPr>
            </w:pPr>
          </w:p>
        </w:tc>
        <w:tc>
          <w:tcPr>
            <w:tcW w:w="701" w:type="dxa"/>
            <w:shd w:val="clear" w:color="auto" w:fill="auto"/>
          </w:tcPr>
          <w:p w14:paraId="176E072E" w14:textId="77777777" w:rsidR="004E4E5C" w:rsidRPr="00A30D7A" w:rsidRDefault="004E4E5C" w:rsidP="00F6791E">
            <w:pPr>
              <w:rPr>
                <w:rFonts w:cs="Arial"/>
                <w:sz w:val="16"/>
                <w:szCs w:val="16"/>
              </w:rPr>
            </w:pPr>
          </w:p>
        </w:tc>
      </w:tr>
      <w:tr w:rsidR="004E4E5C" w:rsidRPr="00A30D7A" w14:paraId="6231CB9C" w14:textId="77777777" w:rsidTr="0063774F">
        <w:tc>
          <w:tcPr>
            <w:tcW w:w="1862" w:type="dxa"/>
            <w:tcBorders>
              <w:top w:val="nil"/>
              <w:left w:val="single" w:sz="4" w:space="0" w:color="auto"/>
              <w:bottom w:val="nil"/>
              <w:right w:val="nil"/>
            </w:tcBorders>
            <w:shd w:val="clear" w:color="auto" w:fill="auto"/>
          </w:tcPr>
          <w:p w14:paraId="3789897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326C249A" w14:textId="77777777" w:rsidR="004E4E5C" w:rsidRPr="00A30D7A" w:rsidRDefault="004E4E5C" w:rsidP="00F6791E">
            <w:pPr>
              <w:rPr>
                <w:rFonts w:cs="Arial"/>
                <w:sz w:val="16"/>
                <w:szCs w:val="16"/>
              </w:rPr>
            </w:pPr>
            <w:r w:rsidRPr="00A30D7A">
              <w:rPr>
                <w:rFonts w:cs="Arial"/>
                <w:sz w:val="16"/>
                <w:szCs w:val="16"/>
              </w:rPr>
              <w:t>D3040</w:t>
            </w:r>
          </w:p>
        </w:tc>
        <w:tc>
          <w:tcPr>
            <w:tcW w:w="2539" w:type="dxa"/>
            <w:tcBorders>
              <w:top w:val="single" w:sz="4" w:space="0" w:color="auto"/>
              <w:left w:val="nil"/>
              <w:bottom w:val="single" w:sz="4" w:space="0" w:color="auto"/>
              <w:right w:val="single" w:sz="4" w:space="0" w:color="auto"/>
            </w:tcBorders>
          </w:tcPr>
          <w:p w14:paraId="79C4F784" w14:textId="77777777" w:rsidR="004E4E5C" w:rsidRPr="00A30D7A" w:rsidRDefault="004E4E5C" w:rsidP="00F6791E">
            <w:pPr>
              <w:rPr>
                <w:rFonts w:cs="Arial"/>
                <w:sz w:val="16"/>
                <w:szCs w:val="16"/>
              </w:rPr>
            </w:pPr>
            <w:r w:rsidRPr="00A30D7A">
              <w:rPr>
                <w:rFonts w:cs="Arial"/>
                <w:sz w:val="16"/>
                <w:szCs w:val="16"/>
              </w:rPr>
              <w:t>Distribution systems</w:t>
            </w:r>
          </w:p>
        </w:tc>
        <w:tc>
          <w:tcPr>
            <w:tcW w:w="529" w:type="dxa"/>
            <w:tcBorders>
              <w:left w:val="single" w:sz="4" w:space="0" w:color="auto"/>
            </w:tcBorders>
            <w:shd w:val="clear" w:color="auto" w:fill="auto"/>
          </w:tcPr>
          <w:p w14:paraId="14587F69" w14:textId="77777777" w:rsidR="004E4E5C" w:rsidRPr="00A30D7A" w:rsidRDefault="004E4E5C" w:rsidP="00F6791E">
            <w:pPr>
              <w:rPr>
                <w:rFonts w:cs="Arial"/>
                <w:sz w:val="16"/>
                <w:szCs w:val="16"/>
              </w:rPr>
            </w:pPr>
          </w:p>
        </w:tc>
        <w:tc>
          <w:tcPr>
            <w:tcW w:w="483" w:type="dxa"/>
            <w:shd w:val="clear" w:color="auto" w:fill="auto"/>
          </w:tcPr>
          <w:p w14:paraId="221CADBF" w14:textId="77777777" w:rsidR="004E4E5C" w:rsidRPr="00A30D7A" w:rsidRDefault="004E4E5C" w:rsidP="00F6791E">
            <w:pPr>
              <w:rPr>
                <w:rFonts w:cs="Arial"/>
                <w:sz w:val="16"/>
                <w:szCs w:val="16"/>
              </w:rPr>
            </w:pPr>
          </w:p>
        </w:tc>
        <w:tc>
          <w:tcPr>
            <w:tcW w:w="483" w:type="dxa"/>
            <w:shd w:val="clear" w:color="auto" w:fill="auto"/>
          </w:tcPr>
          <w:p w14:paraId="4142409E" w14:textId="77777777" w:rsidR="004E4E5C" w:rsidRPr="00A30D7A" w:rsidRDefault="004E4E5C" w:rsidP="00F6791E">
            <w:pPr>
              <w:rPr>
                <w:rFonts w:cs="Arial"/>
                <w:sz w:val="16"/>
                <w:szCs w:val="16"/>
              </w:rPr>
            </w:pPr>
          </w:p>
        </w:tc>
        <w:tc>
          <w:tcPr>
            <w:tcW w:w="483" w:type="dxa"/>
            <w:shd w:val="clear" w:color="auto" w:fill="auto"/>
          </w:tcPr>
          <w:p w14:paraId="25B5CB23" w14:textId="77777777" w:rsidR="004E4E5C" w:rsidRPr="00A30D7A" w:rsidRDefault="004E4E5C" w:rsidP="00F6791E">
            <w:pPr>
              <w:rPr>
                <w:rFonts w:cs="Arial"/>
                <w:sz w:val="16"/>
                <w:szCs w:val="16"/>
              </w:rPr>
            </w:pPr>
          </w:p>
        </w:tc>
        <w:tc>
          <w:tcPr>
            <w:tcW w:w="483" w:type="dxa"/>
            <w:shd w:val="clear" w:color="auto" w:fill="auto"/>
          </w:tcPr>
          <w:p w14:paraId="4A3EBA1B" w14:textId="77777777" w:rsidR="004E4E5C" w:rsidRPr="00A30D7A" w:rsidRDefault="004E4E5C" w:rsidP="00F6791E">
            <w:pPr>
              <w:rPr>
                <w:rFonts w:cs="Arial"/>
                <w:sz w:val="16"/>
                <w:szCs w:val="16"/>
              </w:rPr>
            </w:pPr>
          </w:p>
        </w:tc>
        <w:tc>
          <w:tcPr>
            <w:tcW w:w="374" w:type="dxa"/>
            <w:shd w:val="clear" w:color="auto" w:fill="auto"/>
          </w:tcPr>
          <w:p w14:paraId="63768715" w14:textId="77777777" w:rsidR="004E4E5C" w:rsidRPr="00A30D7A" w:rsidRDefault="004E4E5C" w:rsidP="00F6791E">
            <w:pPr>
              <w:rPr>
                <w:rFonts w:cs="Arial"/>
                <w:sz w:val="16"/>
                <w:szCs w:val="16"/>
              </w:rPr>
            </w:pPr>
          </w:p>
        </w:tc>
        <w:tc>
          <w:tcPr>
            <w:tcW w:w="426" w:type="dxa"/>
            <w:shd w:val="clear" w:color="auto" w:fill="auto"/>
          </w:tcPr>
          <w:p w14:paraId="55291256" w14:textId="77777777" w:rsidR="004E4E5C" w:rsidRPr="00A30D7A" w:rsidRDefault="004E4E5C" w:rsidP="00F6791E">
            <w:pPr>
              <w:rPr>
                <w:rFonts w:cs="Arial"/>
                <w:sz w:val="16"/>
                <w:szCs w:val="16"/>
              </w:rPr>
            </w:pPr>
          </w:p>
        </w:tc>
        <w:tc>
          <w:tcPr>
            <w:tcW w:w="701" w:type="dxa"/>
            <w:shd w:val="clear" w:color="auto" w:fill="auto"/>
          </w:tcPr>
          <w:p w14:paraId="23B141B0" w14:textId="77777777" w:rsidR="004E4E5C" w:rsidRPr="00A30D7A" w:rsidRDefault="004E4E5C" w:rsidP="00F6791E">
            <w:pPr>
              <w:rPr>
                <w:rFonts w:cs="Arial"/>
                <w:sz w:val="16"/>
                <w:szCs w:val="16"/>
              </w:rPr>
            </w:pPr>
          </w:p>
        </w:tc>
      </w:tr>
      <w:tr w:rsidR="004E4E5C" w:rsidRPr="00A30D7A" w14:paraId="422973AC" w14:textId="77777777" w:rsidTr="0063774F">
        <w:tc>
          <w:tcPr>
            <w:tcW w:w="1862" w:type="dxa"/>
            <w:tcBorders>
              <w:top w:val="nil"/>
              <w:left w:val="single" w:sz="4" w:space="0" w:color="auto"/>
              <w:bottom w:val="nil"/>
              <w:right w:val="nil"/>
            </w:tcBorders>
            <w:shd w:val="clear" w:color="auto" w:fill="auto"/>
          </w:tcPr>
          <w:p w14:paraId="2B5D153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D04786A" w14:textId="77777777" w:rsidR="004E4E5C" w:rsidRPr="00A30D7A" w:rsidRDefault="004E4E5C" w:rsidP="00F6791E">
            <w:pPr>
              <w:rPr>
                <w:rFonts w:cs="Arial"/>
                <w:sz w:val="16"/>
                <w:szCs w:val="16"/>
              </w:rPr>
            </w:pPr>
            <w:r w:rsidRPr="00A30D7A">
              <w:rPr>
                <w:rFonts w:cs="Arial"/>
                <w:sz w:val="16"/>
                <w:szCs w:val="16"/>
              </w:rPr>
              <w:t>D3050</w:t>
            </w:r>
          </w:p>
        </w:tc>
        <w:tc>
          <w:tcPr>
            <w:tcW w:w="2539" w:type="dxa"/>
            <w:tcBorders>
              <w:top w:val="single" w:sz="4" w:space="0" w:color="auto"/>
              <w:left w:val="nil"/>
              <w:bottom w:val="single" w:sz="4" w:space="0" w:color="auto"/>
              <w:right w:val="single" w:sz="4" w:space="0" w:color="auto"/>
            </w:tcBorders>
          </w:tcPr>
          <w:p w14:paraId="1F8C3747" w14:textId="77777777" w:rsidR="004E4E5C" w:rsidRPr="00A30D7A" w:rsidRDefault="004E4E5C" w:rsidP="00F6791E">
            <w:pPr>
              <w:rPr>
                <w:rFonts w:cs="Arial"/>
                <w:sz w:val="16"/>
                <w:szCs w:val="16"/>
              </w:rPr>
            </w:pPr>
            <w:r w:rsidRPr="00A30D7A">
              <w:rPr>
                <w:rFonts w:cs="Arial"/>
                <w:sz w:val="16"/>
                <w:szCs w:val="16"/>
              </w:rPr>
              <w:t>Terminal and package units</w:t>
            </w:r>
          </w:p>
        </w:tc>
        <w:tc>
          <w:tcPr>
            <w:tcW w:w="529" w:type="dxa"/>
            <w:tcBorders>
              <w:left w:val="single" w:sz="4" w:space="0" w:color="auto"/>
            </w:tcBorders>
            <w:shd w:val="clear" w:color="auto" w:fill="auto"/>
          </w:tcPr>
          <w:p w14:paraId="61315E2E" w14:textId="77777777" w:rsidR="004E4E5C" w:rsidRPr="00A30D7A" w:rsidRDefault="004E4E5C" w:rsidP="00F6791E">
            <w:pPr>
              <w:rPr>
                <w:rFonts w:cs="Arial"/>
                <w:sz w:val="16"/>
                <w:szCs w:val="16"/>
              </w:rPr>
            </w:pPr>
          </w:p>
        </w:tc>
        <w:tc>
          <w:tcPr>
            <w:tcW w:w="483" w:type="dxa"/>
            <w:shd w:val="clear" w:color="auto" w:fill="auto"/>
          </w:tcPr>
          <w:p w14:paraId="3DF6FE2D" w14:textId="77777777" w:rsidR="004E4E5C" w:rsidRPr="00A30D7A" w:rsidRDefault="004E4E5C" w:rsidP="00F6791E">
            <w:pPr>
              <w:rPr>
                <w:rFonts w:cs="Arial"/>
                <w:sz w:val="16"/>
                <w:szCs w:val="16"/>
              </w:rPr>
            </w:pPr>
          </w:p>
        </w:tc>
        <w:tc>
          <w:tcPr>
            <w:tcW w:w="483" w:type="dxa"/>
            <w:shd w:val="clear" w:color="auto" w:fill="auto"/>
          </w:tcPr>
          <w:p w14:paraId="4781DAAA" w14:textId="77777777" w:rsidR="004E4E5C" w:rsidRPr="00A30D7A" w:rsidRDefault="004E4E5C" w:rsidP="00F6791E">
            <w:pPr>
              <w:rPr>
                <w:rFonts w:cs="Arial"/>
                <w:sz w:val="16"/>
                <w:szCs w:val="16"/>
              </w:rPr>
            </w:pPr>
          </w:p>
        </w:tc>
        <w:tc>
          <w:tcPr>
            <w:tcW w:w="483" w:type="dxa"/>
            <w:shd w:val="clear" w:color="auto" w:fill="auto"/>
          </w:tcPr>
          <w:p w14:paraId="5BAE8F30" w14:textId="77777777" w:rsidR="004E4E5C" w:rsidRPr="00A30D7A" w:rsidRDefault="004E4E5C" w:rsidP="00F6791E">
            <w:pPr>
              <w:rPr>
                <w:rFonts w:cs="Arial"/>
                <w:sz w:val="16"/>
                <w:szCs w:val="16"/>
              </w:rPr>
            </w:pPr>
          </w:p>
        </w:tc>
        <w:tc>
          <w:tcPr>
            <w:tcW w:w="483" w:type="dxa"/>
            <w:shd w:val="clear" w:color="auto" w:fill="auto"/>
          </w:tcPr>
          <w:p w14:paraId="52B7FFB3" w14:textId="77777777" w:rsidR="004E4E5C" w:rsidRPr="00A30D7A" w:rsidRDefault="004E4E5C" w:rsidP="00F6791E">
            <w:pPr>
              <w:rPr>
                <w:rFonts w:cs="Arial"/>
                <w:sz w:val="16"/>
                <w:szCs w:val="16"/>
              </w:rPr>
            </w:pPr>
          </w:p>
        </w:tc>
        <w:tc>
          <w:tcPr>
            <w:tcW w:w="374" w:type="dxa"/>
            <w:shd w:val="clear" w:color="auto" w:fill="auto"/>
          </w:tcPr>
          <w:p w14:paraId="77D95901" w14:textId="77777777" w:rsidR="004E4E5C" w:rsidRPr="00A30D7A" w:rsidRDefault="004E4E5C" w:rsidP="00F6791E">
            <w:pPr>
              <w:rPr>
                <w:rFonts w:cs="Arial"/>
                <w:sz w:val="16"/>
                <w:szCs w:val="16"/>
              </w:rPr>
            </w:pPr>
          </w:p>
        </w:tc>
        <w:tc>
          <w:tcPr>
            <w:tcW w:w="426" w:type="dxa"/>
            <w:shd w:val="clear" w:color="auto" w:fill="auto"/>
          </w:tcPr>
          <w:p w14:paraId="6838798A" w14:textId="77777777" w:rsidR="004E4E5C" w:rsidRPr="00A30D7A" w:rsidRDefault="004E4E5C" w:rsidP="00F6791E">
            <w:pPr>
              <w:rPr>
                <w:rFonts w:cs="Arial"/>
                <w:sz w:val="16"/>
                <w:szCs w:val="16"/>
              </w:rPr>
            </w:pPr>
          </w:p>
        </w:tc>
        <w:tc>
          <w:tcPr>
            <w:tcW w:w="701" w:type="dxa"/>
            <w:shd w:val="clear" w:color="auto" w:fill="auto"/>
          </w:tcPr>
          <w:p w14:paraId="599B9ED7" w14:textId="77777777" w:rsidR="004E4E5C" w:rsidRPr="00A30D7A" w:rsidRDefault="004E4E5C" w:rsidP="00F6791E">
            <w:pPr>
              <w:rPr>
                <w:rFonts w:cs="Arial"/>
                <w:sz w:val="16"/>
                <w:szCs w:val="16"/>
              </w:rPr>
            </w:pPr>
          </w:p>
        </w:tc>
      </w:tr>
      <w:tr w:rsidR="004E4E5C" w:rsidRPr="00A30D7A" w14:paraId="531910A0" w14:textId="77777777" w:rsidTr="0063774F">
        <w:tc>
          <w:tcPr>
            <w:tcW w:w="1862" w:type="dxa"/>
            <w:tcBorders>
              <w:top w:val="nil"/>
              <w:left w:val="single" w:sz="4" w:space="0" w:color="auto"/>
              <w:bottom w:val="nil"/>
              <w:right w:val="nil"/>
            </w:tcBorders>
            <w:shd w:val="clear" w:color="auto" w:fill="auto"/>
          </w:tcPr>
          <w:p w14:paraId="4B4777F5"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FD1D01E" w14:textId="77777777" w:rsidR="004E4E5C" w:rsidRPr="00A30D7A" w:rsidRDefault="004E4E5C" w:rsidP="00F6791E">
            <w:pPr>
              <w:rPr>
                <w:rFonts w:cs="Arial"/>
                <w:sz w:val="16"/>
                <w:szCs w:val="16"/>
              </w:rPr>
            </w:pPr>
            <w:r w:rsidRPr="00A30D7A">
              <w:rPr>
                <w:rFonts w:cs="Arial"/>
                <w:sz w:val="16"/>
                <w:szCs w:val="16"/>
              </w:rPr>
              <w:t>D3060</w:t>
            </w:r>
          </w:p>
        </w:tc>
        <w:tc>
          <w:tcPr>
            <w:tcW w:w="2539" w:type="dxa"/>
            <w:tcBorders>
              <w:top w:val="single" w:sz="4" w:space="0" w:color="auto"/>
              <w:left w:val="nil"/>
              <w:bottom w:val="single" w:sz="4" w:space="0" w:color="auto"/>
              <w:right w:val="single" w:sz="4" w:space="0" w:color="auto"/>
            </w:tcBorders>
          </w:tcPr>
          <w:p w14:paraId="7F29C7C4" w14:textId="77777777" w:rsidR="004E4E5C" w:rsidRPr="00A30D7A" w:rsidRDefault="004E4E5C" w:rsidP="00F6791E">
            <w:pPr>
              <w:rPr>
                <w:rFonts w:cs="Arial"/>
                <w:sz w:val="16"/>
                <w:szCs w:val="16"/>
              </w:rPr>
            </w:pPr>
            <w:r w:rsidRPr="00A30D7A">
              <w:rPr>
                <w:rFonts w:cs="Arial"/>
                <w:sz w:val="16"/>
                <w:szCs w:val="16"/>
              </w:rPr>
              <w:t>Controls and instrumentation</w:t>
            </w:r>
          </w:p>
        </w:tc>
        <w:tc>
          <w:tcPr>
            <w:tcW w:w="529" w:type="dxa"/>
            <w:tcBorders>
              <w:left w:val="single" w:sz="4" w:space="0" w:color="auto"/>
            </w:tcBorders>
            <w:shd w:val="clear" w:color="auto" w:fill="auto"/>
          </w:tcPr>
          <w:p w14:paraId="00E1A53D" w14:textId="77777777" w:rsidR="004E4E5C" w:rsidRPr="00A30D7A" w:rsidRDefault="004E4E5C" w:rsidP="00F6791E">
            <w:pPr>
              <w:rPr>
                <w:rFonts w:cs="Arial"/>
                <w:sz w:val="16"/>
                <w:szCs w:val="16"/>
              </w:rPr>
            </w:pPr>
          </w:p>
        </w:tc>
        <w:tc>
          <w:tcPr>
            <w:tcW w:w="483" w:type="dxa"/>
            <w:shd w:val="clear" w:color="auto" w:fill="auto"/>
          </w:tcPr>
          <w:p w14:paraId="6B8CD286" w14:textId="77777777" w:rsidR="004E4E5C" w:rsidRPr="00A30D7A" w:rsidRDefault="004E4E5C" w:rsidP="00F6791E">
            <w:pPr>
              <w:rPr>
                <w:rFonts w:cs="Arial"/>
                <w:sz w:val="16"/>
                <w:szCs w:val="16"/>
              </w:rPr>
            </w:pPr>
          </w:p>
        </w:tc>
        <w:tc>
          <w:tcPr>
            <w:tcW w:w="483" w:type="dxa"/>
            <w:shd w:val="clear" w:color="auto" w:fill="auto"/>
          </w:tcPr>
          <w:p w14:paraId="147555D2" w14:textId="77777777" w:rsidR="004E4E5C" w:rsidRPr="00A30D7A" w:rsidRDefault="004E4E5C" w:rsidP="00F6791E">
            <w:pPr>
              <w:rPr>
                <w:rFonts w:cs="Arial"/>
                <w:sz w:val="16"/>
                <w:szCs w:val="16"/>
              </w:rPr>
            </w:pPr>
          </w:p>
        </w:tc>
        <w:tc>
          <w:tcPr>
            <w:tcW w:w="483" w:type="dxa"/>
            <w:shd w:val="clear" w:color="auto" w:fill="auto"/>
          </w:tcPr>
          <w:p w14:paraId="746A10F5" w14:textId="77777777" w:rsidR="004E4E5C" w:rsidRPr="00A30D7A" w:rsidRDefault="004E4E5C" w:rsidP="00F6791E">
            <w:pPr>
              <w:rPr>
                <w:rFonts w:cs="Arial"/>
                <w:sz w:val="16"/>
                <w:szCs w:val="16"/>
              </w:rPr>
            </w:pPr>
          </w:p>
        </w:tc>
        <w:tc>
          <w:tcPr>
            <w:tcW w:w="483" w:type="dxa"/>
            <w:shd w:val="clear" w:color="auto" w:fill="auto"/>
          </w:tcPr>
          <w:p w14:paraId="241985A2" w14:textId="77777777" w:rsidR="004E4E5C" w:rsidRPr="00A30D7A" w:rsidRDefault="004E4E5C" w:rsidP="00F6791E">
            <w:pPr>
              <w:rPr>
                <w:rFonts w:cs="Arial"/>
                <w:sz w:val="16"/>
                <w:szCs w:val="16"/>
              </w:rPr>
            </w:pPr>
          </w:p>
        </w:tc>
        <w:tc>
          <w:tcPr>
            <w:tcW w:w="374" w:type="dxa"/>
            <w:shd w:val="clear" w:color="auto" w:fill="auto"/>
          </w:tcPr>
          <w:p w14:paraId="022870CC" w14:textId="77777777" w:rsidR="004E4E5C" w:rsidRPr="00A30D7A" w:rsidRDefault="004E4E5C" w:rsidP="00F6791E">
            <w:pPr>
              <w:rPr>
                <w:rFonts w:cs="Arial"/>
                <w:sz w:val="16"/>
                <w:szCs w:val="16"/>
              </w:rPr>
            </w:pPr>
          </w:p>
        </w:tc>
        <w:tc>
          <w:tcPr>
            <w:tcW w:w="426" w:type="dxa"/>
            <w:shd w:val="clear" w:color="auto" w:fill="auto"/>
          </w:tcPr>
          <w:p w14:paraId="647BE686" w14:textId="77777777" w:rsidR="004E4E5C" w:rsidRPr="00A30D7A" w:rsidRDefault="004E4E5C" w:rsidP="00F6791E">
            <w:pPr>
              <w:rPr>
                <w:rFonts w:cs="Arial"/>
                <w:sz w:val="16"/>
                <w:szCs w:val="16"/>
              </w:rPr>
            </w:pPr>
          </w:p>
        </w:tc>
        <w:tc>
          <w:tcPr>
            <w:tcW w:w="701" w:type="dxa"/>
            <w:shd w:val="clear" w:color="auto" w:fill="auto"/>
          </w:tcPr>
          <w:p w14:paraId="0047872A" w14:textId="77777777" w:rsidR="004E4E5C" w:rsidRPr="00A30D7A" w:rsidRDefault="004E4E5C" w:rsidP="00F6791E">
            <w:pPr>
              <w:rPr>
                <w:rFonts w:cs="Arial"/>
                <w:sz w:val="16"/>
                <w:szCs w:val="16"/>
              </w:rPr>
            </w:pPr>
          </w:p>
        </w:tc>
      </w:tr>
      <w:tr w:rsidR="004E4E5C" w:rsidRPr="00A30D7A" w14:paraId="376DEC22" w14:textId="77777777" w:rsidTr="0063774F">
        <w:tc>
          <w:tcPr>
            <w:tcW w:w="1862" w:type="dxa"/>
            <w:tcBorders>
              <w:top w:val="nil"/>
              <w:left w:val="single" w:sz="4" w:space="0" w:color="auto"/>
              <w:bottom w:val="nil"/>
              <w:right w:val="nil"/>
            </w:tcBorders>
            <w:shd w:val="clear" w:color="auto" w:fill="auto"/>
          </w:tcPr>
          <w:p w14:paraId="039FB714"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13F19D0" w14:textId="77777777" w:rsidR="004E4E5C" w:rsidRPr="00A30D7A" w:rsidRDefault="004E4E5C" w:rsidP="00F6791E">
            <w:pPr>
              <w:rPr>
                <w:rFonts w:cs="Arial"/>
                <w:sz w:val="16"/>
                <w:szCs w:val="16"/>
              </w:rPr>
            </w:pPr>
            <w:r w:rsidRPr="00A30D7A">
              <w:rPr>
                <w:rFonts w:cs="Arial"/>
                <w:sz w:val="16"/>
                <w:szCs w:val="16"/>
              </w:rPr>
              <w:t>D3070</w:t>
            </w:r>
          </w:p>
        </w:tc>
        <w:tc>
          <w:tcPr>
            <w:tcW w:w="2539" w:type="dxa"/>
            <w:tcBorders>
              <w:top w:val="single" w:sz="4" w:space="0" w:color="auto"/>
              <w:left w:val="nil"/>
              <w:bottom w:val="single" w:sz="4" w:space="0" w:color="auto"/>
              <w:right w:val="single" w:sz="4" w:space="0" w:color="auto"/>
            </w:tcBorders>
          </w:tcPr>
          <w:p w14:paraId="0CCE0619" w14:textId="77777777" w:rsidR="004E4E5C" w:rsidRPr="00A30D7A" w:rsidRDefault="004E4E5C" w:rsidP="00F6791E">
            <w:pPr>
              <w:rPr>
                <w:rFonts w:cs="Arial"/>
                <w:sz w:val="16"/>
                <w:szCs w:val="16"/>
              </w:rPr>
            </w:pPr>
            <w:r w:rsidRPr="00A30D7A">
              <w:rPr>
                <w:rFonts w:cs="Arial"/>
                <w:sz w:val="16"/>
                <w:szCs w:val="16"/>
              </w:rPr>
              <w:t>Systems testing and balancing</w:t>
            </w:r>
          </w:p>
        </w:tc>
        <w:tc>
          <w:tcPr>
            <w:tcW w:w="529" w:type="dxa"/>
            <w:tcBorders>
              <w:left w:val="single" w:sz="4" w:space="0" w:color="auto"/>
            </w:tcBorders>
            <w:shd w:val="clear" w:color="auto" w:fill="auto"/>
          </w:tcPr>
          <w:p w14:paraId="56CCB623" w14:textId="77777777" w:rsidR="004E4E5C" w:rsidRPr="00A30D7A" w:rsidRDefault="004E4E5C" w:rsidP="00F6791E">
            <w:pPr>
              <w:rPr>
                <w:rFonts w:cs="Arial"/>
                <w:sz w:val="16"/>
                <w:szCs w:val="16"/>
              </w:rPr>
            </w:pPr>
          </w:p>
        </w:tc>
        <w:tc>
          <w:tcPr>
            <w:tcW w:w="483" w:type="dxa"/>
            <w:shd w:val="clear" w:color="auto" w:fill="auto"/>
          </w:tcPr>
          <w:p w14:paraId="06743A61" w14:textId="77777777" w:rsidR="004E4E5C" w:rsidRPr="00A30D7A" w:rsidRDefault="004E4E5C" w:rsidP="00F6791E">
            <w:pPr>
              <w:rPr>
                <w:rFonts w:cs="Arial"/>
                <w:sz w:val="16"/>
                <w:szCs w:val="16"/>
              </w:rPr>
            </w:pPr>
          </w:p>
        </w:tc>
        <w:tc>
          <w:tcPr>
            <w:tcW w:w="483" w:type="dxa"/>
            <w:shd w:val="clear" w:color="auto" w:fill="auto"/>
          </w:tcPr>
          <w:p w14:paraId="33F050AA" w14:textId="77777777" w:rsidR="004E4E5C" w:rsidRPr="00A30D7A" w:rsidRDefault="004E4E5C" w:rsidP="00F6791E">
            <w:pPr>
              <w:rPr>
                <w:rFonts w:cs="Arial"/>
                <w:sz w:val="16"/>
                <w:szCs w:val="16"/>
              </w:rPr>
            </w:pPr>
          </w:p>
        </w:tc>
        <w:tc>
          <w:tcPr>
            <w:tcW w:w="483" w:type="dxa"/>
            <w:shd w:val="clear" w:color="auto" w:fill="auto"/>
          </w:tcPr>
          <w:p w14:paraId="255350CB" w14:textId="77777777" w:rsidR="004E4E5C" w:rsidRPr="00A30D7A" w:rsidRDefault="004E4E5C" w:rsidP="00F6791E">
            <w:pPr>
              <w:rPr>
                <w:rFonts w:cs="Arial"/>
                <w:sz w:val="16"/>
                <w:szCs w:val="16"/>
              </w:rPr>
            </w:pPr>
          </w:p>
        </w:tc>
        <w:tc>
          <w:tcPr>
            <w:tcW w:w="483" w:type="dxa"/>
            <w:shd w:val="clear" w:color="auto" w:fill="auto"/>
          </w:tcPr>
          <w:p w14:paraId="084F36B8" w14:textId="77777777" w:rsidR="004E4E5C" w:rsidRPr="00A30D7A" w:rsidRDefault="004E4E5C" w:rsidP="00F6791E">
            <w:pPr>
              <w:rPr>
                <w:rFonts w:cs="Arial"/>
                <w:sz w:val="16"/>
                <w:szCs w:val="16"/>
              </w:rPr>
            </w:pPr>
          </w:p>
        </w:tc>
        <w:tc>
          <w:tcPr>
            <w:tcW w:w="374" w:type="dxa"/>
            <w:shd w:val="clear" w:color="auto" w:fill="auto"/>
          </w:tcPr>
          <w:p w14:paraId="61F2E272" w14:textId="77777777" w:rsidR="004E4E5C" w:rsidRPr="00A30D7A" w:rsidRDefault="004E4E5C" w:rsidP="00F6791E">
            <w:pPr>
              <w:rPr>
                <w:rFonts w:cs="Arial"/>
                <w:sz w:val="16"/>
                <w:szCs w:val="16"/>
              </w:rPr>
            </w:pPr>
          </w:p>
        </w:tc>
        <w:tc>
          <w:tcPr>
            <w:tcW w:w="426" w:type="dxa"/>
            <w:shd w:val="clear" w:color="auto" w:fill="auto"/>
          </w:tcPr>
          <w:p w14:paraId="3DE612B2" w14:textId="77777777" w:rsidR="004E4E5C" w:rsidRPr="00A30D7A" w:rsidRDefault="004E4E5C" w:rsidP="00F6791E">
            <w:pPr>
              <w:rPr>
                <w:rFonts w:cs="Arial"/>
                <w:sz w:val="16"/>
                <w:szCs w:val="16"/>
              </w:rPr>
            </w:pPr>
          </w:p>
        </w:tc>
        <w:tc>
          <w:tcPr>
            <w:tcW w:w="701" w:type="dxa"/>
            <w:shd w:val="clear" w:color="auto" w:fill="auto"/>
          </w:tcPr>
          <w:p w14:paraId="3E6803FE" w14:textId="77777777" w:rsidR="004E4E5C" w:rsidRPr="00A30D7A" w:rsidRDefault="004E4E5C" w:rsidP="00F6791E">
            <w:pPr>
              <w:rPr>
                <w:rFonts w:cs="Arial"/>
                <w:sz w:val="16"/>
                <w:szCs w:val="16"/>
              </w:rPr>
            </w:pPr>
          </w:p>
        </w:tc>
      </w:tr>
      <w:tr w:rsidR="004E4E5C" w:rsidRPr="00A30D7A" w14:paraId="011EE2E7" w14:textId="77777777" w:rsidTr="0063774F">
        <w:tc>
          <w:tcPr>
            <w:tcW w:w="1862" w:type="dxa"/>
            <w:tcBorders>
              <w:top w:val="nil"/>
              <w:left w:val="single" w:sz="4" w:space="0" w:color="auto"/>
              <w:bottom w:val="single" w:sz="4" w:space="0" w:color="auto"/>
              <w:right w:val="nil"/>
            </w:tcBorders>
            <w:shd w:val="clear" w:color="auto" w:fill="auto"/>
          </w:tcPr>
          <w:p w14:paraId="0F08AB6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AA50442" w14:textId="77777777" w:rsidR="004E4E5C" w:rsidRPr="00A30D7A" w:rsidRDefault="004E4E5C" w:rsidP="00F6791E">
            <w:pPr>
              <w:rPr>
                <w:rFonts w:cs="Arial"/>
                <w:sz w:val="16"/>
                <w:szCs w:val="16"/>
              </w:rPr>
            </w:pPr>
            <w:r w:rsidRPr="00A30D7A">
              <w:rPr>
                <w:rFonts w:cs="Arial"/>
                <w:sz w:val="16"/>
                <w:szCs w:val="16"/>
              </w:rPr>
              <w:t>D3090</w:t>
            </w:r>
          </w:p>
        </w:tc>
        <w:tc>
          <w:tcPr>
            <w:tcW w:w="2539" w:type="dxa"/>
            <w:tcBorders>
              <w:top w:val="single" w:sz="4" w:space="0" w:color="auto"/>
              <w:left w:val="nil"/>
              <w:bottom w:val="single" w:sz="4" w:space="0" w:color="auto"/>
              <w:right w:val="single" w:sz="4" w:space="0" w:color="auto"/>
            </w:tcBorders>
          </w:tcPr>
          <w:p w14:paraId="07A13065" w14:textId="77777777" w:rsidR="004E4E5C" w:rsidRPr="00A30D7A" w:rsidRDefault="004E4E5C" w:rsidP="00F6791E">
            <w:pPr>
              <w:rPr>
                <w:rFonts w:cs="Arial"/>
                <w:sz w:val="16"/>
                <w:szCs w:val="16"/>
              </w:rPr>
            </w:pPr>
            <w:r w:rsidRPr="00A30D7A">
              <w:rPr>
                <w:rFonts w:cs="Arial"/>
                <w:sz w:val="16"/>
                <w:szCs w:val="16"/>
              </w:rPr>
              <w:t>Other HVAC systems &amp; equipment</w:t>
            </w:r>
          </w:p>
        </w:tc>
        <w:tc>
          <w:tcPr>
            <w:tcW w:w="529" w:type="dxa"/>
            <w:tcBorders>
              <w:left w:val="single" w:sz="4" w:space="0" w:color="auto"/>
            </w:tcBorders>
            <w:shd w:val="clear" w:color="auto" w:fill="auto"/>
          </w:tcPr>
          <w:p w14:paraId="4DCA530E" w14:textId="77777777" w:rsidR="004E4E5C" w:rsidRPr="00A30D7A" w:rsidRDefault="004E4E5C" w:rsidP="00F6791E">
            <w:pPr>
              <w:rPr>
                <w:rFonts w:cs="Arial"/>
                <w:sz w:val="16"/>
                <w:szCs w:val="16"/>
              </w:rPr>
            </w:pPr>
          </w:p>
        </w:tc>
        <w:tc>
          <w:tcPr>
            <w:tcW w:w="483" w:type="dxa"/>
            <w:shd w:val="clear" w:color="auto" w:fill="auto"/>
          </w:tcPr>
          <w:p w14:paraId="65E11B0C" w14:textId="77777777" w:rsidR="004E4E5C" w:rsidRPr="00A30D7A" w:rsidRDefault="004E4E5C" w:rsidP="00F6791E">
            <w:pPr>
              <w:rPr>
                <w:rFonts w:cs="Arial"/>
                <w:sz w:val="16"/>
                <w:szCs w:val="16"/>
              </w:rPr>
            </w:pPr>
          </w:p>
        </w:tc>
        <w:tc>
          <w:tcPr>
            <w:tcW w:w="483" w:type="dxa"/>
            <w:shd w:val="clear" w:color="auto" w:fill="auto"/>
          </w:tcPr>
          <w:p w14:paraId="07D788D5" w14:textId="77777777" w:rsidR="004E4E5C" w:rsidRPr="00A30D7A" w:rsidRDefault="004E4E5C" w:rsidP="00F6791E">
            <w:pPr>
              <w:rPr>
                <w:rFonts w:cs="Arial"/>
                <w:sz w:val="16"/>
                <w:szCs w:val="16"/>
              </w:rPr>
            </w:pPr>
          </w:p>
        </w:tc>
        <w:tc>
          <w:tcPr>
            <w:tcW w:w="483" w:type="dxa"/>
            <w:shd w:val="clear" w:color="auto" w:fill="auto"/>
          </w:tcPr>
          <w:p w14:paraId="72A91550" w14:textId="77777777" w:rsidR="004E4E5C" w:rsidRPr="00A30D7A" w:rsidRDefault="004E4E5C" w:rsidP="00F6791E">
            <w:pPr>
              <w:rPr>
                <w:rFonts w:cs="Arial"/>
                <w:sz w:val="16"/>
                <w:szCs w:val="16"/>
              </w:rPr>
            </w:pPr>
          </w:p>
        </w:tc>
        <w:tc>
          <w:tcPr>
            <w:tcW w:w="483" w:type="dxa"/>
            <w:shd w:val="clear" w:color="auto" w:fill="auto"/>
          </w:tcPr>
          <w:p w14:paraId="5BA39845" w14:textId="77777777" w:rsidR="004E4E5C" w:rsidRPr="00A30D7A" w:rsidRDefault="004E4E5C" w:rsidP="00F6791E">
            <w:pPr>
              <w:rPr>
                <w:rFonts w:cs="Arial"/>
                <w:sz w:val="16"/>
                <w:szCs w:val="16"/>
              </w:rPr>
            </w:pPr>
          </w:p>
        </w:tc>
        <w:tc>
          <w:tcPr>
            <w:tcW w:w="374" w:type="dxa"/>
            <w:shd w:val="clear" w:color="auto" w:fill="auto"/>
          </w:tcPr>
          <w:p w14:paraId="2E1572CC" w14:textId="77777777" w:rsidR="004E4E5C" w:rsidRPr="00A30D7A" w:rsidRDefault="004E4E5C" w:rsidP="00F6791E">
            <w:pPr>
              <w:rPr>
                <w:rFonts w:cs="Arial"/>
                <w:sz w:val="16"/>
                <w:szCs w:val="16"/>
              </w:rPr>
            </w:pPr>
          </w:p>
        </w:tc>
        <w:tc>
          <w:tcPr>
            <w:tcW w:w="426" w:type="dxa"/>
            <w:shd w:val="clear" w:color="auto" w:fill="auto"/>
          </w:tcPr>
          <w:p w14:paraId="07E1CCE3" w14:textId="77777777" w:rsidR="004E4E5C" w:rsidRPr="00A30D7A" w:rsidRDefault="004E4E5C" w:rsidP="00F6791E">
            <w:pPr>
              <w:rPr>
                <w:rFonts w:cs="Arial"/>
                <w:sz w:val="16"/>
                <w:szCs w:val="16"/>
              </w:rPr>
            </w:pPr>
          </w:p>
        </w:tc>
        <w:tc>
          <w:tcPr>
            <w:tcW w:w="701" w:type="dxa"/>
            <w:shd w:val="clear" w:color="auto" w:fill="auto"/>
          </w:tcPr>
          <w:p w14:paraId="7C7DCC98" w14:textId="77777777" w:rsidR="004E4E5C" w:rsidRPr="00A30D7A" w:rsidRDefault="004E4E5C" w:rsidP="00F6791E">
            <w:pPr>
              <w:rPr>
                <w:rFonts w:cs="Arial"/>
                <w:sz w:val="16"/>
                <w:szCs w:val="16"/>
              </w:rPr>
            </w:pPr>
          </w:p>
        </w:tc>
      </w:tr>
      <w:tr w:rsidR="004E4E5C" w:rsidRPr="00A30D7A" w14:paraId="34FA4F24" w14:textId="77777777" w:rsidTr="0063774F">
        <w:tc>
          <w:tcPr>
            <w:tcW w:w="1862" w:type="dxa"/>
            <w:tcBorders>
              <w:top w:val="single" w:sz="4" w:space="0" w:color="auto"/>
              <w:left w:val="single" w:sz="4" w:space="0" w:color="auto"/>
              <w:bottom w:val="nil"/>
              <w:right w:val="nil"/>
            </w:tcBorders>
            <w:shd w:val="clear" w:color="auto" w:fill="auto"/>
          </w:tcPr>
          <w:p w14:paraId="18F358D0" w14:textId="77777777" w:rsidR="004E4E5C" w:rsidRPr="00A30D7A" w:rsidRDefault="004E4E5C" w:rsidP="00F6791E">
            <w:pPr>
              <w:rPr>
                <w:rFonts w:cs="Arial"/>
                <w:sz w:val="16"/>
                <w:szCs w:val="16"/>
              </w:rPr>
            </w:pPr>
            <w:r w:rsidRPr="00A30D7A">
              <w:rPr>
                <w:rFonts w:cs="Arial"/>
                <w:sz w:val="16"/>
                <w:szCs w:val="16"/>
              </w:rPr>
              <w:t>D40   Fire protection</w:t>
            </w:r>
          </w:p>
        </w:tc>
        <w:tc>
          <w:tcPr>
            <w:tcW w:w="697" w:type="dxa"/>
            <w:tcBorders>
              <w:top w:val="single" w:sz="4" w:space="0" w:color="auto"/>
              <w:left w:val="nil"/>
              <w:bottom w:val="single" w:sz="4" w:space="0" w:color="auto"/>
              <w:right w:val="nil"/>
            </w:tcBorders>
          </w:tcPr>
          <w:p w14:paraId="4AA2F370" w14:textId="77777777" w:rsidR="004E4E5C" w:rsidRPr="00A30D7A" w:rsidRDefault="004E4E5C" w:rsidP="00F6791E">
            <w:pPr>
              <w:rPr>
                <w:rFonts w:cs="Arial"/>
                <w:sz w:val="16"/>
                <w:szCs w:val="16"/>
              </w:rPr>
            </w:pPr>
            <w:r w:rsidRPr="00A30D7A">
              <w:rPr>
                <w:rFonts w:cs="Arial"/>
                <w:sz w:val="16"/>
                <w:szCs w:val="16"/>
              </w:rPr>
              <w:t>D4010</w:t>
            </w:r>
          </w:p>
        </w:tc>
        <w:tc>
          <w:tcPr>
            <w:tcW w:w="2539" w:type="dxa"/>
            <w:tcBorders>
              <w:top w:val="single" w:sz="4" w:space="0" w:color="auto"/>
              <w:left w:val="nil"/>
              <w:bottom w:val="single" w:sz="4" w:space="0" w:color="auto"/>
              <w:right w:val="single" w:sz="4" w:space="0" w:color="auto"/>
            </w:tcBorders>
          </w:tcPr>
          <w:p w14:paraId="6861E6CA" w14:textId="77777777" w:rsidR="004E4E5C" w:rsidRPr="00A30D7A" w:rsidRDefault="004E4E5C" w:rsidP="00F6791E">
            <w:pPr>
              <w:rPr>
                <w:rFonts w:cs="Arial"/>
                <w:sz w:val="16"/>
                <w:szCs w:val="16"/>
              </w:rPr>
            </w:pPr>
            <w:r w:rsidRPr="00A30D7A">
              <w:rPr>
                <w:rFonts w:cs="Arial"/>
                <w:sz w:val="16"/>
                <w:szCs w:val="16"/>
              </w:rPr>
              <w:t>Sprinklers</w:t>
            </w:r>
          </w:p>
        </w:tc>
        <w:tc>
          <w:tcPr>
            <w:tcW w:w="529" w:type="dxa"/>
            <w:tcBorders>
              <w:left w:val="single" w:sz="4" w:space="0" w:color="auto"/>
            </w:tcBorders>
            <w:shd w:val="clear" w:color="auto" w:fill="auto"/>
          </w:tcPr>
          <w:p w14:paraId="0EDFC67A" w14:textId="77777777" w:rsidR="004E4E5C" w:rsidRPr="00A30D7A" w:rsidRDefault="004E4E5C" w:rsidP="00F6791E">
            <w:pPr>
              <w:rPr>
                <w:rFonts w:cs="Arial"/>
                <w:sz w:val="16"/>
                <w:szCs w:val="16"/>
              </w:rPr>
            </w:pPr>
          </w:p>
        </w:tc>
        <w:tc>
          <w:tcPr>
            <w:tcW w:w="483" w:type="dxa"/>
            <w:shd w:val="clear" w:color="auto" w:fill="auto"/>
          </w:tcPr>
          <w:p w14:paraId="39CDE9CC" w14:textId="77777777" w:rsidR="004E4E5C" w:rsidRPr="00A30D7A" w:rsidRDefault="004E4E5C" w:rsidP="00F6791E">
            <w:pPr>
              <w:rPr>
                <w:rFonts w:cs="Arial"/>
                <w:sz w:val="16"/>
                <w:szCs w:val="16"/>
              </w:rPr>
            </w:pPr>
          </w:p>
        </w:tc>
        <w:tc>
          <w:tcPr>
            <w:tcW w:w="483" w:type="dxa"/>
            <w:shd w:val="clear" w:color="auto" w:fill="auto"/>
          </w:tcPr>
          <w:p w14:paraId="2B8F08C8" w14:textId="77777777" w:rsidR="004E4E5C" w:rsidRPr="00A30D7A" w:rsidRDefault="004E4E5C" w:rsidP="00F6791E">
            <w:pPr>
              <w:rPr>
                <w:rFonts w:cs="Arial"/>
                <w:sz w:val="16"/>
                <w:szCs w:val="16"/>
              </w:rPr>
            </w:pPr>
          </w:p>
        </w:tc>
        <w:tc>
          <w:tcPr>
            <w:tcW w:w="483" w:type="dxa"/>
            <w:shd w:val="clear" w:color="auto" w:fill="auto"/>
          </w:tcPr>
          <w:p w14:paraId="2950BA0C" w14:textId="77777777" w:rsidR="004E4E5C" w:rsidRPr="00A30D7A" w:rsidRDefault="004E4E5C" w:rsidP="00F6791E">
            <w:pPr>
              <w:rPr>
                <w:rFonts w:cs="Arial"/>
                <w:sz w:val="16"/>
                <w:szCs w:val="16"/>
              </w:rPr>
            </w:pPr>
          </w:p>
        </w:tc>
        <w:tc>
          <w:tcPr>
            <w:tcW w:w="483" w:type="dxa"/>
            <w:shd w:val="clear" w:color="auto" w:fill="auto"/>
          </w:tcPr>
          <w:p w14:paraId="18FE2C96" w14:textId="77777777" w:rsidR="004E4E5C" w:rsidRPr="00A30D7A" w:rsidRDefault="004E4E5C" w:rsidP="00F6791E">
            <w:pPr>
              <w:rPr>
                <w:rFonts w:cs="Arial"/>
                <w:sz w:val="16"/>
                <w:szCs w:val="16"/>
              </w:rPr>
            </w:pPr>
          </w:p>
        </w:tc>
        <w:tc>
          <w:tcPr>
            <w:tcW w:w="374" w:type="dxa"/>
            <w:shd w:val="clear" w:color="auto" w:fill="auto"/>
          </w:tcPr>
          <w:p w14:paraId="6A01423E" w14:textId="77777777" w:rsidR="004E4E5C" w:rsidRPr="00A30D7A" w:rsidRDefault="004E4E5C" w:rsidP="00F6791E">
            <w:pPr>
              <w:rPr>
                <w:rFonts w:cs="Arial"/>
                <w:sz w:val="16"/>
                <w:szCs w:val="16"/>
              </w:rPr>
            </w:pPr>
          </w:p>
        </w:tc>
        <w:tc>
          <w:tcPr>
            <w:tcW w:w="426" w:type="dxa"/>
            <w:shd w:val="clear" w:color="auto" w:fill="auto"/>
          </w:tcPr>
          <w:p w14:paraId="4D5736DD" w14:textId="77777777" w:rsidR="004E4E5C" w:rsidRPr="00A30D7A" w:rsidRDefault="004E4E5C" w:rsidP="00F6791E">
            <w:pPr>
              <w:rPr>
                <w:rFonts w:cs="Arial"/>
                <w:sz w:val="16"/>
                <w:szCs w:val="16"/>
              </w:rPr>
            </w:pPr>
          </w:p>
        </w:tc>
        <w:tc>
          <w:tcPr>
            <w:tcW w:w="701" w:type="dxa"/>
            <w:shd w:val="clear" w:color="auto" w:fill="auto"/>
          </w:tcPr>
          <w:p w14:paraId="25E09D2B" w14:textId="77777777" w:rsidR="004E4E5C" w:rsidRPr="00A30D7A" w:rsidRDefault="004E4E5C" w:rsidP="00F6791E">
            <w:pPr>
              <w:rPr>
                <w:rFonts w:cs="Arial"/>
                <w:sz w:val="16"/>
                <w:szCs w:val="16"/>
              </w:rPr>
            </w:pPr>
          </w:p>
        </w:tc>
      </w:tr>
      <w:tr w:rsidR="004E4E5C" w:rsidRPr="00A30D7A" w14:paraId="2EAB557C" w14:textId="77777777" w:rsidTr="0063774F">
        <w:tc>
          <w:tcPr>
            <w:tcW w:w="1862" w:type="dxa"/>
            <w:tcBorders>
              <w:top w:val="nil"/>
              <w:left w:val="single" w:sz="4" w:space="0" w:color="auto"/>
              <w:bottom w:val="nil"/>
              <w:right w:val="nil"/>
            </w:tcBorders>
            <w:shd w:val="clear" w:color="auto" w:fill="auto"/>
          </w:tcPr>
          <w:p w14:paraId="01BAEDBA"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7B3E9D48" w14:textId="77777777" w:rsidR="004E4E5C" w:rsidRPr="00A30D7A" w:rsidRDefault="004E4E5C" w:rsidP="00F6791E">
            <w:pPr>
              <w:rPr>
                <w:rFonts w:cs="Arial"/>
                <w:sz w:val="16"/>
                <w:szCs w:val="16"/>
              </w:rPr>
            </w:pPr>
            <w:r w:rsidRPr="00A30D7A">
              <w:rPr>
                <w:rFonts w:cs="Arial"/>
                <w:sz w:val="16"/>
                <w:szCs w:val="16"/>
              </w:rPr>
              <w:t>D4020</w:t>
            </w:r>
          </w:p>
        </w:tc>
        <w:tc>
          <w:tcPr>
            <w:tcW w:w="2539" w:type="dxa"/>
            <w:tcBorders>
              <w:top w:val="single" w:sz="4" w:space="0" w:color="auto"/>
              <w:left w:val="nil"/>
              <w:bottom w:val="single" w:sz="4" w:space="0" w:color="auto"/>
              <w:right w:val="single" w:sz="4" w:space="0" w:color="auto"/>
            </w:tcBorders>
          </w:tcPr>
          <w:p w14:paraId="2C24D383" w14:textId="77777777" w:rsidR="004E4E5C" w:rsidRPr="00A30D7A" w:rsidRDefault="004E4E5C" w:rsidP="00F6791E">
            <w:pPr>
              <w:rPr>
                <w:rFonts w:cs="Arial"/>
                <w:sz w:val="16"/>
                <w:szCs w:val="16"/>
              </w:rPr>
            </w:pPr>
            <w:r w:rsidRPr="00A30D7A">
              <w:rPr>
                <w:rFonts w:cs="Arial"/>
                <w:sz w:val="16"/>
                <w:szCs w:val="16"/>
              </w:rPr>
              <w:t>Standpipes</w:t>
            </w:r>
          </w:p>
        </w:tc>
        <w:tc>
          <w:tcPr>
            <w:tcW w:w="529" w:type="dxa"/>
            <w:tcBorders>
              <w:left w:val="single" w:sz="4" w:space="0" w:color="auto"/>
            </w:tcBorders>
            <w:shd w:val="clear" w:color="auto" w:fill="auto"/>
          </w:tcPr>
          <w:p w14:paraId="1BD318D7" w14:textId="77777777" w:rsidR="004E4E5C" w:rsidRPr="00A30D7A" w:rsidRDefault="004E4E5C" w:rsidP="00F6791E">
            <w:pPr>
              <w:rPr>
                <w:rFonts w:cs="Arial"/>
                <w:sz w:val="16"/>
                <w:szCs w:val="16"/>
              </w:rPr>
            </w:pPr>
          </w:p>
        </w:tc>
        <w:tc>
          <w:tcPr>
            <w:tcW w:w="483" w:type="dxa"/>
            <w:shd w:val="clear" w:color="auto" w:fill="auto"/>
          </w:tcPr>
          <w:p w14:paraId="0C6CB831" w14:textId="77777777" w:rsidR="004E4E5C" w:rsidRPr="00A30D7A" w:rsidRDefault="004E4E5C" w:rsidP="00F6791E">
            <w:pPr>
              <w:rPr>
                <w:rFonts w:cs="Arial"/>
                <w:sz w:val="16"/>
                <w:szCs w:val="16"/>
              </w:rPr>
            </w:pPr>
          </w:p>
        </w:tc>
        <w:tc>
          <w:tcPr>
            <w:tcW w:w="483" w:type="dxa"/>
            <w:shd w:val="clear" w:color="auto" w:fill="auto"/>
          </w:tcPr>
          <w:p w14:paraId="41E2D93D" w14:textId="77777777" w:rsidR="004E4E5C" w:rsidRPr="00A30D7A" w:rsidRDefault="004E4E5C" w:rsidP="00F6791E">
            <w:pPr>
              <w:rPr>
                <w:rFonts w:cs="Arial"/>
                <w:sz w:val="16"/>
                <w:szCs w:val="16"/>
              </w:rPr>
            </w:pPr>
          </w:p>
        </w:tc>
        <w:tc>
          <w:tcPr>
            <w:tcW w:w="483" w:type="dxa"/>
            <w:shd w:val="clear" w:color="auto" w:fill="auto"/>
          </w:tcPr>
          <w:p w14:paraId="36B4BDCC" w14:textId="77777777" w:rsidR="004E4E5C" w:rsidRPr="00A30D7A" w:rsidRDefault="004E4E5C" w:rsidP="00F6791E">
            <w:pPr>
              <w:rPr>
                <w:rFonts w:cs="Arial"/>
                <w:sz w:val="16"/>
                <w:szCs w:val="16"/>
              </w:rPr>
            </w:pPr>
          </w:p>
        </w:tc>
        <w:tc>
          <w:tcPr>
            <w:tcW w:w="483" w:type="dxa"/>
            <w:shd w:val="clear" w:color="auto" w:fill="auto"/>
          </w:tcPr>
          <w:p w14:paraId="4EE1FD45" w14:textId="77777777" w:rsidR="004E4E5C" w:rsidRPr="00A30D7A" w:rsidRDefault="004E4E5C" w:rsidP="00F6791E">
            <w:pPr>
              <w:rPr>
                <w:rFonts w:cs="Arial"/>
                <w:sz w:val="16"/>
                <w:szCs w:val="16"/>
              </w:rPr>
            </w:pPr>
          </w:p>
        </w:tc>
        <w:tc>
          <w:tcPr>
            <w:tcW w:w="374" w:type="dxa"/>
            <w:shd w:val="clear" w:color="auto" w:fill="auto"/>
          </w:tcPr>
          <w:p w14:paraId="4EBE28D1" w14:textId="77777777" w:rsidR="004E4E5C" w:rsidRPr="00A30D7A" w:rsidRDefault="004E4E5C" w:rsidP="00F6791E">
            <w:pPr>
              <w:rPr>
                <w:rFonts w:cs="Arial"/>
                <w:sz w:val="16"/>
                <w:szCs w:val="16"/>
              </w:rPr>
            </w:pPr>
          </w:p>
        </w:tc>
        <w:tc>
          <w:tcPr>
            <w:tcW w:w="426" w:type="dxa"/>
            <w:shd w:val="clear" w:color="auto" w:fill="auto"/>
          </w:tcPr>
          <w:p w14:paraId="7030B137" w14:textId="77777777" w:rsidR="004E4E5C" w:rsidRPr="00A30D7A" w:rsidRDefault="004E4E5C" w:rsidP="00F6791E">
            <w:pPr>
              <w:rPr>
                <w:rFonts w:cs="Arial"/>
                <w:sz w:val="16"/>
                <w:szCs w:val="16"/>
              </w:rPr>
            </w:pPr>
          </w:p>
        </w:tc>
        <w:tc>
          <w:tcPr>
            <w:tcW w:w="701" w:type="dxa"/>
            <w:shd w:val="clear" w:color="auto" w:fill="auto"/>
          </w:tcPr>
          <w:p w14:paraId="170B7C46" w14:textId="77777777" w:rsidR="004E4E5C" w:rsidRPr="00A30D7A" w:rsidRDefault="004E4E5C" w:rsidP="00F6791E">
            <w:pPr>
              <w:rPr>
                <w:rFonts w:cs="Arial"/>
                <w:sz w:val="16"/>
                <w:szCs w:val="16"/>
              </w:rPr>
            </w:pPr>
          </w:p>
        </w:tc>
      </w:tr>
      <w:tr w:rsidR="004E4E5C" w:rsidRPr="00A30D7A" w14:paraId="5E3A18AD" w14:textId="77777777" w:rsidTr="0063774F">
        <w:tc>
          <w:tcPr>
            <w:tcW w:w="1862" w:type="dxa"/>
            <w:tcBorders>
              <w:top w:val="nil"/>
              <w:left w:val="single" w:sz="4" w:space="0" w:color="auto"/>
              <w:bottom w:val="nil"/>
              <w:right w:val="nil"/>
            </w:tcBorders>
            <w:shd w:val="clear" w:color="auto" w:fill="auto"/>
          </w:tcPr>
          <w:p w14:paraId="7DFB378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98E532B" w14:textId="77777777" w:rsidR="004E4E5C" w:rsidRPr="00A30D7A" w:rsidRDefault="004E4E5C" w:rsidP="00F6791E">
            <w:pPr>
              <w:rPr>
                <w:rFonts w:cs="Arial"/>
                <w:sz w:val="16"/>
                <w:szCs w:val="16"/>
              </w:rPr>
            </w:pPr>
            <w:r w:rsidRPr="00A30D7A">
              <w:rPr>
                <w:rFonts w:cs="Arial"/>
                <w:sz w:val="16"/>
                <w:szCs w:val="16"/>
              </w:rPr>
              <w:t>D4030</w:t>
            </w:r>
          </w:p>
        </w:tc>
        <w:tc>
          <w:tcPr>
            <w:tcW w:w="2539" w:type="dxa"/>
            <w:tcBorders>
              <w:top w:val="single" w:sz="4" w:space="0" w:color="auto"/>
              <w:left w:val="nil"/>
              <w:bottom w:val="single" w:sz="4" w:space="0" w:color="auto"/>
              <w:right w:val="single" w:sz="4" w:space="0" w:color="auto"/>
            </w:tcBorders>
          </w:tcPr>
          <w:p w14:paraId="54196EB6" w14:textId="77777777" w:rsidR="004E4E5C" w:rsidRPr="00A30D7A" w:rsidRDefault="004E4E5C" w:rsidP="00F6791E">
            <w:pPr>
              <w:rPr>
                <w:rFonts w:cs="Arial"/>
                <w:sz w:val="16"/>
                <w:szCs w:val="16"/>
              </w:rPr>
            </w:pPr>
            <w:r w:rsidRPr="00A30D7A">
              <w:rPr>
                <w:rFonts w:cs="Arial"/>
                <w:sz w:val="16"/>
                <w:szCs w:val="16"/>
              </w:rPr>
              <w:t>Fire protection specialties</w:t>
            </w:r>
          </w:p>
        </w:tc>
        <w:tc>
          <w:tcPr>
            <w:tcW w:w="529" w:type="dxa"/>
            <w:tcBorders>
              <w:left w:val="single" w:sz="4" w:space="0" w:color="auto"/>
            </w:tcBorders>
            <w:shd w:val="clear" w:color="auto" w:fill="auto"/>
          </w:tcPr>
          <w:p w14:paraId="6EB93101" w14:textId="77777777" w:rsidR="004E4E5C" w:rsidRPr="00A30D7A" w:rsidRDefault="004E4E5C" w:rsidP="00F6791E">
            <w:pPr>
              <w:rPr>
                <w:rFonts w:cs="Arial"/>
                <w:sz w:val="16"/>
                <w:szCs w:val="16"/>
              </w:rPr>
            </w:pPr>
          </w:p>
        </w:tc>
        <w:tc>
          <w:tcPr>
            <w:tcW w:w="483" w:type="dxa"/>
            <w:shd w:val="clear" w:color="auto" w:fill="auto"/>
          </w:tcPr>
          <w:p w14:paraId="5199DAFD" w14:textId="77777777" w:rsidR="004E4E5C" w:rsidRPr="00A30D7A" w:rsidRDefault="004E4E5C" w:rsidP="00F6791E">
            <w:pPr>
              <w:rPr>
                <w:rFonts w:cs="Arial"/>
                <w:sz w:val="16"/>
                <w:szCs w:val="16"/>
              </w:rPr>
            </w:pPr>
          </w:p>
        </w:tc>
        <w:tc>
          <w:tcPr>
            <w:tcW w:w="483" w:type="dxa"/>
            <w:shd w:val="clear" w:color="auto" w:fill="auto"/>
          </w:tcPr>
          <w:p w14:paraId="1672FDD8" w14:textId="77777777" w:rsidR="004E4E5C" w:rsidRPr="00A30D7A" w:rsidRDefault="004E4E5C" w:rsidP="00F6791E">
            <w:pPr>
              <w:rPr>
                <w:rFonts w:cs="Arial"/>
                <w:sz w:val="16"/>
                <w:szCs w:val="16"/>
              </w:rPr>
            </w:pPr>
          </w:p>
        </w:tc>
        <w:tc>
          <w:tcPr>
            <w:tcW w:w="483" w:type="dxa"/>
            <w:shd w:val="clear" w:color="auto" w:fill="auto"/>
          </w:tcPr>
          <w:p w14:paraId="54810A74" w14:textId="77777777" w:rsidR="004E4E5C" w:rsidRPr="00A30D7A" w:rsidRDefault="004E4E5C" w:rsidP="00F6791E">
            <w:pPr>
              <w:rPr>
                <w:rFonts w:cs="Arial"/>
                <w:sz w:val="16"/>
                <w:szCs w:val="16"/>
              </w:rPr>
            </w:pPr>
          </w:p>
        </w:tc>
        <w:tc>
          <w:tcPr>
            <w:tcW w:w="483" w:type="dxa"/>
            <w:shd w:val="clear" w:color="auto" w:fill="auto"/>
          </w:tcPr>
          <w:p w14:paraId="757AECD0" w14:textId="77777777" w:rsidR="004E4E5C" w:rsidRPr="00A30D7A" w:rsidRDefault="004E4E5C" w:rsidP="00F6791E">
            <w:pPr>
              <w:rPr>
                <w:rFonts w:cs="Arial"/>
                <w:sz w:val="16"/>
                <w:szCs w:val="16"/>
              </w:rPr>
            </w:pPr>
          </w:p>
        </w:tc>
        <w:tc>
          <w:tcPr>
            <w:tcW w:w="374" w:type="dxa"/>
            <w:shd w:val="clear" w:color="auto" w:fill="auto"/>
          </w:tcPr>
          <w:p w14:paraId="07DBDE41" w14:textId="77777777" w:rsidR="004E4E5C" w:rsidRPr="00A30D7A" w:rsidRDefault="004E4E5C" w:rsidP="00F6791E">
            <w:pPr>
              <w:rPr>
                <w:rFonts w:cs="Arial"/>
                <w:sz w:val="16"/>
                <w:szCs w:val="16"/>
              </w:rPr>
            </w:pPr>
          </w:p>
        </w:tc>
        <w:tc>
          <w:tcPr>
            <w:tcW w:w="426" w:type="dxa"/>
            <w:shd w:val="clear" w:color="auto" w:fill="auto"/>
          </w:tcPr>
          <w:p w14:paraId="18EA0C4D" w14:textId="77777777" w:rsidR="004E4E5C" w:rsidRPr="00A30D7A" w:rsidRDefault="004E4E5C" w:rsidP="00F6791E">
            <w:pPr>
              <w:rPr>
                <w:rFonts w:cs="Arial"/>
                <w:sz w:val="16"/>
                <w:szCs w:val="16"/>
              </w:rPr>
            </w:pPr>
          </w:p>
        </w:tc>
        <w:tc>
          <w:tcPr>
            <w:tcW w:w="701" w:type="dxa"/>
            <w:shd w:val="clear" w:color="auto" w:fill="auto"/>
          </w:tcPr>
          <w:p w14:paraId="65E6B1A6" w14:textId="77777777" w:rsidR="004E4E5C" w:rsidRPr="00A30D7A" w:rsidRDefault="004E4E5C" w:rsidP="00F6791E">
            <w:pPr>
              <w:rPr>
                <w:rFonts w:cs="Arial"/>
                <w:sz w:val="16"/>
                <w:szCs w:val="16"/>
              </w:rPr>
            </w:pPr>
          </w:p>
        </w:tc>
      </w:tr>
      <w:tr w:rsidR="004E4E5C" w:rsidRPr="00A30D7A" w14:paraId="663BF2ED" w14:textId="77777777" w:rsidTr="0063774F">
        <w:tc>
          <w:tcPr>
            <w:tcW w:w="1862" w:type="dxa"/>
            <w:tcBorders>
              <w:top w:val="nil"/>
              <w:left w:val="single" w:sz="4" w:space="0" w:color="auto"/>
              <w:bottom w:val="single" w:sz="4" w:space="0" w:color="auto"/>
              <w:right w:val="nil"/>
            </w:tcBorders>
            <w:shd w:val="clear" w:color="auto" w:fill="auto"/>
          </w:tcPr>
          <w:p w14:paraId="75D189D9"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2A24458" w14:textId="77777777" w:rsidR="004E4E5C" w:rsidRPr="00A30D7A" w:rsidRDefault="004E4E5C" w:rsidP="00F6791E">
            <w:pPr>
              <w:rPr>
                <w:rFonts w:cs="Arial"/>
                <w:sz w:val="16"/>
                <w:szCs w:val="16"/>
              </w:rPr>
            </w:pPr>
            <w:r w:rsidRPr="00A30D7A">
              <w:rPr>
                <w:rFonts w:cs="Arial"/>
                <w:sz w:val="16"/>
                <w:szCs w:val="16"/>
              </w:rPr>
              <w:t>D4090</w:t>
            </w:r>
          </w:p>
        </w:tc>
        <w:tc>
          <w:tcPr>
            <w:tcW w:w="2539" w:type="dxa"/>
            <w:tcBorders>
              <w:top w:val="single" w:sz="4" w:space="0" w:color="auto"/>
              <w:left w:val="nil"/>
              <w:bottom w:val="single" w:sz="4" w:space="0" w:color="auto"/>
              <w:right w:val="single" w:sz="4" w:space="0" w:color="auto"/>
            </w:tcBorders>
          </w:tcPr>
          <w:p w14:paraId="262496D9" w14:textId="77777777" w:rsidR="004E4E5C" w:rsidRPr="00A30D7A" w:rsidRDefault="004E4E5C" w:rsidP="00F6791E">
            <w:pPr>
              <w:rPr>
                <w:rFonts w:cs="Arial"/>
                <w:sz w:val="16"/>
                <w:szCs w:val="16"/>
              </w:rPr>
            </w:pPr>
            <w:r w:rsidRPr="00A30D7A">
              <w:rPr>
                <w:rFonts w:cs="Arial"/>
                <w:sz w:val="16"/>
                <w:szCs w:val="16"/>
              </w:rPr>
              <w:t>Other fire protection systems</w:t>
            </w:r>
          </w:p>
        </w:tc>
        <w:tc>
          <w:tcPr>
            <w:tcW w:w="529" w:type="dxa"/>
            <w:tcBorders>
              <w:left w:val="single" w:sz="4" w:space="0" w:color="auto"/>
            </w:tcBorders>
            <w:shd w:val="clear" w:color="auto" w:fill="auto"/>
          </w:tcPr>
          <w:p w14:paraId="64BBC31F" w14:textId="77777777" w:rsidR="004E4E5C" w:rsidRPr="00A30D7A" w:rsidRDefault="004E4E5C" w:rsidP="00F6791E">
            <w:pPr>
              <w:rPr>
                <w:rFonts w:cs="Arial"/>
                <w:sz w:val="16"/>
                <w:szCs w:val="16"/>
              </w:rPr>
            </w:pPr>
          </w:p>
        </w:tc>
        <w:tc>
          <w:tcPr>
            <w:tcW w:w="483" w:type="dxa"/>
            <w:shd w:val="clear" w:color="auto" w:fill="auto"/>
          </w:tcPr>
          <w:p w14:paraId="12396743" w14:textId="77777777" w:rsidR="004E4E5C" w:rsidRPr="00A30D7A" w:rsidRDefault="004E4E5C" w:rsidP="00F6791E">
            <w:pPr>
              <w:rPr>
                <w:rFonts w:cs="Arial"/>
                <w:sz w:val="16"/>
                <w:szCs w:val="16"/>
              </w:rPr>
            </w:pPr>
          </w:p>
        </w:tc>
        <w:tc>
          <w:tcPr>
            <w:tcW w:w="483" w:type="dxa"/>
            <w:shd w:val="clear" w:color="auto" w:fill="auto"/>
          </w:tcPr>
          <w:p w14:paraId="3F3B3780" w14:textId="77777777" w:rsidR="004E4E5C" w:rsidRPr="00A30D7A" w:rsidRDefault="004E4E5C" w:rsidP="00F6791E">
            <w:pPr>
              <w:rPr>
                <w:rFonts w:cs="Arial"/>
                <w:sz w:val="16"/>
                <w:szCs w:val="16"/>
              </w:rPr>
            </w:pPr>
          </w:p>
        </w:tc>
        <w:tc>
          <w:tcPr>
            <w:tcW w:w="483" w:type="dxa"/>
            <w:shd w:val="clear" w:color="auto" w:fill="auto"/>
          </w:tcPr>
          <w:p w14:paraId="5DCD1240" w14:textId="77777777" w:rsidR="004E4E5C" w:rsidRPr="00A30D7A" w:rsidRDefault="004E4E5C" w:rsidP="00F6791E">
            <w:pPr>
              <w:rPr>
                <w:rFonts w:cs="Arial"/>
                <w:sz w:val="16"/>
                <w:szCs w:val="16"/>
              </w:rPr>
            </w:pPr>
          </w:p>
        </w:tc>
        <w:tc>
          <w:tcPr>
            <w:tcW w:w="483" w:type="dxa"/>
            <w:shd w:val="clear" w:color="auto" w:fill="auto"/>
          </w:tcPr>
          <w:p w14:paraId="1F41F88B" w14:textId="77777777" w:rsidR="004E4E5C" w:rsidRPr="00A30D7A" w:rsidRDefault="004E4E5C" w:rsidP="00F6791E">
            <w:pPr>
              <w:rPr>
                <w:rFonts w:cs="Arial"/>
                <w:sz w:val="16"/>
                <w:szCs w:val="16"/>
              </w:rPr>
            </w:pPr>
          </w:p>
        </w:tc>
        <w:tc>
          <w:tcPr>
            <w:tcW w:w="374" w:type="dxa"/>
            <w:shd w:val="clear" w:color="auto" w:fill="auto"/>
          </w:tcPr>
          <w:p w14:paraId="40E8B76D" w14:textId="77777777" w:rsidR="004E4E5C" w:rsidRPr="00A30D7A" w:rsidRDefault="004E4E5C" w:rsidP="00F6791E">
            <w:pPr>
              <w:rPr>
                <w:rFonts w:cs="Arial"/>
                <w:sz w:val="16"/>
                <w:szCs w:val="16"/>
              </w:rPr>
            </w:pPr>
          </w:p>
        </w:tc>
        <w:tc>
          <w:tcPr>
            <w:tcW w:w="426" w:type="dxa"/>
            <w:shd w:val="clear" w:color="auto" w:fill="auto"/>
          </w:tcPr>
          <w:p w14:paraId="3AD19CA7" w14:textId="77777777" w:rsidR="004E4E5C" w:rsidRPr="00A30D7A" w:rsidRDefault="004E4E5C" w:rsidP="00F6791E">
            <w:pPr>
              <w:rPr>
                <w:rFonts w:cs="Arial"/>
                <w:sz w:val="16"/>
                <w:szCs w:val="16"/>
              </w:rPr>
            </w:pPr>
          </w:p>
        </w:tc>
        <w:tc>
          <w:tcPr>
            <w:tcW w:w="701" w:type="dxa"/>
            <w:shd w:val="clear" w:color="auto" w:fill="auto"/>
          </w:tcPr>
          <w:p w14:paraId="16737428" w14:textId="77777777" w:rsidR="004E4E5C" w:rsidRPr="00A30D7A" w:rsidRDefault="004E4E5C" w:rsidP="00F6791E">
            <w:pPr>
              <w:rPr>
                <w:rFonts w:cs="Arial"/>
                <w:sz w:val="16"/>
                <w:szCs w:val="16"/>
              </w:rPr>
            </w:pPr>
          </w:p>
        </w:tc>
      </w:tr>
      <w:tr w:rsidR="004E4E5C" w:rsidRPr="00A30D7A" w14:paraId="5E0AB84C" w14:textId="77777777" w:rsidTr="0063774F">
        <w:tc>
          <w:tcPr>
            <w:tcW w:w="1862" w:type="dxa"/>
            <w:tcBorders>
              <w:top w:val="single" w:sz="4" w:space="0" w:color="auto"/>
              <w:left w:val="single" w:sz="4" w:space="0" w:color="auto"/>
              <w:bottom w:val="nil"/>
              <w:right w:val="nil"/>
            </w:tcBorders>
            <w:shd w:val="clear" w:color="auto" w:fill="auto"/>
          </w:tcPr>
          <w:p w14:paraId="24E36A7B" w14:textId="77777777" w:rsidR="004E4E5C" w:rsidRPr="00A30D7A" w:rsidRDefault="004E4E5C" w:rsidP="00F6791E">
            <w:pPr>
              <w:rPr>
                <w:rFonts w:cs="Arial"/>
                <w:sz w:val="16"/>
                <w:szCs w:val="16"/>
              </w:rPr>
            </w:pPr>
            <w:r w:rsidRPr="00A30D7A">
              <w:rPr>
                <w:rFonts w:cs="Arial"/>
                <w:sz w:val="16"/>
                <w:szCs w:val="16"/>
              </w:rPr>
              <w:t>D50   Electrical</w:t>
            </w:r>
          </w:p>
        </w:tc>
        <w:tc>
          <w:tcPr>
            <w:tcW w:w="697" w:type="dxa"/>
            <w:tcBorders>
              <w:top w:val="single" w:sz="4" w:space="0" w:color="auto"/>
              <w:left w:val="nil"/>
              <w:bottom w:val="single" w:sz="4" w:space="0" w:color="auto"/>
              <w:right w:val="nil"/>
            </w:tcBorders>
          </w:tcPr>
          <w:p w14:paraId="4378B83D" w14:textId="77777777" w:rsidR="004E4E5C" w:rsidRPr="00A30D7A" w:rsidRDefault="004E4E5C" w:rsidP="00F6791E">
            <w:pPr>
              <w:rPr>
                <w:rFonts w:cs="Arial"/>
                <w:sz w:val="16"/>
                <w:szCs w:val="16"/>
              </w:rPr>
            </w:pPr>
            <w:r w:rsidRPr="00A30D7A">
              <w:rPr>
                <w:rFonts w:cs="Arial"/>
                <w:sz w:val="16"/>
                <w:szCs w:val="16"/>
              </w:rPr>
              <w:t>D5010</w:t>
            </w:r>
          </w:p>
        </w:tc>
        <w:tc>
          <w:tcPr>
            <w:tcW w:w="2539" w:type="dxa"/>
            <w:tcBorders>
              <w:top w:val="single" w:sz="4" w:space="0" w:color="auto"/>
              <w:left w:val="nil"/>
              <w:bottom w:val="single" w:sz="4" w:space="0" w:color="auto"/>
              <w:right w:val="single" w:sz="4" w:space="0" w:color="auto"/>
            </w:tcBorders>
          </w:tcPr>
          <w:p w14:paraId="0940E7E9" w14:textId="77777777" w:rsidR="004E4E5C" w:rsidRPr="00A30D7A" w:rsidRDefault="004E4E5C" w:rsidP="00F6791E">
            <w:pPr>
              <w:rPr>
                <w:rFonts w:cs="Arial"/>
                <w:sz w:val="16"/>
                <w:szCs w:val="16"/>
              </w:rPr>
            </w:pPr>
            <w:r w:rsidRPr="00A30D7A">
              <w:rPr>
                <w:rFonts w:cs="Arial"/>
                <w:sz w:val="16"/>
                <w:szCs w:val="16"/>
              </w:rPr>
              <w:t>Electrical service and distribution</w:t>
            </w:r>
          </w:p>
        </w:tc>
        <w:tc>
          <w:tcPr>
            <w:tcW w:w="529" w:type="dxa"/>
            <w:tcBorders>
              <w:left w:val="single" w:sz="4" w:space="0" w:color="auto"/>
            </w:tcBorders>
            <w:shd w:val="clear" w:color="auto" w:fill="auto"/>
          </w:tcPr>
          <w:p w14:paraId="1A0D90C4" w14:textId="77777777" w:rsidR="004E4E5C" w:rsidRPr="00A30D7A" w:rsidRDefault="004E4E5C" w:rsidP="00F6791E">
            <w:pPr>
              <w:rPr>
                <w:rFonts w:cs="Arial"/>
                <w:sz w:val="16"/>
                <w:szCs w:val="16"/>
              </w:rPr>
            </w:pPr>
          </w:p>
        </w:tc>
        <w:tc>
          <w:tcPr>
            <w:tcW w:w="483" w:type="dxa"/>
            <w:shd w:val="clear" w:color="auto" w:fill="auto"/>
          </w:tcPr>
          <w:p w14:paraId="15776EBF" w14:textId="77777777" w:rsidR="004E4E5C" w:rsidRPr="00A30D7A" w:rsidRDefault="004E4E5C" w:rsidP="00F6791E">
            <w:pPr>
              <w:rPr>
                <w:rFonts w:cs="Arial"/>
                <w:sz w:val="16"/>
                <w:szCs w:val="16"/>
              </w:rPr>
            </w:pPr>
          </w:p>
        </w:tc>
        <w:tc>
          <w:tcPr>
            <w:tcW w:w="483" w:type="dxa"/>
            <w:shd w:val="clear" w:color="auto" w:fill="auto"/>
          </w:tcPr>
          <w:p w14:paraId="21E04A10" w14:textId="77777777" w:rsidR="004E4E5C" w:rsidRPr="00A30D7A" w:rsidRDefault="004E4E5C" w:rsidP="00F6791E">
            <w:pPr>
              <w:rPr>
                <w:rFonts w:cs="Arial"/>
                <w:sz w:val="16"/>
                <w:szCs w:val="16"/>
              </w:rPr>
            </w:pPr>
          </w:p>
        </w:tc>
        <w:tc>
          <w:tcPr>
            <w:tcW w:w="483" w:type="dxa"/>
            <w:shd w:val="clear" w:color="auto" w:fill="auto"/>
          </w:tcPr>
          <w:p w14:paraId="348615E4" w14:textId="77777777" w:rsidR="004E4E5C" w:rsidRPr="00A30D7A" w:rsidRDefault="004E4E5C" w:rsidP="00F6791E">
            <w:pPr>
              <w:rPr>
                <w:rFonts w:cs="Arial"/>
                <w:sz w:val="16"/>
                <w:szCs w:val="16"/>
              </w:rPr>
            </w:pPr>
          </w:p>
        </w:tc>
        <w:tc>
          <w:tcPr>
            <w:tcW w:w="483" w:type="dxa"/>
            <w:shd w:val="clear" w:color="auto" w:fill="auto"/>
          </w:tcPr>
          <w:p w14:paraId="170289A6" w14:textId="77777777" w:rsidR="004E4E5C" w:rsidRPr="00A30D7A" w:rsidRDefault="004E4E5C" w:rsidP="00F6791E">
            <w:pPr>
              <w:rPr>
                <w:rFonts w:cs="Arial"/>
                <w:sz w:val="16"/>
                <w:szCs w:val="16"/>
              </w:rPr>
            </w:pPr>
          </w:p>
        </w:tc>
        <w:tc>
          <w:tcPr>
            <w:tcW w:w="374" w:type="dxa"/>
            <w:shd w:val="clear" w:color="auto" w:fill="auto"/>
          </w:tcPr>
          <w:p w14:paraId="57675329" w14:textId="77777777" w:rsidR="004E4E5C" w:rsidRPr="00A30D7A" w:rsidRDefault="004E4E5C" w:rsidP="00F6791E">
            <w:pPr>
              <w:rPr>
                <w:rFonts w:cs="Arial"/>
                <w:sz w:val="16"/>
                <w:szCs w:val="16"/>
              </w:rPr>
            </w:pPr>
          </w:p>
        </w:tc>
        <w:tc>
          <w:tcPr>
            <w:tcW w:w="426" w:type="dxa"/>
            <w:shd w:val="clear" w:color="auto" w:fill="auto"/>
          </w:tcPr>
          <w:p w14:paraId="31EE2C07" w14:textId="77777777" w:rsidR="004E4E5C" w:rsidRPr="00A30D7A" w:rsidRDefault="004E4E5C" w:rsidP="00F6791E">
            <w:pPr>
              <w:rPr>
                <w:rFonts w:cs="Arial"/>
                <w:sz w:val="16"/>
                <w:szCs w:val="16"/>
              </w:rPr>
            </w:pPr>
          </w:p>
        </w:tc>
        <w:tc>
          <w:tcPr>
            <w:tcW w:w="701" w:type="dxa"/>
            <w:shd w:val="clear" w:color="auto" w:fill="auto"/>
          </w:tcPr>
          <w:p w14:paraId="191BE41C" w14:textId="77777777" w:rsidR="004E4E5C" w:rsidRPr="00A30D7A" w:rsidRDefault="004E4E5C" w:rsidP="00F6791E">
            <w:pPr>
              <w:rPr>
                <w:rFonts w:cs="Arial"/>
                <w:sz w:val="16"/>
                <w:szCs w:val="16"/>
              </w:rPr>
            </w:pPr>
          </w:p>
        </w:tc>
      </w:tr>
      <w:tr w:rsidR="004E4E5C" w:rsidRPr="00A30D7A" w14:paraId="59A1AF7B" w14:textId="77777777" w:rsidTr="0063774F">
        <w:tc>
          <w:tcPr>
            <w:tcW w:w="1862" w:type="dxa"/>
            <w:tcBorders>
              <w:top w:val="nil"/>
              <w:left w:val="single" w:sz="4" w:space="0" w:color="auto"/>
              <w:bottom w:val="nil"/>
              <w:right w:val="nil"/>
            </w:tcBorders>
            <w:shd w:val="clear" w:color="auto" w:fill="auto"/>
          </w:tcPr>
          <w:p w14:paraId="5C4D294E"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7366C2E" w14:textId="77777777" w:rsidR="004E4E5C" w:rsidRPr="00A30D7A" w:rsidRDefault="004E4E5C" w:rsidP="00F6791E">
            <w:pPr>
              <w:rPr>
                <w:rFonts w:cs="Arial"/>
                <w:sz w:val="16"/>
                <w:szCs w:val="16"/>
              </w:rPr>
            </w:pPr>
            <w:r w:rsidRPr="00A30D7A">
              <w:rPr>
                <w:rFonts w:cs="Arial"/>
                <w:sz w:val="16"/>
                <w:szCs w:val="16"/>
              </w:rPr>
              <w:t>D5020</w:t>
            </w:r>
          </w:p>
        </w:tc>
        <w:tc>
          <w:tcPr>
            <w:tcW w:w="2539" w:type="dxa"/>
            <w:tcBorders>
              <w:top w:val="single" w:sz="4" w:space="0" w:color="auto"/>
              <w:left w:val="nil"/>
              <w:bottom w:val="single" w:sz="4" w:space="0" w:color="auto"/>
              <w:right w:val="single" w:sz="4" w:space="0" w:color="auto"/>
            </w:tcBorders>
          </w:tcPr>
          <w:p w14:paraId="1DE0E832" w14:textId="77777777" w:rsidR="004E4E5C" w:rsidRPr="00A30D7A" w:rsidRDefault="004E4E5C" w:rsidP="00F6791E">
            <w:pPr>
              <w:rPr>
                <w:rFonts w:cs="Arial"/>
                <w:sz w:val="16"/>
                <w:szCs w:val="16"/>
              </w:rPr>
            </w:pPr>
            <w:r w:rsidRPr="00A30D7A">
              <w:rPr>
                <w:rFonts w:cs="Arial"/>
                <w:sz w:val="16"/>
                <w:szCs w:val="16"/>
              </w:rPr>
              <w:t>Lighting and branch wiring</w:t>
            </w:r>
          </w:p>
        </w:tc>
        <w:tc>
          <w:tcPr>
            <w:tcW w:w="529" w:type="dxa"/>
            <w:tcBorders>
              <w:left w:val="single" w:sz="4" w:space="0" w:color="auto"/>
            </w:tcBorders>
            <w:shd w:val="clear" w:color="auto" w:fill="auto"/>
          </w:tcPr>
          <w:p w14:paraId="58388494" w14:textId="77777777" w:rsidR="004E4E5C" w:rsidRPr="00A30D7A" w:rsidRDefault="004E4E5C" w:rsidP="00F6791E">
            <w:pPr>
              <w:rPr>
                <w:rFonts w:cs="Arial"/>
                <w:sz w:val="16"/>
                <w:szCs w:val="16"/>
              </w:rPr>
            </w:pPr>
          </w:p>
        </w:tc>
        <w:tc>
          <w:tcPr>
            <w:tcW w:w="483" w:type="dxa"/>
            <w:shd w:val="clear" w:color="auto" w:fill="auto"/>
          </w:tcPr>
          <w:p w14:paraId="0B43075F" w14:textId="77777777" w:rsidR="004E4E5C" w:rsidRPr="00A30D7A" w:rsidRDefault="004E4E5C" w:rsidP="00F6791E">
            <w:pPr>
              <w:rPr>
                <w:rFonts w:cs="Arial"/>
                <w:sz w:val="16"/>
                <w:szCs w:val="16"/>
              </w:rPr>
            </w:pPr>
          </w:p>
        </w:tc>
        <w:tc>
          <w:tcPr>
            <w:tcW w:w="483" w:type="dxa"/>
            <w:shd w:val="clear" w:color="auto" w:fill="auto"/>
          </w:tcPr>
          <w:p w14:paraId="257E86AE" w14:textId="77777777" w:rsidR="004E4E5C" w:rsidRPr="00A30D7A" w:rsidRDefault="004E4E5C" w:rsidP="00F6791E">
            <w:pPr>
              <w:rPr>
                <w:rFonts w:cs="Arial"/>
                <w:sz w:val="16"/>
                <w:szCs w:val="16"/>
              </w:rPr>
            </w:pPr>
          </w:p>
        </w:tc>
        <w:tc>
          <w:tcPr>
            <w:tcW w:w="483" w:type="dxa"/>
            <w:shd w:val="clear" w:color="auto" w:fill="auto"/>
          </w:tcPr>
          <w:p w14:paraId="02017969" w14:textId="77777777" w:rsidR="004E4E5C" w:rsidRPr="00A30D7A" w:rsidRDefault="004E4E5C" w:rsidP="00F6791E">
            <w:pPr>
              <w:rPr>
                <w:rFonts w:cs="Arial"/>
                <w:sz w:val="16"/>
                <w:szCs w:val="16"/>
              </w:rPr>
            </w:pPr>
          </w:p>
        </w:tc>
        <w:tc>
          <w:tcPr>
            <w:tcW w:w="483" w:type="dxa"/>
            <w:shd w:val="clear" w:color="auto" w:fill="auto"/>
          </w:tcPr>
          <w:p w14:paraId="0D9B6D77" w14:textId="77777777" w:rsidR="004E4E5C" w:rsidRPr="00A30D7A" w:rsidRDefault="004E4E5C" w:rsidP="00F6791E">
            <w:pPr>
              <w:rPr>
                <w:rFonts w:cs="Arial"/>
                <w:sz w:val="16"/>
                <w:szCs w:val="16"/>
              </w:rPr>
            </w:pPr>
          </w:p>
        </w:tc>
        <w:tc>
          <w:tcPr>
            <w:tcW w:w="374" w:type="dxa"/>
            <w:shd w:val="clear" w:color="auto" w:fill="auto"/>
          </w:tcPr>
          <w:p w14:paraId="1EC32A2E" w14:textId="77777777" w:rsidR="004E4E5C" w:rsidRPr="00A30D7A" w:rsidRDefault="004E4E5C" w:rsidP="00F6791E">
            <w:pPr>
              <w:rPr>
                <w:rFonts w:cs="Arial"/>
                <w:sz w:val="16"/>
                <w:szCs w:val="16"/>
              </w:rPr>
            </w:pPr>
          </w:p>
        </w:tc>
        <w:tc>
          <w:tcPr>
            <w:tcW w:w="426" w:type="dxa"/>
            <w:shd w:val="clear" w:color="auto" w:fill="auto"/>
          </w:tcPr>
          <w:p w14:paraId="4035D6D1" w14:textId="77777777" w:rsidR="004E4E5C" w:rsidRPr="00A30D7A" w:rsidRDefault="004E4E5C" w:rsidP="00F6791E">
            <w:pPr>
              <w:rPr>
                <w:rFonts w:cs="Arial"/>
                <w:sz w:val="16"/>
                <w:szCs w:val="16"/>
              </w:rPr>
            </w:pPr>
          </w:p>
        </w:tc>
        <w:tc>
          <w:tcPr>
            <w:tcW w:w="701" w:type="dxa"/>
            <w:shd w:val="clear" w:color="auto" w:fill="auto"/>
          </w:tcPr>
          <w:p w14:paraId="6C7EDAED" w14:textId="77777777" w:rsidR="004E4E5C" w:rsidRPr="00A30D7A" w:rsidRDefault="004E4E5C" w:rsidP="00F6791E">
            <w:pPr>
              <w:rPr>
                <w:rFonts w:cs="Arial"/>
                <w:sz w:val="16"/>
                <w:szCs w:val="16"/>
              </w:rPr>
            </w:pPr>
          </w:p>
        </w:tc>
      </w:tr>
      <w:tr w:rsidR="004E4E5C" w:rsidRPr="00A30D7A" w14:paraId="370A43AC" w14:textId="77777777" w:rsidTr="0063774F">
        <w:tc>
          <w:tcPr>
            <w:tcW w:w="1862" w:type="dxa"/>
            <w:tcBorders>
              <w:top w:val="nil"/>
              <w:left w:val="single" w:sz="4" w:space="0" w:color="auto"/>
              <w:bottom w:val="nil"/>
              <w:right w:val="nil"/>
            </w:tcBorders>
            <w:shd w:val="clear" w:color="auto" w:fill="auto"/>
          </w:tcPr>
          <w:p w14:paraId="2AD5E56A"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ACEE447" w14:textId="77777777" w:rsidR="004E4E5C" w:rsidRPr="00A30D7A" w:rsidRDefault="004E4E5C" w:rsidP="00F6791E">
            <w:pPr>
              <w:rPr>
                <w:rFonts w:cs="Arial"/>
                <w:sz w:val="16"/>
                <w:szCs w:val="16"/>
              </w:rPr>
            </w:pPr>
            <w:r w:rsidRPr="00A30D7A">
              <w:rPr>
                <w:rFonts w:cs="Arial"/>
                <w:sz w:val="16"/>
                <w:szCs w:val="16"/>
              </w:rPr>
              <w:t>D5030</w:t>
            </w:r>
          </w:p>
        </w:tc>
        <w:tc>
          <w:tcPr>
            <w:tcW w:w="2539" w:type="dxa"/>
            <w:tcBorders>
              <w:top w:val="single" w:sz="4" w:space="0" w:color="auto"/>
              <w:left w:val="nil"/>
              <w:bottom w:val="single" w:sz="4" w:space="0" w:color="auto"/>
              <w:right w:val="single" w:sz="4" w:space="0" w:color="auto"/>
            </w:tcBorders>
          </w:tcPr>
          <w:p w14:paraId="1E1870A8" w14:textId="77777777" w:rsidR="004E4E5C" w:rsidRPr="00A30D7A" w:rsidRDefault="004E4E5C" w:rsidP="00F6791E">
            <w:pPr>
              <w:rPr>
                <w:rFonts w:cs="Arial"/>
                <w:sz w:val="16"/>
                <w:szCs w:val="16"/>
              </w:rPr>
            </w:pPr>
            <w:r w:rsidRPr="00A30D7A">
              <w:rPr>
                <w:rFonts w:cs="Arial"/>
                <w:sz w:val="16"/>
                <w:szCs w:val="16"/>
              </w:rPr>
              <w:t>Communications and security</w:t>
            </w:r>
          </w:p>
        </w:tc>
        <w:tc>
          <w:tcPr>
            <w:tcW w:w="529" w:type="dxa"/>
            <w:tcBorders>
              <w:left w:val="single" w:sz="4" w:space="0" w:color="auto"/>
            </w:tcBorders>
            <w:shd w:val="clear" w:color="auto" w:fill="auto"/>
          </w:tcPr>
          <w:p w14:paraId="2AA6900F" w14:textId="77777777" w:rsidR="004E4E5C" w:rsidRPr="00A30D7A" w:rsidRDefault="004E4E5C" w:rsidP="00F6791E">
            <w:pPr>
              <w:rPr>
                <w:rFonts w:cs="Arial"/>
                <w:sz w:val="16"/>
                <w:szCs w:val="16"/>
              </w:rPr>
            </w:pPr>
          </w:p>
        </w:tc>
        <w:tc>
          <w:tcPr>
            <w:tcW w:w="483" w:type="dxa"/>
            <w:shd w:val="clear" w:color="auto" w:fill="auto"/>
          </w:tcPr>
          <w:p w14:paraId="52F15DAC" w14:textId="77777777" w:rsidR="004E4E5C" w:rsidRPr="00A30D7A" w:rsidRDefault="004E4E5C" w:rsidP="00F6791E">
            <w:pPr>
              <w:rPr>
                <w:rFonts w:cs="Arial"/>
                <w:sz w:val="16"/>
                <w:szCs w:val="16"/>
              </w:rPr>
            </w:pPr>
          </w:p>
        </w:tc>
        <w:tc>
          <w:tcPr>
            <w:tcW w:w="483" w:type="dxa"/>
            <w:shd w:val="clear" w:color="auto" w:fill="auto"/>
          </w:tcPr>
          <w:p w14:paraId="10A3819A" w14:textId="77777777" w:rsidR="004E4E5C" w:rsidRPr="00A30D7A" w:rsidRDefault="004E4E5C" w:rsidP="00F6791E">
            <w:pPr>
              <w:rPr>
                <w:rFonts w:cs="Arial"/>
                <w:sz w:val="16"/>
                <w:szCs w:val="16"/>
              </w:rPr>
            </w:pPr>
          </w:p>
        </w:tc>
        <w:tc>
          <w:tcPr>
            <w:tcW w:w="483" w:type="dxa"/>
            <w:shd w:val="clear" w:color="auto" w:fill="auto"/>
          </w:tcPr>
          <w:p w14:paraId="6BAFBCEC" w14:textId="77777777" w:rsidR="004E4E5C" w:rsidRPr="00A30D7A" w:rsidRDefault="004E4E5C" w:rsidP="00F6791E">
            <w:pPr>
              <w:rPr>
                <w:rFonts w:cs="Arial"/>
                <w:sz w:val="16"/>
                <w:szCs w:val="16"/>
              </w:rPr>
            </w:pPr>
          </w:p>
        </w:tc>
        <w:tc>
          <w:tcPr>
            <w:tcW w:w="483" w:type="dxa"/>
            <w:shd w:val="clear" w:color="auto" w:fill="auto"/>
          </w:tcPr>
          <w:p w14:paraId="4FEF8A9E" w14:textId="77777777" w:rsidR="004E4E5C" w:rsidRPr="00A30D7A" w:rsidRDefault="004E4E5C" w:rsidP="00F6791E">
            <w:pPr>
              <w:rPr>
                <w:rFonts w:cs="Arial"/>
                <w:sz w:val="16"/>
                <w:szCs w:val="16"/>
              </w:rPr>
            </w:pPr>
          </w:p>
        </w:tc>
        <w:tc>
          <w:tcPr>
            <w:tcW w:w="374" w:type="dxa"/>
            <w:shd w:val="clear" w:color="auto" w:fill="auto"/>
          </w:tcPr>
          <w:p w14:paraId="33A5A3FE" w14:textId="77777777" w:rsidR="004E4E5C" w:rsidRPr="00A30D7A" w:rsidRDefault="004E4E5C" w:rsidP="00F6791E">
            <w:pPr>
              <w:rPr>
                <w:rFonts w:cs="Arial"/>
                <w:sz w:val="16"/>
                <w:szCs w:val="16"/>
              </w:rPr>
            </w:pPr>
          </w:p>
        </w:tc>
        <w:tc>
          <w:tcPr>
            <w:tcW w:w="426" w:type="dxa"/>
            <w:shd w:val="clear" w:color="auto" w:fill="auto"/>
          </w:tcPr>
          <w:p w14:paraId="749123E2" w14:textId="77777777" w:rsidR="004E4E5C" w:rsidRPr="00A30D7A" w:rsidRDefault="004E4E5C" w:rsidP="00F6791E">
            <w:pPr>
              <w:rPr>
                <w:rFonts w:cs="Arial"/>
                <w:sz w:val="16"/>
                <w:szCs w:val="16"/>
              </w:rPr>
            </w:pPr>
          </w:p>
        </w:tc>
        <w:tc>
          <w:tcPr>
            <w:tcW w:w="701" w:type="dxa"/>
            <w:shd w:val="clear" w:color="auto" w:fill="auto"/>
          </w:tcPr>
          <w:p w14:paraId="7F1A826B" w14:textId="77777777" w:rsidR="004E4E5C" w:rsidRPr="00A30D7A" w:rsidRDefault="004E4E5C" w:rsidP="00F6791E">
            <w:pPr>
              <w:rPr>
                <w:rFonts w:cs="Arial"/>
                <w:sz w:val="16"/>
                <w:szCs w:val="16"/>
              </w:rPr>
            </w:pPr>
          </w:p>
        </w:tc>
      </w:tr>
      <w:tr w:rsidR="004E4E5C" w:rsidRPr="00A30D7A" w14:paraId="3FD1D36D" w14:textId="77777777" w:rsidTr="0063774F">
        <w:tc>
          <w:tcPr>
            <w:tcW w:w="1862" w:type="dxa"/>
            <w:tcBorders>
              <w:top w:val="nil"/>
              <w:left w:val="single" w:sz="4" w:space="0" w:color="auto"/>
              <w:bottom w:val="single" w:sz="4" w:space="0" w:color="auto"/>
              <w:right w:val="nil"/>
            </w:tcBorders>
            <w:shd w:val="clear" w:color="auto" w:fill="auto"/>
          </w:tcPr>
          <w:p w14:paraId="1FD3009E"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7CCB6CC9" w14:textId="77777777" w:rsidR="004E4E5C" w:rsidRPr="00A30D7A" w:rsidRDefault="004E4E5C" w:rsidP="00F6791E">
            <w:pPr>
              <w:rPr>
                <w:rFonts w:cs="Arial"/>
                <w:sz w:val="16"/>
                <w:szCs w:val="16"/>
              </w:rPr>
            </w:pPr>
            <w:r w:rsidRPr="00A30D7A">
              <w:rPr>
                <w:rFonts w:cs="Arial"/>
                <w:sz w:val="16"/>
                <w:szCs w:val="16"/>
              </w:rPr>
              <w:t>D5090</w:t>
            </w:r>
          </w:p>
        </w:tc>
        <w:tc>
          <w:tcPr>
            <w:tcW w:w="2539" w:type="dxa"/>
            <w:tcBorders>
              <w:top w:val="single" w:sz="4" w:space="0" w:color="auto"/>
              <w:left w:val="nil"/>
              <w:bottom w:val="single" w:sz="4" w:space="0" w:color="auto"/>
              <w:right w:val="single" w:sz="4" w:space="0" w:color="auto"/>
            </w:tcBorders>
          </w:tcPr>
          <w:p w14:paraId="23194E7C" w14:textId="77777777" w:rsidR="004E4E5C" w:rsidRPr="00A30D7A" w:rsidRDefault="004E4E5C" w:rsidP="00F6791E">
            <w:pPr>
              <w:rPr>
                <w:rFonts w:cs="Arial"/>
                <w:sz w:val="16"/>
                <w:szCs w:val="16"/>
              </w:rPr>
            </w:pPr>
            <w:r w:rsidRPr="00A30D7A">
              <w:rPr>
                <w:rFonts w:cs="Arial"/>
                <w:sz w:val="16"/>
                <w:szCs w:val="16"/>
              </w:rPr>
              <w:t>Other electrical systems</w:t>
            </w:r>
          </w:p>
        </w:tc>
        <w:tc>
          <w:tcPr>
            <w:tcW w:w="529" w:type="dxa"/>
            <w:tcBorders>
              <w:left w:val="single" w:sz="4" w:space="0" w:color="auto"/>
              <w:bottom w:val="single" w:sz="4" w:space="0" w:color="auto"/>
            </w:tcBorders>
            <w:shd w:val="clear" w:color="auto" w:fill="auto"/>
          </w:tcPr>
          <w:p w14:paraId="1CE4C171" w14:textId="77777777" w:rsidR="004E4E5C" w:rsidRPr="00A30D7A" w:rsidRDefault="004E4E5C" w:rsidP="00F6791E">
            <w:pPr>
              <w:rPr>
                <w:rFonts w:cs="Arial"/>
                <w:sz w:val="16"/>
                <w:szCs w:val="16"/>
              </w:rPr>
            </w:pPr>
          </w:p>
        </w:tc>
        <w:tc>
          <w:tcPr>
            <w:tcW w:w="483" w:type="dxa"/>
            <w:shd w:val="clear" w:color="auto" w:fill="auto"/>
          </w:tcPr>
          <w:p w14:paraId="0EDDD017" w14:textId="77777777" w:rsidR="004E4E5C" w:rsidRPr="00A30D7A" w:rsidRDefault="004E4E5C" w:rsidP="00F6791E">
            <w:pPr>
              <w:rPr>
                <w:rFonts w:cs="Arial"/>
                <w:sz w:val="16"/>
                <w:szCs w:val="16"/>
              </w:rPr>
            </w:pPr>
          </w:p>
        </w:tc>
        <w:tc>
          <w:tcPr>
            <w:tcW w:w="483" w:type="dxa"/>
            <w:shd w:val="clear" w:color="auto" w:fill="auto"/>
          </w:tcPr>
          <w:p w14:paraId="6E84B322" w14:textId="77777777" w:rsidR="004E4E5C" w:rsidRPr="00A30D7A" w:rsidRDefault="004E4E5C" w:rsidP="00F6791E">
            <w:pPr>
              <w:rPr>
                <w:rFonts w:cs="Arial"/>
                <w:sz w:val="16"/>
                <w:szCs w:val="16"/>
              </w:rPr>
            </w:pPr>
          </w:p>
        </w:tc>
        <w:tc>
          <w:tcPr>
            <w:tcW w:w="483" w:type="dxa"/>
            <w:shd w:val="clear" w:color="auto" w:fill="auto"/>
          </w:tcPr>
          <w:p w14:paraId="73D902B4" w14:textId="77777777" w:rsidR="004E4E5C" w:rsidRPr="00A30D7A" w:rsidRDefault="004E4E5C" w:rsidP="00F6791E">
            <w:pPr>
              <w:rPr>
                <w:rFonts w:cs="Arial"/>
                <w:sz w:val="16"/>
                <w:szCs w:val="16"/>
              </w:rPr>
            </w:pPr>
          </w:p>
        </w:tc>
        <w:tc>
          <w:tcPr>
            <w:tcW w:w="483" w:type="dxa"/>
            <w:shd w:val="clear" w:color="auto" w:fill="auto"/>
          </w:tcPr>
          <w:p w14:paraId="6749AE32" w14:textId="77777777" w:rsidR="004E4E5C" w:rsidRPr="00A30D7A" w:rsidRDefault="004E4E5C" w:rsidP="00F6791E">
            <w:pPr>
              <w:rPr>
                <w:rFonts w:cs="Arial"/>
                <w:sz w:val="16"/>
                <w:szCs w:val="16"/>
              </w:rPr>
            </w:pPr>
          </w:p>
        </w:tc>
        <w:tc>
          <w:tcPr>
            <w:tcW w:w="374" w:type="dxa"/>
            <w:shd w:val="clear" w:color="auto" w:fill="auto"/>
          </w:tcPr>
          <w:p w14:paraId="10ACA948" w14:textId="77777777" w:rsidR="004E4E5C" w:rsidRPr="00A30D7A" w:rsidRDefault="004E4E5C" w:rsidP="00F6791E">
            <w:pPr>
              <w:rPr>
                <w:rFonts w:cs="Arial"/>
                <w:sz w:val="16"/>
                <w:szCs w:val="16"/>
              </w:rPr>
            </w:pPr>
          </w:p>
        </w:tc>
        <w:tc>
          <w:tcPr>
            <w:tcW w:w="426" w:type="dxa"/>
            <w:shd w:val="clear" w:color="auto" w:fill="auto"/>
          </w:tcPr>
          <w:p w14:paraId="4AE6DEF6" w14:textId="77777777" w:rsidR="004E4E5C" w:rsidRPr="00A30D7A" w:rsidRDefault="004E4E5C" w:rsidP="00F6791E">
            <w:pPr>
              <w:rPr>
                <w:rFonts w:cs="Arial"/>
                <w:sz w:val="16"/>
                <w:szCs w:val="16"/>
              </w:rPr>
            </w:pPr>
          </w:p>
        </w:tc>
        <w:tc>
          <w:tcPr>
            <w:tcW w:w="701" w:type="dxa"/>
            <w:shd w:val="clear" w:color="auto" w:fill="auto"/>
          </w:tcPr>
          <w:p w14:paraId="160458DD" w14:textId="77777777" w:rsidR="004E4E5C" w:rsidRPr="00A30D7A" w:rsidRDefault="004E4E5C" w:rsidP="00F6791E">
            <w:pPr>
              <w:rPr>
                <w:rFonts w:cs="Arial"/>
                <w:sz w:val="16"/>
                <w:szCs w:val="16"/>
              </w:rPr>
            </w:pPr>
          </w:p>
        </w:tc>
      </w:tr>
      <w:tr w:rsidR="004E4E5C" w:rsidRPr="00A30D7A" w14:paraId="68C9C376" w14:textId="77777777" w:rsidTr="0063774F">
        <w:tc>
          <w:tcPr>
            <w:tcW w:w="5098" w:type="dxa"/>
            <w:gridSpan w:val="3"/>
            <w:tcBorders>
              <w:top w:val="single" w:sz="4" w:space="0" w:color="auto"/>
              <w:left w:val="single" w:sz="4" w:space="0" w:color="auto"/>
              <w:bottom w:val="single" w:sz="4" w:space="0" w:color="auto"/>
              <w:right w:val="single" w:sz="4" w:space="0" w:color="auto"/>
            </w:tcBorders>
            <w:shd w:val="clear" w:color="auto" w:fill="D9D9D9"/>
          </w:tcPr>
          <w:p w14:paraId="6FA8DED3" w14:textId="77777777" w:rsidR="004E4E5C" w:rsidRPr="00A30D7A" w:rsidRDefault="004E4E5C" w:rsidP="00F6791E">
            <w:pPr>
              <w:rPr>
                <w:rFonts w:cs="Arial"/>
                <w:b/>
                <w:sz w:val="16"/>
                <w:szCs w:val="16"/>
              </w:rPr>
            </w:pPr>
            <w:r w:rsidRPr="00A30D7A">
              <w:rPr>
                <w:rFonts w:cs="Arial"/>
                <w:b/>
                <w:szCs w:val="16"/>
              </w:rPr>
              <w:t>E   EQUIPMENT &amp; FURNISHINGS</w:t>
            </w:r>
          </w:p>
        </w:tc>
        <w:tc>
          <w:tcPr>
            <w:tcW w:w="529" w:type="dxa"/>
            <w:tcBorders>
              <w:left w:val="single" w:sz="4" w:space="0" w:color="auto"/>
            </w:tcBorders>
            <w:shd w:val="clear" w:color="auto" w:fill="D9D9D9"/>
          </w:tcPr>
          <w:p w14:paraId="3C7949E0" w14:textId="77777777" w:rsidR="004E4E5C" w:rsidRPr="00A30D7A" w:rsidRDefault="004E4E5C" w:rsidP="00F6791E">
            <w:pPr>
              <w:rPr>
                <w:rFonts w:cs="Arial"/>
                <w:sz w:val="16"/>
                <w:szCs w:val="16"/>
              </w:rPr>
            </w:pPr>
          </w:p>
        </w:tc>
        <w:tc>
          <w:tcPr>
            <w:tcW w:w="483" w:type="dxa"/>
            <w:shd w:val="clear" w:color="auto" w:fill="D9D9D9"/>
          </w:tcPr>
          <w:p w14:paraId="1413EEB8" w14:textId="77777777" w:rsidR="004E4E5C" w:rsidRPr="00A30D7A" w:rsidRDefault="004E4E5C" w:rsidP="00F6791E">
            <w:pPr>
              <w:rPr>
                <w:rFonts w:cs="Arial"/>
                <w:sz w:val="16"/>
                <w:szCs w:val="16"/>
              </w:rPr>
            </w:pPr>
          </w:p>
        </w:tc>
        <w:tc>
          <w:tcPr>
            <w:tcW w:w="483" w:type="dxa"/>
            <w:shd w:val="clear" w:color="auto" w:fill="D9D9D9"/>
          </w:tcPr>
          <w:p w14:paraId="5BB9C23D" w14:textId="77777777" w:rsidR="004E4E5C" w:rsidRPr="00A30D7A" w:rsidRDefault="004E4E5C" w:rsidP="00F6791E">
            <w:pPr>
              <w:rPr>
                <w:rFonts w:cs="Arial"/>
                <w:sz w:val="16"/>
                <w:szCs w:val="16"/>
              </w:rPr>
            </w:pPr>
          </w:p>
        </w:tc>
        <w:tc>
          <w:tcPr>
            <w:tcW w:w="483" w:type="dxa"/>
            <w:shd w:val="clear" w:color="auto" w:fill="D9D9D9"/>
          </w:tcPr>
          <w:p w14:paraId="005D7D40" w14:textId="77777777" w:rsidR="004E4E5C" w:rsidRPr="00A30D7A" w:rsidRDefault="004E4E5C" w:rsidP="00F6791E">
            <w:pPr>
              <w:rPr>
                <w:rFonts w:cs="Arial"/>
                <w:sz w:val="16"/>
                <w:szCs w:val="16"/>
              </w:rPr>
            </w:pPr>
          </w:p>
        </w:tc>
        <w:tc>
          <w:tcPr>
            <w:tcW w:w="483" w:type="dxa"/>
            <w:shd w:val="clear" w:color="auto" w:fill="D9D9D9"/>
          </w:tcPr>
          <w:p w14:paraId="1D9AA09F" w14:textId="77777777" w:rsidR="004E4E5C" w:rsidRPr="00A30D7A" w:rsidRDefault="004E4E5C" w:rsidP="00F6791E">
            <w:pPr>
              <w:rPr>
                <w:rFonts w:cs="Arial"/>
                <w:sz w:val="16"/>
                <w:szCs w:val="16"/>
              </w:rPr>
            </w:pPr>
          </w:p>
        </w:tc>
        <w:tc>
          <w:tcPr>
            <w:tcW w:w="374" w:type="dxa"/>
            <w:shd w:val="clear" w:color="auto" w:fill="D9D9D9"/>
          </w:tcPr>
          <w:p w14:paraId="5010B939" w14:textId="77777777" w:rsidR="004E4E5C" w:rsidRPr="00A30D7A" w:rsidRDefault="004E4E5C" w:rsidP="00F6791E">
            <w:pPr>
              <w:rPr>
                <w:rFonts w:cs="Arial"/>
                <w:sz w:val="16"/>
                <w:szCs w:val="16"/>
              </w:rPr>
            </w:pPr>
          </w:p>
        </w:tc>
        <w:tc>
          <w:tcPr>
            <w:tcW w:w="426" w:type="dxa"/>
            <w:shd w:val="clear" w:color="auto" w:fill="D9D9D9"/>
          </w:tcPr>
          <w:p w14:paraId="2C9E902E" w14:textId="77777777" w:rsidR="004E4E5C" w:rsidRPr="00A30D7A" w:rsidRDefault="004E4E5C" w:rsidP="00F6791E">
            <w:pPr>
              <w:rPr>
                <w:rFonts w:cs="Arial"/>
                <w:sz w:val="16"/>
                <w:szCs w:val="16"/>
              </w:rPr>
            </w:pPr>
          </w:p>
        </w:tc>
        <w:tc>
          <w:tcPr>
            <w:tcW w:w="701" w:type="dxa"/>
            <w:shd w:val="clear" w:color="auto" w:fill="D9D9D9"/>
          </w:tcPr>
          <w:p w14:paraId="5A0E11B2" w14:textId="77777777" w:rsidR="004E4E5C" w:rsidRPr="00A30D7A" w:rsidRDefault="004E4E5C" w:rsidP="00F6791E">
            <w:pPr>
              <w:rPr>
                <w:rFonts w:cs="Arial"/>
                <w:sz w:val="16"/>
                <w:szCs w:val="16"/>
              </w:rPr>
            </w:pPr>
          </w:p>
        </w:tc>
      </w:tr>
      <w:tr w:rsidR="004E4E5C" w:rsidRPr="00A30D7A" w14:paraId="5AC8CEBC" w14:textId="77777777" w:rsidTr="0063774F">
        <w:tc>
          <w:tcPr>
            <w:tcW w:w="1862" w:type="dxa"/>
            <w:tcBorders>
              <w:top w:val="single" w:sz="4" w:space="0" w:color="auto"/>
              <w:left w:val="single" w:sz="4" w:space="0" w:color="auto"/>
              <w:bottom w:val="nil"/>
              <w:right w:val="nil"/>
            </w:tcBorders>
            <w:shd w:val="clear" w:color="auto" w:fill="auto"/>
          </w:tcPr>
          <w:p w14:paraId="1F5C71FE" w14:textId="77777777" w:rsidR="004E4E5C" w:rsidRPr="00A30D7A" w:rsidRDefault="004E4E5C" w:rsidP="00F6791E">
            <w:pPr>
              <w:rPr>
                <w:rFonts w:cs="Arial"/>
                <w:sz w:val="16"/>
                <w:szCs w:val="16"/>
              </w:rPr>
            </w:pPr>
            <w:r w:rsidRPr="00A30D7A">
              <w:rPr>
                <w:rFonts w:cs="Arial"/>
                <w:sz w:val="16"/>
                <w:szCs w:val="16"/>
              </w:rPr>
              <w:t>E10   Equipment</w:t>
            </w:r>
          </w:p>
        </w:tc>
        <w:tc>
          <w:tcPr>
            <w:tcW w:w="697" w:type="dxa"/>
            <w:tcBorders>
              <w:top w:val="single" w:sz="4" w:space="0" w:color="auto"/>
              <w:left w:val="nil"/>
              <w:bottom w:val="single" w:sz="4" w:space="0" w:color="auto"/>
              <w:right w:val="nil"/>
            </w:tcBorders>
          </w:tcPr>
          <w:p w14:paraId="388DD4DF" w14:textId="77777777" w:rsidR="004E4E5C" w:rsidRPr="00A30D7A" w:rsidRDefault="004E4E5C" w:rsidP="00F6791E">
            <w:pPr>
              <w:rPr>
                <w:rFonts w:cs="Arial"/>
                <w:sz w:val="16"/>
                <w:szCs w:val="16"/>
              </w:rPr>
            </w:pPr>
            <w:r w:rsidRPr="00A30D7A">
              <w:rPr>
                <w:rFonts w:cs="Arial"/>
                <w:sz w:val="16"/>
                <w:szCs w:val="16"/>
              </w:rPr>
              <w:t>E1010</w:t>
            </w:r>
          </w:p>
        </w:tc>
        <w:tc>
          <w:tcPr>
            <w:tcW w:w="2539" w:type="dxa"/>
            <w:tcBorders>
              <w:top w:val="single" w:sz="4" w:space="0" w:color="auto"/>
              <w:left w:val="nil"/>
              <w:bottom w:val="single" w:sz="4" w:space="0" w:color="auto"/>
              <w:right w:val="single" w:sz="4" w:space="0" w:color="auto"/>
            </w:tcBorders>
          </w:tcPr>
          <w:p w14:paraId="342C404F" w14:textId="77777777" w:rsidR="004E4E5C" w:rsidRPr="00A30D7A" w:rsidRDefault="004E4E5C" w:rsidP="00F6791E">
            <w:pPr>
              <w:rPr>
                <w:rFonts w:cs="Arial"/>
                <w:sz w:val="16"/>
                <w:szCs w:val="16"/>
              </w:rPr>
            </w:pPr>
            <w:r w:rsidRPr="00A30D7A">
              <w:rPr>
                <w:rFonts w:cs="Arial"/>
                <w:sz w:val="16"/>
                <w:szCs w:val="16"/>
              </w:rPr>
              <w:t>Commercial equipment</w:t>
            </w:r>
          </w:p>
        </w:tc>
        <w:tc>
          <w:tcPr>
            <w:tcW w:w="529" w:type="dxa"/>
            <w:tcBorders>
              <w:left w:val="single" w:sz="4" w:space="0" w:color="auto"/>
            </w:tcBorders>
            <w:shd w:val="clear" w:color="auto" w:fill="auto"/>
          </w:tcPr>
          <w:p w14:paraId="20ABF39D" w14:textId="77777777" w:rsidR="004E4E5C" w:rsidRPr="00A30D7A" w:rsidRDefault="004E4E5C" w:rsidP="00F6791E">
            <w:pPr>
              <w:rPr>
                <w:rFonts w:cs="Arial"/>
                <w:sz w:val="16"/>
                <w:szCs w:val="16"/>
              </w:rPr>
            </w:pPr>
          </w:p>
        </w:tc>
        <w:tc>
          <w:tcPr>
            <w:tcW w:w="483" w:type="dxa"/>
            <w:shd w:val="clear" w:color="auto" w:fill="auto"/>
          </w:tcPr>
          <w:p w14:paraId="7FAD8A80" w14:textId="77777777" w:rsidR="004E4E5C" w:rsidRPr="00A30D7A" w:rsidRDefault="004E4E5C" w:rsidP="00F6791E">
            <w:pPr>
              <w:rPr>
                <w:rFonts w:cs="Arial"/>
                <w:sz w:val="16"/>
                <w:szCs w:val="16"/>
              </w:rPr>
            </w:pPr>
          </w:p>
        </w:tc>
        <w:tc>
          <w:tcPr>
            <w:tcW w:w="483" w:type="dxa"/>
            <w:shd w:val="clear" w:color="auto" w:fill="auto"/>
          </w:tcPr>
          <w:p w14:paraId="3FA740BE" w14:textId="77777777" w:rsidR="004E4E5C" w:rsidRPr="00A30D7A" w:rsidRDefault="004E4E5C" w:rsidP="00F6791E">
            <w:pPr>
              <w:rPr>
                <w:rFonts w:cs="Arial"/>
                <w:sz w:val="16"/>
                <w:szCs w:val="16"/>
              </w:rPr>
            </w:pPr>
          </w:p>
        </w:tc>
        <w:tc>
          <w:tcPr>
            <w:tcW w:w="483" w:type="dxa"/>
            <w:shd w:val="clear" w:color="auto" w:fill="auto"/>
          </w:tcPr>
          <w:p w14:paraId="0E6B96C3" w14:textId="77777777" w:rsidR="004E4E5C" w:rsidRPr="00A30D7A" w:rsidRDefault="004E4E5C" w:rsidP="00F6791E">
            <w:pPr>
              <w:rPr>
                <w:rFonts w:cs="Arial"/>
                <w:sz w:val="16"/>
                <w:szCs w:val="16"/>
              </w:rPr>
            </w:pPr>
          </w:p>
        </w:tc>
        <w:tc>
          <w:tcPr>
            <w:tcW w:w="483" w:type="dxa"/>
            <w:shd w:val="clear" w:color="auto" w:fill="auto"/>
          </w:tcPr>
          <w:p w14:paraId="5083733B" w14:textId="77777777" w:rsidR="004E4E5C" w:rsidRPr="00A30D7A" w:rsidRDefault="004E4E5C" w:rsidP="00F6791E">
            <w:pPr>
              <w:rPr>
                <w:rFonts w:cs="Arial"/>
                <w:sz w:val="16"/>
                <w:szCs w:val="16"/>
              </w:rPr>
            </w:pPr>
          </w:p>
        </w:tc>
        <w:tc>
          <w:tcPr>
            <w:tcW w:w="374" w:type="dxa"/>
            <w:shd w:val="clear" w:color="auto" w:fill="auto"/>
          </w:tcPr>
          <w:p w14:paraId="5DE887B5" w14:textId="77777777" w:rsidR="004E4E5C" w:rsidRPr="00A30D7A" w:rsidRDefault="004E4E5C" w:rsidP="00F6791E">
            <w:pPr>
              <w:rPr>
                <w:rFonts w:cs="Arial"/>
                <w:sz w:val="16"/>
                <w:szCs w:val="16"/>
              </w:rPr>
            </w:pPr>
          </w:p>
        </w:tc>
        <w:tc>
          <w:tcPr>
            <w:tcW w:w="426" w:type="dxa"/>
            <w:shd w:val="clear" w:color="auto" w:fill="auto"/>
          </w:tcPr>
          <w:p w14:paraId="3CAB0C76" w14:textId="77777777" w:rsidR="004E4E5C" w:rsidRPr="00A30D7A" w:rsidRDefault="004E4E5C" w:rsidP="00F6791E">
            <w:pPr>
              <w:rPr>
                <w:rFonts w:cs="Arial"/>
                <w:sz w:val="16"/>
                <w:szCs w:val="16"/>
              </w:rPr>
            </w:pPr>
          </w:p>
        </w:tc>
        <w:tc>
          <w:tcPr>
            <w:tcW w:w="701" w:type="dxa"/>
            <w:shd w:val="clear" w:color="auto" w:fill="auto"/>
          </w:tcPr>
          <w:p w14:paraId="0909DF51" w14:textId="77777777" w:rsidR="004E4E5C" w:rsidRPr="00A30D7A" w:rsidRDefault="004E4E5C" w:rsidP="00F6791E">
            <w:pPr>
              <w:rPr>
                <w:rFonts w:cs="Arial"/>
                <w:sz w:val="16"/>
                <w:szCs w:val="16"/>
              </w:rPr>
            </w:pPr>
          </w:p>
        </w:tc>
      </w:tr>
      <w:tr w:rsidR="004E4E5C" w:rsidRPr="00A30D7A" w14:paraId="570C14DF" w14:textId="77777777" w:rsidTr="0063774F">
        <w:tc>
          <w:tcPr>
            <w:tcW w:w="1862" w:type="dxa"/>
            <w:tcBorders>
              <w:top w:val="nil"/>
              <w:left w:val="single" w:sz="4" w:space="0" w:color="auto"/>
              <w:bottom w:val="nil"/>
              <w:right w:val="nil"/>
            </w:tcBorders>
            <w:shd w:val="clear" w:color="auto" w:fill="auto"/>
          </w:tcPr>
          <w:p w14:paraId="64AFF7D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4DC48C89" w14:textId="77777777" w:rsidR="004E4E5C" w:rsidRPr="00A30D7A" w:rsidRDefault="004E4E5C" w:rsidP="00F6791E">
            <w:pPr>
              <w:rPr>
                <w:rFonts w:cs="Arial"/>
                <w:sz w:val="16"/>
                <w:szCs w:val="16"/>
              </w:rPr>
            </w:pPr>
            <w:r w:rsidRPr="00A30D7A">
              <w:rPr>
                <w:rFonts w:cs="Arial"/>
                <w:sz w:val="16"/>
                <w:szCs w:val="16"/>
              </w:rPr>
              <w:t>E1020</w:t>
            </w:r>
          </w:p>
        </w:tc>
        <w:tc>
          <w:tcPr>
            <w:tcW w:w="2539" w:type="dxa"/>
            <w:tcBorders>
              <w:top w:val="single" w:sz="4" w:space="0" w:color="auto"/>
              <w:left w:val="nil"/>
              <w:bottom w:val="single" w:sz="4" w:space="0" w:color="auto"/>
              <w:right w:val="single" w:sz="4" w:space="0" w:color="auto"/>
            </w:tcBorders>
          </w:tcPr>
          <w:p w14:paraId="085046E7" w14:textId="77777777" w:rsidR="004E4E5C" w:rsidRPr="00A30D7A" w:rsidRDefault="004E4E5C" w:rsidP="00F6791E">
            <w:pPr>
              <w:rPr>
                <w:rFonts w:cs="Arial"/>
                <w:sz w:val="16"/>
                <w:szCs w:val="16"/>
              </w:rPr>
            </w:pPr>
            <w:r w:rsidRPr="00A30D7A">
              <w:rPr>
                <w:rFonts w:cs="Arial"/>
                <w:sz w:val="16"/>
                <w:szCs w:val="16"/>
              </w:rPr>
              <w:t>Institutional equipment</w:t>
            </w:r>
          </w:p>
        </w:tc>
        <w:tc>
          <w:tcPr>
            <w:tcW w:w="529" w:type="dxa"/>
            <w:tcBorders>
              <w:left w:val="single" w:sz="4" w:space="0" w:color="auto"/>
            </w:tcBorders>
            <w:shd w:val="clear" w:color="auto" w:fill="auto"/>
          </w:tcPr>
          <w:p w14:paraId="0ABCCB50" w14:textId="77777777" w:rsidR="004E4E5C" w:rsidRPr="00A30D7A" w:rsidRDefault="004E4E5C" w:rsidP="00F6791E">
            <w:pPr>
              <w:rPr>
                <w:rFonts w:cs="Arial"/>
                <w:sz w:val="16"/>
                <w:szCs w:val="16"/>
              </w:rPr>
            </w:pPr>
          </w:p>
        </w:tc>
        <w:tc>
          <w:tcPr>
            <w:tcW w:w="483" w:type="dxa"/>
            <w:shd w:val="clear" w:color="auto" w:fill="auto"/>
          </w:tcPr>
          <w:p w14:paraId="07D062CE" w14:textId="77777777" w:rsidR="004E4E5C" w:rsidRPr="00A30D7A" w:rsidRDefault="004E4E5C" w:rsidP="00F6791E">
            <w:pPr>
              <w:rPr>
                <w:rFonts w:cs="Arial"/>
                <w:sz w:val="16"/>
                <w:szCs w:val="16"/>
              </w:rPr>
            </w:pPr>
          </w:p>
        </w:tc>
        <w:tc>
          <w:tcPr>
            <w:tcW w:w="483" w:type="dxa"/>
            <w:shd w:val="clear" w:color="auto" w:fill="auto"/>
          </w:tcPr>
          <w:p w14:paraId="606B28CA" w14:textId="77777777" w:rsidR="004E4E5C" w:rsidRPr="00A30D7A" w:rsidRDefault="004E4E5C" w:rsidP="00F6791E">
            <w:pPr>
              <w:rPr>
                <w:rFonts w:cs="Arial"/>
                <w:sz w:val="16"/>
                <w:szCs w:val="16"/>
              </w:rPr>
            </w:pPr>
          </w:p>
        </w:tc>
        <w:tc>
          <w:tcPr>
            <w:tcW w:w="483" w:type="dxa"/>
            <w:shd w:val="clear" w:color="auto" w:fill="auto"/>
          </w:tcPr>
          <w:p w14:paraId="0A08B0D1" w14:textId="77777777" w:rsidR="004E4E5C" w:rsidRPr="00A30D7A" w:rsidRDefault="004E4E5C" w:rsidP="00F6791E">
            <w:pPr>
              <w:rPr>
                <w:rFonts w:cs="Arial"/>
                <w:sz w:val="16"/>
                <w:szCs w:val="16"/>
              </w:rPr>
            </w:pPr>
          </w:p>
        </w:tc>
        <w:tc>
          <w:tcPr>
            <w:tcW w:w="483" w:type="dxa"/>
            <w:shd w:val="clear" w:color="auto" w:fill="auto"/>
          </w:tcPr>
          <w:p w14:paraId="0A73F6D4" w14:textId="77777777" w:rsidR="004E4E5C" w:rsidRPr="00A30D7A" w:rsidRDefault="004E4E5C" w:rsidP="00F6791E">
            <w:pPr>
              <w:rPr>
                <w:rFonts w:cs="Arial"/>
                <w:sz w:val="16"/>
                <w:szCs w:val="16"/>
              </w:rPr>
            </w:pPr>
          </w:p>
        </w:tc>
        <w:tc>
          <w:tcPr>
            <w:tcW w:w="374" w:type="dxa"/>
            <w:shd w:val="clear" w:color="auto" w:fill="auto"/>
          </w:tcPr>
          <w:p w14:paraId="1DD0DFA3" w14:textId="77777777" w:rsidR="004E4E5C" w:rsidRPr="00A30D7A" w:rsidRDefault="004E4E5C" w:rsidP="00F6791E">
            <w:pPr>
              <w:rPr>
                <w:rFonts w:cs="Arial"/>
                <w:sz w:val="16"/>
                <w:szCs w:val="16"/>
              </w:rPr>
            </w:pPr>
          </w:p>
        </w:tc>
        <w:tc>
          <w:tcPr>
            <w:tcW w:w="426" w:type="dxa"/>
            <w:shd w:val="clear" w:color="auto" w:fill="auto"/>
          </w:tcPr>
          <w:p w14:paraId="712021AA" w14:textId="77777777" w:rsidR="004E4E5C" w:rsidRPr="00A30D7A" w:rsidRDefault="004E4E5C" w:rsidP="00F6791E">
            <w:pPr>
              <w:rPr>
                <w:rFonts w:cs="Arial"/>
                <w:sz w:val="16"/>
                <w:szCs w:val="16"/>
              </w:rPr>
            </w:pPr>
          </w:p>
        </w:tc>
        <w:tc>
          <w:tcPr>
            <w:tcW w:w="701" w:type="dxa"/>
            <w:shd w:val="clear" w:color="auto" w:fill="auto"/>
          </w:tcPr>
          <w:p w14:paraId="78B87276" w14:textId="77777777" w:rsidR="004E4E5C" w:rsidRPr="00A30D7A" w:rsidRDefault="004E4E5C" w:rsidP="00F6791E">
            <w:pPr>
              <w:rPr>
                <w:rFonts w:cs="Arial"/>
                <w:sz w:val="16"/>
                <w:szCs w:val="16"/>
              </w:rPr>
            </w:pPr>
          </w:p>
        </w:tc>
      </w:tr>
      <w:tr w:rsidR="004E4E5C" w:rsidRPr="00A30D7A" w14:paraId="091E4946" w14:textId="77777777" w:rsidTr="0063774F">
        <w:tc>
          <w:tcPr>
            <w:tcW w:w="1862" w:type="dxa"/>
            <w:tcBorders>
              <w:top w:val="nil"/>
              <w:left w:val="single" w:sz="4" w:space="0" w:color="auto"/>
              <w:bottom w:val="nil"/>
              <w:right w:val="nil"/>
            </w:tcBorders>
            <w:shd w:val="clear" w:color="auto" w:fill="auto"/>
          </w:tcPr>
          <w:p w14:paraId="0589A08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BE03C01" w14:textId="77777777" w:rsidR="004E4E5C" w:rsidRPr="00A30D7A" w:rsidRDefault="004E4E5C" w:rsidP="00F6791E">
            <w:pPr>
              <w:rPr>
                <w:rFonts w:cs="Arial"/>
                <w:sz w:val="16"/>
                <w:szCs w:val="16"/>
              </w:rPr>
            </w:pPr>
            <w:r w:rsidRPr="00A30D7A">
              <w:rPr>
                <w:rFonts w:cs="Arial"/>
                <w:sz w:val="16"/>
                <w:szCs w:val="16"/>
              </w:rPr>
              <w:t>E1030</w:t>
            </w:r>
          </w:p>
        </w:tc>
        <w:tc>
          <w:tcPr>
            <w:tcW w:w="2539" w:type="dxa"/>
            <w:tcBorders>
              <w:top w:val="single" w:sz="4" w:space="0" w:color="auto"/>
              <w:left w:val="nil"/>
              <w:bottom w:val="single" w:sz="4" w:space="0" w:color="auto"/>
              <w:right w:val="single" w:sz="4" w:space="0" w:color="auto"/>
            </w:tcBorders>
          </w:tcPr>
          <w:p w14:paraId="346AA77D" w14:textId="77777777" w:rsidR="004E4E5C" w:rsidRPr="00A30D7A" w:rsidRDefault="004E4E5C" w:rsidP="00F6791E">
            <w:pPr>
              <w:rPr>
                <w:rFonts w:cs="Arial"/>
                <w:sz w:val="16"/>
                <w:szCs w:val="16"/>
              </w:rPr>
            </w:pPr>
            <w:r w:rsidRPr="00A30D7A">
              <w:rPr>
                <w:rFonts w:cs="Arial"/>
                <w:sz w:val="16"/>
                <w:szCs w:val="16"/>
              </w:rPr>
              <w:t>Vehicular equipment</w:t>
            </w:r>
          </w:p>
        </w:tc>
        <w:tc>
          <w:tcPr>
            <w:tcW w:w="529" w:type="dxa"/>
            <w:tcBorders>
              <w:left w:val="single" w:sz="4" w:space="0" w:color="auto"/>
            </w:tcBorders>
            <w:shd w:val="clear" w:color="auto" w:fill="auto"/>
          </w:tcPr>
          <w:p w14:paraId="7AA837EE" w14:textId="77777777" w:rsidR="004E4E5C" w:rsidRPr="00A30D7A" w:rsidRDefault="004E4E5C" w:rsidP="00F6791E">
            <w:pPr>
              <w:rPr>
                <w:rFonts w:cs="Arial"/>
                <w:sz w:val="16"/>
                <w:szCs w:val="16"/>
              </w:rPr>
            </w:pPr>
          </w:p>
        </w:tc>
        <w:tc>
          <w:tcPr>
            <w:tcW w:w="483" w:type="dxa"/>
            <w:shd w:val="clear" w:color="auto" w:fill="auto"/>
          </w:tcPr>
          <w:p w14:paraId="22769747" w14:textId="77777777" w:rsidR="004E4E5C" w:rsidRPr="00A30D7A" w:rsidRDefault="004E4E5C" w:rsidP="00F6791E">
            <w:pPr>
              <w:rPr>
                <w:rFonts w:cs="Arial"/>
                <w:sz w:val="16"/>
                <w:szCs w:val="16"/>
              </w:rPr>
            </w:pPr>
          </w:p>
        </w:tc>
        <w:tc>
          <w:tcPr>
            <w:tcW w:w="483" w:type="dxa"/>
            <w:shd w:val="clear" w:color="auto" w:fill="auto"/>
          </w:tcPr>
          <w:p w14:paraId="3A965556" w14:textId="77777777" w:rsidR="004E4E5C" w:rsidRPr="00A30D7A" w:rsidRDefault="004E4E5C" w:rsidP="00F6791E">
            <w:pPr>
              <w:rPr>
                <w:rFonts w:cs="Arial"/>
                <w:sz w:val="16"/>
                <w:szCs w:val="16"/>
              </w:rPr>
            </w:pPr>
          </w:p>
        </w:tc>
        <w:tc>
          <w:tcPr>
            <w:tcW w:w="483" w:type="dxa"/>
            <w:shd w:val="clear" w:color="auto" w:fill="auto"/>
          </w:tcPr>
          <w:p w14:paraId="34549637" w14:textId="77777777" w:rsidR="004E4E5C" w:rsidRPr="00A30D7A" w:rsidRDefault="004E4E5C" w:rsidP="00F6791E">
            <w:pPr>
              <w:rPr>
                <w:rFonts w:cs="Arial"/>
                <w:sz w:val="16"/>
                <w:szCs w:val="16"/>
              </w:rPr>
            </w:pPr>
          </w:p>
        </w:tc>
        <w:tc>
          <w:tcPr>
            <w:tcW w:w="483" w:type="dxa"/>
            <w:shd w:val="clear" w:color="auto" w:fill="auto"/>
          </w:tcPr>
          <w:p w14:paraId="2C138AE2" w14:textId="77777777" w:rsidR="004E4E5C" w:rsidRPr="00A30D7A" w:rsidRDefault="004E4E5C" w:rsidP="00F6791E">
            <w:pPr>
              <w:rPr>
                <w:rFonts w:cs="Arial"/>
                <w:sz w:val="16"/>
                <w:szCs w:val="16"/>
              </w:rPr>
            </w:pPr>
          </w:p>
        </w:tc>
        <w:tc>
          <w:tcPr>
            <w:tcW w:w="374" w:type="dxa"/>
            <w:shd w:val="clear" w:color="auto" w:fill="auto"/>
          </w:tcPr>
          <w:p w14:paraId="04C3BDD9" w14:textId="77777777" w:rsidR="004E4E5C" w:rsidRPr="00A30D7A" w:rsidRDefault="004E4E5C" w:rsidP="00F6791E">
            <w:pPr>
              <w:rPr>
                <w:rFonts w:cs="Arial"/>
                <w:sz w:val="16"/>
                <w:szCs w:val="16"/>
              </w:rPr>
            </w:pPr>
          </w:p>
        </w:tc>
        <w:tc>
          <w:tcPr>
            <w:tcW w:w="426" w:type="dxa"/>
            <w:shd w:val="clear" w:color="auto" w:fill="auto"/>
          </w:tcPr>
          <w:p w14:paraId="6456D4B8" w14:textId="77777777" w:rsidR="004E4E5C" w:rsidRPr="00A30D7A" w:rsidRDefault="004E4E5C" w:rsidP="00F6791E">
            <w:pPr>
              <w:rPr>
                <w:rFonts w:cs="Arial"/>
                <w:sz w:val="16"/>
                <w:szCs w:val="16"/>
              </w:rPr>
            </w:pPr>
          </w:p>
        </w:tc>
        <w:tc>
          <w:tcPr>
            <w:tcW w:w="701" w:type="dxa"/>
            <w:shd w:val="clear" w:color="auto" w:fill="auto"/>
          </w:tcPr>
          <w:p w14:paraId="722B7B18" w14:textId="77777777" w:rsidR="004E4E5C" w:rsidRPr="00A30D7A" w:rsidRDefault="004E4E5C" w:rsidP="00F6791E">
            <w:pPr>
              <w:rPr>
                <w:rFonts w:cs="Arial"/>
                <w:sz w:val="16"/>
                <w:szCs w:val="16"/>
              </w:rPr>
            </w:pPr>
          </w:p>
        </w:tc>
      </w:tr>
      <w:tr w:rsidR="004E4E5C" w:rsidRPr="00A30D7A" w14:paraId="6BD77DCE" w14:textId="77777777" w:rsidTr="0063774F">
        <w:tc>
          <w:tcPr>
            <w:tcW w:w="1862" w:type="dxa"/>
            <w:tcBorders>
              <w:top w:val="nil"/>
              <w:left w:val="single" w:sz="4" w:space="0" w:color="auto"/>
              <w:bottom w:val="single" w:sz="4" w:space="0" w:color="auto"/>
              <w:right w:val="nil"/>
            </w:tcBorders>
            <w:shd w:val="clear" w:color="auto" w:fill="auto"/>
          </w:tcPr>
          <w:p w14:paraId="69EDB827"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FBE9312" w14:textId="77777777" w:rsidR="004E4E5C" w:rsidRPr="00A30D7A" w:rsidRDefault="004E4E5C" w:rsidP="00F6791E">
            <w:pPr>
              <w:rPr>
                <w:rFonts w:cs="Arial"/>
                <w:sz w:val="16"/>
                <w:szCs w:val="16"/>
              </w:rPr>
            </w:pPr>
            <w:r w:rsidRPr="00A30D7A">
              <w:rPr>
                <w:rFonts w:cs="Arial"/>
                <w:sz w:val="16"/>
                <w:szCs w:val="16"/>
              </w:rPr>
              <w:t>E1090</w:t>
            </w:r>
          </w:p>
        </w:tc>
        <w:tc>
          <w:tcPr>
            <w:tcW w:w="2539" w:type="dxa"/>
            <w:tcBorders>
              <w:top w:val="single" w:sz="4" w:space="0" w:color="auto"/>
              <w:left w:val="nil"/>
              <w:bottom w:val="single" w:sz="4" w:space="0" w:color="auto"/>
              <w:right w:val="single" w:sz="4" w:space="0" w:color="auto"/>
            </w:tcBorders>
          </w:tcPr>
          <w:p w14:paraId="2D1D10C0" w14:textId="77777777" w:rsidR="004E4E5C" w:rsidRPr="00A30D7A" w:rsidRDefault="004E4E5C" w:rsidP="00F6791E">
            <w:pPr>
              <w:rPr>
                <w:rFonts w:cs="Arial"/>
                <w:sz w:val="16"/>
                <w:szCs w:val="16"/>
              </w:rPr>
            </w:pPr>
            <w:r w:rsidRPr="00A30D7A">
              <w:rPr>
                <w:rFonts w:cs="Arial"/>
                <w:sz w:val="16"/>
                <w:szCs w:val="16"/>
              </w:rPr>
              <w:t>Other equipment</w:t>
            </w:r>
          </w:p>
        </w:tc>
        <w:tc>
          <w:tcPr>
            <w:tcW w:w="529" w:type="dxa"/>
            <w:tcBorders>
              <w:left w:val="single" w:sz="4" w:space="0" w:color="auto"/>
            </w:tcBorders>
            <w:shd w:val="clear" w:color="auto" w:fill="auto"/>
          </w:tcPr>
          <w:p w14:paraId="4F186F37" w14:textId="77777777" w:rsidR="004E4E5C" w:rsidRPr="00A30D7A" w:rsidRDefault="004E4E5C" w:rsidP="00F6791E">
            <w:pPr>
              <w:rPr>
                <w:rFonts w:cs="Arial"/>
                <w:sz w:val="16"/>
                <w:szCs w:val="16"/>
              </w:rPr>
            </w:pPr>
          </w:p>
        </w:tc>
        <w:tc>
          <w:tcPr>
            <w:tcW w:w="483" w:type="dxa"/>
            <w:shd w:val="clear" w:color="auto" w:fill="auto"/>
          </w:tcPr>
          <w:p w14:paraId="776F662C" w14:textId="77777777" w:rsidR="004E4E5C" w:rsidRPr="00A30D7A" w:rsidRDefault="004E4E5C" w:rsidP="00F6791E">
            <w:pPr>
              <w:rPr>
                <w:rFonts w:cs="Arial"/>
                <w:sz w:val="16"/>
                <w:szCs w:val="16"/>
              </w:rPr>
            </w:pPr>
          </w:p>
        </w:tc>
        <w:tc>
          <w:tcPr>
            <w:tcW w:w="483" w:type="dxa"/>
            <w:shd w:val="clear" w:color="auto" w:fill="auto"/>
          </w:tcPr>
          <w:p w14:paraId="07AF93FC" w14:textId="77777777" w:rsidR="004E4E5C" w:rsidRPr="00A30D7A" w:rsidRDefault="004E4E5C" w:rsidP="00F6791E">
            <w:pPr>
              <w:rPr>
                <w:rFonts w:cs="Arial"/>
                <w:sz w:val="16"/>
                <w:szCs w:val="16"/>
              </w:rPr>
            </w:pPr>
          </w:p>
        </w:tc>
        <w:tc>
          <w:tcPr>
            <w:tcW w:w="483" w:type="dxa"/>
            <w:shd w:val="clear" w:color="auto" w:fill="auto"/>
          </w:tcPr>
          <w:p w14:paraId="75CCD088" w14:textId="77777777" w:rsidR="004E4E5C" w:rsidRPr="00A30D7A" w:rsidRDefault="004E4E5C" w:rsidP="00F6791E">
            <w:pPr>
              <w:rPr>
                <w:rFonts w:cs="Arial"/>
                <w:sz w:val="16"/>
                <w:szCs w:val="16"/>
              </w:rPr>
            </w:pPr>
          </w:p>
        </w:tc>
        <w:tc>
          <w:tcPr>
            <w:tcW w:w="483" w:type="dxa"/>
            <w:shd w:val="clear" w:color="auto" w:fill="auto"/>
          </w:tcPr>
          <w:p w14:paraId="4D68F521" w14:textId="77777777" w:rsidR="004E4E5C" w:rsidRPr="00A30D7A" w:rsidRDefault="004E4E5C" w:rsidP="00F6791E">
            <w:pPr>
              <w:rPr>
                <w:rFonts w:cs="Arial"/>
                <w:sz w:val="16"/>
                <w:szCs w:val="16"/>
              </w:rPr>
            </w:pPr>
          </w:p>
        </w:tc>
        <w:tc>
          <w:tcPr>
            <w:tcW w:w="374" w:type="dxa"/>
            <w:shd w:val="clear" w:color="auto" w:fill="auto"/>
          </w:tcPr>
          <w:p w14:paraId="4E90D96A" w14:textId="77777777" w:rsidR="004E4E5C" w:rsidRPr="00A30D7A" w:rsidRDefault="004E4E5C" w:rsidP="00F6791E">
            <w:pPr>
              <w:rPr>
                <w:rFonts w:cs="Arial"/>
                <w:sz w:val="16"/>
                <w:szCs w:val="16"/>
              </w:rPr>
            </w:pPr>
          </w:p>
        </w:tc>
        <w:tc>
          <w:tcPr>
            <w:tcW w:w="426" w:type="dxa"/>
            <w:shd w:val="clear" w:color="auto" w:fill="auto"/>
          </w:tcPr>
          <w:p w14:paraId="25F19CF6" w14:textId="77777777" w:rsidR="004E4E5C" w:rsidRPr="00A30D7A" w:rsidRDefault="004E4E5C" w:rsidP="00F6791E">
            <w:pPr>
              <w:rPr>
                <w:rFonts w:cs="Arial"/>
                <w:sz w:val="16"/>
                <w:szCs w:val="16"/>
              </w:rPr>
            </w:pPr>
          </w:p>
        </w:tc>
        <w:tc>
          <w:tcPr>
            <w:tcW w:w="701" w:type="dxa"/>
            <w:shd w:val="clear" w:color="auto" w:fill="auto"/>
          </w:tcPr>
          <w:p w14:paraId="411F60F5" w14:textId="77777777" w:rsidR="004E4E5C" w:rsidRPr="00A30D7A" w:rsidRDefault="004E4E5C" w:rsidP="00F6791E">
            <w:pPr>
              <w:rPr>
                <w:rFonts w:cs="Arial"/>
                <w:sz w:val="16"/>
                <w:szCs w:val="16"/>
              </w:rPr>
            </w:pPr>
          </w:p>
        </w:tc>
      </w:tr>
      <w:tr w:rsidR="004E4E5C" w:rsidRPr="00A30D7A" w14:paraId="5CE20B17" w14:textId="77777777" w:rsidTr="0063774F">
        <w:tc>
          <w:tcPr>
            <w:tcW w:w="1862" w:type="dxa"/>
            <w:tcBorders>
              <w:top w:val="single" w:sz="4" w:space="0" w:color="auto"/>
              <w:left w:val="single" w:sz="4" w:space="0" w:color="auto"/>
              <w:bottom w:val="nil"/>
              <w:right w:val="nil"/>
            </w:tcBorders>
            <w:shd w:val="clear" w:color="auto" w:fill="auto"/>
          </w:tcPr>
          <w:p w14:paraId="450229C4" w14:textId="77777777" w:rsidR="004E4E5C" w:rsidRPr="00A30D7A" w:rsidRDefault="004E4E5C" w:rsidP="00F6791E">
            <w:pPr>
              <w:rPr>
                <w:rFonts w:cs="Arial"/>
                <w:sz w:val="16"/>
                <w:szCs w:val="16"/>
              </w:rPr>
            </w:pPr>
            <w:r w:rsidRPr="00A30D7A">
              <w:rPr>
                <w:rFonts w:cs="Arial"/>
                <w:sz w:val="16"/>
                <w:szCs w:val="16"/>
              </w:rPr>
              <w:t>E20   Furnishings</w:t>
            </w:r>
          </w:p>
        </w:tc>
        <w:tc>
          <w:tcPr>
            <w:tcW w:w="697" w:type="dxa"/>
            <w:tcBorders>
              <w:top w:val="single" w:sz="4" w:space="0" w:color="auto"/>
              <w:left w:val="nil"/>
              <w:bottom w:val="single" w:sz="4" w:space="0" w:color="auto"/>
              <w:right w:val="nil"/>
            </w:tcBorders>
          </w:tcPr>
          <w:p w14:paraId="7F092DA0" w14:textId="77777777" w:rsidR="004E4E5C" w:rsidRPr="00A30D7A" w:rsidRDefault="004E4E5C" w:rsidP="00F6791E">
            <w:pPr>
              <w:rPr>
                <w:rFonts w:cs="Arial"/>
                <w:sz w:val="16"/>
                <w:szCs w:val="16"/>
              </w:rPr>
            </w:pPr>
            <w:r w:rsidRPr="00A30D7A">
              <w:rPr>
                <w:rFonts w:cs="Arial"/>
                <w:sz w:val="16"/>
                <w:szCs w:val="16"/>
              </w:rPr>
              <w:t>E2010</w:t>
            </w:r>
          </w:p>
        </w:tc>
        <w:tc>
          <w:tcPr>
            <w:tcW w:w="2539" w:type="dxa"/>
            <w:tcBorders>
              <w:top w:val="single" w:sz="4" w:space="0" w:color="auto"/>
              <w:left w:val="nil"/>
              <w:bottom w:val="single" w:sz="4" w:space="0" w:color="auto"/>
              <w:right w:val="single" w:sz="4" w:space="0" w:color="auto"/>
            </w:tcBorders>
          </w:tcPr>
          <w:p w14:paraId="1E2842C5" w14:textId="77777777" w:rsidR="004E4E5C" w:rsidRPr="00A30D7A" w:rsidRDefault="004E4E5C" w:rsidP="00F6791E">
            <w:pPr>
              <w:rPr>
                <w:rFonts w:cs="Arial"/>
                <w:sz w:val="16"/>
                <w:szCs w:val="16"/>
              </w:rPr>
            </w:pPr>
            <w:r w:rsidRPr="00A30D7A">
              <w:rPr>
                <w:rFonts w:cs="Arial"/>
                <w:sz w:val="16"/>
                <w:szCs w:val="16"/>
              </w:rPr>
              <w:t>Fixed furnishings</w:t>
            </w:r>
          </w:p>
        </w:tc>
        <w:tc>
          <w:tcPr>
            <w:tcW w:w="529" w:type="dxa"/>
            <w:tcBorders>
              <w:left w:val="single" w:sz="4" w:space="0" w:color="auto"/>
            </w:tcBorders>
            <w:shd w:val="clear" w:color="auto" w:fill="auto"/>
          </w:tcPr>
          <w:p w14:paraId="09964BEC" w14:textId="77777777" w:rsidR="004E4E5C" w:rsidRPr="00A30D7A" w:rsidRDefault="004E4E5C" w:rsidP="00F6791E">
            <w:pPr>
              <w:rPr>
                <w:rFonts w:cs="Arial"/>
                <w:sz w:val="16"/>
                <w:szCs w:val="16"/>
              </w:rPr>
            </w:pPr>
          </w:p>
        </w:tc>
        <w:tc>
          <w:tcPr>
            <w:tcW w:w="483" w:type="dxa"/>
            <w:shd w:val="clear" w:color="auto" w:fill="auto"/>
          </w:tcPr>
          <w:p w14:paraId="65EB53BB" w14:textId="77777777" w:rsidR="004E4E5C" w:rsidRPr="00A30D7A" w:rsidRDefault="004E4E5C" w:rsidP="00F6791E">
            <w:pPr>
              <w:rPr>
                <w:rFonts w:cs="Arial"/>
                <w:sz w:val="16"/>
                <w:szCs w:val="16"/>
              </w:rPr>
            </w:pPr>
          </w:p>
        </w:tc>
        <w:tc>
          <w:tcPr>
            <w:tcW w:w="483" w:type="dxa"/>
            <w:shd w:val="clear" w:color="auto" w:fill="auto"/>
          </w:tcPr>
          <w:p w14:paraId="0FF81337" w14:textId="77777777" w:rsidR="004E4E5C" w:rsidRPr="00A30D7A" w:rsidRDefault="004E4E5C" w:rsidP="00F6791E">
            <w:pPr>
              <w:rPr>
                <w:rFonts w:cs="Arial"/>
                <w:sz w:val="16"/>
                <w:szCs w:val="16"/>
              </w:rPr>
            </w:pPr>
          </w:p>
        </w:tc>
        <w:tc>
          <w:tcPr>
            <w:tcW w:w="483" w:type="dxa"/>
            <w:shd w:val="clear" w:color="auto" w:fill="auto"/>
          </w:tcPr>
          <w:p w14:paraId="3B05D622" w14:textId="77777777" w:rsidR="004E4E5C" w:rsidRPr="00A30D7A" w:rsidRDefault="004E4E5C" w:rsidP="00F6791E">
            <w:pPr>
              <w:rPr>
                <w:rFonts w:cs="Arial"/>
                <w:sz w:val="16"/>
                <w:szCs w:val="16"/>
              </w:rPr>
            </w:pPr>
          </w:p>
        </w:tc>
        <w:tc>
          <w:tcPr>
            <w:tcW w:w="483" w:type="dxa"/>
            <w:shd w:val="clear" w:color="auto" w:fill="auto"/>
          </w:tcPr>
          <w:p w14:paraId="69F4B62F" w14:textId="77777777" w:rsidR="004E4E5C" w:rsidRPr="00A30D7A" w:rsidRDefault="004E4E5C" w:rsidP="00F6791E">
            <w:pPr>
              <w:rPr>
                <w:rFonts w:cs="Arial"/>
                <w:sz w:val="16"/>
                <w:szCs w:val="16"/>
              </w:rPr>
            </w:pPr>
          </w:p>
        </w:tc>
        <w:tc>
          <w:tcPr>
            <w:tcW w:w="374" w:type="dxa"/>
            <w:shd w:val="clear" w:color="auto" w:fill="auto"/>
          </w:tcPr>
          <w:p w14:paraId="6BFE0F20" w14:textId="77777777" w:rsidR="004E4E5C" w:rsidRPr="00A30D7A" w:rsidRDefault="004E4E5C" w:rsidP="00F6791E">
            <w:pPr>
              <w:rPr>
                <w:rFonts w:cs="Arial"/>
                <w:sz w:val="16"/>
                <w:szCs w:val="16"/>
              </w:rPr>
            </w:pPr>
          </w:p>
        </w:tc>
        <w:tc>
          <w:tcPr>
            <w:tcW w:w="426" w:type="dxa"/>
            <w:shd w:val="clear" w:color="auto" w:fill="auto"/>
          </w:tcPr>
          <w:p w14:paraId="0C97279A" w14:textId="77777777" w:rsidR="004E4E5C" w:rsidRPr="00A30D7A" w:rsidRDefault="004E4E5C" w:rsidP="00F6791E">
            <w:pPr>
              <w:rPr>
                <w:rFonts w:cs="Arial"/>
                <w:sz w:val="16"/>
                <w:szCs w:val="16"/>
              </w:rPr>
            </w:pPr>
          </w:p>
        </w:tc>
        <w:tc>
          <w:tcPr>
            <w:tcW w:w="701" w:type="dxa"/>
            <w:shd w:val="clear" w:color="auto" w:fill="auto"/>
          </w:tcPr>
          <w:p w14:paraId="1DD704DB" w14:textId="77777777" w:rsidR="004E4E5C" w:rsidRPr="00A30D7A" w:rsidRDefault="004E4E5C" w:rsidP="00F6791E">
            <w:pPr>
              <w:rPr>
                <w:rFonts w:cs="Arial"/>
                <w:sz w:val="16"/>
                <w:szCs w:val="16"/>
              </w:rPr>
            </w:pPr>
          </w:p>
        </w:tc>
      </w:tr>
      <w:tr w:rsidR="004E4E5C" w:rsidRPr="00A30D7A" w14:paraId="6D63E91A" w14:textId="77777777" w:rsidTr="0063774F">
        <w:tc>
          <w:tcPr>
            <w:tcW w:w="1862" w:type="dxa"/>
            <w:tcBorders>
              <w:top w:val="nil"/>
              <w:left w:val="single" w:sz="4" w:space="0" w:color="auto"/>
              <w:bottom w:val="single" w:sz="4" w:space="0" w:color="auto"/>
              <w:right w:val="nil"/>
            </w:tcBorders>
            <w:shd w:val="clear" w:color="auto" w:fill="auto"/>
          </w:tcPr>
          <w:p w14:paraId="66D060C6"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31D6997" w14:textId="77777777" w:rsidR="004E4E5C" w:rsidRPr="00A30D7A" w:rsidRDefault="004E4E5C" w:rsidP="00F6791E">
            <w:pPr>
              <w:rPr>
                <w:rFonts w:cs="Arial"/>
                <w:sz w:val="16"/>
                <w:szCs w:val="16"/>
              </w:rPr>
            </w:pPr>
            <w:r w:rsidRPr="00A30D7A">
              <w:rPr>
                <w:rFonts w:cs="Arial"/>
                <w:sz w:val="16"/>
                <w:szCs w:val="16"/>
              </w:rPr>
              <w:t>E2020</w:t>
            </w:r>
          </w:p>
        </w:tc>
        <w:tc>
          <w:tcPr>
            <w:tcW w:w="2539" w:type="dxa"/>
            <w:tcBorders>
              <w:top w:val="single" w:sz="4" w:space="0" w:color="auto"/>
              <w:left w:val="nil"/>
              <w:bottom w:val="single" w:sz="4" w:space="0" w:color="auto"/>
              <w:right w:val="single" w:sz="4" w:space="0" w:color="auto"/>
            </w:tcBorders>
          </w:tcPr>
          <w:p w14:paraId="7A68A1A4" w14:textId="77777777" w:rsidR="004E4E5C" w:rsidRPr="00A30D7A" w:rsidRDefault="004E4E5C" w:rsidP="00F6791E">
            <w:pPr>
              <w:rPr>
                <w:rFonts w:cs="Arial"/>
                <w:sz w:val="16"/>
                <w:szCs w:val="16"/>
              </w:rPr>
            </w:pPr>
            <w:r w:rsidRPr="00A30D7A">
              <w:rPr>
                <w:rFonts w:cs="Arial"/>
                <w:sz w:val="16"/>
                <w:szCs w:val="16"/>
              </w:rPr>
              <w:t>Moveable furnishings</w:t>
            </w:r>
          </w:p>
        </w:tc>
        <w:tc>
          <w:tcPr>
            <w:tcW w:w="529" w:type="dxa"/>
            <w:tcBorders>
              <w:left w:val="single" w:sz="4" w:space="0" w:color="auto"/>
              <w:bottom w:val="single" w:sz="4" w:space="0" w:color="auto"/>
            </w:tcBorders>
            <w:shd w:val="clear" w:color="auto" w:fill="auto"/>
          </w:tcPr>
          <w:p w14:paraId="1B0DFDFA" w14:textId="77777777" w:rsidR="004E4E5C" w:rsidRPr="00A30D7A" w:rsidRDefault="004E4E5C" w:rsidP="00F6791E">
            <w:pPr>
              <w:rPr>
                <w:rFonts w:cs="Arial"/>
                <w:sz w:val="16"/>
                <w:szCs w:val="16"/>
              </w:rPr>
            </w:pPr>
          </w:p>
        </w:tc>
        <w:tc>
          <w:tcPr>
            <w:tcW w:w="483" w:type="dxa"/>
            <w:shd w:val="clear" w:color="auto" w:fill="auto"/>
          </w:tcPr>
          <w:p w14:paraId="02D51ACB" w14:textId="77777777" w:rsidR="004E4E5C" w:rsidRPr="00A30D7A" w:rsidRDefault="004E4E5C" w:rsidP="00F6791E">
            <w:pPr>
              <w:rPr>
                <w:rFonts w:cs="Arial"/>
                <w:sz w:val="16"/>
                <w:szCs w:val="16"/>
              </w:rPr>
            </w:pPr>
          </w:p>
        </w:tc>
        <w:tc>
          <w:tcPr>
            <w:tcW w:w="483" w:type="dxa"/>
            <w:shd w:val="clear" w:color="auto" w:fill="auto"/>
          </w:tcPr>
          <w:p w14:paraId="44718F59" w14:textId="77777777" w:rsidR="004E4E5C" w:rsidRPr="00A30D7A" w:rsidRDefault="004E4E5C" w:rsidP="00F6791E">
            <w:pPr>
              <w:rPr>
                <w:rFonts w:cs="Arial"/>
                <w:sz w:val="16"/>
                <w:szCs w:val="16"/>
              </w:rPr>
            </w:pPr>
          </w:p>
        </w:tc>
        <w:tc>
          <w:tcPr>
            <w:tcW w:w="483" w:type="dxa"/>
            <w:shd w:val="clear" w:color="auto" w:fill="auto"/>
          </w:tcPr>
          <w:p w14:paraId="53952C9D" w14:textId="77777777" w:rsidR="004E4E5C" w:rsidRPr="00A30D7A" w:rsidRDefault="004E4E5C" w:rsidP="00F6791E">
            <w:pPr>
              <w:rPr>
                <w:rFonts w:cs="Arial"/>
                <w:sz w:val="16"/>
                <w:szCs w:val="16"/>
              </w:rPr>
            </w:pPr>
          </w:p>
        </w:tc>
        <w:tc>
          <w:tcPr>
            <w:tcW w:w="483" w:type="dxa"/>
            <w:shd w:val="clear" w:color="auto" w:fill="auto"/>
          </w:tcPr>
          <w:p w14:paraId="1CDD675E" w14:textId="77777777" w:rsidR="004E4E5C" w:rsidRPr="00A30D7A" w:rsidRDefault="004E4E5C" w:rsidP="00F6791E">
            <w:pPr>
              <w:rPr>
                <w:rFonts w:cs="Arial"/>
                <w:sz w:val="16"/>
                <w:szCs w:val="16"/>
              </w:rPr>
            </w:pPr>
          </w:p>
        </w:tc>
        <w:tc>
          <w:tcPr>
            <w:tcW w:w="374" w:type="dxa"/>
            <w:shd w:val="clear" w:color="auto" w:fill="auto"/>
          </w:tcPr>
          <w:p w14:paraId="74D33CF0" w14:textId="77777777" w:rsidR="004E4E5C" w:rsidRPr="00A30D7A" w:rsidRDefault="004E4E5C" w:rsidP="00F6791E">
            <w:pPr>
              <w:rPr>
                <w:rFonts w:cs="Arial"/>
                <w:sz w:val="16"/>
                <w:szCs w:val="16"/>
              </w:rPr>
            </w:pPr>
          </w:p>
        </w:tc>
        <w:tc>
          <w:tcPr>
            <w:tcW w:w="426" w:type="dxa"/>
            <w:shd w:val="clear" w:color="auto" w:fill="auto"/>
          </w:tcPr>
          <w:p w14:paraId="66D5C171" w14:textId="77777777" w:rsidR="004E4E5C" w:rsidRPr="00A30D7A" w:rsidRDefault="004E4E5C" w:rsidP="00F6791E">
            <w:pPr>
              <w:rPr>
                <w:rFonts w:cs="Arial"/>
                <w:sz w:val="16"/>
                <w:szCs w:val="16"/>
              </w:rPr>
            </w:pPr>
          </w:p>
        </w:tc>
        <w:tc>
          <w:tcPr>
            <w:tcW w:w="701" w:type="dxa"/>
            <w:shd w:val="clear" w:color="auto" w:fill="auto"/>
          </w:tcPr>
          <w:p w14:paraId="316AE870" w14:textId="77777777" w:rsidR="004E4E5C" w:rsidRPr="00A30D7A" w:rsidRDefault="004E4E5C" w:rsidP="00F6791E">
            <w:pPr>
              <w:rPr>
                <w:rFonts w:cs="Arial"/>
                <w:sz w:val="16"/>
                <w:szCs w:val="16"/>
              </w:rPr>
            </w:pPr>
          </w:p>
        </w:tc>
      </w:tr>
      <w:tr w:rsidR="004E4E5C" w:rsidRPr="00A30D7A" w14:paraId="4181AF1B" w14:textId="77777777" w:rsidTr="0063774F">
        <w:tc>
          <w:tcPr>
            <w:tcW w:w="5098" w:type="dxa"/>
            <w:gridSpan w:val="3"/>
            <w:tcBorders>
              <w:top w:val="single" w:sz="4" w:space="0" w:color="auto"/>
              <w:left w:val="single" w:sz="4" w:space="0" w:color="auto"/>
              <w:bottom w:val="single" w:sz="4" w:space="0" w:color="auto"/>
              <w:right w:val="single" w:sz="4" w:space="0" w:color="auto"/>
            </w:tcBorders>
            <w:shd w:val="clear" w:color="auto" w:fill="D9D9D9"/>
          </w:tcPr>
          <w:p w14:paraId="2CF2712C" w14:textId="77777777" w:rsidR="004E4E5C" w:rsidRPr="00A30D7A" w:rsidRDefault="004E4E5C" w:rsidP="007D0605">
            <w:pPr>
              <w:pStyle w:val="Tabletitle"/>
            </w:pPr>
            <w:r w:rsidRPr="00A30D7A">
              <w:t>F   SPECIAL CONSTRUCTION &amp; DEMOLITION</w:t>
            </w:r>
          </w:p>
        </w:tc>
        <w:tc>
          <w:tcPr>
            <w:tcW w:w="529" w:type="dxa"/>
            <w:tcBorders>
              <w:left w:val="single" w:sz="4" w:space="0" w:color="auto"/>
            </w:tcBorders>
            <w:shd w:val="clear" w:color="auto" w:fill="D9D9D9"/>
          </w:tcPr>
          <w:p w14:paraId="6BEC8005" w14:textId="77777777" w:rsidR="004E4E5C" w:rsidRPr="00A30D7A" w:rsidRDefault="004E4E5C" w:rsidP="00F6791E">
            <w:pPr>
              <w:rPr>
                <w:rFonts w:cs="Arial"/>
                <w:sz w:val="16"/>
                <w:szCs w:val="16"/>
              </w:rPr>
            </w:pPr>
          </w:p>
        </w:tc>
        <w:tc>
          <w:tcPr>
            <w:tcW w:w="483" w:type="dxa"/>
            <w:shd w:val="clear" w:color="auto" w:fill="D9D9D9"/>
          </w:tcPr>
          <w:p w14:paraId="6AF83441" w14:textId="77777777" w:rsidR="004E4E5C" w:rsidRPr="00A30D7A" w:rsidRDefault="004E4E5C" w:rsidP="00F6791E">
            <w:pPr>
              <w:rPr>
                <w:rFonts w:cs="Arial"/>
                <w:sz w:val="16"/>
                <w:szCs w:val="16"/>
              </w:rPr>
            </w:pPr>
          </w:p>
        </w:tc>
        <w:tc>
          <w:tcPr>
            <w:tcW w:w="483" w:type="dxa"/>
            <w:shd w:val="clear" w:color="auto" w:fill="D9D9D9"/>
          </w:tcPr>
          <w:p w14:paraId="4EF985F1" w14:textId="77777777" w:rsidR="004E4E5C" w:rsidRPr="00A30D7A" w:rsidRDefault="004E4E5C" w:rsidP="00F6791E">
            <w:pPr>
              <w:rPr>
                <w:rFonts w:cs="Arial"/>
                <w:sz w:val="16"/>
                <w:szCs w:val="16"/>
              </w:rPr>
            </w:pPr>
          </w:p>
        </w:tc>
        <w:tc>
          <w:tcPr>
            <w:tcW w:w="483" w:type="dxa"/>
            <w:shd w:val="clear" w:color="auto" w:fill="D9D9D9"/>
          </w:tcPr>
          <w:p w14:paraId="559450C8" w14:textId="77777777" w:rsidR="004E4E5C" w:rsidRPr="00A30D7A" w:rsidRDefault="004E4E5C" w:rsidP="00F6791E">
            <w:pPr>
              <w:rPr>
                <w:rFonts w:cs="Arial"/>
                <w:sz w:val="16"/>
                <w:szCs w:val="16"/>
              </w:rPr>
            </w:pPr>
          </w:p>
        </w:tc>
        <w:tc>
          <w:tcPr>
            <w:tcW w:w="483" w:type="dxa"/>
            <w:shd w:val="clear" w:color="auto" w:fill="D9D9D9"/>
          </w:tcPr>
          <w:p w14:paraId="35EBE784" w14:textId="77777777" w:rsidR="004E4E5C" w:rsidRPr="00A30D7A" w:rsidRDefault="004E4E5C" w:rsidP="00F6791E">
            <w:pPr>
              <w:rPr>
                <w:rFonts w:cs="Arial"/>
                <w:sz w:val="16"/>
                <w:szCs w:val="16"/>
              </w:rPr>
            </w:pPr>
          </w:p>
        </w:tc>
        <w:tc>
          <w:tcPr>
            <w:tcW w:w="374" w:type="dxa"/>
            <w:shd w:val="clear" w:color="auto" w:fill="D9D9D9"/>
          </w:tcPr>
          <w:p w14:paraId="361D8B25" w14:textId="77777777" w:rsidR="004E4E5C" w:rsidRPr="00A30D7A" w:rsidRDefault="004E4E5C" w:rsidP="00F6791E">
            <w:pPr>
              <w:rPr>
                <w:rFonts w:cs="Arial"/>
                <w:sz w:val="16"/>
                <w:szCs w:val="16"/>
              </w:rPr>
            </w:pPr>
          </w:p>
        </w:tc>
        <w:tc>
          <w:tcPr>
            <w:tcW w:w="426" w:type="dxa"/>
            <w:shd w:val="clear" w:color="auto" w:fill="D9D9D9"/>
          </w:tcPr>
          <w:p w14:paraId="266FDC44" w14:textId="77777777" w:rsidR="004E4E5C" w:rsidRPr="00A30D7A" w:rsidRDefault="004E4E5C" w:rsidP="00F6791E">
            <w:pPr>
              <w:rPr>
                <w:rFonts w:cs="Arial"/>
                <w:sz w:val="16"/>
                <w:szCs w:val="16"/>
              </w:rPr>
            </w:pPr>
          </w:p>
        </w:tc>
        <w:tc>
          <w:tcPr>
            <w:tcW w:w="701" w:type="dxa"/>
            <w:shd w:val="clear" w:color="auto" w:fill="D9D9D9"/>
          </w:tcPr>
          <w:p w14:paraId="2C61DDAB" w14:textId="77777777" w:rsidR="004E4E5C" w:rsidRPr="00A30D7A" w:rsidRDefault="004E4E5C" w:rsidP="00F6791E">
            <w:pPr>
              <w:rPr>
                <w:rFonts w:cs="Arial"/>
                <w:sz w:val="16"/>
                <w:szCs w:val="16"/>
              </w:rPr>
            </w:pPr>
          </w:p>
        </w:tc>
      </w:tr>
      <w:tr w:rsidR="004E4E5C" w:rsidRPr="00A30D7A" w14:paraId="08D8151D" w14:textId="77777777" w:rsidTr="0063774F">
        <w:tc>
          <w:tcPr>
            <w:tcW w:w="1862" w:type="dxa"/>
            <w:tcBorders>
              <w:top w:val="single" w:sz="4" w:space="0" w:color="auto"/>
              <w:left w:val="single" w:sz="4" w:space="0" w:color="auto"/>
              <w:bottom w:val="nil"/>
              <w:right w:val="nil"/>
            </w:tcBorders>
            <w:shd w:val="clear" w:color="auto" w:fill="auto"/>
          </w:tcPr>
          <w:p w14:paraId="27276B50" w14:textId="77777777" w:rsidR="004E4E5C" w:rsidRPr="00A30D7A" w:rsidRDefault="004E4E5C" w:rsidP="00F6791E">
            <w:pPr>
              <w:rPr>
                <w:rFonts w:cs="Arial"/>
                <w:sz w:val="16"/>
                <w:szCs w:val="16"/>
              </w:rPr>
            </w:pPr>
            <w:r w:rsidRPr="00A30D7A">
              <w:rPr>
                <w:rFonts w:cs="Arial"/>
                <w:sz w:val="16"/>
                <w:szCs w:val="16"/>
              </w:rPr>
              <w:t>F10   Special construction</w:t>
            </w:r>
          </w:p>
        </w:tc>
        <w:tc>
          <w:tcPr>
            <w:tcW w:w="697" w:type="dxa"/>
            <w:tcBorders>
              <w:top w:val="single" w:sz="4" w:space="0" w:color="auto"/>
              <w:left w:val="nil"/>
              <w:bottom w:val="single" w:sz="4" w:space="0" w:color="auto"/>
              <w:right w:val="nil"/>
            </w:tcBorders>
          </w:tcPr>
          <w:p w14:paraId="2E4CA0FF" w14:textId="77777777" w:rsidR="004E4E5C" w:rsidRPr="00A30D7A" w:rsidRDefault="004E4E5C" w:rsidP="00F6791E">
            <w:pPr>
              <w:rPr>
                <w:rFonts w:cs="Arial"/>
                <w:sz w:val="16"/>
                <w:szCs w:val="16"/>
              </w:rPr>
            </w:pPr>
            <w:r w:rsidRPr="00A30D7A">
              <w:rPr>
                <w:rFonts w:cs="Arial"/>
                <w:sz w:val="16"/>
                <w:szCs w:val="16"/>
              </w:rPr>
              <w:t>F1010</w:t>
            </w:r>
          </w:p>
        </w:tc>
        <w:tc>
          <w:tcPr>
            <w:tcW w:w="2539" w:type="dxa"/>
            <w:tcBorders>
              <w:top w:val="single" w:sz="4" w:space="0" w:color="auto"/>
              <w:left w:val="nil"/>
              <w:bottom w:val="single" w:sz="4" w:space="0" w:color="auto"/>
              <w:right w:val="single" w:sz="4" w:space="0" w:color="auto"/>
            </w:tcBorders>
          </w:tcPr>
          <w:p w14:paraId="4CC934AC" w14:textId="77777777" w:rsidR="004E4E5C" w:rsidRPr="00A30D7A" w:rsidRDefault="004E4E5C" w:rsidP="00F6791E">
            <w:pPr>
              <w:rPr>
                <w:rFonts w:cs="Arial"/>
                <w:sz w:val="16"/>
                <w:szCs w:val="16"/>
              </w:rPr>
            </w:pPr>
            <w:r w:rsidRPr="00A30D7A">
              <w:rPr>
                <w:rFonts w:cs="Arial"/>
                <w:sz w:val="16"/>
                <w:szCs w:val="16"/>
              </w:rPr>
              <w:t>Special structures</w:t>
            </w:r>
          </w:p>
        </w:tc>
        <w:tc>
          <w:tcPr>
            <w:tcW w:w="529" w:type="dxa"/>
            <w:tcBorders>
              <w:left w:val="single" w:sz="4" w:space="0" w:color="auto"/>
              <w:bottom w:val="single" w:sz="4" w:space="0" w:color="auto"/>
            </w:tcBorders>
            <w:shd w:val="clear" w:color="auto" w:fill="auto"/>
          </w:tcPr>
          <w:p w14:paraId="5DF682C0" w14:textId="77777777" w:rsidR="004E4E5C" w:rsidRPr="00A30D7A" w:rsidRDefault="004E4E5C" w:rsidP="00F6791E">
            <w:pPr>
              <w:rPr>
                <w:rFonts w:cs="Arial"/>
                <w:sz w:val="16"/>
                <w:szCs w:val="16"/>
              </w:rPr>
            </w:pPr>
          </w:p>
        </w:tc>
        <w:tc>
          <w:tcPr>
            <w:tcW w:w="483" w:type="dxa"/>
            <w:shd w:val="clear" w:color="auto" w:fill="auto"/>
          </w:tcPr>
          <w:p w14:paraId="5502D88A" w14:textId="77777777" w:rsidR="004E4E5C" w:rsidRPr="00A30D7A" w:rsidRDefault="004E4E5C" w:rsidP="00F6791E">
            <w:pPr>
              <w:rPr>
                <w:rFonts w:cs="Arial"/>
                <w:sz w:val="16"/>
                <w:szCs w:val="16"/>
              </w:rPr>
            </w:pPr>
          </w:p>
        </w:tc>
        <w:tc>
          <w:tcPr>
            <w:tcW w:w="483" w:type="dxa"/>
            <w:shd w:val="clear" w:color="auto" w:fill="auto"/>
          </w:tcPr>
          <w:p w14:paraId="693A0956" w14:textId="77777777" w:rsidR="004E4E5C" w:rsidRPr="00A30D7A" w:rsidRDefault="004E4E5C" w:rsidP="00F6791E">
            <w:pPr>
              <w:rPr>
                <w:rFonts w:cs="Arial"/>
                <w:sz w:val="16"/>
                <w:szCs w:val="16"/>
              </w:rPr>
            </w:pPr>
          </w:p>
        </w:tc>
        <w:tc>
          <w:tcPr>
            <w:tcW w:w="483" w:type="dxa"/>
            <w:shd w:val="clear" w:color="auto" w:fill="auto"/>
          </w:tcPr>
          <w:p w14:paraId="728514F6" w14:textId="77777777" w:rsidR="004E4E5C" w:rsidRPr="00A30D7A" w:rsidRDefault="004E4E5C" w:rsidP="00F6791E">
            <w:pPr>
              <w:rPr>
                <w:rFonts w:cs="Arial"/>
                <w:sz w:val="16"/>
                <w:szCs w:val="16"/>
              </w:rPr>
            </w:pPr>
          </w:p>
        </w:tc>
        <w:tc>
          <w:tcPr>
            <w:tcW w:w="483" w:type="dxa"/>
            <w:shd w:val="clear" w:color="auto" w:fill="auto"/>
          </w:tcPr>
          <w:p w14:paraId="768210B5" w14:textId="77777777" w:rsidR="004E4E5C" w:rsidRPr="00A30D7A" w:rsidRDefault="004E4E5C" w:rsidP="00F6791E">
            <w:pPr>
              <w:rPr>
                <w:rFonts w:cs="Arial"/>
                <w:sz w:val="16"/>
                <w:szCs w:val="16"/>
              </w:rPr>
            </w:pPr>
          </w:p>
        </w:tc>
        <w:tc>
          <w:tcPr>
            <w:tcW w:w="374" w:type="dxa"/>
            <w:shd w:val="clear" w:color="auto" w:fill="auto"/>
          </w:tcPr>
          <w:p w14:paraId="76C7ECF5" w14:textId="77777777" w:rsidR="004E4E5C" w:rsidRPr="00A30D7A" w:rsidRDefault="004E4E5C" w:rsidP="00F6791E">
            <w:pPr>
              <w:rPr>
                <w:rFonts w:cs="Arial"/>
                <w:sz w:val="16"/>
                <w:szCs w:val="16"/>
              </w:rPr>
            </w:pPr>
          </w:p>
        </w:tc>
        <w:tc>
          <w:tcPr>
            <w:tcW w:w="426" w:type="dxa"/>
            <w:shd w:val="clear" w:color="auto" w:fill="auto"/>
          </w:tcPr>
          <w:p w14:paraId="6EDA60EC" w14:textId="77777777" w:rsidR="004E4E5C" w:rsidRPr="00A30D7A" w:rsidRDefault="004E4E5C" w:rsidP="00F6791E">
            <w:pPr>
              <w:rPr>
                <w:rFonts w:cs="Arial"/>
                <w:sz w:val="16"/>
                <w:szCs w:val="16"/>
              </w:rPr>
            </w:pPr>
          </w:p>
        </w:tc>
        <w:tc>
          <w:tcPr>
            <w:tcW w:w="701" w:type="dxa"/>
            <w:shd w:val="clear" w:color="auto" w:fill="auto"/>
          </w:tcPr>
          <w:p w14:paraId="4AC5298E" w14:textId="77777777" w:rsidR="004E4E5C" w:rsidRPr="00A30D7A" w:rsidRDefault="004E4E5C" w:rsidP="00F6791E">
            <w:pPr>
              <w:rPr>
                <w:rFonts w:cs="Arial"/>
                <w:sz w:val="16"/>
                <w:szCs w:val="16"/>
              </w:rPr>
            </w:pPr>
          </w:p>
        </w:tc>
      </w:tr>
      <w:tr w:rsidR="004E4E5C" w:rsidRPr="00A30D7A" w14:paraId="4712D3EC" w14:textId="77777777" w:rsidTr="0063774F">
        <w:tc>
          <w:tcPr>
            <w:tcW w:w="1862" w:type="dxa"/>
            <w:tcBorders>
              <w:top w:val="nil"/>
              <w:left w:val="single" w:sz="4" w:space="0" w:color="auto"/>
              <w:bottom w:val="nil"/>
              <w:right w:val="nil"/>
            </w:tcBorders>
            <w:shd w:val="clear" w:color="auto" w:fill="auto"/>
          </w:tcPr>
          <w:p w14:paraId="64AEBBEB"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E6C2407" w14:textId="77777777" w:rsidR="004E4E5C" w:rsidRPr="00A30D7A" w:rsidRDefault="004E4E5C" w:rsidP="00F6791E">
            <w:pPr>
              <w:rPr>
                <w:rFonts w:cs="Arial"/>
                <w:sz w:val="16"/>
                <w:szCs w:val="16"/>
              </w:rPr>
            </w:pPr>
            <w:r w:rsidRPr="00A30D7A">
              <w:rPr>
                <w:rFonts w:cs="Arial"/>
                <w:sz w:val="16"/>
                <w:szCs w:val="16"/>
              </w:rPr>
              <w:t>F1020</w:t>
            </w:r>
          </w:p>
        </w:tc>
        <w:tc>
          <w:tcPr>
            <w:tcW w:w="2539" w:type="dxa"/>
            <w:tcBorders>
              <w:top w:val="single" w:sz="4" w:space="0" w:color="auto"/>
              <w:left w:val="nil"/>
              <w:bottom w:val="single" w:sz="4" w:space="0" w:color="auto"/>
              <w:right w:val="single" w:sz="4" w:space="0" w:color="auto"/>
            </w:tcBorders>
          </w:tcPr>
          <w:p w14:paraId="35AEEB79" w14:textId="77777777" w:rsidR="004E4E5C" w:rsidRPr="00A30D7A" w:rsidRDefault="004E4E5C" w:rsidP="00F6791E">
            <w:pPr>
              <w:rPr>
                <w:rFonts w:cs="Arial"/>
                <w:sz w:val="16"/>
                <w:szCs w:val="16"/>
              </w:rPr>
            </w:pPr>
            <w:r w:rsidRPr="00A30D7A">
              <w:rPr>
                <w:rFonts w:cs="Arial"/>
                <w:sz w:val="16"/>
                <w:szCs w:val="16"/>
              </w:rPr>
              <w:t>Integrated construction</w:t>
            </w:r>
          </w:p>
        </w:tc>
        <w:tc>
          <w:tcPr>
            <w:tcW w:w="529" w:type="dxa"/>
            <w:tcBorders>
              <w:left w:val="single" w:sz="4" w:space="0" w:color="auto"/>
            </w:tcBorders>
            <w:shd w:val="clear" w:color="auto" w:fill="auto"/>
          </w:tcPr>
          <w:p w14:paraId="128C4D03" w14:textId="77777777" w:rsidR="004E4E5C" w:rsidRPr="00A30D7A" w:rsidRDefault="004E4E5C" w:rsidP="00F6791E">
            <w:pPr>
              <w:rPr>
                <w:rFonts w:cs="Arial"/>
                <w:sz w:val="16"/>
                <w:szCs w:val="16"/>
              </w:rPr>
            </w:pPr>
          </w:p>
        </w:tc>
        <w:tc>
          <w:tcPr>
            <w:tcW w:w="483" w:type="dxa"/>
            <w:shd w:val="clear" w:color="auto" w:fill="auto"/>
          </w:tcPr>
          <w:p w14:paraId="2B732D94" w14:textId="77777777" w:rsidR="004E4E5C" w:rsidRPr="00A30D7A" w:rsidRDefault="004E4E5C" w:rsidP="00F6791E">
            <w:pPr>
              <w:rPr>
                <w:rFonts w:cs="Arial"/>
                <w:sz w:val="16"/>
                <w:szCs w:val="16"/>
              </w:rPr>
            </w:pPr>
          </w:p>
        </w:tc>
        <w:tc>
          <w:tcPr>
            <w:tcW w:w="483" w:type="dxa"/>
            <w:shd w:val="clear" w:color="auto" w:fill="auto"/>
          </w:tcPr>
          <w:p w14:paraId="7CA85729" w14:textId="77777777" w:rsidR="004E4E5C" w:rsidRPr="00A30D7A" w:rsidRDefault="004E4E5C" w:rsidP="00F6791E">
            <w:pPr>
              <w:rPr>
                <w:rFonts w:cs="Arial"/>
                <w:sz w:val="16"/>
                <w:szCs w:val="16"/>
              </w:rPr>
            </w:pPr>
          </w:p>
        </w:tc>
        <w:tc>
          <w:tcPr>
            <w:tcW w:w="483" w:type="dxa"/>
            <w:shd w:val="clear" w:color="auto" w:fill="auto"/>
          </w:tcPr>
          <w:p w14:paraId="6124BC46" w14:textId="77777777" w:rsidR="004E4E5C" w:rsidRPr="00A30D7A" w:rsidRDefault="004E4E5C" w:rsidP="00F6791E">
            <w:pPr>
              <w:rPr>
                <w:rFonts w:cs="Arial"/>
                <w:sz w:val="16"/>
                <w:szCs w:val="16"/>
              </w:rPr>
            </w:pPr>
          </w:p>
        </w:tc>
        <w:tc>
          <w:tcPr>
            <w:tcW w:w="483" w:type="dxa"/>
            <w:shd w:val="clear" w:color="auto" w:fill="auto"/>
          </w:tcPr>
          <w:p w14:paraId="5957B759" w14:textId="77777777" w:rsidR="004E4E5C" w:rsidRPr="00A30D7A" w:rsidRDefault="004E4E5C" w:rsidP="00F6791E">
            <w:pPr>
              <w:rPr>
                <w:rFonts w:cs="Arial"/>
                <w:sz w:val="16"/>
                <w:szCs w:val="16"/>
              </w:rPr>
            </w:pPr>
          </w:p>
        </w:tc>
        <w:tc>
          <w:tcPr>
            <w:tcW w:w="374" w:type="dxa"/>
            <w:shd w:val="clear" w:color="auto" w:fill="auto"/>
          </w:tcPr>
          <w:p w14:paraId="1521BD15" w14:textId="77777777" w:rsidR="004E4E5C" w:rsidRPr="00A30D7A" w:rsidRDefault="004E4E5C" w:rsidP="00F6791E">
            <w:pPr>
              <w:rPr>
                <w:rFonts w:cs="Arial"/>
                <w:sz w:val="16"/>
                <w:szCs w:val="16"/>
              </w:rPr>
            </w:pPr>
          </w:p>
        </w:tc>
        <w:tc>
          <w:tcPr>
            <w:tcW w:w="426" w:type="dxa"/>
            <w:shd w:val="clear" w:color="auto" w:fill="auto"/>
          </w:tcPr>
          <w:p w14:paraId="4A5F89BF" w14:textId="77777777" w:rsidR="004E4E5C" w:rsidRPr="00A30D7A" w:rsidRDefault="004E4E5C" w:rsidP="00F6791E">
            <w:pPr>
              <w:rPr>
                <w:rFonts w:cs="Arial"/>
                <w:sz w:val="16"/>
                <w:szCs w:val="16"/>
              </w:rPr>
            </w:pPr>
          </w:p>
        </w:tc>
        <w:tc>
          <w:tcPr>
            <w:tcW w:w="701" w:type="dxa"/>
            <w:shd w:val="clear" w:color="auto" w:fill="auto"/>
          </w:tcPr>
          <w:p w14:paraId="4E344A4A" w14:textId="77777777" w:rsidR="004E4E5C" w:rsidRPr="00A30D7A" w:rsidRDefault="004E4E5C" w:rsidP="00F6791E">
            <w:pPr>
              <w:rPr>
                <w:rFonts w:cs="Arial"/>
                <w:sz w:val="16"/>
                <w:szCs w:val="16"/>
              </w:rPr>
            </w:pPr>
          </w:p>
        </w:tc>
      </w:tr>
      <w:tr w:rsidR="004E4E5C" w:rsidRPr="00A30D7A" w14:paraId="60F31D13" w14:textId="77777777" w:rsidTr="0063774F">
        <w:tc>
          <w:tcPr>
            <w:tcW w:w="1862" w:type="dxa"/>
            <w:tcBorders>
              <w:top w:val="nil"/>
              <w:left w:val="single" w:sz="4" w:space="0" w:color="auto"/>
              <w:bottom w:val="nil"/>
              <w:right w:val="nil"/>
            </w:tcBorders>
            <w:shd w:val="clear" w:color="auto" w:fill="auto"/>
          </w:tcPr>
          <w:p w14:paraId="3858D2CF"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429C3361" w14:textId="77777777" w:rsidR="004E4E5C" w:rsidRPr="00A30D7A" w:rsidRDefault="004E4E5C" w:rsidP="00F6791E">
            <w:pPr>
              <w:rPr>
                <w:rFonts w:cs="Arial"/>
                <w:sz w:val="16"/>
                <w:szCs w:val="16"/>
              </w:rPr>
            </w:pPr>
            <w:r w:rsidRPr="00A30D7A">
              <w:rPr>
                <w:rFonts w:cs="Arial"/>
                <w:sz w:val="16"/>
                <w:szCs w:val="16"/>
              </w:rPr>
              <w:t>F1030</w:t>
            </w:r>
          </w:p>
        </w:tc>
        <w:tc>
          <w:tcPr>
            <w:tcW w:w="2539" w:type="dxa"/>
            <w:tcBorders>
              <w:top w:val="single" w:sz="4" w:space="0" w:color="auto"/>
              <w:left w:val="nil"/>
              <w:bottom w:val="single" w:sz="4" w:space="0" w:color="auto"/>
              <w:right w:val="single" w:sz="4" w:space="0" w:color="auto"/>
            </w:tcBorders>
          </w:tcPr>
          <w:p w14:paraId="7D6BE474" w14:textId="77777777" w:rsidR="004E4E5C" w:rsidRPr="00A30D7A" w:rsidRDefault="004E4E5C" w:rsidP="00F6791E">
            <w:pPr>
              <w:rPr>
                <w:rFonts w:cs="Arial"/>
                <w:sz w:val="16"/>
                <w:szCs w:val="16"/>
              </w:rPr>
            </w:pPr>
            <w:r w:rsidRPr="00A30D7A">
              <w:rPr>
                <w:rFonts w:cs="Arial"/>
                <w:sz w:val="16"/>
                <w:szCs w:val="16"/>
              </w:rPr>
              <w:t>Special construction systems</w:t>
            </w:r>
          </w:p>
        </w:tc>
        <w:tc>
          <w:tcPr>
            <w:tcW w:w="529" w:type="dxa"/>
            <w:tcBorders>
              <w:left w:val="single" w:sz="4" w:space="0" w:color="auto"/>
            </w:tcBorders>
            <w:shd w:val="clear" w:color="auto" w:fill="auto"/>
          </w:tcPr>
          <w:p w14:paraId="2F283CA3" w14:textId="77777777" w:rsidR="004E4E5C" w:rsidRPr="00A30D7A" w:rsidRDefault="004E4E5C" w:rsidP="00F6791E">
            <w:pPr>
              <w:rPr>
                <w:rFonts w:cs="Arial"/>
                <w:sz w:val="16"/>
                <w:szCs w:val="16"/>
              </w:rPr>
            </w:pPr>
          </w:p>
        </w:tc>
        <w:tc>
          <w:tcPr>
            <w:tcW w:w="483" w:type="dxa"/>
            <w:shd w:val="clear" w:color="auto" w:fill="auto"/>
          </w:tcPr>
          <w:p w14:paraId="35AB14DA" w14:textId="77777777" w:rsidR="004E4E5C" w:rsidRPr="00A30D7A" w:rsidRDefault="004E4E5C" w:rsidP="00F6791E">
            <w:pPr>
              <w:rPr>
                <w:rFonts w:cs="Arial"/>
                <w:sz w:val="16"/>
                <w:szCs w:val="16"/>
              </w:rPr>
            </w:pPr>
          </w:p>
        </w:tc>
        <w:tc>
          <w:tcPr>
            <w:tcW w:w="483" w:type="dxa"/>
            <w:shd w:val="clear" w:color="auto" w:fill="auto"/>
          </w:tcPr>
          <w:p w14:paraId="7F4BCEA7" w14:textId="77777777" w:rsidR="004E4E5C" w:rsidRPr="00A30D7A" w:rsidRDefault="004E4E5C" w:rsidP="00F6791E">
            <w:pPr>
              <w:rPr>
                <w:rFonts w:cs="Arial"/>
                <w:sz w:val="16"/>
                <w:szCs w:val="16"/>
              </w:rPr>
            </w:pPr>
          </w:p>
        </w:tc>
        <w:tc>
          <w:tcPr>
            <w:tcW w:w="483" w:type="dxa"/>
            <w:shd w:val="clear" w:color="auto" w:fill="auto"/>
          </w:tcPr>
          <w:p w14:paraId="1A43C63F" w14:textId="77777777" w:rsidR="004E4E5C" w:rsidRPr="00A30D7A" w:rsidRDefault="004E4E5C" w:rsidP="00F6791E">
            <w:pPr>
              <w:rPr>
                <w:rFonts w:cs="Arial"/>
                <w:sz w:val="16"/>
                <w:szCs w:val="16"/>
              </w:rPr>
            </w:pPr>
          </w:p>
        </w:tc>
        <w:tc>
          <w:tcPr>
            <w:tcW w:w="483" w:type="dxa"/>
            <w:shd w:val="clear" w:color="auto" w:fill="auto"/>
          </w:tcPr>
          <w:p w14:paraId="35190FD1" w14:textId="77777777" w:rsidR="004E4E5C" w:rsidRPr="00A30D7A" w:rsidRDefault="004E4E5C" w:rsidP="00F6791E">
            <w:pPr>
              <w:rPr>
                <w:rFonts w:cs="Arial"/>
                <w:sz w:val="16"/>
                <w:szCs w:val="16"/>
              </w:rPr>
            </w:pPr>
          </w:p>
        </w:tc>
        <w:tc>
          <w:tcPr>
            <w:tcW w:w="374" w:type="dxa"/>
            <w:shd w:val="clear" w:color="auto" w:fill="auto"/>
          </w:tcPr>
          <w:p w14:paraId="1D808FDB" w14:textId="77777777" w:rsidR="004E4E5C" w:rsidRPr="00A30D7A" w:rsidRDefault="004E4E5C" w:rsidP="00F6791E">
            <w:pPr>
              <w:rPr>
                <w:rFonts w:cs="Arial"/>
                <w:sz w:val="16"/>
                <w:szCs w:val="16"/>
              </w:rPr>
            </w:pPr>
          </w:p>
        </w:tc>
        <w:tc>
          <w:tcPr>
            <w:tcW w:w="426" w:type="dxa"/>
            <w:shd w:val="clear" w:color="auto" w:fill="auto"/>
          </w:tcPr>
          <w:p w14:paraId="681B909C" w14:textId="77777777" w:rsidR="004E4E5C" w:rsidRPr="00A30D7A" w:rsidRDefault="004E4E5C" w:rsidP="00F6791E">
            <w:pPr>
              <w:rPr>
                <w:rFonts w:cs="Arial"/>
                <w:sz w:val="16"/>
                <w:szCs w:val="16"/>
              </w:rPr>
            </w:pPr>
          </w:p>
        </w:tc>
        <w:tc>
          <w:tcPr>
            <w:tcW w:w="701" w:type="dxa"/>
            <w:shd w:val="clear" w:color="auto" w:fill="auto"/>
          </w:tcPr>
          <w:p w14:paraId="04879887" w14:textId="77777777" w:rsidR="004E4E5C" w:rsidRPr="00A30D7A" w:rsidRDefault="004E4E5C" w:rsidP="00F6791E">
            <w:pPr>
              <w:rPr>
                <w:rFonts w:cs="Arial"/>
                <w:sz w:val="16"/>
                <w:szCs w:val="16"/>
              </w:rPr>
            </w:pPr>
          </w:p>
        </w:tc>
      </w:tr>
      <w:tr w:rsidR="004E4E5C" w:rsidRPr="00A30D7A" w14:paraId="1B9B4263" w14:textId="77777777" w:rsidTr="0063774F">
        <w:tc>
          <w:tcPr>
            <w:tcW w:w="1862" w:type="dxa"/>
            <w:tcBorders>
              <w:top w:val="nil"/>
              <w:left w:val="single" w:sz="4" w:space="0" w:color="auto"/>
              <w:bottom w:val="nil"/>
              <w:right w:val="nil"/>
            </w:tcBorders>
            <w:shd w:val="clear" w:color="auto" w:fill="auto"/>
          </w:tcPr>
          <w:p w14:paraId="69AF5E4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7C0DE14" w14:textId="77777777" w:rsidR="004E4E5C" w:rsidRPr="00A30D7A" w:rsidRDefault="004E4E5C" w:rsidP="00F6791E">
            <w:pPr>
              <w:rPr>
                <w:rFonts w:cs="Arial"/>
                <w:sz w:val="16"/>
                <w:szCs w:val="16"/>
              </w:rPr>
            </w:pPr>
            <w:r w:rsidRPr="00A30D7A">
              <w:rPr>
                <w:rFonts w:cs="Arial"/>
                <w:sz w:val="16"/>
                <w:szCs w:val="16"/>
              </w:rPr>
              <w:t>F1040</w:t>
            </w:r>
          </w:p>
        </w:tc>
        <w:tc>
          <w:tcPr>
            <w:tcW w:w="2539" w:type="dxa"/>
            <w:tcBorders>
              <w:top w:val="single" w:sz="4" w:space="0" w:color="auto"/>
              <w:left w:val="nil"/>
              <w:bottom w:val="single" w:sz="4" w:space="0" w:color="auto"/>
              <w:right w:val="single" w:sz="4" w:space="0" w:color="auto"/>
            </w:tcBorders>
          </w:tcPr>
          <w:p w14:paraId="0D146AA7" w14:textId="77777777" w:rsidR="004E4E5C" w:rsidRPr="00A30D7A" w:rsidRDefault="004E4E5C" w:rsidP="00F6791E">
            <w:pPr>
              <w:rPr>
                <w:rFonts w:cs="Arial"/>
                <w:sz w:val="16"/>
                <w:szCs w:val="16"/>
              </w:rPr>
            </w:pPr>
            <w:r w:rsidRPr="00A30D7A">
              <w:rPr>
                <w:rFonts w:cs="Arial"/>
                <w:sz w:val="16"/>
                <w:szCs w:val="16"/>
              </w:rPr>
              <w:t>Special facilities</w:t>
            </w:r>
          </w:p>
        </w:tc>
        <w:tc>
          <w:tcPr>
            <w:tcW w:w="529" w:type="dxa"/>
            <w:tcBorders>
              <w:left w:val="single" w:sz="4" w:space="0" w:color="auto"/>
            </w:tcBorders>
            <w:shd w:val="clear" w:color="auto" w:fill="auto"/>
          </w:tcPr>
          <w:p w14:paraId="634C43C9" w14:textId="77777777" w:rsidR="004E4E5C" w:rsidRPr="00A30D7A" w:rsidRDefault="004E4E5C" w:rsidP="00F6791E">
            <w:pPr>
              <w:rPr>
                <w:rFonts w:cs="Arial"/>
                <w:sz w:val="16"/>
                <w:szCs w:val="16"/>
              </w:rPr>
            </w:pPr>
          </w:p>
        </w:tc>
        <w:tc>
          <w:tcPr>
            <w:tcW w:w="483" w:type="dxa"/>
            <w:shd w:val="clear" w:color="auto" w:fill="auto"/>
          </w:tcPr>
          <w:p w14:paraId="7FD15BEB" w14:textId="77777777" w:rsidR="004E4E5C" w:rsidRPr="00A30D7A" w:rsidRDefault="004E4E5C" w:rsidP="00F6791E">
            <w:pPr>
              <w:rPr>
                <w:rFonts w:cs="Arial"/>
                <w:sz w:val="16"/>
                <w:szCs w:val="16"/>
              </w:rPr>
            </w:pPr>
          </w:p>
        </w:tc>
        <w:tc>
          <w:tcPr>
            <w:tcW w:w="483" w:type="dxa"/>
            <w:shd w:val="clear" w:color="auto" w:fill="auto"/>
          </w:tcPr>
          <w:p w14:paraId="1DC047C6" w14:textId="77777777" w:rsidR="004E4E5C" w:rsidRPr="00A30D7A" w:rsidRDefault="004E4E5C" w:rsidP="00F6791E">
            <w:pPr>
              <w:rPr>
                <w:rFonts w:cs="Arial"/>
                <w:sz w:val="16"/>
                <w:szCs w:val="16"/>
              </w:rPr>
            </w:pPr>
          </w:p>
        </w:tc>
        <w:tc>
          <w:tcPr>
            <w:tcW w:w="483" w:type="dxa"/>
            <w:shd w:val="clear" w:color="auto" w:fill="auto"/>
          </w:tcPr>
          <w:p w14:paraId="748E4514" w14:textId="77777777" w:rsidR="004E4E5C" w:rsidRPr="00A30D7A" w:rsidRDefault="004E4E5C" w:rsidP="00F6791E">
            <w:pPr>
              <w:rPr>
                <w:rFonts w:cs="Arial"/>
                <w:sz w:val="16"/>
                <w:szCs w:val="16"/>
              </w:rPr>
            </w:pPr>
          </w:p>
        </w:tc>
        <w:tc>
          <w:tcPr>
            <w:tcW w:w="483" w:type="dxa"/>
            <w:shd w:val="clear" w:color="auto" w:fill="auto"/>
          </w:tcPr>
          <w:p w14:paraId="10FCFB6B" w14:textId="77777777" w:rsidR="004E4E5C" w:rsidRPr="00A30D7A" w:rsidRDefault="004E4E5C" w:rsidP="00F6791E">
            <w:pPr>
              <w:rPr>
                <w:rFonts w:cs="Arial"/>
                <w:sz w:val="16"/>
                <w:szCs w:val="16"/>
              </w:rPr>
            </w:pPr>
          </w:p>
        </w:tc>
        <w:tc>
          <w:tcPr>
            <w:tcW w:w="374" w:type="dxa"/>
            <w:shd w:val="clear" w:color="auto" w:fill="auto"/>
          </w:tcPr>
          <w:p w14:paraId="5445E1C1" w14:textId="77777777" w:rsidR="004E4E5C" w:rsidRPr="00A30D7A" w:rsidRDefault="004E4E5C" w:rsidP="00F6791E">
            <w:pPr>
              <w:rPr>
                <w:rFonts w:cs="Arial"/>
                <w:sz w:val="16"/>
                <w:szCs w:val="16"/>
              </w:rPr>
            </w:pPr>
          </w:p>
        </w:tc>
        <w:tc>
          <w:tcPr>
            <w:tcW w:w="426" w:type="dxa"/>
            <w:shd w:val="clear" w:color="auto" w:fill="auto"/>
          </w:tcPr>
          <w:p w14:paraId="17F2978F" w14:textId="77777777" w:rsidR="004E4E5C" w:rsidRPr="00A30D7A" w:rsidRDefault="004E4E5C" w:rsidP="00F6791E">
            <w:pPr>
              <w:rPr>
                <w:rFonts w:cs="Arial"/>
                <w:sz w:val="16"/>
                <w:szCs w:val="16"/>
              </w:rPr>
            </w:pPr>
          </w:p>
        </w:tc>
        <w:tc>
          <w:tcPr>
            <w:tcW w:w="701" w:type="dxa"/>
            <w:shd w:val="clear" w:color="auto" w:fill="auto"/>
          </w:tcPr>
          <w:p w14:paraId="50AD18BF" w14:textId="77777777" w:rsidR="004E4E5C" w:rsidRPr="00A30D7A" w:rsidRDefault="004E4E5C" w:rsidP="00F6791E">
            <w:pPr>
              <w:rPr>
                <w:rFonts w:cs="Arial"/>
                <w:sz w:val="16"/>
                <w:szCs w:val="16"/>
              </w:rPr>
            </w:pPr>
          </w:p>
        </w:tc>
      </w:tr>
      <w:tr w:rsidR="004E4E5C" w:rsidRPr="00A30D7A" w14:paraId="209367DF" w14:textId="77777777" w:rsidTr="0063774F">
        <w:tc>
          <w:tcPr>
            <w:tcW w:w="1862" w:type="dxa"/>
            <w:tcBorders>
              <w:top w:val="nil"/>
              <w:left w:val="single" w:sz="4" w:space="0" w:color="auto"/>
              <w:bottom w:val="single" w:sz="4" w:space="0" w:color="auto"/>
              <w:right w:val="nil"/>
            </w:tcBorders>
            <w:shd w:val="clear" w:color="auto" w:fill="auto"/>
          </w:tcPr>
          <w:p w14:paraId="2E4E9221"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748BE61" w14:textId="77777777" w:rsidR="004E4E5C" w:rsidRPr="00A30D7A" w:rsidRDefault="004E4E5C" w:rsidP="00F6791E">
            <w:pPr>
              <w:rPr>
                <w:rFonts w:cs="Arial"/>
                <w:sz w:val="16"/>
                <w:szCs w:val="16"/>
              </w:rPr>
            </w:pPr>
            <w:r w:rsidRPr="00A30D7A">
              <w:rPr>
                <w:rFonts w:cs="Arial"/>
                <w:sz w:val="16"/>
                <w:szCs w:val="16"/>
              </w:rPr>
              <w:t>F1050</w:t>
            </w:r>
          </w:p>
        </w:tc>
        <w:tc>
          <w:tcPr>
            <w:tcW w:w="2539" w:type="dxa"/>
            <w:tcBorders>
              <w:top w:val="single" w:sz="4" w:space="0" w:color="auto"/>
              <w:left w:val="nil"/>
              <w:bottom w:val="single" w:sz="4" w:space="0" w:color="auto"/>
              <w:right w:val="single" w:sz="4" w:space="0" w:color="auto"/>
            </w:tcBorders>
          </w:tcPr>
          <w:p w14:paraId="5CBC402A" w14:textId="77777777" w:rsidR="004E4E5C" w:rsidRPr="00A30D7A" w:rsidRDefault="004E4E5C" w:rsidP="00F6791E">
            <w:pPr>
              <w:rPr>
                <w:rFonts w:cs="Arial"/>
                <w:sz w:val="16"/>
                <w:szCs w:val="16"/>
              </w:rPr>
            </w:pPr>
            <w:r w:rsidRPr="00A30D7A">
              <w:rPr>
                <w:rFonts w:cs="Arial"/>
                <w:sz w:val="16"/>
                <w:szCs w:val="16"/>
              </w:rPr>
              <w:t>Special controls &amp; instrumentation</w:t>
            </w:r>
          </w:p>
        </w:tc>
        <w:tc>
          <w:tcPr>
            <w:tcW w:w="529" w:type="dxa"/>
            <w:tcBorders>
              <w:left w:val="single" w:sz="4" w:space="0" w:color="auto"/>
            </w:tcBorders>
            <w:shd w:val="clear" w:color="auto" w:fill="auto"/>
          </w:tcPr>
          <w:p w14:paraId="3CF67C8D" w14:textId="77777777" w:rsidR="004E4E5C" w:rsidRPr="00A30D7A" w:rsidRDefault="004E4E5C" w:rsidP="00F6791E">
            <w:pPr>
              <w:rPr>
                <w:rFonts w:cs="Arial"/>
                <w:sz w:val="16"/>
                <w:szCs w:val="16"/>
              </w:rPr>
            </w:pPr>
          </w:p>
        </w:tc>
        <w:tc>
          <w:tcPr>
            <w:tcW w:w="483" w:type="dxa"/>
            <w:shd w:val="clear" w:color="auto" w:fill="auto"/>
          </w:tcPr>
          <w:p w14:paraId="5714F946" w14:textId="77777777" w:rsidR="004E4E5C" w:rsidRPr="00A30D7A" w:rsidRDefault="004E4E5C" w:rsidP="00F6791E">
            <w:pPr>
              <w:rPr>
                <w:rFonts w:cs="Arial"/>
                <w:sz w:val="16"/>
                <w:szCs w:val="16"/>
              </w:rPr>
            </w:pPr>
          </w:p>
        </w:tc>
        <w:tc>
          <w:tcPr>
            <w:tcW w:w="483" w:type="dxa"/>
            <w:shd w:val="clear" w:color="auto" w:fill="auto"/>
          </w:tcPr>
          <w:p w14:paraId="5AABDA47" w14:textId="77777777" w:rsidR="004E4E5C" w:rsidRPr="00A30D7A" w:rsidRDefault="004E4E5C" w:rsidP="00F6791E">
            <w:pPr>
              <w:rPr>
                <w:rFonts w:cs="Arial"/>
                <w:sz w:val="16"/>
                <w:szCs w:val="16"/>
              </w:rPr>
            </w:pPr>
          </w:p>
        </w:tc>
        <w:tc>
          <w:tcPr>
            <w:tcW w:w="483" w:type="dxa"/>
            <w:shd w:val="clear" w:color="auto" w:fill="auto"/>
          </w:tcPr>
          <w:p w14:paraId="0DE1CC8F" w14:textId="77777777" w:rsidR="004E4E5C" w:rsidRPr="00A30D7A" w:rsidRDefault="004E4E5C" w:rsidP="00F6791E">
            <w:pPr>
              <w:rPr>
                <w:rFonts w:cs="Arial"/>
                <w:sz w:val="16"/>
                <w:szCs w:val="16"/>
              </w:rPr>
            </w:pPr>
          </w:p>
        </w:tc>
        <w:tc>
          <w:tcPr>
            <w:tcW w:w="483" w:type="dxa"/>
            <w:shd w:val="clear" w:color="auto" w:fill="auto"/>
          </w:tcPr>
          <w:p w14:paraId="2A71399B" w14:textId="77777777" w:rsidR="004E4E5C" w:rsidRPr="00A30D7A" w:rsidRDefault="004E4E5C" w:rsidP="00F6791E">
            <w:pPr>
              <w:rPr>
                <w:rFonts w:cs="Arial"/>
                <w:sz w:val="16"/>
                <w:szCs w:val="16"/>
              </w:rPr>
            </w:pPr>
          </w:p>
        </w:tc>
        <w:tc>
          <w:tcPr>
            <w:tcW w:w="374" w:type="dxa"/>
            <w:shd w:val="clear" w:color="auto" w:fill="auto"/>
          </w:tcPr>
          <w:p w14:paraId="54BBB6DD" w14:textId="77777777" w:rsidR="004E4E5C" w:rsidRPr="00A30D7A" w:rsidRDefault="004E4E5C" w:rsidP="00F6791E">
            <w:pPr>
              <w:rPr>
                <w:rFonts w:cs="Arial"/>
                <w:sz w:val="16"/>
                <w:szCs w:val="16"/>
              </w:rPr>
            </w:pPr>
          </w:p>
        </w:tc>
        <w:tc>
          <w:tcPr>
            <w:tcW w:w="426" w:type="dxa"/>
            <w:shd w:val="clear" w:color="auto" w:fill="auto"/>
          </w:tcPr>
          <w:p w14:paraId="40632808" w14:textId="77777777" w:rsidR="004E4E5C" w:rsidRPr="00A30D7A" w:rsidRDefault="004E4E5C" w:rsidP="00F6791E">
            <w:pPr>
              <w:rPr>
                <w:rFonts w:cs="Arial"/>
                <w:sz w:val="16"/>
                <w:szCs w:val="16"/>
              </w:rPr>
            </w:pPr>
          </w:p>
        </w:tc>
        <w:tc>
          <w:tcPr>
            <w:tcW w:w="701" w:type="dxa"/>
            <w:shd w:val="clear" w:color="auto" w:fill="auto"/>
          </w:tcPr>
          <w:p w14:paraId="37039C64" w14:textId="77777777" w:rsidR="004E4E5C" w:rsidRPr="00A30D7A" w:rsidRDefault="004E4E5C" w:rsidP="00F6791E">
            <w:pPr>
              <w:rPr>
                <w:rFonts w:cs="Arial"/>
                <w:sz w:val="16"/>
                <w:szCs w:val="16"/>
              </w:rPr>
            </w:pPr>
          </w:p>
        </w:tc>
      </w:tr>
      <w:tr w:rsidR="004E4E5C" w:rsidRPr="00A30D7A" w14:paraId="1B952E33" w14:textId="77777777" w:rsidTr="0063774F">
        <w:tc>
          <w:tcPr>
            <w:tcW w:w="1862" w:type="dxa"/>
            <w:tcBorders>
              <w:top w:val="single" w:sz="4" w:space="0" w:color="auto"/>
              <w:left w:val="single" w:sz="4" w:space="0" w:color="auto"/>
              <w:bottom w:val="nil"/>
              <w:right w:val="nil"/>
            </w:tcBorders>
            <w:shd w:val="clear" w:color="auto" w:fill="auto"/>
          </w:tcPr>
          <w:p w14:paraId="52048AAF" w14:textId="77777777" w:rsidR="004E4E5C" w:rsidRPr="00A30D7A" w:rsidRDefault="004E4E5C" w:rsidP="00F6791E">
            <w:pPr>
              <w:rPr>
                <w:rFonts w:cs="Arial"/>
                <w:sz w:val="16"/>
                <w:szCs w:val="16"/>
              </w:rPr>
            </w:pPr>
            <w:r w:rsidRPr="00A30D7A">
              <w:rPr>
                <w:rFonts w:cs="Arial"/>
                <w:sz w:val="16"/>
                <w:szCs w:val="16"/>
              </w:rPr>
              <w:t>F20   Selective build. demo</w:t>
            </w:r>
          </w:p>
        </w:tc>
        <w:tc>
          <w:tcPr>
            <w:tcW w:w="697" w:type="dxa"/>
            <w:tcBorders>
              <w:top w:val="single" w:sz="4" w:space="0" w:color="auto"/>
              <w:left w:val="nil"/>
              <w:bottom w:val="single" w:sz="4" w:space="0" w:color="auto"/>
              <w:right w:val="nil"/>
            </w:tcBorders>
          </w:tcPr>
          <w:p w14:paraId="13495004" w14:textId="77777777" w:rsidR="004E4E5C" w:rsidRPr="00A30D7A" w:rsidRDefault="004E4E5C" w:rsidP="00F6791E">
            <w:pPr>
              <w:rPr>
                <w:rFonts w:cs="Arial"/>
                <w:sz w:val="16"/>
                <w:szCs w:val="16"/>
              </w:rPr>
            </w:pPr>
            <w:r w:rsidRPr="00A30D7A">
              <w:rPr>
                <w:rFonts w:cs="Arial"/>
                <w:sz w:val="16"/>
                <w:szCs w:val="16"/>
              </w:rPr>
              <w:t>F2010</w:t>
            </w:r>
          </w:p>
        </w:tc>
        <w:tc>
          <w:tcPr>
            <w:tcW w:w="2539" w:type="dxa"/>
            <w:tcBorders>
              <w:top w:val="single" w:sz="4" w:space="0" w:color="auto"/>
              <w:left w:val="nil"/>
              <w:bottom w:val="single" w:sz="4" w:space="0" w:color="auto"/>
              <w:right w:val="single" w:sz="4" w:space="0" w:color="auto"/>
            </w:tcBorders>
          </w:tcPr>
          <w:p w14:paraId="7E8F6744" w14:textId="77777777" w:rsidR="004E4E5C" w:rsidRPr="00A30D7A" w:rsidRDefault="004E4E5C" w:rsidP="00F6791E">
            <w:pPr>
              <w:rPr>
                <w:rFonts w:cs="Arial"/>
                <w:sz w:val="16"/>
                <w:szCs w:val="16"/>
              </w:rPr>
            </w:pPr>
            <w:r w:rsidRPr="00A30D7A">
              <w:rPr>
                <w:rFonts w:cs="Arial"/>
                <w:sz w:val="16"/>
                <w:szCs w:val="16"/>
              </w:rPr>
              <w:t>Building elements demolition</w:t>
            </w:r>
          </w:p>
        </w:tc>
        <w:tc>
          <w:tcPr>
            <w:tcW w:w="529" w:type="dxa"/>
            <w:tcBorders>
              <w:left w:val="single" w:sz="4" w:space="0" w:color="auto"/>
            </w:tcBorders>
            <w:shd w:val="clear" w:color="auto" w:fill="auto"/>
          </w:tcPr>
          <w:p w14:paraId="5E799649" w14:textId="77777777" w:rsidR="004E4E5C" w:rsidRPr="00A30D7A" w:rsidRDefault="004E4E5C" w:rsidP="00F6791E">
            <w:pPr>
              <w:rPr>
                <w:rFonts w:cs="Arial"/>
                <w:sz w:val="16"/>
                <w:szCs w:val="16"/>
              </w:rPr>
            </w:pPr>
          </w:p>
        </w:tc>
        <w:tc>
          <w:tcPr>
            <w:tcW w:w="483" w:type="dxa"/>
            <w:shd w:val="clear" w:color="auto" w:fill="auto"/>
          </w:tcPr>
          <w:p w14:paraId="79874EA6" w14:textId="77777777" w:rsidR="004E4E5C" w:rsidRPr="00A30D7A" w:rsidRDefault="004E4E5C" w:rsidP="00F6791E">
            <w:pPr>
              <w:rPr>
                <w:rFonts w:cs="Arial"/>
                <w:sz w:val="16"/>
                <w:szCs w:val="16"/>
              </w:rPr>
            </w:pPr>
          </w:p>
        </w:tc>
        <w:tc>
          <w:tcPr>
            <w:tcW w:w="483" w:type="dxa"/>
            <w:shd w:val="clear" w:color="auto" w:fill="auto"/>
          </w:tcPr>
          <w:p w14:paraId="56E1383B" w14:textId="77777777" w:rsidR="004E4E5C" w:rsidRPr="00A30D7A" w:rsidRDefault="004E4E5C" w:rsidP="00F6791E">
            <w:pPr>
              <w:rPr>
                <w:rFonts w:cs="Arial"/>
                <w:sz w:val="16"/>
                <w:szCs w:val="16"/>
              </w:rPr>
            </w:pPr>
          </w:p>
        </w:tc>
        <w:tc>
          <w:tcPr>
            <w:tcW w:w="483" w:type="dxa"/>
            <w:shd w:val="clear" w:color="auto" w:fill="auto"/>
          </w:tcPr>
          <w:p w14:paraId="19370814" w14:textId="77777777" w:rsidR="004E4E5C" w:rsidRPr="00A30D7A" w:rsidRDefault="004E4E5C" w:rsidP="00F6791E">
            <w:pPr>
              <w:rPr>
                <w:rFonts w:cs="Arial"/>
                <w:sz w:val="16"/>
                <w:szCs w:val="16"/>
              </w:rPr>
            </w:pPr>
          </w:p>
        </w:tc>
        <w:tc>
          <w:tcPr>
            <w:tcW w:w="483" w:type="dxa"/>
            <w:shd w:val="clear" w:color="auto" w:fill="auto"/>
          </w:tcPr>
          <w:p w14:paraId="6F3D962B" w14:textId="77777777" w:rsidR="004E4E5C" w:rsidRPr="00A30D7A" w:rsidRDefault="004E4E5C" w:rsidP="00F6791E">
            <w:pPr>
              <w:rPr>
                <w:rFonts w:cs="Arial"/>
                <w:sz w:val="16"/>
                <w:szCs w:val="16"/>
              </w:rPr>
            </w:pPr>
          </w:p>
        </w:tc>
        <w:tc>
          <w:tcPr>
            <w:tcW w:w="374" w:type="dxa"/>
            <w:shd w:val="clear" w:color="auto" w:fill="auto"/>
          </w:tcPr>
          <w:p w14:paraId="28B6E496" w14:textId="77777777" w:rsidR="004E4E5C" w:rsidRPr="00A30D7A" w:rsidRDefault="004E4E5C" w:rsidP="00F6791E">
            <w:pPr>
              <w:rPr>
                <w:rFonts w:cs="Arial"/>
                <w:sz w:val="16"/>
                <w:szCs w:val="16"/>
              </w:rPr>
            </w:pPr>
          </w:p>
        </w:tc>
        <w:tc>
          <w:tcPr>
            <w:tcW w:w="426" w:type="dxa"/>
            <w:shd w:val="clear" w:color="auto" w:fill="auto"/>
          </w:tcPr>
          <w:p w14:paraId="0B6C16CD" w14:textId="77777777" w:rsidR="004E4E5C" w:rsidRPr="00A30D7A" w:rsidRDefault="004E4E5C" w:rsidP="00F6791E">
            <w:pPr>
              <w:rPr>
                <w:rFonts w:cs="Arial"/>
                <w:sz w:val="16"/>
                <w:szCs w:val="16"/>
              </w:rPr>
            </w:pPr>
          </w:p>
        </w:tc>
        <w:tc>
          <w:tcPr>
            <w:tcW w:w="701" w:type="dxa"/>
            <w:shd w:val="clear" w:color="auto" w:fill="auto"/>
          </w:tcPr>
          <w:p w14:paraId="4CB374D0" w14:textId="77777777" w:rsidR="004E4E5C" w:rsidRPr="00A30D7A" w:rsidRDefault="004E4E5C" w:rsidP="00F6791E">
            <w:pPr>
              <w:rPr>
                <w:rFonts w:cs="Arial"/>
                <w:sz w:val="16"/>
                <w:szCs w:val="16"/>
              </w:rPr>
            </w:pPr>
          </w:p>
        </w:tc>
      </w:tr>
      <w:tr w:rsidR="004E4E5C" w:rsidRPr="00A30D7A" w14:paraId="77BC824E" w14:textId="77777777" w:rsidTr="0063774F">
        <w:tc>
          <w:tcPr>
            <w:tcW w:w="1862" w:type="dxa"/>
            <w:tcBorders>
              <w:top w:val="nil"/>
              <w:left w:val="single" w:sz="4" w:space="0" w:color="auto"/>
              <w:bottom w:val="single" w:sz="4" w:space="0" w:color="auto"/>
              <w:right w:val="nil"/>
            </w:tcBorders>
            <w:shd w:val="clear" w:color="auto" w:fill="auto"/>
          </w:tcPr>
          <w:p w14:paraId="451A1DD0"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5F692C0" w14:textId="77777777" w:rsidR="004E4E5C" w:rsidRPr="00A30D7A" w:rsidRDefault="004E4E5C" w:rsidP="00F6791E">
            <w:pPr>
              <w:rPr>
                <w:rFonts w:cs="Arial"/>
                <w:sz w:val="16"/>
                <w:szCs w:val="16"/>
              </w:rPr>
            </w:pPr>
            <w:r w:rsidRPr="00A30D7A">
              <w:rPr>
                <w:rFonts w:cs="Arial"/>
                <w:sz w:val="16"/>
                <w:szCs w:val="16"/>
              </w:rPr>
              <w:t>F2020</w:t>
            </w:r>
          </w:p>
        </w:tc>
        <w:tc>
          <w:tcPr>
            <w:tcW w:w="2539" w:type="dxa"/>
            <w:tcBorders>
              <w:top w:val="single" w:sz="4" w:space="0" w:color="auto"/>
              <w:left w:val="nil"/>
              <w:bottom w:val="single" w:sz="4" w:space="0" w:color="auto"/>
              <w:right w:val="single" w:sz="4" w:space="0" w:color="auto"/>
            </w:tcBorders>
          </w:tcPr>
          <w:p w14:paraId="2F688F97" w14:textId="77777777" w:rsidR="004E4E5C" w:rsidRPr="00A30D7A" w:rsidRDefault="004E4E5C" w:rsidP="00F6791E">
            <w:pPr>
              <w:rPr>
                <w:rFonts w:cs="Arial"/>
                <w:sz w:val="16"/>
                <w:szCs w:val="16"/>
              </w:rPr>
            </w:pPr>
            <w:r w:rsidRPr="00A30D7A">
              <w:rPr>
                <w:rFonts w:cs="Arial"/>
                <w:sz w:val="16"/>
                <w:szCs w:val="16"/>
              </w:rPr>
              <w:t>Hazardous components abatement</w:t>
            </w:r>
          </w:p>
        </w:tc>
        <w:tc>
          <w:tcPr>
            <w:tcW w:w="529" w:type="dxa"/>
            <w:tcBorders>
              <w:left w:val="single" w:sz="4" w:space="0" w:color="auto"/>
              <w:bottom w:val="single" w:sz="4" w:space="0" w:color="auto"/>
            </w:tcBorders>
            <w:shd w:val="clear" w:color="auto" w:fill="auto"/>
          </w:tcPr>
          <w:p w14:paraId="59596467" w14:textId="77777777" w:rsidR="004E4E5C" w:rsidRPr="00A30D7A" w:rsidRDefault="004E4E5C" w:rsidP="00F6791E">
            <w:pPr>
              <w:rPr>
                <w:rFonts w:cs="Arial"/>
                <w:sz w:val="16"/>
                <w:szCs w:val="16"/>
              </w:rPr>
            </w:pPr>
          </w:p>
        </w:tc>
        <w:tc>
          <w:tcPr>
            <w:tcW w:w="483" w:type="dxa"/>
            <w:shd w:val="clear" w:color="auto" w:fill="auto"/>
          </w:tcPr>
          <w:p w14:paraId="556DA75F" w14:textId="77777777" w:rsidR="004E4E5C" w:rsidRPr="00A30D7A" w:rsidRDefault="004E4E5C" w:rsidP="00F6791E">
            <w:pPr>
              <w:rPr>
                <w:rFonts w:cs="Arial"/>
                <w:sz w:val="16"/>
                <w:szCs w:val="16"/>
              </w:rPr>
            </w:pPr>
          </w:p>
        </w:tc>
        <w:tc>
          <w:tcPr>
            <w:tcW w:w="483" w:type="dxa"/>
            <w:shd w:val="clear" w:color="auto" w:fill="auto"/>
          </w:tcPr>
          <w:p w14:paraId="6ABACD30" w14:textId="77777777" w:rsidR="004E4E5C" w:rsidRPr="00A30D7A" w:rsidRDefault="004E4E5C" w:rsidP="00F6791E">
            <w:pPr>
              <w:rPr>
                <w:rFonts w:cs="Arial"/>
                <w:sz w:val="16"/>
                <w:szCs w:val="16"/>
              </w:rPr>
            </w:pPr>
          </w:p>
        </w:tc>
        <w:tc>
          <w:tcPr>
            <w:tcW w:w="483" w:type="dxa"/>
            <w:shd w:val="clear" w:color="auto" w:fill="auto"/>
          </w:tcPr>
          <w:p w14:paraId="1B5E96F0" w14:textId="77777777" w:rsidR="004E4E5C" w:rsidRPr="00A30D7A" w:rsidRDefault="004E4E5C" w:rsidP="00F6791E">
            <w:pPr>
              <w:rPr>
                <w:rFonts w:cs="Arial"/>
                <w:sz w:val="16"/>
                <w:szCs w:val="16"/>
              </w:rPr>
            </w:pPr>
          </w:p>
        </w:tc>
        <w:tc>
          <w:tcPr>
            <w:tcW w:w="483" w:type="dxa"/>
            <w:shd w:val="clear" w:color="auto" w:fill="auto"/>
          </w:tcPr>
          <w:p w14:paraId="16D12944" w14:textId="77777777" w:rsidR="004E4E5C" w:rsidRPr="00A30D7A" w:rsidRDefault="004E4E5C" w:rsidP="00F6791E">
            <w:pPr>
              <w:rPr>
                <w:rFonts w:cs="Arial"/>
                <w:sz w:val="16"/>
                <w:szCs w:val="16"/>
              </w:rPr>
            </w:pPr>
          </w:p>
        </w:tc>
        <w:tc>
          <w:tcPr>
            <w:tcW w:w="374" w:type="dxa"/>
            <w:shd w:val="clear" w:color="auto" w:fill="auto"/>
          </w:tcPr>
          <w:p w14:paraId="7128D264" w14:textId="77777777" w:rsidR="004E4E5C" w:rsidRPr="00A30D7A" w:rsidRDefault="004E4E5C" w:rsidP="00F6791E">
            <w:pPr>
              <w:rPr>
                <w:rFonts w:cs="Arial"/>
                <w:sz w:val="16"/>
                <w:szCs w:val="16"/>
              </w:rPr>
            </w:pPr>
          </w:p>
        </w:tc>
        <w:tc>
          <w:tcPr>
            <w:tcW w:w="426" w:type="dxa"/>
            <w:shd w:val="clear" w:color="auto" w:fill="auto"/>
          </w:tcPr>
          <w:p w14:paraId="461C4B7A" w14:textId="77777777" w:rsidR="004E4E5C" w:rsidRPr="00A30D7A" w:rsidRDefault="004E4E5C" w:rsidP="00F6791E">
            <w:pPr>
              <w:rPr>
                <w:rFonts w:cs="Arial"/>
                <w:sz w:val="16"/>
                <w:szCs w:val="16"/>
              </w:rPr>
            </w:pPr>
          </w:p>
        </w:tc>
        <w:tc>
          <w:tcPr>
            <w:tcW w:w="701" w:type="dxa"/>
            <w:shd w:val="clear" w:color="auto" w:fill="auto"/>
          </w:tcPr>
          <w:p w14:paraId="4688589E" w14:textId="77777777" w:rsidR="004E4E5C" w:rsidRPr="00A30D7A" w:rsidRDefault="004E4E5C" w:rsidP="00F6791E">
            <w:pPr>
              <w:rPr>
                <w:rFonts w:cs="Arial"/>
                <w:sz w:val="16"/>
                <w:szCs w:val="16"/>
              </w:rPr>
            </w:pPr>
          </w:p>
        </w:tc>
      </w:tr>
      <w:tr w:rsidR="004E4E5C" w:rsidRPr="00A30D7A" w14:paraId="5391A10E" w14:textId="77777777" w:rsidTr="0063774F">
        <w:tc>
          <w:tcPr>
            <w:tcW w:w="2559" w:type="dxa"/>
            <w:gridSpan w:val="2"/>
            <w:tcBorders>
              <w:top w:val="single" w:sz="4" w:space="0" w:color="auto"/>
              <w:left w:val="single" w:sz="4" w:space="0" w:color="auto"/>
              <w:bottom w:val="single" w:sz="4" w:space="0" w:color="auto"/>
              <w:right w:val="nil"/>
            </w:tcBorders>
            <w:shd w:val="clear" w:color="auto" w:fill="D9D9D9"/>
          </w:tcPr>
          <w:p w14:paraId="15DFF388" w14:textId="77777777" w:rsidR="004E4E5C" w:rsidRPr="00A30D7A" w:rsidRDefault="004E4E5C" w:rsidP="007D0605">
            <w:pPr>
              <w:pStyle w:val="Tabletitle"/>
            </w:pPr>
            <w:r w:rsidRPr="00A30D7A">
              <w:t>G   BUILDING SITEWORK</w:t>
            </w:r>
          </w:p>
        </w:tc>
        <w:tc>
          <w:tcPr>
            <w:tcW w:w="2539" w:type="dxa"/>
            <w:tcBorders>
              <w:top w:val="single" w:sz="4" w:space="0" w:color="auto"/>
              <w:left w:val="nil"/>
              <w:bottom w:val="single" w:sz="4" w:space="0" w:color="auto"/>
              <w:right w:val="single" w:sz="4" w:space="0" w:color="auto"/>
            </w:tcBorders>
            <w:shd w:val="clear" w:color="auto" w:fill="D9D9D9"/>
          </w:tcPr>
          <w:p w14:paraId="4B8E725C" w14:textId="77777777" w:rsidR="004E4E5C" w:rsidRPr="00A30D7A" w:rsidRDefault="004E4E5C" w:rsidP="00F6791E">
            <w:pPr>
              <w:rPr>
                <w:rFonts w:cs="Arial"/>
                <w:sz w:val="16"/>
                <w:szCs w:val="16"/>
              </w:rPr>
            </w:pPr>
          </w:p>
        </w:tc>
        <w:tc>
          <w:tcPr>
            <w:tcW w:w="529" w:type="dxa"/>
            <w:tcBorders>
              <w:left w:val="single" w:sz="4" w:space="0" w:color="auto"/>
            </w:tcBorders>
            <w:shd w:val="clear" w:color="auto" w:fill="D9D9D9"/>
          </w:tcPr>
          <w:p w14:paraId="32C617FA" w14:textId="77777777" w:rsidR="004E4E5C" w:rsidRPr="00A30D7A" w:rsidRDefault="004E4E5C" w:rsidP="00F6791E">
            <w:pPr>
              <w:rPr>
                <w:rFonts w:cs="Arial"/>
                <w:sz w:val="16"/>
                <w:szCs w:val="16"/>
              </w:rPr>
            </w:pPr>
          </w:p>
        </w:tc>
        <w:tc>
          <w:tcPr>
            <w:tcW w:w="483" w:type="dxa"/>
            <w:shd w:val="clear" w:color="auto" w:fill="D9D9D9"/>
          </w:tcPr>
          <w:p w14:paraId="7492A284" w14:textId="77777777" w:rsidR="004E4E5C" w:rsidRPr="00A30D7A" w:rsidRDefault="004E4E5C" w:rsidP="00F6791E">
            <w:pPr>
              <w:rPr>
                <w:rFonts w:cs="Arial"/>
                <w:sz w:val="16"/>
                <w:szCs w:val="16"/>
              </w:rPr>
            </w:pPr>
          </w:p>
        </w:tc>
        <w:tc>
          <w:tcPr>
            <w:tcW w:w="483" w:type="dxa"/>
            <w:shd w:val="clear" w:color="auto" w:fill="D9D9D9"/>
          </w:tcPr>
          <w:p w14:paraId="387193D8" w14:textId="77777777" w:rsidR="004E4E5C" w:rsidRPr="00A30D7A" w:rsidRDefault="004E4E5C" w:rsidP="00F6791E">
            <w:pPr>
              <w:rPr>
                <w:rFonts w:cs="Arial"/>
                <w:sz w:val="16"/>
                <w:szCs w:val="16"/>
              </w:rPr>
            </w:pPr>
          </w:p>
        </w:tc>
        <w:tc>
          <w:tcPr>
            <w:tcW w:w="483" w:type="dxa"/>
            <w:shd w:val="clear" w:color="auto" w:fill="D9D9D9"/>
          </w:tcPr>
          <w:p w14:paraId="7841A2E7" w14:textId="77777777" w:rsidR="004E4E5C" w:rsidRPr="00A30D7A" w:rsidRDefault="004E4E5C" w:rsidP="00F6791E">
            <w:pPr>
              <w:rPr>
                <w:rFonts w:cs="Arial"/>
                <w:sz w:val="16"/>
                <w:szCs w:val="16"/>
              </w:rPr>
            </w:pPr>
          </w:p>
        </w:tc>
        <w:tc>
          <w:tcPr>
            <w:tcW w:w="483" w:type="dxa"/>
            <w:shd w:val="clear" w:color="auto" w:fill="D9D9D9"/>
          </w:tcPr>
          <w:p w14:paraId="0913652B" w14:textId="77777777" w:rsidR="004E4E5C" w:rsidRPr="00A30D7A" w:rsidRDefault="004E4E5C" w:rsidP="00F6791E">
            <w:pPr>
              <w:rPr>
                <w:rFonts w:cs="Arial"/>
                <w:sz w:val="16"/>
                <w:szCs w:val="16"/>
              </w:rPr>
            </w:pPr>
          </w:p>
        </w:tc>
        <w:tc>
          <w:tcPr>
            <w:tcW w:w="374" w:type="dxa"/>
            <w:shd w:val="clear" w:color="auto" w:fill="D9D9D9"/>
          </w:tcPr>
          <w:p w14:paraId="481CCFCD" w14:textId="77777777" w:rsidR="004E4E5C" w:rsidRPr="00A30D7A" w:rsidRDefault="004E4E5C" w:rsidP="00F6791E">
            <w:pPr>
              <w:rPr>
                <w:rFonts w:cs="Arial"/>
                <w:sz w:val="16"/>
                <w:szCs w:val="16"/>
              </w:rPr>
            </w:pPr>
          </w:p>
        </w:tc>
        <w:tc>
          <w:tcPr>
            <w:tcW w:w="426" w:type="dxa"/>
            <w:shd w:val="clear" w:color="auto" w:fill="D9D9D9"/>
          </w:tcPr>
          <w:p w14:paraId="145CD99F" w14:textId="77777777" w:rsidR="004E4E5C" w:rsidRPr="00A30D7A" w:rsidRDefault="004E4E5C" w:rsidP="00F6791E">
            <w:pPr>
              <w:rPr>
                <w:rFonts w:cs="Arial"/>
                <w:sz w:val="16"/>
                <w:szCs w:val="16"/>
              </w:rPr>
            </w:pPr>
          </w:p>
        </w:tc>
        <w:tc>
          <w:tcPr>
            <w:tcW w:w="701" w:type="dxa"/>
            <w:shd w:val="clear" w:color="auto" w:fill="D9D9D9"/>
          </w:tcPr>
          <w:p w14:paraId="49155CB0" w14:textId="77777777" w:rsidR="004E4E5C" w:rsidRPr="00A30D7A" w:rsidRDefault="004E4E5C" w:rsidP="00F6791E">
            <w:pPr>
              <w:rPr>
                <w:rFonts w:cs="Arial"/>
                <w:sz w:val="16"/>
                <w:szCs w:val="16"/>
              </w:rPr>
            </w:pPr>
          </w:p>
        </w:tc>
      </w:tr>
      <w:tr w:rsidR="004E4E5C" w:rsidRPr="00A30D7A" w14:paraId="31C4AF85" w14:textId="77777777" w:rsidTr="0063774F">
        <w:tc>
          <w:tcPr>
            <w:tcW w:w="1862" w:type="dxa"/>
            <w:tcBorders>
              <w:top w:val="single" w:sz="4" w:space="0" w:color="auto"/>
              <w:left w:val="single" w:sz="4" w:space="0" w:color="auto"/>
              <w:bottom w:val="nil"/>
              <w:right w:val="nil"/>
            </w:tcBorders>
            <w:shd w:val="clear" w:color="auto" w:fill="auto"/>
          </w:tcPr>
          <w:p w14:paraId="14DC7D1E" w14:textId="77777777" w:rsidR="004E4E5C" w:rsidRPr="00A30D7A" w:rsidRDefault="004E4E5C" w:rsidP="00F6791E">
            <w:pPr>
              <w:rPr>
                <w:rFonts w:cs="Arial"/>
                <w:sz w:val="16"/>
                <w:szCs w:val="16"/>
              </w:rPr>
            </w:pPr>
            <w:r w:rsidRPr="00A30D7A">
              <w:rPr>
                <w:rFonts w:cs="Arial"/>
                <w:sz w:val="16"/>
                <w:szCs w:val="16"/>
              </w:rPr>
              <w:t>G10   Site preparation</w:t>
            </w:r>
          </w:p>
        </w:tc>
        <w:tc>
          <w:tcPr>
            <w:tcW w:w="697" w:type="dxa"/>
            <w:tcBorders>
              <w:top w:val="single" w:sz="4" w:space="0" w:color="auto"/>
              <w:left w:val="nil"/>
              <w:bottom w:val="single" w:sz="4" w:space="0" w:color="auto"/>
              <w:right w:val="nil"/>
            </w:tcBorders>
          </w:tcPr>
          <w:p w14:paraId="69B89202" w14:textId="77777777" w:rsidR="004E4E5C" w:rsidRPr="00A30D7A" w:rsidRDefault="004E4E5C" w:rsidP="00F6791E">
            <w:pPr>
              <w:rPr>
                <w:rFonts w:cs="Arial"/>
                <w:sz w:val="16"/>
                <w:szCs w:val="16"/>
              </w:rPr>
            </w:pPr>
            <w:r w:rsidRPr="00A30D7A">
              <w:rPr>
                <w:rFonts w:cs="Arial"/>
                <w:sz w:val="16"/>
                <w:szCs w:val="16"/>
              </w:rPr>
              <w:t>G1010</w:t>
            </w:r>
          </w:p>
        </w:tc>
        <w:tc>
          <w:tcPr>
            <w:tcW w:w="2539" w:type="dxa"/>
            <w:tcBorders>
              <w:top w:val="single" w:sz="4" w:space="0" w:color="auto"/>
              <w:left w:val="nil"/>
              <w:bottom w:val="single" w:sz="4" w:space="0" w:color="auto"/>
              <w:right w:val="single" w:sz="4" w:space="0" w:color="auto"/>
            </w:tcBorders>
          </w:tcPr>
          <w:p w14:paraId="68C633B6" w14:textId="77777777" w:rsidR="004E4E5C" w:rsidRPr="00A30D7A" w:rsidRDefault="004E4E5C" w:rsidP="00F6791E">
            <w:pPr>
              <w:rPr>
                <w:rFonts w:cs="Arial"/>
                <w:sz w:val="16"/>
                <w:szCs w:val="16"/>
              </w:rPr>
            </w:pPr>
            <w:r w:rsidRPr="00A30D7A">
              <w:rPr>
                <w:rFonts w:cs="Arial"/>
                <w:sz w:val="16"/>
                <w:szCs w:val="16"/>
              </w:rPr>
              <w:t>Site clearing</w:t>
            </w:r>
          </w:p>
        </w:tc>
        <w:tc>
          <w:tcPr>
            <w:tcW w:w="529" w:type="dxa"/>
            <w:tcBorders>
              <w:left w:val="single" w:sz="4" w:space="0" w:color="auto"/>
              <w:bottom w:val="single" w:sz="4" w:space="0" w:color="auto"/>
            </w:tcBorders>
            <w:shd w:val="clear" w:color="auto" w:fill="auto"/>
          </w:tcPr>
          <w:p w14:paraId="16BAB6EB" w14:textId="77777777" w:rsidR="004E4E5C" w:rsidRPr="00A30D7A" w:rsidRDefault="004E4E5C" w:rsidP="00F6791E">
            <w:pPr>
              <w:rPr>
                <w:rFonts w:cs="Arial"/>
                <w:sz w:val="16"/>
                <w:szCs w:val="16"/>
              </w:rPr>
            </w:pPr>
          </w:p>
        </w:tc>
        <w:tc>
          <w:tcPr>
            <w:tcW w:w="483" w:type="dxa"/>
            <w:shd w:val="clear" w:color="auto" w:fill="auto"/>
          </w:tcPr>
          <w:p w14:paraId="14081B22" w14:textId="77777777" w:rsidR="004E4E5C" w:rsidRPr="00A30D7A" w:rsidRDefault="004E4E5C" w:rsidP="00F6791E">
            <w:pPr>
              <w:rPr>
                <w:rFonts w:cs="Arial"/>
                <w:sz w:val="16"/>
                <w:szCs w:val="16"/>
              </w:rPr>
            </w:pPr>
          </w:p>
        </w:tc>
        <w:tc>
          <w:tcPr>
            <w:tcW w:w="483" w:type="dxa"/>
            <w:shd w:val="clear" w:color="auto" w:fill="auto"/>
          </w:tcPr>
          <w:p w14:paraId="16059EF4" w14:textId="77777777" w:rsidR="004E4E5C" w:rsidRPr="00A30D7A" w:rsidRDefault="004E4E5C" w:rsidP="00F6791E">
            <w:pPr>
              <w:rPr>
                <w:rFonts w:cs="Arial"/>
                <w:sz w:val="16"/>
                <w:szCs w:val="16"/>
              </w:rPr>
            </w:pPr>
          </w:p>
        </w:tc>
        <w:tc>
          <w:tcPr>
            <w:tcW w:w="483" w:type="dxa"/>
            <w:shd w:val="clear" w:color="auto" w:fill="auto"/>
          </w:tcPr>
          <w:p w14:paraId="70AFA192" w14:textId="77777777" w:rsidR="004E4E5C" w:rsidRPr="00A30D7A" w:rsidRDefault="004E4E5C" w:rsidP="00F6791E">
            <w:pPr>
              <w:rPr>
                <w:rFonts w:cs="Arial"/>
                <w:sz w:val="16"/>
                <w:szCs w:val="16"/>
              </w:rPr>
            </w:pPr>
          </w:p>
        </w:tc>
        <w:tc>
          <w:tcPr>
            <w:tcW w:w="483" w:type="dxa"/>
            <w:shd w:val="clear" w:color="auto" w:fill="auto"/>
          </w:tcPr>
          <w:p w14:paraId="1CD66151" w14:textId="77777777" w:rsidR="004E4E5C" w:rsidRPr="00A30D7A" w:rsidRDefault="004E4E5C" w:rsidP="00F6791E">
            <w:pPr>
              <w:rPr>
                <w:rFonts w:cs="Arial"/>
                <w:sz w:val="16"/>
                <w:szCs w:val="16"/>
              </w:rPr>
            </w:pPr>
          </w:p>
        </w:tc>
        <w:tc>
          <w:tcPr>
            <w:tcW w:w="374" w:type="dxa"/>
            <w:shd w:val="clear" w:color="auto" w:fill="auto"/>
          </w:tcPr>
          <w:p w14:paraId="67601CE4" w14:textId="77777777" w:rsidR="004E4E5C" w:rsidRPr="00A30D7A" w:rsidRDefault="004E4E5C" w:rsidP="00F6791E">
            <w:pPr>
              <w:rPr>
                <w:rFonts w:cs="Arial"/>
                <w:sz w:val="16"/>
                <w:szCs w:val="16"/>
              </w:rPr>
            </w:pPr>
          </w:p>
        </w:tc>
        <w:tc>
          <w:tcPr>
            <w:tcW w:w="426" w:type="dxa"/>
            <w:shd w:val="clear" w:color="auto" w:fill="auto"/>
          </w:tcPr>
          <w:p w14:paraId="6D414711" w14:textId="77777777" w:rsidR="004E4E5C" w:rsidRPr="00A30D7A" w:rsidRDefault="004E4E5C" w:rsidP="00F6791E">
            <w:pPr>
              <w:rPr>
                <w:rFonts w:cs="Arial"/>
                <w:sz w:val="16"/>
                <w:szCs w:val="16"/>
              </w:rPr>
            </w:pPr>
          </w:p>
        </w:tc>
        <w:tc>
          <w:tcPr>
            <w:tcW w:w="701" w:type="dxa"/>
            <w:shd w:val="clear" w:color="auto" w:fill="auto"/>
          </w:tcPr>
          <w:p w14:paraId="7C505B1F" w14:textId="77777777" w:rsidR="004E4E5C" w:rsidRPr="00A30D7A" w:rsidRDefault="004E4E5C" w:rsidP="00F6791E">
            <w:pPr>
              <w:rPr>
                <w:rFonts w:cs="Arial"/>
                <w:sz w:val="16"/>
                <w:szCs w:val="16"/>
              </w:rPr>
            </w:pPr>
          </w:p>
        </w:tc>
      </w:tr>
      <w:tr w:rsidR="004E4E5C" w:rsidRPr="00A30D7A" w14:paraId="1C486924" w14:textId="77777777" w:rsidTr="0063774F">
        <w:tc>
          <w:tcPr>
            <w:tcW w:w="1862" w:type="dxa"/>
            <w:tcBorders>
              <w:top w:val="nil"/>
              <w:left w:val="single" w:sz="4" w:space="0" w:color="auto"/>
              <w:bottom w:val="nil"/>
              <w:right w:val="nil"/>
            </w:tcBorders>
            <w:shd w:val="clear" w:color="auto" w:fill="auto"/>
          </w:tcPr>
          <w:p w14:paraId="618E5383"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C26AC65" w14:textId="77777777" w:rsidR="004E4E5C" w:rsidRPr="00A30D7A" w:rsidRDefault="004E4E5C" w:rsidP="00F6791E">
            <w:pPr>
              <w:rPr>
                <w:rFonts w:cs="Arial"/>
                <w:sz w:val="16"/>
                <w:szCs w:val="16"/>
              </w:rPr>
            </w:pPr>
            <w:r w:rsidRPr="00A30D7A">
              <w:rPr>
                <w:rFonts w:cs="Arial"/>
                <w:sz w:val="16"/>
                <w:szCs w:val="16"/>
              </w:rPr>
              <w:t>G1020</w:t>
            </w:r>
          </w:p>
        </w:tc>
        <w:tc>
          <w:tcPr>
            <w:tcW w:w="2539" w:type="dxa"/>
            <w:tcBorders>
              <w:top w:val="single" w:sz="4" w:space="0" w:color="auto"/>
              <w:left w:val="nil"/>
              <w:bottom w:val="single" w:sz="4" w:space="0" w:color="auto"/>
              <w:right w:val="single" w:sz="4" w:space="0" w:color="auto"/>
            </w:tcBorders>
          </w:tcPr>
          <w:p w14:paraId="62B0766E" w14:textId="77777777" w:rsidR="004E4E5C" w:rsidRPr="00A30D7A" w:rsidRDefault="004E4E5C" w:rsidP="00F6791E">
            <w:pPr>
              <w:rPr>
                <w:rFonts w:cs="Arial"/>
                <w:sz w:val="16"/>
                <w:szCs w:val="16"/>
              </w:rPr>
            </w:pPr>
            <w:r w:rsidRPr="00A30D7A">
              <w:rPr>
                <w:rFonts w:cs="Arial"/>
                <w:sz w:val="16"/>
                <w:szCs w:val="16"/>
              </w:rPr>
              <w:t>Site demolition and relocations</w:t>
            </w:r>
          </w:p>
        </w:tc>
        <w:tc>
          <w:tcPr>
            <w:tcW w:w="529" w:type="dxa"/>
            <w:tcBorders>
              <w:left w:val="single" w:sz="4" w:space="0" w:color="auto"/>
            </w:tcBorders>
            <w:shd w:val="clear" w:color="auto" w:fill="auto"/>
          </w:tcPr>
          <w:p w14:paraId="26BC4EB3" w14:textId="77777777" w:rsidR="004E4E5C" w:rsidRPr="00A30D7A" w:rsidRDefault="004E4E5C" w:rsidP="00F6791E">
            <w:pPr>
              <w:rPr>
                <w:rFonts w:cs="Arial"/>
                <w:sz w:val="16"/>
                <w:szCs w:val="16"/>
              </w:rPr>
            </w:pPr>
          </w:p>
        </w:tc>
        <w:tc>
          <w:tcPr>
            <w:tcW w:w="483" w:type="dxa"/>
            <w:shd w:val="clear" w:color="auto" w:fill="auto"/>
          </w:tcPr>
          <w:p w14:paraId="212402B8" w14:textId="77777777" w:rsidR="004E4E5C" w:rsidRPr="00A30D7A" w:rsidRDefault="004E4E5C" w:rsidP="00F6791E">
            <w:pPr>
              <w:rPr>
                <w:rFonts w:cs="Arial"/>
                <w:sz w:val="16"/>
                <w:szCs w:val="16"/>
              </w:rPr>
            </w:pPr>
          </w:p>
        </w:tc>
        <w:tc>
          <w:tcPr>
            <w:tcW w:w="483" w:type="dxa"/>
            <w:shd w:val="clear" w:color="auto" w:fill="auto"/>
          </w:tcPr>
          <w:p w14:paraId="7D891093" w14:textId="77777777" w:rsidR="004E4E5C" w:rsidRPr="00A30D7A" w:rsidRDefault="004E4E5C" w:rsidP="00F6791E">
            <w:pPr>
              <w:rPr>
                <w:rFonts w:cs="Arial"/>
                <w:sz w:val="16"/>
                <w:szCs w:val="16"/>
              </w:rPr>
            </w:pPr>
          </w:p>
        </w:tc>
        <w:tc>
          <w:tcPr>
            <w:tcW w:w="483" w:type="dxa"/>
            <w:shd w:val="clear" w:color="auto" w:fill="auto"/>
          </w:tcPr>
          <w:p w14:paraId="0E4DDF67" w14:textId="77777777" w:rsidR="004E4E5C" w:rsidRPr="00A30D7A" w:rsidRDefault="004E4E5C" w:rsidP="00F6791E">
            <w:pPr>
              <w:rPr>
                <w:rFonts w:cs="Arial"/>
                <w:sz w:val="16"/>
                <w:szCs w:val="16"/>
              </w:rPr>
            </w:pPr>
          </w:p>
        </w:tc>
        <w:tc>
          <w:tcPr>
            <w:tcW w:w="483" w:type="dxa"/>
            <w:shd w:val="clear" w:color="auto" w:fill="auto"/>
          </w:tcPr>
          <w:p w14:paraId="5C80199B" w14:textId="77777777" w:rsidR="004E4E5C" w:rsidRPr="00A30D7A" w:rsidRDefault="004E4E5C" w:rsidP="00F6791E">
            <w:pPr>
              <w:rPr>
                <w:rFonts w:cs="Arial"/>
                <w:sz w:val="16"/>
                <w:szCs w:val="16"/>
              </w:rPr>
            </w:pPr>
          </w:p>
        </w:tc>
        <w:tc>
          <w:tcPr>
            <w:tcW w:w="374" w:type="dxa"/>
            <w:shd w:val="clear" w:color="auto" w:fill="auto"/>
          </w:tcPr>
          <w:p w14:paraId="39632913" w14:textId="77777777" w:rsidR="004E4E5C" w:rsidRPr="00A30D7A" w:rsidRDefault="004E4E5C" w:rsidP="00F6791E">
            <w:pPr>
              <w:rPr>
                <w:rFonts w:cs="Arial"/>
                <w:sz w:val="16"/>
                <w:szCs w:val="16"/>
              </w:rPr>
            </w:pPr>
          </w:p>
        </w:tc>
        <w:tc>
          <w:tcPr>
            <w:tcW w:w="426" w:type="dxa"/>
            <w:shd w:val="clear" w:color="auto" w:fill="auto"/>
          </w:tcPr>
          <w:p w14:paraId="2C2B889B" w14:textId="77777777" w:rsidR="004E4E5C" w:rsidRPr="00A30D7A" w:rsidRDefault="004E4E5C" w:rsidP="00F6791E">
            <w:pPr>
              <w:rPr>
                <w:rFonts w:cs="Arial"/>
                <w:sz w:val="16"/>
                <w:szCs w:val="16"/>
              </w:rPr>
            </w:pPr>
          </w:p>
        </w:tc>
        <w:tc>
          <w:tcPr>
            <w:tcW w:w="701" w:type="dxa"/>
            <w:shd w:val="clear" w:color="auto" w:fill="auto"/>
          </w:tcPr>
          <w:p w14:paraId="1D247FD2" w14:textId="77777777" w:rsidR="004E4E5C" w:rsidRPr="00A30D7A" w:rsidRDefault="004E4E5C" w:rsidP="00F6791E">
            <w:pPr>
              <w:rPr>
                <w:rFonts w:cs="Arial"/>
                <w:sz w:val="16"/>
                <w:szCs w:val="16"/>
              </w:rPr>
            </w:pPr>
          </w:p>
        </w:tc>
      </w:tr>
      <w:tr w:rsidR="004E4E5C" w:rsidRPr="00A30D7A" w14:paraId="64063E7C" w14:textId="77777777" w:rsidTr="0063774F">
        <w:tc>
          <w:tcPr>
            <w:tcW w:w="1862" w:type="dxa"/>
            <w:tcBorders>
              <w:top w:val="nil"/>
              <w:left w:val="single" w:sz="4" w:space="0" w:color="auto"/>
              <w:bottom w:val="nil"/>
              <w:right w:val="nil"/>
            </w:tcBorders>
            <w:shd w:val="clear" w:color="auto" w:fill="auto"/>
          </w:tcPr>
          <w:p w14:paraId="20F6595B" w14:textId="77777777" w:rsidR="004E4E5C" w:rsidRPr="00A30D7A" w:rsidRDefault="004E4E5C" w:rsidP="00F6791E">
            <w:pPr>
              <w:rPr>
                <w:rFonts w:cs="Arial"/>
                <w:b/>
                <w:sz w:val="16"/>
                <w:szCs w:val="16"/>
              </w:rPr>
            </w:pPr>
          </w:p>
        </w:tc>
        <w:tc>
          <w:tcPr>
            <w:tcW w:w="697" w:type="dxa"/>
            <w:tcBorders>
              <w:top w:val="single" w:sz="4" w:space="0" w:color="auto"/>
              <w:left w:val="nil"/>
              <w:bottom w:val="single" w:sz="4" w:space="0" w:color="auto"/>
              <w:right w:val="nil"/>
            </w:tcBorders>
          </w:tcPr>
          <w:p w14:paraId="25CEB248" w14:textId="77777777" w:rsidR="004E4E5C" w:rsidRPr="00A30D7A" w:rsidRDefault="004E4E5C" w:rsidP="00F6791E">
            <w:pPr>
              <w:rPr>
                <w:rFonts w:cs="Arial"/>
                <w:sz w:val="16"/>
                <w:szCs w:val="16"/>
              </w:rPr>
            </w:pPr>
            <w:r w:rsidRPr="00A30D7A">
              <w:rPr>
                <w:rFonts w:cs="Arial"/>
                <w:sz w:val="16"/>
                <w:szCs w:val="16"/>
              </w:rPr>
              <w:t>G1030</w:t>
            </w:r>
          </w:p>
        </w:tc>
        <w:tc>
          <w:tcPr>
            <w:tcW w:w="2539" w:type="dxa"/>
            <w:tcBorders>
              <w:top w:val="single" w:sz="4" w:space="0" w:color="auto"/>
              <w:left w:val="nil"/>
              <w:bottom w:val="single" w:sz="4" w:space="0" w:color="auto"/>
              <w:right w:val="single" w:sz="4" w:space="0" w:color="auto"/>
            </w:tcBorders>
          </w:tcPr>
          <w:p w14:paraId="059A2CCE" w14:textId="77777777" w:rsidR="004E4E5C" w:rsidRPr="00A30D7A" w:rsidRDefault="004E4E5C" w:rsidP="00F6791E">
            <w:pPr>
              <w:rPr>
                <w:rFonts w:cs="Arial"/>
                <w:sz w:val="16"/>
                <w:szCs w:val="16"/>
              </w:rPr>
            </w:pPr>
            <w:r w:rsidRPr="00A30D7A">
              <w:rPr>
                <w:rFonts w:cs="Arial"/>
                <w:sz w:val="16"/>
                <w:szCs w:val="16"/>
              </w:rPr>
              <w:t>Site earthwork</w:t>
            </w:r>
          </w:p>
        </w:tc>
        <w:tc>
          <w:tcPr>
            <w:tcW w:w="529" w:type="dxa"/>
            <w:tcBorders>
              <w:left w:val="single" w:sz="4" w:space="0" w:color="auto"/>
            </w:tcBorders>
            <w:shd w:val="clear" w:color="auto" w:fill="auto"/>
          </w:tcPr>
          <w:p w14:paraId="06B59A9B" w14:textId="77777777" w:rsidR="004E4E5C" w:rsidRPr="00A30D7A" w:rsidRDefault="004E4E5C" w:rsidP="00F6791E">
            <w:pPr>
              <w:rPr>
                <w:rFonts w:cs="Arial"/>
                <w:sz w:val="16"/>
                <w:szCs w:val="16"/>
              </w:rPr>
            </w:pPr>
          </w:p>
        </w:tc>
        <w:tc>
          <w:tcPr>
            <w:tcW w:w="483" w:type="dxa"/>
            <w:shd w:val="clear" w:color="auto" w:fill="auto"/>
          </w:tcPr>
          <w:p w14:paraId="7FF8CF85" w14:textId="77777777" w:rsidR="004E4E5C" w:rsidRPr="00A30D7A" w:rsidRDefault="004E4E5C" w:rsidP="00F6791E">
            <w:pPr>
              <w:rPr>
                <w:rFonts w:cs="Arial"/>
                <w:sz w:val="16"/>
                <w:szCs w:val="16"/>
              </w:rPr>
            </w:pPr>
          </w:p>
        </w:tc>
        <w:tc>
          <w:tcPr>
            <w:tcW w:w="483" w:type="dxa"/>
            <w:shd w:val="clear" w:color="auto" w:fill="auto"/>
          </w:tcPr>
          <w:p w14:paraId="073E2FC2" w14:textId="77777777" w:rsidR="004E4E5C" w:rsidRPr="00A30D7A" w:rsidRDefault="004E4E5C" w:rsidP="00F6791E">
            <w:pPr>
              <w:rPr>
                <w:rFonts w:cs="Arial"/>
                <w:sz w:val="16"/>
                <w:szCs w:val="16"/>
              </w:rPr>
            </w:pPr>
          </w:p>
        </w:tc>
        <w:tc>
          <w:tcPr>
            <w:tcW w:w="483" w:type="dxa"/>
            <w:shd w:val="clear" w:color="auto" w:fill="auto"/>
          </w:tcPr>
          <w:p w14:paraId="77BAE47D" w14:textId="77777777" w:rsidR="004E4E5C" w:rsidRPr="00A30D7A" w:rsidRDefault="004E4E5C" w:rsidP="00F6791E">
            <w:pPr>
              <w:rPr>
                <w:rFonts w:cs="Arial"/>
                <w:sz w:val="16"/>
                <w:szCs w:val="16"/>
              </w:rPr>
            </w:pPr>
          </w:p>
        </w:tc>
        <w:tc>
          <w:tcPr>
            <w:tcW w:w="483" w:type="dxa"/>
            <w:shd w:val="clear" w:color="auto" w:fill="auto"/>
          </w:tcPr>
          <w:p w14:paraId="57DC8665" w14:textId="77777777" w:rsidR="004E4E5C" w:rsidRPr="00A30D7A" w:rsidRDefault="004E4E5C" w:rsidP="00F6791E">
            <w:pPr>
              <w:rPr>
                <w:rFonts w:cs="Arial"/>
                <w:sz w:val="16"/>
                <w:szCs w:val="16"/>
              </w:rPr>
            </w:pPr>
          </w:p>
        </w:tc>
        <w:tc>
          <w:tcPr>
            <w:tcW w:w="374" w:type="dxa"/>
            <w:shd w:val="clear" w:color="auto" w:fill="auto"/>
          </w:tcPr>
          <w:p w14:paraId="421CBB9D" w14:textId="77777777" w:rsidR="004E4E5C" w:rsidRPr="00A30D7A" w:rsidRDefault="004E4E5C" w:rsidP="00F6791E">
            <w:pPr>
              <w:rPr>
                <w:rFonts w:cs="Arial"/>
                <w:sz w:val="16"/>
                <w:szCs w:val="16"/>
              </w:rPr>
            </w:pPr>
          </w:p>
        </w:tc>
        <w:tc>
          <w:tcPr>
            <w:tcW w:w="426" w:type="dxa"/>
            <w:shd w:val="clear" w:color="auto" w:fill="auto"/>
          </w:tcPr>
          <w:p w14:paraId="63565797" w14:textId="77777777" w:rsidR="004E4E5C" w:rsidRPr="00A30D7A" w:rsidRDefault="004E4E5C" w:rsidP="00F6791E">
            <w:pPr>
              <w:rPr>
                <w:rFonts w:cs="Arial"/>
                <w:sz w:val="16"/>
                <w:szCs w:val="16"/>
              </w:rPr>
            </w:pPr>
          </w:p>
        </w:tc>
        <w:tc>
          <w:tcPr>
            <w:tcW w:w="701" w:type="dxa"/>
            <w:shd w:val="clear" w:color="auto" w:fill="auto"/>
          </w:tcPr>
          <w:p w14:paraId="026B28BB" w14:textId="77777777" w:rsidR="004E4E5C" w:rsidRPr="00A30D7A" w:rsidRDefault="004E4E5C" w:rsidP="00F6791E">
            <w:pPr>
              <w:rPr>
                <w:rFonts w:cs="Arial"/>
                <w:sz w:val="16"/>
                <w:szCs w:val="16"/>
              </w:rPr>
            </w:pPr>
          </w:p>
        </w:tc>
      </w:tr>
      <w:tr w:rsidR="004E4E5C" w:rsidRPr="00A30D7A" w14:paraId="21DACC32" w14:textId="77777777" w:rsidTr="0063774F">
        <w:tc>
          <w:tcPr>
            <w:tcW w:w="1862" w:type="dxa"/>
            <w:tcBorders>
              <w:top w:val="nil"/>
              <w:left w:val="single" w:sz="4" w:space="0" w:color="auto"/>
              <w:bottom w:val="single" w:sz="4" w:space="0" w:color="auto"/>
              <w:right w:val="nil"/>
            </w:tcBorders>
            <w:shd w:val="clear" w:color="auto" w:fill="auto"/>
          </w:tcPr>
          <w:p w14:paraId="5E980FD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AA56296" w14:textId="77777777" w:rsidR="004E4E5C" w:rsidRPr="00A30D7A" w:rsidRDefault="004E4E5C" w:rsidP="00F6791E">
            <w:pPr>
              <w:rPr>
                <w:rFonts w:cs="Arial"/>
                <w:sz w:val="16"/>
                <w:szCs w:val="16"/>
              </w:rPr>
            </w:pPr>
            <w:r w:rsidRPr="00A30D7A">
              <w:rPr>
                <w:rFonts w:cs="Arial"/>
                <w:sz w:val="16"/>
                <w:szCs w:val="16"/>
              </w:rPr>
              <w:t>G1040</w:t>
            </w:r>
          </w:p>
        </w:tc>
        <w:tc>
          <w:tcPr>
            <w:tcW w:w="2539" w:type="dxa"/>
            <w:tcBorders>
              <w:top w:val="single" w:sz="4" w:space="0" w:color="auto"/>
              <w:left w:val="nil"/>
              <w:bottom w:val="single" w:sz="4" w:space="0" w:color="auto"/>
              <w:right w:val="single" w:sz="4" w:space="0" w:color="auto"/>
            </w:tcBorders>
          </w:tcPr>
          <w:p w14:paraId="05C3CB0B" w14:textId="77777777" w:rsidR="004E4E5C" w:rsidRPr="00A30D7A" w:rsidRDefault="004E4E5C" w:rsidP="00F6791E">
            <w:pPr>
              <w:rPr>
                <w:rFonts w:cs="Arial"/>
                <w:sz w:val="16"/>
                <w:szCs w:val="16"/>
              </w:rPr>
            </w:pPr>
            <w:r w:rsidRPr="00A30D7A">
              <w:rPr>
                <w:rFonts w:cs="Arial"/>
                <w:sz w:val="16"/>
                <w:szCs w:val="16"/>
              </w:rPr>
              <w:t>Hazardous waste remediation</w:t>
            </w:r>
          </w:p>
        </w:tc>
        <w:tc>
          <w:tcPr>
            <w:tcW w:w="529" w:type="dxa"/>
            <w:tcBorders>
              <w:left w:val="single" w:sz="4" w:space="0" w:color="auto"/>
            </w:tcBorders>
            <w:shd w:val="clear" w:color="auto" w:fill="auto"/>
          </w:tcPr>
          <w:p w14:paraId="43512177" w14:textId="77777777" w:rsidR="004E4E5C" w:rsidRPr="00A30D7A" w:rsidRDefault="004E4E5C" w:rsidP="00F6791E">
            <w:pPr>
              <w:rPr>
                <w:rFonts w:cs="Arial"/>
                <w:sz w:val="16"/>
                <w:szCs w:val="16"/>
              </w:rPr>
            </w:pPr>
          </w:p>
        </w:tc>
        <w:tc>
          <w:tcPr>
            <w:tcW w:w="483" w:type="dxa"/>
            <w:shd w:val="clear" w:color="auto" w:fill="auto"/>
          </w:tcPr>
          <w:p w14:paraId="1A7D9C1D" w14:textId="77777777" w:rsidR="004E4E5C" w:rsidRPr="00A30D7A" w:rsidRDefault="004E4E5C" w:rsidP="00F6791E">
            <w:pPr>
              <w:rPr>
                <w:rFonts w:cs="Arial"/>
                <w:sz w:val="16"/>
                <w:szCs w:val="16"/>
              </w:rPr>
            </w:pPr>
          </w:p>
        </w:tc>
        <w:tc>
          <w:tcPr>
            <w:tcW w:w="483" w:type="dxa"/>
            <w:shd w:val="clear" w:color="auto" w:fill="auto"/>
          </w:tcPr>
          <w:p w14:paraId="5FDABBC1" w14:textId="77777777" w:rsidR="004E4E5C" w:rsidRPr="00A30D7A" w:rsidRDefault="004E4E5C" w:rsidP="00F6791E">
            <w:pPr>
              <w:rPr>
                <w:rFonts w:cs="Arial"/>
                <w:sz w:val="16"/>
                <w:szCs w:val="16"/>
              </w:rPr>
            </w:pPr>
          </w:p>
        </w:tc>
        <w:tc>
          <w:tcPr>
            <w:tcW w:w="483" w:type="dxa"/>
            <w:shd w:val="clear" w:color="auto" w:fill="auto"/>
          </w:tcPr>
          <w:p w14:paraId="6561D64B" w14:textId="77777777" w:rsidR="004E4E5C" w:rsidRPr="00A30D7A" w:rsidRDefault="004E4E5C" w:rsidP="00F6791E">
            <w:pPr>
              <w:rPr>
                <w:rFonts w:cs="Arial"/>
                <w:sz w:val="16"/>
                <w:szCs w:val="16"/>
              </w:rPr>
            </w:pPr>
          </w:p>
        </w:tc>
        <w:tc>
          <w:tcPr>
            <w:tcW w:w="483" w:type="dxa"/>
            <w:shd w:val="clear" w:color="auto" w:fill="auto"/>
          </w:tcPr>
          <w:p w14:paraId="7566ECC2" w14:textId="77777777" w:rsidR="004E4E5C" w:rsidRPr="00A30D7A" w:rsidRDefault="004E4E5C" w:rsidP="00F6791E">
            <w:pPr>
              <w:rPr>
                <w:rFonts w:cs="Arial"/>
                <w:sz w:val="16"/>
                <w:szCs w:val="16"/>
              </w:rPr>
            </w:pPr>
          </w:p>
        </w:tc>
        <w:tc>
          <w:tcPr>
            <w:tcW w:w="374" w:type="dxa"/>
            <w:shd w:val="clear" w:color="auto" w:fill="auto"/>
          </w:tcPr>
          <w:p w14:paraId="0895D5CD" w14:textId="77777777" w:rsidR="004E4E5C" w:rsidRPr="00A30D7A" w:rsidRDefault="004E4E5C" w:rsidP="00F6791E">
            <w:pPr>
              <w:rPr>
                <w:rFonts w:cs="Arial"/>
                <w:sz w:val="16"/>
                <w:szCs w:val="16"/>
              </w:rPr>
            </w:pPr>
          </w:p>
        </w:tc>
        <w:tc>
          <w:tcPr>
            <w:tcW w:w="426" w:type="dxa"/>
            <w:shd w:val="clear" w:color="auto" w:fill="auto"/>
          </w:tcPr>
          <w:p w14:paraId="7737CEBE" w14:textId="77777777" w:rsidR="004E4E5C" w:rsidRPr="00A30D7A" w:rsidRDefault="004E4E5C" w:rsidP="00F6791E">
            <w:pPr>
              <w:rPr>
                <w:rFonts w:cs="Arial"/>
                <w:sz w:val="16"/>
                <w:szCs w:val="16"/>
              </w:rPr>
            </w:pPr>
          </w:p>
        </w:tc>
        <w:tc>
          <w:tcPr>
            <w:tcW w:w="701" w:type="dxa"/>
            <w:shd w:val="clear" w:color="auto" w:fill="auto"/>
          </w:tcPr>
          <w:p w14:paraId="330354D9" w14:textId="77777777" w:rsidR="004E4E5C" w:rsidRPr="00A30D7A" w:rsidRDefault="004E4E5C" w:rsidP="00F6791E">
            <w:pPr>
              <w:rPr>
                <w:rFonts w:cs="Arial"/>
                <w:sz w:val="16"/>
                <w:szCs w:val="16"/>
              </w:rPr>
            </w:pPr>
          </w:p>
        </w:tc>
      </w:tr>
      <w:tr w:rsidR="004E4E5C" w:rsidRPr="00A30D7A" w14:paraId="23EC82BF" w14:textId="77777777" w:rsidTr="0063774F">
        <w:tc>
          <w:tcPr>
            <w:tcW w:w="1862" w:type="dxa"/>
            <w:tcBorders>
              <w:top w:val="single" w:sz="4" w:space="0" w:color="auto"/>
              <w:left w:val="single" w:sz="4" w:space="0" w:color="auto"/>
              <w:bottom w:val="nil"/>
              <w:right w:val="nil"/>
            </w:tcBorders>
            <w:shd w:val="clear" w:color="auto" w:fill="auto"/>
          </w:tcPr>
          <w:p w14:paraId="61D858F4" w14:textId="77777777" w:rsidR="004E4E5C" w:rsidRPr="00A30D7A" w:rsidRDefault="004E4E5C" w:rsidP="00F6791E">
            <w:pPr>
              <w:rPr>
                <w:rFonts w:cs="Arial"/>
                <w:sz w:val="16"/>
                <w:szCs w:val="16"/>
              </w:rPr>
            </w:pPr>
            <w:r w:rsidRPr="00A30D7A">
              <w:rPr>
                <w:rFonts w:cs="Arial"/>
                <w:sz w:val="16"/>
                <w:szCs w:val="16"/>
              </w:rPr>
              <w:t>G20   Site improvements</w:t>
            </w:r>
          </w:p>
        </w:tc>
        <w:tc>
          <w:tcPr>
            <w:tcW w:w="697" w:type="dxa"/>
            <w:tcBorders>
              <w:top w:val="single" w:sz="4" w:space="0" w:color="auto"/>
              <w:left w:val="nil"/>
              <w:bottom w:val="single" w:sz="4" w:space="0" w:color="auto"/>
              <w:right w:val="nil"/>
            </w:tcBorders>
          </w:tcPr>
          <w:p w14:paraId="43D96AB9" w14:textId="77777777" w:rsidR="004E4E5C" w:rsidRPr="00A30D7A" w:rsidRDefault="004E4E5C" w:rsidP="00F6791E">
            <w:pPr>
              <w:rPr>
                <w:rFonts w:cs="Arial"/>
                <w:sz w:val="16"/>
                <w:szCs w:val="16"/>
              </w:rPr>
            </w:pPr>
            <w:r w:rsidRPr="00A30D7A">
              <w:rPr>
                <w:rFonts w:cs="Arial"/>
                <w:sz w:val="16"/>
                <w:szCs w:val="16"/>
              </w:rPr>
              <w:t>G2010</w:t>
            </w:r>
          </w:p>
        </w:tc>
        <w:tc>
          <w:tcPr>
            <w:tcW w:w="2539" w:type="dxa"/>
            <w:tcBorders>
              <w:top w:val="single" w:sz="4" w:space="0" w:color="auto"/>
              <w:left w:val="nil"/>
              <w:bottom w:val="single" w:sz="4" w:space="0" w:color="auto"/>
              <w:right w:val="single" w:sz="4" w:space="0" w:color="auto"/>
            </w:tcBorders>
          </w:tcPr>
          <w:p w14:paraId="06E00C22" w14:textId="77777777" w:rsidR="004E4E5C" w:rsidRPr="00A30D7A" w:rsidRDefault="004E4E5C" w:rsidP="00F6791E">
            <w:pPr>
              <w:rPr>
                <w:rFonts w:cs="Arial"/>
                <w:sz w:val="16"/>
                <w:szCs w:val="16"/>
              </w:rPr>
            </w:pPr>
            <w:r w:rsidRPr="00A30D7A">
              <w:rPr>
                <w:rFonts w:cs="Arial"/>
                <w:sz w:val="16"/>
                <w:szCs w:val="16"/>
              </w:rPr>
              <w:t>Roadways</w:t>
            </w:r>
          </w:p>
        </w:tc>
        <w:tc>
          <w:tcPr>
            <w:tcW w:w="529" w:type="dxa"/>
            <w:tcBorders>
              <w:left w:val="single" w:sz="4" w:space="0" w:color="auto"/>
            </w:tcBorders>
            <w:shd w:val="clear" w:color="auto" w:fill="auto"/>
          </w:tcPr>
          <w:p w14:paraId="5C3E2E6B" w14:textId="77777777" w:rsidR="004E4E5C" w:rsidRPr="00A30D7A" w:rsidRDefault="004E4E5C" w:rsidP="00F6791E">
            <w:pPr>
              <w:rPr>
                <w:rFonts w:cs="Arial"/>
                <w:sz w:val="16"/>
                <w:szCs w:val="16"/>
              </w:rPr>
            </w:pPr>
          </w:p>
        </w:tc>
        <w:tc>
          <w:tcPr>
            <w:tcW w:w="483" w:type="dxa"/>
            <w:shd w:val="clear" w:color="auto" w:fill="auto"/>
          </w:tcPr>
          <w:p w14:paraId="5887B64E" w14:textId="77777777" w:rsidR="004E4E5C" w:rsidRPr="00A30D7A" w:rsidRDefault="004E4E5C" w:rsidP="00F6791E">
            <w:pPr>
              <w:rPr>
                <w:rFonts w:cs="Arial"/>
                <w:sz w:val="16"/>
                <w:szCs w:val="16"/>
              </w:rPr>
            </w:pPr>
          </w:p>
        </w:tc>
        <w:tc>
          <w:tcPr>
            <w:tcW w:w="483" w:type="dxa"/>
            <w:shd w:val="clear" w:color="auto" w:fill="auto"/>
          </w:tcPr>
          <w:p w14:paraId="6969BCB4" w14:textId="77777777" w:rsidR="004E4E5C" w:rsidRPr="00A30D7A" w:rsidRDefault="004E4E5C" w:rsidP="00F6791E">
            <w:pPr>
              <w:rPr>
                <w:rFonts w:cs="Arial"/>
                <w:sz w:val="16"/>
                <w:szCs w:val="16"/>
              </w:rPr>
            </w:pPr>
          </w:p>
        </w:tc>
        <w:tc>
          <w:tcPr>
            <w:tcW w:w="483" w:type="dxa"/>
            <w:shd w:val="clear" w:color="auto" w:fill="auto"/>
          </w:tcPr>
          <w:p w14:paraId="18793496" w14:textId="77777777" w:rsidR="004E4E5C" w:rsidRPr="00A30D7A" w:rsidRDefault="004E4E5C" w:rsidP="00F6791E">
            <w:pPr>
              <w:rPr>
                <w:rFonts w:cs="Arial"/>
                <w:sz w:val="16"/>
                <w:szCs w:val="16"/>
              </w:rPr>
            </w:pPr>
          </w:p>
        </w:tc>
        <w:tc>
          <w:tcPr>
            <w:tcW w:w="483" w:type="dxa"/>
            <w:shd w:val="clear" w:color="auto" w:fill="auto"/>
          </w:tcPr>
          <w:p w14:paraId="7CE3273F" w14:textId="77777777" w:rsidR="004E4E5C" w:rsidRPr="00A30D7A" w:rsidRDefault="004E4E5C" w:rsidP="00F6791E">
            <w:pPr>
              <w:rPr>
                <w:rFonts w:cs="Arial"/>
                <w:sz w:val="16"/>
                <w:szCs w:val="16"/>
              </w:rPr>
            </w:pPr>
          </w:p>
        </w:tc>
        <w:tc>
          <w:tcPr>
            <w:tcW w:w="374" w:type="dxa"/>
            <w:shd w:val="clear" w:color="auto" w:fill="auto"/>
          </w:tcPr>
          <w:p w14:paraId="3165840A" w14:textId="77777777" w:rsidR="004E4E5C" w:rsidRPr="00A30D7A" w:rsidRDefault="004E4E5C" w:rsidP="00F6791E">
            <w:pPr>
              <w:rPr>
                <w:rFonts w:cs="Arial"/>
                <w:sz w:val="16"/>
                <w:szCs w:val="16"/>
              </w:rPr>
            </w:pPr>
          </w:p>
        </w:tc>
        <w:tc>
          <w:tcPr>
            <w:tcW w:w="426" w:type="dxa"/>
            <w:shd w:val="clear" w:color="auto" w:fill="auto"/>
          </w:tcPr>
          <w:p w14:paraId="1E8739B1" w14:textId="77777777" w:rsidR="004E4E5C" w:rsidRPr="00A30D7A" w:rsidRDefault="004E4E5C" w:rsidP="00F6791E">
            <w:pPr>
              <w:rPr>
                <w:rFonts w:cs="Arial"/>
                <w:sz w:val="16"/>
                <w:szCs w:val="16"/>
              </w:rPr>
            </w:pPr>
          </w:p>
        </w:tc>
        <w:tc>
          <w:tcPr>
            <w:tcW w:w="701" w:type="dxa"/>
            <w:shd w:val="clear" w:color="auto" w:fill="auto"/>
          </w:tcPr>
          <w:p w14:paraId="44BD0EC5" w14:textId="77777777" w:rsidR="004E4E5C" w:rsidRPr="00A30D7A" w:rsidRDefault="004E4E5C" w:rsidP="00F6791E">
            <w:pPr>
              <w:rPr>
                <w:rFonts w:cs="Arial"/>
                <w:sz w:val="16"/>
                <w:szCs w:val="16"/>
              </w:rPr>
            </w:pPr>
          </w:p>
        </w:tc>
      </w:tr>
      <w:tr w:rsidR="004E4E5C" w:rsidRPr="00A30D7A" w14:paraId="7E8B66A4" w14:textId="77777777" w:rsidTr="0063774F">
        <w:tc>
          <w:tcPr>
            <w:tcW w:w="1862" w:type="dxa"/>
            <w:tcBorders>
              <w:top w:val="nil"/>
              <w:left w:val="single" w:sz="4" w:space="0" w:color="auto"/>
              <w:bottom w:val="nil"/>
              <w:right w:val="nil"/>
            </w:tcBorders>
            <w:shd w:val="clear" w:color="auto" w:fill="auto"/>
          </w:tcPr>
          <w:p w14:paraId="4360916F"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AB82411" w14:textId="77777777" w:rsidR="004E4E5C" w:rsidRPr="00A30D7A" w:rsidRDefault="004E4E5C" w:rsidP="00F6791E">
            <w:pPr>
              <w:rPr>
                <w:rFonts w:cs="Arial"/>
                <w:sz w:val="16"/>
                <w:szCs w:val="16"/>
              </w:rPr>
            </w:pPr>
            <w:r w:rsidRPr="00A30D7A">
              <w:rPr>
                <w:rFonts w:cs="Arial"/>
                <w:sz w:val="16"/>
                <w:szCs w:val="16"/>
              </w:rPr>
              <w:t>G2020</w:t>
            </w:r>
          </w:p>
        </w:tc>
        <w:tc>
          <w:tcPr>
            <w:tcW w:w="2539" w:type="dxa"/>
            <w:tcBorders>
              <w:top w:val="single" w:sz="4" w:space="0" w:color="auto"/>
              <w:left w:val="nil"/>
              <w:bottom w:val="single" w:sz="4" w:space="0" w:color="auto"/>
              <w:right w:val="single" w:sz="4" w:space="0" w:color="auto"/>
            </w:tcBorders>
          </w:tcPr>
          <w:p w14:paraId="354C8ABA" w14:textId="77777777" w:rsidR="004E4E5C" w:rsidRPr="00A30D7A" w:rsidRDefault="004E4E5C" w:rsidP="00F6791E">
            <w:pPr>
              <w:rPr>
                <w:rFonts w:cs="Arial"/>
                <w:sz w:val="16"/>
                <w:szCs w:val="16"/>
              </w:rPr>
            </w:pPr>
            <w:r w:rsidRPr="00A30D7A">
              <w:rPr>
                <w:rFonts w:cs="Arial"/>
                <w:sz w:val="16"/>
                <w:szCs w:val="16"/>
              </w:rPr>
              <w:t>Parking lots</w:t>
            </w:r>
          </w:p>
        </w:tc>
        <w:tc>
          <w:tcPr>
            <w:tcW w:w="529" w:type="dxa"/>
            <w:tcBorders>
              <w:left w:val="single" w:sz="4" w:space="0" w:color="auto"/>
            </w:tcBorders>
            <w:shd w:val="clear" w:color="auto" w:fill="auto"/>
          </w:tcPr>
          <w:p w14:paraId="5472C049" w14:textId="77777777" w:rsidR="004E4E5C" w:rsidRPr="00A30D7A" w:rsidRDefault="004E4E5C" w:rsidP="00F6791E">
            <w:pPr>
              <w:rPr>
                <w:rFonts w:cs="Arial"/>
                <w:sz w:val="16"/>
                <w:szCs w:val="16"/>
              </w:rPr>
            </w:pPr>
          </w:p>
        </w:tc>
        <w:tc>
          <w:tcPr>
            <w:tcW w:w="483" w:type="dxa"/>
            <w:shd w:val="clear" w:color="auto" w:fill="auto"/>
          </w:tcPr>
          <w:p w14:paraId="51478BA2" w14:textId="77777777" w:rsidR="004E4E5C" w:rsidRPr="00A30D7A" w:rsidRDefault="004E4E5C" w:rsidP="00F6791E">
            <w:pPr>
              <w:rPr>
                <w:rFonts w:cs="Arial"/>
                <w:sz w:val="16"/>
                <w:szCs w:val="16"/>
              </w:rPr>
            </w:pPr>
          </w:p>
        </w:tc>
        <w:tc>
          <w:tcPr>
            <w:tcW w:w="483" w:type="dxa"/>
            <w:shd w:val="clear" w:color="auto" w:fill="auto"/>
          </w:tcPr>
          <w:p w14:paraId="40C49AE5" w14:textId="77777777" w:rsidR="004E4E5C" w:rsidRPr="00A30D7A" w:rsidRDefault="004E4E5C" w:rsidP="00F6791E">
            <w:pPr>
              <w:rPr>
                <w:rFonts w:cs="Arial"/>
                <w:sz w:val="16"/>
                <w:szCs w:val="16"/>
              </w:rPr>
            </w:pPr>
          </w:p>
        </w:tc>
        <w:tc>
          <w:tcPr>
            <w:tcW w:w="483" w:type="dxa"/>
            <w:shd w:val="clear" w:color="auto" w:fill="auto"/>
          </w:tcPr>
          <w:p w14:paraId="51772340" w14:textId="77777777" w:rsidR="004E4E5C" w:rsidRPr="00A30D7A" w:rsidRDefault="004E4E5C" w:rsidP="00F6791E">
            <w:pPr>
              <w:rPr>
                <w:rFonts w:cs="Arial"/>
                <w:sz w:val="16"/>
                <w:szCs w:val="16"/>
              </w:rPr>
            </w:pPr>
          </w:p>
        </w:tc>
        <w:tc>
          <w:tcPr>
            <w:tcW w:w="483" w:type="dxa"/>
            <w:shd w:val="clear" w:color="auto" w:fill="auto"/>
          </w:tcPr>
          <w:p w14:paraId="629022D8" w14:textId="77777777" w:rsidR="004E4E5C" w:rsidRPr="00A30D7A" w:rsidRDefault="004E4E5C" w:rsidP="00F6791E">
            <w:pPr>
              <w:rPr>
                <w:rFonts w:cs="Arial"/>
                <w:sz w:val="16"/>
                <w:szCs w:val="16"/>
              </w:rPr>
            </w:pPr>
          </w:p>
        </w:tc>
        <w:tc>
          <w:tcPr>
            <w:tcW w:w="374" w:type="dxa"/>
            <w:shd w:val="clear" w:color="auto" w:fill="auto"/>
          </w:tcPr>
          <w:p w14:paraId="4E959514" w14:textId="77777777" w:rsidR="004E4E5C" w:rsidRPr="00A30D7A" w:rsidRDefault="004E4E5C" w:rsidP="00F6791E">
            <w:pPr>
              <w:rPr>
                <w:rFonts w:cs="Arial"/>
                <w:sz w:val="16"/>
                <w:szCs w:val="16"/>
              </w:rPr>
            </w:pPr>
          </w:p>
        </w:tc>
        <w:tc>
          <w:tcPr>
            <w:tcW w:w="426" w:type="dxa"/>
            <w:shd w:val="clear" w:color="auto" w:fill="auto"/>
          </w:tcPr>
          <w:p w14:paraId="5B850D96" w14:textId="77777777" w:rsidR="004E4E5C" w:rsidRPr="00A30D7A" w:rsidRDefault="004E4E5C" w:rsidP="00F6791E">
            <w:pPr>
              <w:rPr>
                <w:rFonts w:cs="Arial"/>
                <w:sz w:val="16"/>
                <w:szCs w:val="16"/>
              </w:rPr>
            </w:pPr>
          </w:p>
        </w:tc>
        <w:tc>
          <w:tcPr>
            <w:tcW w:w="701" w:type="dxa"/>
            <w:shd w:val="clear" w:color="auto" w:fill="auto"/>
          </w:tcPr>
          <w:p w14:paraId="1A670DDC" w14:textId="77777777" w:rsidR="004E4E5C" w:rsidRPr="00A30D7A" w:rsidRDefault="004E4E5C" w:rsidP="00F6791E">
            <w:pPr>
              <w:rPr>
                <w:rFonts w:cs="Arial"/>
                <w:sz w:val="16"/>
                <w:szCs w:val="16"/>
              </w:rPr>
            </w:pPr>
          </w:p>
        </w:tc>
      </w:tr>
      <w:tr w:rsidR="004E4E5C" w:rsidRPr="00A30D7A" w14:paraId="3D4C3214" w14:textId="77777777" w:rsidTr="0063774F">
        <w:tc>
          <w:tcPr>
            <w:tcW w:w="1862" w:type="dxa"/>
            <w:tcBorders>
              <w:top w:val="nil"/>
              <w:left w:val="single" w:sz="4" w:space="0" w:color="auto"/>
              <w:bottom w:val="nil"/>
              <w:right w:val="nil"/>
            </w:tcBorders>
            <w:shd w:val="clear" w:color="auto" w:fill="auto"/>
          </w:tcPr>
          <w:p w14:paraId="44EDAAD9"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CC017AD" w14:textId="77777777" w:rsidR="004E4E5C" w:rsidRPr="00A30D7A" w:rsidRDefault="004E4E5C" w:rsidP="00F6791E">
            <w:pPr>
              <w:rPr>
                <w:rFonts w:cs="Arial"/>
                <w:sz w:val="16"/>
                <w:szCs w:val="16"/>
              </w:rPr>
            </w:pPr>
            <w:r w:rsidRPr="00A30D7A">
              <w:rPr>
                <w:rFonts w:cs="Arial"/>
                <w:sz w:val="16"/>
                <w:szCs w:val="16"/>
              </w:rPr>
              <w:t>G2030</w:t>
            </w:r>
          </w:p>
        </w:tc>
        <w:tc>
          <w:tcPr>
            <w:tcW w:w="2539" w:type="dxa"/>
            <w:tcBorders>
              <w:top w:val="single" w:sz="4" w:space="0" w:color="auto"/>
              <w:left w:val="nil"/>
              <w:bottom w:val="single" w:sz="4" w:space="0" w:color="auto"/>
              <w:right w:val="single" w:sz="4" w:space="0" w:color="auto"/>
            </w:tcBorders>
          </w:tcPr>
          <w:p w14:paraId="205947AD" w14:textId="77777777" w:rsidR="004E4E5C" w:rsidRPr="00A30D7A" w:rsidRDefault="004E4E5C" w:rsidP="00F6791E">
            <w:pPr>
              <w:rPr>
                <w:rFonts w:cs="Arial"/>
                <w:sz w:val="16"/>
                <w:szCs w:val="16"/>
              </w:rPr>
            </w:pPr>
            <w:r w:rsidRPr="00A30D7A">
              <w:rPr>
                <w:rFonts w:cs="Arial"/>
                <w:sz w:val="16"/>
                <w:szCs w:val="16"/>
              </w:rPr>
              <w:t>Pedestrian paving</w:t>
            </w:r>
          </w:p>
        </w:tc>
        <w:tc>
          <w:tcPr>
            <w:tcW w:w="529" w:type="dxa"/>
            <w:tcBorders>
              <w:left w:val="single" w:sz="4" w:space="0" w:color="auto"/>
            </w:tcBorders>
            <w:shd w:val="clear" w:color="auto" w:fill="auto"/>
          </w:tcPr>
          <w:p w14:paraId="1C1F8D32" w14:textId="77777777" w:rsidR="004E4E5C" w:rsidRPr="00A30D7A" w:rsidRDefault="004E4E5C" w:rsidP="00F6791E">
            <w:pPr>
              <w:rPr>
                <w:rFonts w:cs="Arial"/>
                <w:sz w:val="16"/>
                <w:szCs w:val="16"/>
              </w:rPr>
            </w:pPr>
          </w:p>
        </w:tc>
        <w:tc>
          <w:tcPr>
            <w:tcW w:w="483" w:type="dxa"/>
            <w:shd w:val="clear" w:color="auto" w:fill="auto"/>
          </w:tcPr>
          <w:p w14:paraId="0178665F" w14:textId="77777777" w:rsidR="004E4E5C" w:rsidRPr="00A30D7A" w:rsidRDefault="004E4E5C" w:rsidP="00F6791E">
            <w:pPr>
              <w:rPr>
                <w:rFonts w:cs="Arial"/>
                <w:sz w:val="16"/>
                <w:szCs w:val="16"/>
              </w:rPr>
            </w:pPr>
          </w:p>
        </w:tc>
        <w:tc>
          <w:tcPr>
            <w:tcW w:w="483" w:type="dxa"/>
            <w:shd w:val="clear" w:color="auto" w:fill="auto"/>
          </w:tcPr>
          <w:p w14:paraId="02FC0EA0" w14:textId="77777777" w:rsidR="004E4E5C" w:rsidRPr="00A30D7A" w:rsidRDefault="004E4E5C" w:rsidP="00F6791E">
            <w:pPr>
              <w:rPr>
                <w:rFonts w:cs="Arial"/>
                <w:sz w:val="16"/>
                <w:szCs w:val="16"/>
              </w:rPr>
            </w:pPr>
          </w:p>
        </w:tc>
        <w:tc>
          <w:tcPr>
            <w:tcW w:w="483" w:type="dxa"/>
            <w:shd w:val="clear" w:color="auto" w:fill="auto"/>
          </w:tcPr>
          <w:p w14:paraId="1AC9C7E0" w14:textId="77777777" w:rsidR="004E4E5C" w:rsidRPr="00A30D7A" w:rsidRDefault="004E4E5C" w:rsidP="00F6791E">
            <w:pPr>
              <w:rPr>
                <w:rFonts w:cs="Arial"/>
                <w:sz w:val="16"/>
                <w:szCs w:val="16"/>
              </w:rPr>
            </w:pPr>
          </w:p>
        </w:tc>
        <w:tc>
          <w:tcPr>
            <w:tcW w:w="483" w:type="dxa"/>
            <w:shd w:val="clear" w:color="auto" w:fill="auto"/>
          </w:tcPr>
          <w:p w14:paraId="4A05A0BF" w14:textId="77777777" w:rsidR="004E4E5C" w:rsidRPr="00A30D7A" w:rsidRDefault="004E4E5C" w:rsidP="00F6791E">
            <w:pPr>
              <w:rPr>
                <w:rFonts w:cs="Arial"/>
                <w:sz w:val="16"/>
                <w:szCs w:val="16"/>
              </w:rPr>
            </w:pPr>
          </w:p>
        </w:tc>
        <w:tc>
          <w:tcPr>
            <w:tcW w:w="374" w:type="dxa"/>
            <w:shd w:val="clear" w:color="auto" w:fill="auto"/>
          </w:tcPr>
          <w:p w14:paraId="54F48BB3" w14:textId="77777777" w:rsidR="004E4E5C" w:rsidRPr="00A30D7A" w:rsidRDefault="004E4E5C" w:rsidP="00F6791E">
            <w:pPr>
              <w:rPr>
                <w:rFonts w:cs="Arial"/>
                <w:sz w:val="16"/>
                <w:szCs w:val="16"/>
              </w:rPr>
            </w:pPr>
          </w:p>
        </w:tc>
        <w:tc>
          <w:tcPr>
            <w:tcW w:w="426" w:type="dxa"/>
            <w:shd w:val="clear" w:color="auto" w:fill="auto"/>
          </w:tcPr>
          <w:p w14:paraId="44A03F1F" w14:textId="77777777" w:rsidR="004E4E5C" w:rsidRPr="00A30D7A" w:rsidRDefault="004E4E5C" w:rsidP="00F6791E">
            <w:pPr>
              <w:rPr>
                <w:rFonts w:cs="Arial"/>
                <w:sz w:val="16"/>
                <w:szCs w:val="16"/>
              </w:rPr>
            </w:pPr>
          </w:p>
        </w:tc>
        <w:tc>
          <w:tcPr>
            <w:tcW w:w="701" w:type="dxa"/>
            <w:shd w:val="clear" w:color="auto" w:fill="auto"/>
          </w:tcPr>
          <w:p w14:paraId="52A27415" w14:textId="77777777" w:rsidR="004E4E5C" w:rsidRPr="00A30D7A" w:rsidRDefault="004E4E5C" w:rsidP="00F6791E">
            <w:pPr>
              <w:rPr>
                <w:rFonts w:cs="Arial"/>
                <w:sz w:val="16"/>
                <w:szCs w:val="16"/>
              </w:rPr>
            </w:pPr>
          </w:p>
        </w:tc>
      </w:tr>
      <w:tr w:rsidR="004E4E5C" w:rsidRPr="00A30D7A" w14:paraId="4577A8AE" w14:textId="77777777" w:rsidTr="0063774F">
        <w:tc>
          <w:tcPr>
            <w:tcW w:w="1862" w:type="dxa"/>
            <w:tcBorders>
              <w:top w:val="nil"/>
              <w:left w:val="single" w:sz="4" w:space="0" w:color="auto"/>
              <w:bottom w:val="nil"/>
              <w:right w:val="nil"/>
            </w:tcBorders>
            <w:shd w:val="clear" w:color="auto" w:fill="auto"/>
          </w:tcPr>
          <w:p w14:paraId="2F2A0B0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7AF6A6C5" w14:textId="77777777" w:rsidR="004E4E5C" w:rsidRPr="00A30D7A" w:rsidRDefault="004E4E5C" w:rsidP="00F6791E">
            <w:pPr>
              <w:rPr>
                <w:rFonts w:cs="Arial"/>
                <w:sz w:val="16"/>
                <w:szCs w:val="16"/>
              </w:rPr>
            </w:pPr>
            <w:r w:rsidRPr="00A30D7A">
              <w:rPr>
                <w:rFonts w:cs="Arial"/>
                <w:sz w:val="16"/>
                <w:szCs w:val="16"/>
              </w:rPr>
              <w:t>G2040</w:t>
            </w:r>
          </w:p>
        </w:tc>
        <w:tc>
          <w:tcPr>
            <w:tcW w:w="2539" w:type="dxa"/>
            <w:tcBorders>
              <w:top w:val="single" w:sz="4" w:space="0" w:color="auto"/>
              <w:left w:val="nil"/>
              <w:bottom w:val="single" w:sz="4" w:space="0" w:color="auto"/>
              <w:right w:val="single" w:sz="4" w:space="0" w:color="auto"/>
            </w:tcBorders>
          </w:tcPr>
          <w:p w14:paraId="6368C47B" w14:textId="77777777" w:rsidR="004E4E5C" w:rsidRPr="00A30D7A" w:rsidRDefault="004E4E5C" w:rsidP="00F6791E">
            <w:pPr>
              <w:rPr>
                <w:rFonts w:cs="Arial"/>
                <w:sz w:val="16"/>
                <w:szCs w:val="16"/>
              </w:rPr>
            </w:pPr>
            <w:r w:rsidRPr="00A30D7A">
              <w:rPr>
                <w:rFonts w:cs="Arial"/>
                <w:sz w:val="16"/>
                <w:szCs w:val="16"/>
              </w:rPr>
              <w:t>Site development</w:t>
            </w:r>
          </w:p>
        </w:tc>
        <w:tc>
          <w:tcPr>
            <w:tcW w:w="529" w:type="dxa"/>
            <w:tcBorders>
              <w:left w:val="single" w:sz="4" w:space="0" w:color="auto"/>
            </w:tcBorders>
            <w:shd w:val="clear" w:color="auto" w:fill="auto"/>
          </w:tcPr>
          <w:p w14:paraId="454698B2" w14:textId="77777777" w:rsidR="004E4E5C" w:rsidRPr="00A30D7A" w:rsidRDefault="004E4E5C" w:rsidP="00F6791E">
            <w:pPr>
              <w:rPr>
                <w:rFonts w:cs="Arial"/>
                <w:sz w:val="16"/>
                <w:szCs w:val="16"/>
              </w:rPr>
            </w:pPr>
          </w:p>
        </w:tc>
        <w:tc>
          <w:tcPr>
            <w:tcW w:w="483" w:type="dxa"/>
            <w:shd w:val="clear" w:color="auto" w:fill="auto"/>
          </w:tcPr>
          <w:p w14:paraId="405CC1BA" w14:textId="77777777" w:rsidR="004E4E5C" w:rsidRPr="00A30D7A" w:rsidRDefault="004E4E5C" w:rsidP="00F6791E">
            <w:pPr>
              <w:rPr>
                <w:rFonts w:cs="Arial"/>
                <w:sz w:val="16"/>
                <w:szCs w:val="16"/>
              </w:rPr>
            </w:pPr>
          </w:p>
        </w:tc>
        <w:tc>
          <w:tcPr>
            <w:tcW w:w="483" w:type="dxa"/>
            <w:shd w:val="clear" w:color="auto" w:fill="auto"/>
          </w:tcPr>
          <w:p w14:paraId="4180C6F9" w14:textId="77777777" w:rsidR="004E4E5C" w:rsidRPr="00A30D7A" w:rsidRDefault="004E4E5C" w:rsidP="00F6791E">
            <w:pPr>
              <w:rPr>
                <w:rFonts w:cs="Arial"/>
                <w:sz w:val="16"/>
                <w:szCs w:val="16"/>
              </w:rPr>
            </w:pPr>
          </w:p>
        </w:tc>
        <w:tc>
          <w:tcPr>
            <w:tcW w:w="483" w:type="dxa"/>
            <w:shd w:val="clear" w:color="auto" w:fill="auto"/>
          </w:tcPr>
          <w:p w14:paraId="045E2676" w14:textId="77777777" w:rsidR="004E4E5C" w:rsidRPr="00A30D7A" w:rsidRDefault="004E4E5C" w:rsidP="00F6791E">
            <w:pPr>
              <w:rPr>
                <w:rFonts w:cs="Arial"/>
                <w:sz w:val="16"/>
                <w:szCs w:val="16"/>
              </w:rPr>
            </w:pPr>
          </w:p>
        </w:tc>
        <w:tc>
          <w:tcPr>
            <w:tcW w:w="483" w:type="dxa"/>
            <w:shd w:val="clear" w:color="auto" w:fill="auto"/>
          </w:tcPr>
          <w:p w14:paraId="2AF634D7" w14:textId="77777777" w:rsidR="004E4E5C" w:rsidRPr="00A30D7A" w:rsidRDefault="004E4E5C" w:rsidP="00F6791E">
            <w:pPr>
              <w:rPr>
                <w:rFonts w:cs="Arial"/>
                <w:sz w:val="16"/>
                <w:szCs w:val="16"/>
              </w:rPr>
            </w:pPr>
          </w:p>
        </w:tc>
        <w:tc>
          <w:tcPr>
            <w:tcW w:w="374" w:type="dxa"/>
            <w:shd w:val="clear" w:color="auto" w:fill="auto"/>
          </w:tcPr>
          <w:p w14:paraId="4255E9E2" w14:textId="77777777" w:rsidR="004E4E5C" w:rsidRPr="00A30D7A" w:rsidRDefault="004E4E5C" w:rsidP="00F6791E">
            <w:pPr>
              <w:rPr>
                <w:rFonts w:cs="Arial"/>
                <w:sz w:val="16"/>
                <w:szCs w:val="16"/>
              </w:rPr>
            </w:pPr>
          </w:p>
        </w:tc>
        <w:tc>
          <w:tcPr>
            <w:tcW w:w="426" w:type="dxa"/>
            <w:shd w:val="clear" w:color="auto" w:fill="auto"/>
          </w:tcPr>
          <w:p w14:paraId="74FA4B68" w14:textId="77777777" w:rsidR="004E4E5C" w:rsidRPr="00A30D7A" w:rsidRDefault="004E4E5C" w:rsidP="00F6791E">
            <w:pPr>
              <w:rPr>
                <w:rFonts w:cs="Arial"/>
                <w:sz w:val="16"/>
                <w:szCs w:val="16"/>
              </w:rPr>
            </w:pPr>
          </w:p>
        </w:tc>
        <w:tc>
          <w:tcPr>
            <w:tcW w:w="701" w:type="dxa"/>
            <w:shd w:val="clear" w:color="auto" w:fill="auto"/>
          </w:tcPr>
          <w:p w14:paraId="412BB97C" w14:textId="77777777" w:rsidR="004E4E5C" w:rsidRPr="00A30D7A" w:rsidRDefault="004E4E5C" w:rsidP="00F6791E">
            <w:pPr>
              <w:rPr>
                <w:rFonts w:cs="Arial"/>
                <w:sz w:val="16"/>
                <w:szCs w:val="16"/>
              </w:rPr>
            </w:pPr>
          </w:p>
        </w:tc>
      </w:tr>
      <w:tr w:rsidR="004E4E5C" w:rsidRPr="00A30D7A" w14:paraId="1EAC2B2D" w14:textId="77777777" w:rsidTr="0063774F">
        <w:tc>
          <w:tcPr>
            <w:tcW w:w="1862" w:type="dxa"/>
            <w:tcBorders>
              <w:top w:val="nil"/>
              <w:left w:val="single" w:sz="4" w:space="0" w:color="auto"/>
              <w:bottom w:val="single" w:sz="4" w:space="0" w:color="auto"/>
              <w:right w:val="nil"/>
            </w:tcBorders>
            <w:shd w:val="clear" w:color="auto" w:fill="auto"/>
          </w:tcPr>
          <w:p w14:paraId="1A8F04DD"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7BBA4A1A" w14:textId="77777777" w:rsidR="004E4E5C" w:rsidRPr="00A30D7A" w:rsidRDefault="004E4E5C" w:rsidP="00F6791E">
            <w:pPr>
              <w:rPr>
                <w:rFonts w:cs="Arial"/>
                <w:sz w:val="16"/>
                <w:szCs w:val="16"/>
              </w:rPr>
            </w:pPr>
            <w:r w:rsidRPr="00A30D7A">
              <w:rPr>
                <w:rFonts w:cs="Arial"/>
                <w:sz w:val="16"/>
                <w:szCs w:val="16"/>
              </w:rPr>
              <w:t>G2050</w:t>
            </w:r>
          </w:p>
        </w:tc>
        <w:tc>
          <w:tcPr>
            <w:tcW w:w="2539" w:type="dxa"/>
            <w:tcBorders>
              <w:top w:val="single" w:sz="4" w:space="0" w:color="auto"/>
              <w:left w:val="nil"/>
              <w:bottom w:val="single" w:sz="4" w:space="0" w:color="auto"/>
              <w:right w:val="single" w:sz="4" w:space="0" w:color="auto"/>
            </w:tcBorders>
          </w:tcPr>
          <w:p w14:paraId="34B9D403" w14:textId="77777777" w:rsidR="004E4E5C" w:rsidRPr="00A30D7A" w:rsidRDefault="004E4E5C" w:rsidP="00F6791E">
            <w:pPr>
              <w:rPr>
                <w:rFonts w:cs="Arial"/>
                <w:sz w:val="16"/>
                <w:szCs w:val="16"/>
              </w:rPr>
            </w:pPr>
            <w:r w:rsidRPr="00A30D7A">
              <w:rPr>
                <w:rFonts w:cs="Arial"/>
                <w:sz w:val="16"/>
                <w:szCs w:val="16"/>
              </w:rPr>
              <w:t>Landscaping</w:t>
            </w:r>
          </w:p>
        </w:tc>
        <w:tc>
          <w:tcPr>
            <w:tcW w:w="529" w:type="dxa"/>
            <w:tcBorders>
              <w:left w:val="single" w:sz="4" w:space="0" w:color="auto"/>
            </w:tcBorders>
            <w:shd w:val="clear" w:color="auto" w:fill="auto"/>
          </w:tcPr>
          <w:p w14:paraId="580747A3" w14:textId="77777777" w:rsidR="004E4E5C" w:rsidRPr="00A30D7A" w:rsidRDefault="004E4E5C" w:rsidP="00F6791E">
            <w:pPr>
              <w:rPr>
                <w:rFonts w:cs="Arial"/>
                <w:sz w:val="16"/>
                <w:szCs w:val="16"/>
              </w:rPr>
            </w:pPr>
          </w:p>
        </w:tc>
        <w:tc>
          <w:tcPr>
            <w:tcW w:w="483" w:type="dxa"/>
            <w:shd w:val="clear" w:color="auto" w:fill="auto"/>
          </w:tcPr>
          <w:p w14:paraId="2A541C2C" w14:textId="77777777" w:rsidR="004E4E5C" w:rsidRPr="00A30D7A" w:rsidRDefault="004E4E5C" w:rsidP="00F6791E">
            <w:pPr>
              <w:rPr>
                <w:rFonts w:cs="Arial"/>
                <w:sz w:val="16"/>
                <w:szCs w:val="16"/>
              </w:rPr>
            </w:pPr>
          </w:p>
        </w:tc>
        <w:tc>
          <w:tcPr>
            <w:tcW w:w="483" w:type="dxa"/>
            <w:shd w:val="clear" w:color="auto" w:fill="auto"/>
          </w:tcPr>
          <w:p w14:paraId="77C9834C" w14:textId="77777777" w:rsidR="004E4E5C" w:rsidRPr="00A30D7A" w:rsidRDefault="004E4E5C" w:rsidP="00F6791E">
            <w:pPr>
              <w:rPr>
                <w:rFonts w:cs="Arial"/>
                <w:sz w:val="16"/>
                <w:szCs w:val="16"/>
              </w:rPr>
            </w:pPr>
          </w:p>
        </w:tc>
        <w:tc>
          <w:tcPr>
            <w:tcW w:w="483" w:type="dxa"/>
            <w:shd w:val="clear" w:color="auto" w:fill="auto"/>
          </w:tcPr>
          <w:p w14:paraId="08BEE71C" w14:textId="77777777" w:rsidR="004E4E5C" w:rsidRPr="00A30D7A" w:rsidRDefault="004E4E5C" w:rsidP="00F6791E">
            <w:pPr>
              <w:rPr>
                <w:rFonts w:cs="Arial"/>
                <w:sz w:val="16"/>
                <w:szCs w:val="16"/>
              </w:rPr>
            </w:pPr>
          </w:p>
        </w:tc>
        <w:tc>
          <w:tcPr>
            <w:tcW w:w="483" w:type="dxa"/>
            <w:shd w:val="clear" w:color="auto" w:fill="auto"/>
          </w:tcPr>
          <w:p w14:paraId="1EB4D140" w14:textId="77777777" w:rsidR="004E4E5C" w:rsidRPr="00A30D7A" w:rsidRDefault="004E4E5C" w:rsidP="00F6791E">
            <w:pPr>
              <w:rPr>
                <w:rFonts w:cs="Arial"/>
                <w:sz w:val="16"/>
                <w:szCs w:val="16"/>
              </w:rPr>
            </w:pPr>
          </w:p>
        </w:tc>
        <w:tc>
          <w:tcPr>
            <w:tcW w:w="374" w:type="dxa"/>
            <w:shd w:val="clear" w:color="auto" w:fill="auto"/>
          </w:tcPr>
          <w:p w14:paraId="19CC40F2" w14:textId="77777777" w:rsidR="004E4E5C" w:rsidRPr="00A30D7A" w:rsidRDefault="004E4E5C" w:rsidP="00F6791E">
            <w:pPr>
              <w:rPr>
                <w:rFonts w:cs="Arial"/>
                <w:sz w:val="16"/>
                <w:szCs w:val="16"/>
              </w:rPr>
            </w:pPr>
          </w:p>
        </w:tc>
        <w:tc>
          <w:tcPr>
            <w:tcW w:w="426" w:type="dxa"/>
            <w:shd w:val="clear" w:color="auto" w:fill="auto"/>
          </w:tcPr>
          <w:p w14:paraId="4BE43C56" w14:textId="77777777" w:rsidR="004E4E5C" w:rsidRPr="00A30D7A" w:rsidRDefault="004E4E5C" w:rsidP="00F6791E">
            <w:pPr>
              <w:rPr>
                <w:rFonts w:cs="Arial"/>
                <w:sz w:val="16"/>
                <w:szCs w:val="16"/>
              </w:rPr>
            </w:pPr>
          </w:p>
        </w:tc>
        <w:tc>
          <w:tcPr>
            <w:tcW w:w="701" w:type="dxa"/>
            <w:shd w:val="clear" w:color="auto" w:fill="auto"/>
          </w:tcPr>
          <w:p w14:paraId="0DEB8078" w14:textId="77777777" w:rsidR="004E4E5C" w:rsidRPr="00A30D7A" w:rsidRDefault="004E4E5C" w:rsidP="00F6791E">
            <w:pPr>
              <w:rPr>
                <w:rFonts w:cs="Arial"/>
                <w:sz w:val="16"/>
                <w:szCs w:val="16"/>
              </w:rPr>
            </w:pPr>
          </w:p>
        </w:tc>
      </w:tr>
      <w:tr w:rsidR="004E4E5C" w:rsidRPr="00A30D7A" w14:paraId="54167E08" w14:textId="77777777" w:rsidTr="0063774F">
        <w:tc>
          <w:tcPr>
            <w:tcW w:w="1862" w:type="dxa"/>
            <w:tcBorders>
              <w:top w:val="single" w:sz="4" w:space="0" w:color="auto"/>
              <w:left w:val="single" w:sz="4" w:space="0" w:color="auto"/>
              <w:bottom w:val="nil"/>
              <w:right w:val="nil"/>
            </w:tcBorders>
            <w:shd w:val="clear" w:color="auto" w:fill="auto"/>
          </w:tcPr>
          <w:p w14:paraId="4E011DEF" w14:textId="77777777" w:rsidR="004E4E5C" w:rsidRPr="00A30D7A" w:rsidRDefault="004E4E5C" w:rsidP="00F6791E">
            <w:pPr>
              <w:rPr>
                <w:rFonts w:cs="Arial"/>
                <w:sz w:val="16"/>
                <w:szCs w:val="16"/>
              </w:rPr>
            </w:pPr>
            <w:r w:rsidRPr="00A30D7A">
              <w:rPr>
                <w:rFonts w:cs="Arial"/>
                <w:sz w:val="16"/>
                <w:szCs w:val="16"/>
              </w:rPr>
              <w:lastRenderedPageBreak/>
              <w:t>G30   Site civil/mech. utilities</w:t>
            </w:r>
          </w:p>
        </w:tc>
        <w:tc>
          <w:tcPr>
            <w:tcW w:w="697" w:type="dxa"/>
            <w:tcBorders>
              <w:top w:val="single" w:sz="4" w:space="0" w:color="auto"/>
              <w:left w:val="nil"/>
              <w:bottom w:val="single" w:sz="4" w:space="0" w:color="auto"/>
              <w:right w:val="nil"/>
            </w:tcBorders>
          </w:tcPr>
          <w:p w14:paraId="1BE649B2" w14:textId="77777777" w:rsidR="004E4E5C" w:rsidRPr="00A30D7A" w:rsidRDefault="004E4E5C" w:rsidP="00F6791E">
            <w:pPr>
              <w:rPr>
                <w:rFonts w:cs="Arial"/>
                <w:sz w:val="16"/>
                <w:szCs w:val="16"/>
              </w:rPr>
            </w:pPr>
            <w:r w:rsidRPr="00A30D7A">
              <w:rPr>
                <w:rFonts w:cs="Arial"/>
                <w:sz w:val="16"/>
                <w:szCs w:val="16"/>
              </w:rPr>
              <w:t>G3010</w:t>
            </w:r>
          </w:p>
        </w:tc>
        <w:tc>
          <w:tcPr>
            <w:tcW w:w="2539" w:type="dxa"/>
            <w:tcBorders>
              <w:top w:val="single" w:sz="4" w:space="0" w:color="auto"/>
              <w:left w:val="nil"/>
              <w:bottom w:val="single" w:sz="4" w:space="0" w:color="auto"/>
              <w:right w:val="single" w:sz="4" w:space="0" w:color="auto"/>
            </w:tcBorders>
          </w:tcPr>
          <w:p w14:paraId="6CA5EC68" w14:textId="77777777" w:rsidR="004E4E5C" w:rsidRPr="00A30D7A" w:rsidRDefault="004E4E5C" w:rsidP="00F6791E">
            <w:pPr>
              <w:rPr>
                <w:rFonts w:cs="Arial"/>
                <w:sz w:val="16"/>
                <w:szCs w:val="16"/>
              </w:rPr>
            </w:pPr>
            <w:r w:rsidRPr="00A30D7A">
              <w:rPr>
                <w:rFonts w:cs="Arial"/>
                <w:sz w:val="16"/>
                <w:szCs w:val="16"/>
              </w:rPr>
              <w:t>Water supply &amp; distribution systems</w:t>
            </w:r>
          </w:p>
        </w:tc>
        <w:tc>
          <w:tcPr>
            <w:tcW w:w="529" w:type="dxa"/>
            <w:tcBorders>
              <w:left w:val="single" w:sz="4" w:space="0" w:color="auto"/>
            </w:tcBorders>
            <w:shd w:val="clear" w:color="auto" w:fill="auto"/>
          </w:tcPr>
          <w:p w14:paraId="346B3B35" w14:textId="77777777" w:rsidR="004E4E5C" w:rsidRPr="00A30D7A" w:rsidRDefault="004E4E5C" w:rsidP="00F6791E">
            <w:pPr>
              <w:rPr>
                <w:rFonts w:cs="Arial"/>
                <w:sz w:val="16"/>
                <w:szCs w:val="16"/>
              </w:rPr>
            </w:pPr>
          </w:p>
        </w:tc>
        <w:tc>
          <w:tcPr>
            <w:tcW w:w="483" w:type="dxa"/>
            <w:shd w:val="clear" w:color="auto" w:fill="auto"/>
          </w:tcPr>
          <w:p w14:paraId="10CB299D" w14:textId="77777777" w:rsidR="004E4E5C" w:rsidRPr="00A30D7A" w:rsidRDefault="004E4E5C" w:rsidP="00F6791E">
            <w:pPr>
              <w:rPr>
                <w:rFonts w:cs="Arial"/>
                <w:sz w:val="16"/>
                <w:szCs w:val="16"/>
              </w:rPr>
            </w:pPr>
          </w:p>
        </w:tc>
        <w:tc>
          <w:tcPr>
            <w:tcW w:w="483" w:type="dxa"/>
            <w:shd w:val="clear" w:color="auto" w:fill="auto"/>
          </w:tcPr>
          <w:p w14:paraId="5D0818D7" w14:textId="77777777" w:rsidR="004E4E5C" w:rsidRPr="00A30D7A" w:rsidRDefault="004E4E5C" w:rsidP="00F6791E">
            <w:pPr>
              <w:rPr>
                <w:rFonts w:cs="Arial"/>
                <w:sz w:val="16"/>
                <w:szCs w:val="16"/>
              </w:rPr>
            </w:pPr>
          </w:p>
        </w:tc>
        <w:tc>
          <w:tcPr>
            <w:tcW w:w="483" w:type="dxa"/>
            <w:shd w:val="clear" w:color="auto" w:fill="auto"/>
          </w:tcPr>
          <w:p w14:paraId="1AADE1C6" w14:textId="77777777" w:rsidR="004E4E5C" w:rsidRPr="00A30D7A" w:rsidRDefault="004E4E5C" w:rsidP="00F6791E">
            <w:pPr>
              <w:rPr>
                <w:rFonts w:cs="Arial"/>
                <w:sz w:val="16"/>
                <w:szCs w:val="16"/>
              </w:rPr>
            </w:pPr>
          </w:p>
        </w:tc>
        <w:tc>
          <w:tcPr>
            <w:tcW w:w="483" w:type="dxa"/>
            <w:shd w:val="clear" w:color="auto" w:fill="auto"/>
          </w:tcPr>
          <w:p w14:paraId="1BBB3176" w14:textId="77777777" w:rsidR="004E4E5C" w:rsidRPr="00A30D7A" w:rsidRDefault="004E4E5C" w:rsidP="00F6791E">
            <w:pPr>
              <w:rPr>
                <w:rFonts w:cs="Arial"/>
                <w:sz w:val="16"/>
                <w:szCs w:val="16"/>
              </w:rPr>
            </w:pPr>
          </w:p>
        </w:tc>
        <w:tc>
          <w:tcPr>
            <w:tcW w:w="374" w:type="dxa"/>
            <w:shd w:val="clear" w:color="auto" w:fill="auto"/>
          </w:tcPr>
          <w:p w14:paraId="77654F1C" w14:textId="77777777" w:rsidR="004E4E5C" w:rsidRPr="00A30D7A" w:rsidRDefault="004E4E5C" w:rsidP="00F6791E">
            <w:pPr>
              <w:rPr>
                <w:rFonts w:cs="Arial"/>
                <w:sz w:val="16"/>
                <w:szCs w:val="16"/>
              </w:rPr>
            </w:pPr>
          </w:p>
        </w:tc>
        <w:tc>
          <w:tcPr>
            <w:tcW w:w="426" w:type="dxa"/>
            <w:shd w:val="clear" w:color="auto" w:fill="auto"/>
          </w:tcPr>
          <w:p w14:paraId="0498DDCF" w14:textId="77777777" w:rsidR="004E4E5C" w:rsidRPr="00A30D7A" w:rsidRDefault="004E4E5C" w:rsidP="00F6791E">
            <w:pPr>
              <w:rPr>
                <w:rFonts w:cs="Arial"/>
                <w:sz w:val="16"/>
                <w:szCs w:val="16"/>
              </w:rPr>
            </w:pPr>
          </w:p>
        </w:tc>
        <w:tc>
          <w:tcPr>
            <w:tcW w:w="701" w:type="dxa"/>
            <w:shd w:val="clear" w:color="auto" w:fill="auto"/>
          </w:tcPr>
          <w:p w14:paraId="778212C1" w14:textId="77777777" w:rsidR="004E4E5C" w:rsidRPr="00A30D7A" w:rsidRDefault="004E4E5C" w:rsidP="00F6791E">
            <w:pPr>
              <w:rPr>
                <w:rFonts w:cs="Arial"/>
                <w:sz w:val="16"/>
                <w:szCs w:val="16"/>
              </w:rPr>
            </w:pPr>
          </w:p>
        </w:tc>
      </w:tr>
      <w:tr w:rsidR="004E4E5C" w:rsidRPr="00A30D7A" w14:paraId="44698721" w14:textId="77777777" w:rsidTr="0063774F">
        <w:tc>
          <w:tcPr>
            <w:tcW w:w="1862" w:type="dxa"/>
            <w:tcBorders>
              <w:top w:val="nil"/>
              <w:left w:val="single" w:sz="4" w:space="0" w:color="auto"/>
              <w:bottom w:val="nil"/>
              <w:right w:val="nil"/>
            </w:tcBorders>
            <w:shd w:val="clear" w:color="auto" w:fill="auto"/>
          </w:tcPr>
          <w:p w14:paraId="7DEDE5EC"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A9A99F4" w14:textId="77777777" w:rsidR="004E4E5C" w:rsidRPr="00A30D7A" w:rsidRDefault="004E4E5C" w:rsidP="00F6791E">
            <w:pPr>
              <w:rPr>
                <w:rFonts w:cs="Arial"/>
                <w:sz w:val="16"/>
                <w:szCs w:val="16"/>
              </w:rPr>
            </w:pPr>
            <w:r w:rsidRPr="00A30D7A">
              <w:rPr>
                <w:rFonts w:cs="Arial"/>
                <w:sz w:val="16"/>
                <w:szCs w:val="16"/>
              </w:rPr>
              <w:t>G3020</w:t>
            </w:r>
          </w:p>
        </w:tc>
        <w:tc>
          <w:tcPr>
            <w:tcW w:w="2539" w:type="dxa"/>
            <w:tcBorders>
              <w:top w:val="single" w:sz="4" w:space="0" w:color="auto"/>
              <w:left w:val="nil"/>
              <w:bottom w:val="single" w:sz="4" w:space="0" w:color="auto"/>
              <w:right w:val="single" w:sz="4" w:space="0" w:color="auto"/>
            </w:tcBorders>
          </w:tcPr>
          <w:p w14:paraId="0810EC01" w14:textId="77777777" w:rsidR="004E4E5C" w:rsidRPr="00A30D7A" w:rsidRDefault="004E4E5C" w:rsidP="00F6791E">
            <w:pPr>
              <w:rPr>
                <w:rFonts w:cs="Arial"/>
                <w:sz w:val="16"/>
                <w:szCs w:val="16"/>
              </w:rPr>
            </w:pPr>
            <w:r w:rsidRPr="00A30D7A">
              <w:rPr>
                <w:rFonts w:cs="Arial"/>
                <w:sz w:val="16"/>
                <w:szCs w:val="16"/>
              </w:rPr>
              <w:t>Sanitary sewer systems</w:t>
            </w:r>
          </w:p>
        </w:tc>
        <w:tc>
          <w:tcPr>
            <w:tcW w:w="529" w:type="dxa"/>
            <w:tcBorders>
              <w:left w:val="single" w:sz="4" w:space="0" w:color="auto"/>
            </w:tcBorders>
            <w:shd w:val="clear" w:color="auto" w:fill="auto"/>
          </w:tcPr>
          <w:p w14:paraId="0C3A84FC" w14:textId="77777777" w:rsidR="004E4E5C" w:rsidRPr="00A30D7A" w:rsidRDefault="004E4E5C" w:rsidP="00F6791E">
            <w:pPr>
              <w:rPr>
                <w:rFonts w:cs="Arial"/>
                <w:sz w:val="16"/>
                <w:szCs w:val="16"/>
              </w:rPr>
            </w:pPr>
          </w:p>
        </w:tc>
        <w:tc>
          <w:tcPr>
            <w:tcW w:w="483" w:type="dxa"/>
            <w:shd w:val="clear" w:color="auto" w:fill="auto"/>
          </w:tcPr>
          <w:p w14:paraId="3C0C67E0" w14:textId="77777777" w:rsidR="004E4E5C" w:rsidRPr="00A30D7A" w:rsidRDefault="004E4E5C" w:rsidP="00F6791E">
            <w:pPr>
              <w:rPr>
                <w:rFonts w:cs="Arial"/>
                <w:sz w:val="16"/>
                <w:szCs w:val="16"/>
              </w:rPr>
            </w:pPr>
          </w:p>
        </w:tc>
        <w:tc>
          <w:tcPr>
            <w:tcW w:w="483" w:type="dxa"/>
            <w:shd w:val="clear" w:color="auto" w:fill="auto"/>
          </w:tcPr>
          <w:p w14:paraId="42F9DC49" w14:textId="77777777" w:rsidR="004E4E5C" w:rsidRPr="00A30D7A" w:rsidRDefault="004E4E5C" w:rsidP="00F6791E">
            <w:pPr>
              <w:rPr>
                <w:rFonts w:cs="Arial"/>
                <w:sz w:val="16"/>
                <w:szCs w:val="16"/>
              </w:rPr>
            </w:pPr>
          </w:p>
        </w:tc>
        <w:tc>
          <w:tcPr>
            <w:tcW w:w="483" w:type="dxa"/>
            <w:shd w:val="clear" w:color="auto" w:fill="auto"/>
          </w:tcPr>
          <w:p w14:paraId="0684A32E" w14:textId="77777777" w:rsidR="004E4E5C" w:rsidRPr="00A30D7A" w:rsidRDefault="004E4E5C" w:rsidP="00F6791E">
            <w:pPr>
              <w:rPr>
                <w:rFonts w:cs="Arial"/>
                <w:sz w:val="16"/>
                <w:szCs w:val="16"/>
              </w:rPr>
            </w:pPr>
          </w:p>
        </w:tc>
        <w:tc>
          <w:tcPr>
            <w:tcW w:w="483" w:type="dxa"/>
            <w:shd w:val="clear" w:color="auto" w:fill="auto"/>
          </w:tcPr>
          <w:p w14:paraId="2974DA34" w14:textId="77777777" w:rsidR="004E4E5C" w:rsidRPr="00A30D7A" w:rsidRDefault="004E4E5C" w:rsidP="00F6791E">
            <w:pPr>
              <w:rPr>
                <w:rFonts w:cs="Arial"/>
                <w:sz w:val="16"/>
                <w:szCs w:val="16"/>
              </w:rPr>
            </w:pPr>
          </w:p>
        </w:tc>
        <w:tc>
          <w:tcPr>
            <w:tcW w:w="374" w:type="dxa"/>
            <w:shd w:val="clear" w:color="auto" w:fill="auto"/>
          </w:tcPr>
          <w:p w14:paraId="02E3C31A" w14:textId="77777777" w:rsidR="004E4E5C" w:rsidRPr="00A30D7A" w:rsidRDefault="004E4E5C" w:rsidP="00F6791E">
            <w:pPr>
              <w:rPr>
                <w:rFonts w:cs="Arial"/>
                <w:sz w:val="16"/>
                <w:szCs w:val="16"/>
              </w:rPr>
            </w:pPr>
          </w:p>
        </w:tc>
        <w:tc>
          <w:tcPr>
            <w:tcW w:w="426" w:type="dxa"/>
            <w:shd w:val="clear" w:color="auto" w:fill="auto"/>
          </w:tcPr>
          <w:p w14:paraId="76C0777C" w14:textId="77777777" w:rsidR="004E4E5C" w:rsidRPr="00A30D7A" w:rsidRDefault="004E4E5C" w:rsidP="00F6791E">
            <w:pPr>
              <w:rPr>
                <w:rFonts w:cs="Arial"/>
                <w:sz w:val="16"/>
                <w:szCs w:val="16"/>
              </w:rPr>
            </w:pPr>
          </w:p>
        </w:tc>
        <w:tc>
          <w:tcPr>
            <w:tcW w:w="701" w:type="dxa"/>
            <w:shd w:val="clear" w:color="auto" w:fill="auto"/>
          </w:tcPr>
          <w:p w14:paraId="50B4D559" w14:textId="77777777" w:rsidR="004E4E5C" w:rsidRPr="00A30D7A" w:rsidRDefault="004E4E5C" w:rsidP="00F6791E">
            <w:pPr>
              <w:rPr>
                <w:rFonts w:cs="Arial"/>
                <w:sz w:val="16"/>
                <w:szCs w:val="16"/>
              </w:rPr>
            </w:pPr>
          </w:p>
        </w:tc>
      </w:tr>
      <w:tr w:rsidR="004E4E5C" w:rsidRPr="00A30D7A" w14:paraId="7ACB051C" w14:textId="77777777" w:rsidTr="0063774F">
        <w:tc>
          <w:tcPr>
            <w:tcW w:w="1862" w:type="dxa"/>
            <w:tcBorders>
              <w:top w:val="nil"/>
              <w:left w:val="single" w:sz="4" w:space="0" w:color="auto"/>
              <w:bottom w:val="nil"/>
              <w:right w:val="nil"/>
            </w:tcBorders>
            <w:shd w:val="clear" w:color="auto" w:fill="auto"/>
          </w:tcPr>
          <w:p w14:paraId="1F71E7FD"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6FDD9712" w14:textId="77777777" w:rsidR="004E4E5C" w:rsidRPr="00A30D7A" w:rsidRDefault="004E4E5C" w:rsidP="00F6791E">
            <w:pPr>
              <w:rPr>
                <w:rFonts w:cs="Arial"/>
                <w:sz w:val="16"/>
                <w:szCs w:val="16"/>
              </w:rPr>
            </w:pPr>
            <w:r w:rsidRPr="00A30D7A">
              <w:rPr>
                <w:rFonts w:cs="Arial"/>
                <w:sz w:val="16"/>
                <w:szCs w:val="16"/>
              </w:rPr>
              <w:t>G3030</w:t>
            </w:r>
          </w:p>
        </w:tc>
        <w:tc>
          <w:tcPr>
            <w:tcW w:w="2539" w:type="dxa"/>
            <w:tcBorders>
              <w:top w:val="single" w:sz="4" w:space="0" w:color="auto"/>
              <w:left w:val="nil"/>
              <w:bottom w:val="single" w:sz="4" w:space="0" w:color="auto"/>
              <w:right w:val="single" w:sz="4" w:space="0" w:color="auto"/>
            </w:tcBorders>
          </w:tcPr>
          <w:p w14:paraId="22F9764A" w14:textId="77777777" w:rsidR="004E4E5C" w:rsidRPr="00A30D7A" w:rsidRDefault="004E4E5C" w:rsidP="00F6791E">
            <w:pPr>
              <w:rPr>
                <w:rFonts w:cs="Arial"/>
                <w:sz w:val="16"/>
                <w:szCs w:val="16"/>
              </w:rPr>
            </w:pPr>
            <w:r w:rsidRPr="00A30D7A">
              <w:rPr>
                <w:rFonts w:cs="Arial"/>
                <w:sz w:val="16"/>
                <w:szCs w:val="16"/>
              </w:rPr>
              <w:t>Storm sewer systems</w:t>
            </w:r>
          </w:p>
        </w:tc>
        <w:tc>
          <w:tcPr>
            <w:tcW w:w="529" w:type="dxa"/>
            <w:tcBorders>
              <w:left w:val="single" w:sz="4" w:space="0" w:color="auto"/>
            </w:tcBorders>
            <w:shd w:val="clear" w:color="auto" w:fill="auto"/>
          </w:tcPr>
          <w:p w14:paraId="573BCC53" w14:textId="77777777" w:rsidR="004E4E5C" w:rsidRPr="00A30D7A" w:rsidRDefault="004E4E5C" w:rsidP="00F6791E">
            <w:pPr>
              <w:rPr>
                <w:rFonts w:cs="Arial"/>
                <w:sz w:val="16"/>
                <w:szCs w:val="16"/>
              </w:rPr>
            </w:pPr>
          </w:p>
        </w:tc>
        <w:tc>
          <w:tcPr>
            <w:tcW w:w="483" w:type="dxa"/>
            <w:shd w:val="clear" w:color="auto" w:fill="auto"/>
          </w:tcPr>
          <w:p w14:paraId="2C1A6505" w14:textId="77777777" w:rsidR="004E4E5C" w:rsidRPr="00A30D7A" w:rsidRDefault="004E4E5C" w:rsidP="00F6791E">
            <w:pPr>
              <w:rPr>
                <w:rFonts w:cs="Arial"/>
                <w:sz w:val="16"/>
                <w:szCs w:val="16"/>
              </w:rPr>
            </w:pPr>
          </w:p>
        </w:tc>
        <w:tc>
          <w:tcPr>
            <w:tcW w:w="483" w:type="dxa"/>
            <w:shd w:val="clear" w:color="auto" w:fill="auto"/>
          </w:tcPr>
          <w:p w14:paraId="0BA234A1" w14:textId="77777777" w:rsidR="004E4E5C" w:rsidRPr="00A30D7A" w:rsidRDefault="004E4E5C" w:rsidP="00F6791E">
            <w:pPr>
              <w:rPr>
                <w:rFonts w:cs="Arial"/>
                <w:sz w:val="16"/>
                <w:szCs w:val="16"/>
              </w:rPr>
            </w:pPr>
          </w:p>
        </w:tc>
        <w:tc>
          <w:tcPr>
            <w:tcW w:w="483" w:type="dxa"/>
            <w:shd w:val="clear" w:color="auto" w:fill="auto"/>
          </w:tcPr>
          <w:p w14:paraId="68C9C6B9" w14:textId="77777777" w:rsidR="004E4E5C" w:rsidRPr="00A30D7A" w:rsidRDefault="004E4E5C" w:rsidP="00F6791E">
            <w:pPr>
              <w:rPr>
                <w:rFonts w:cs="Arial"/>
                <w:sz w:val="16"/>
                <w:szCs w:val="16"/>
              </w:rPr>
            </w:pPr>
          </w:p>
        </w:tc>
        <w:tc>
          <w:tcPr>
            <w:tcW w:w="483" w:type="dxa"/>
            <w:shd w:val="clear" w:color="auto" w:fill="auto"/>
          </w:tcPr>
          <w:p w14:paraId="1FD996ED" w14:textId="77777777" w:rsidR="004E4E5C" w:rsidRPr="00A30D7A" w:rsidRDefault="004E4E5C" w:rsidP="00F6791E">
            <w:pPr>
              <w:rPr>
                <w:rFonts w:cs="Arial"/>
                <w:sz w:val="16"/>
                <w:szCs w:val="16"/>
              </w:rPr>
            </w:pPr>
          </w:p>
        </w:tc>
        <w:tc>
          <w:tcPr>
            <w:tcW w:w="374" w:type="dxa"/>
            <w:shd w:val="clear" w:color="auto" w:fill="auto"/>
          </w:tcPr>
          <w:p w14:paraId="797FD544" w14:textId="77777777" w:rsidR="004E4E5C" w:rsidRPr="00A30D7A" w:rsidRDefault="004E4E5C" w:rsidP="00F6791E">
            <w:pPr>
              <w:rPr>
                <w:rFonts w:cs="Arial"/>
                <w:sz w:val="16"/>
                <w:szCs w:val="16"/>
              </w:rPr>
            </w:pPr>
          </w:p>
        </w:tc>
        <w:tc>
          <w:tcPr>
            <w:tcW w:w="426" w:type="dxa"/>
            <w:shd w:val="clear" w:color="auto" w:fill="auto"/>
          </w:tcPr>
          <w:p w14:paraId="3825835F" w14:textId="77777777" w:rsidR="004E4E5C" w:rsidRPr="00A30D7A" w:rsidRDefault="004E4E5C" w:rsidP="00F6791E">
            <w:pPr>
              <w:rPr>
                <w:rFonts w:cs="Arial"/>
                <w:sz w:val="16"/>
                <w:szCs w:val="16"/>
              </w:rPr>
            </w:pPr>
          </w:p>
        </w:tc>
        <w:tc>
          <w:tcPr>
            <w:tcW w:w="701" w:type="dxa"/>
            <w:shd w:val="clear" w:color="auto" w:fill="auto"/>
          </w:tcPr>
          <w:p w14:paraId="122D9C1F" w14:textId="77777777" w:rsidR="004E4E5C" w:rsidRPr="00A30D7A" w:rsidRDefault="004E4E5C" w:rsidP="00F6791E">
            <w:pPr>
              <w:rPr>
                <w:rFonts w:cs="Arial"/>
                <w:sz w:val="16"/>
                <w:szCs w:val="16"/>
              </w:rPr>
            </w:pPr>
          </w:p>
        </w:tc>
      </w:tr>
      <w:tr w:rsidR="004E4E5C" w:rsidRPr="00A30D7A" w14:paraId="4E165ADF" w14:textId="77777777" w:rsidTr="0063774F">
        <w:tc>
          <w:tcPr>
            <w:tcW w:w="1862" w:type="dxa"/>
            <w:tcBorders>
              <w:top w:val="nil"/>
              <w:left w:val="single" w:sz="4" w:space="0" w:color="auto"/>
              <w:bottom w:val="nil"/>
              <w:right w:val="nil"/>
            </w:tcBorders>
            <w:shd w:val="clear" w:color="auto" w:fill="auto"/>
          </w:tcPr>
          <w:p w14:paraId="598FF7AF"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31DDFCD" w14:textId="77777777" w:rsidR="004E4E5C" w:rsidRPr="00A30D7A" w:rsidRDefault="004E4E5C" w:rsidP="00F6791E">
            <w:pPr>
              <w:rPr>
                <w:rFonts w:cs="Arial"/>
                <w:sz w:val="16"/>
                <w:szCs w:val="16"/>
              </w:rPr>
            </w:pPr>
            <w:r w:rsidRPr="00A30D7A">
              <w:rPr>
                <w:rFonts w:cs="Arial"/>
                <w:sz w:val="16"/>
                <w:szCs w:val="16"/>
              </w:rPr>
              <w:t>G3040</w:t>
            </w:r>
          </w:p>
        </w:tc>
        <w:tc>
          <w:tcPr>
            <w:tcW w:w="2539" w:type="dxa"/>
            <w:tcBorders>
              <w:top w:val="single" w:sz="4" w:space="0" w:color="auto"/>
              <w:left w:val="nil"/>
              <w:bottom w:val="single" w:sz="4" w:space="0" w:color="auto"/>
              <w:right w:val="single" w:sz="4" w:space="0" w:color="auto"/>
            </w:tcBorders>
          </w:tcPr>
          <w:p w14:paraId="2C1F6C2D" w14:textId="77777777" w:rsidR="004E4E5C" w:rsidRPr="00A30D7A" w:rsidRDefault="004E4E5C" w:rsidP="00F6791E">
            <w:pPr>
              <w:rPr>
                <w:rFonts w:cs="Arial"/>
                <w:sz w:val="16"/>
                <w:szCs w:val="16"/>
              </w:rPr>
            </w:pPr>
            <w:r w:rsidRPr="00A30D7A">
              <w:rPr>
                <w:rFonts w:cs="Arial"/>
                <w:sz w:val="16"/>
                <w:szCs w:val="16"/>
              </w:rPr>
              <w:t>Heating distribution</w:t>
            </w:r>
          </w:p>
        </w:tc>
        <w:tc>
          <w:tcPr>
            <w:tcW w:w="529" w:type="dxa"/>
            <w:tcBorders>
              <w:left w:val="single" w:sz="4" w:space="0" w:color="auto"/>
            </w:tcBorders>
            <w:shd w:val="clear" w:color="auto" w:fill="auto"/>
          </w:tcPr>
          <w:p w14:paraId="4C85D6BC" w14:textId="77777777" w:rsidR="004E4E5C" w:rsidRPr="00A30D7A" w:rsidRDefault="004E4E5C" w:rsidP="00F6791E">
            <w:pPr>
              <w:rPr>
                <w:rFonts w:cs="Arial"/>
                <w:sz w:val="16"/>
                <w:szCs w:val="16"/>
              </w:rPr>
            </w:pPr>
          </w:p>
        </w:tc>
        <w:tc>
          <w:tcPr>
            <w:tcW w:w="483" w:type="dxa"/>
            <w:shd w:val="clear" w:color="auto" w:fill="auto"/>
          </w:tcPr>
          <w:p w14:paraId="458BD9B7" w14:textId="77777777" w:rsidR="004E4E5C" w:rsidRPr="00A30D7A" w:rsidRDefault="004E4E5C" w:rsidP="00F6791E">
            <w:pPr>
              <w:rPr>
                <w:rFonts w:cs="Arial"/>
                <w:sz w:val="16"/>
                <w:szCs w:val="16"/>
              </w:rPr>
            </w:pPr>
          </w:p>
        </w:tc>
        <w:tc>
          <w:tcPr>
            <w:tcW w:w="483" w:type="dxa"/>
            <w:shd w:val="clear" w:color="auto" w:fill="auto"/>
          </w:tcPr>
          <w:p w14:paraId="212C1F25" w14:textId="77777777" w:rsidR="004E4E5C" w:rsidRPr="00A30D7A" w:rsidRDefault="004E4E5C" w:rsidP="00F6791E">
            <w:pPr>
              <w:rPr>
                <w:rFonts w:cs="Arial"/>
                <w:sz w:val="16"/>
                <w:szCs w:val="16"/>
              </w:rPr>
            </w:pPr>
          </w:p>
        </w:tc>
        <w:tc>
          <w:tcPr>
            <w:tcW w:w="483" w:type="dxa"/>
            <w:shd w:val="clear" w:color="auto" w:fill="auto"/>
          </w:tcPr>
          <w:p w14:paraId="34B383DE" w14:textId="77777777" w:rsidR="004E4E5C" w:rsidRPr="00A30D7A" w:rsidRDefault="004E4E5C" w:rsidP="00F6791E">
            <w:pPr>
              <w:rPr>
                <w:rFonts w:cs="Arial"/>
                <w:sz w:val="16"/>
                <w:szCs w:val="16"/>
              </w:rPr>
            </w:pPr>
          </w:p>
        </w:tc>
        <w:tc>
          <w:tcPr>
            <w:tcW w:w="483" w:type="dxa"/>
            <w:shd w:val="clear" w:color="auto" w:fill="auto"/>
          </w:tcPr>
          <w:p w14:paraId="65D6A2AE" w14:textId="77777777" w:rsidR="004E4E5C" w:rsidRPr="00A30D7A" w:rsidRDefault="004E4E5C" w:rsidP="00F6791E">
            <w:pPr>
              <w:rPr>
                <w:rFonts w:cs="Arial"/>
                <w:sz w:val="16"/>
                <w:szCs w:val="16"/>
              </w:rPr>
            </w:pPr>
          </w:p>
        </w:tc>
        <w:tc>
          <w:tcPr>
            <w:tcW w:w="374" w:type="dxa"/>
            <w:shd w:val="clear" w:color="auto" w:fill="auto"/>
          </w:tcPr>
          <w:p w14:paraId="762BCE8A" w14:textId="77777777" w:rsidR="004E4E5C" w:rsidRPr="00A30D7A" w:rsidRDefault="004E4E5C" w:rsidP="00F6791E">
            <w:pPr>
              <w:rPr>
                <w:rFonts w:cs="Arial"/>
                <w:sz w:val="16"/>
                <w:szCs w:val="16"/>
              </w:rPr>
            </w:pPr>
          </w:p>
        </w:tc>
        <w:tc>
          <w:tcPr>
            <w:tcW w:w="426" w:type="dxa"/>
            <w:shd w:val="clear" w:color="auto" w:fill="auto"/>
          </w:tcPr>
          <w:p w14:paraId="099F8277" w14:textId="77777777" w:rsidR="004E4E5C" w:rsidRPr="00A30D7A" w:rsidRDefault="004E4E5C" w:rsidP="00F6791E">
            <w:pPr>
              <w:rPr>
                <w:rFonts w:cs="Arial"/>
                <w:sz w:val="16"/>
                <w:szCs w:val="16"/>
              </w:rPr>
            </w:pPr>
          </w:p>
        </w:tc>
        <w:tc>
          <w:tcPr>
            <w:tcW w:w="701" w:type="dxa"/>
            <w:shd w:val="clear" w:color="auto" w:fill="auto"/>
          </w:tcPr>
          <w:p w14:paraId="475CCC4C" w14:textId="77777777" w:rsidR="004E4E5C" w:rsidRPr="00A30D7A" w:rsidRDefault="004E4E5C" w:rsidP="00F6791E">
            <w:pPr>
              <w:rPr>
                <w:rFonts w:cs="Arial"/>
                <w:sz w:val="16"/>
                <w:szCs w:val="16"/>
              </w:rPr>
            </w:pPr>
          </w:p>
        </w:tc>
      </w:tr>
      <w:tr w:rsidR="004E4E5C" w:rsidRPr="00A30D7A" w14:paraId="05F64F92" w14:textId="77777777" w:rsidTr="0063774F">
        <w:tc>
          <w:tcPr>
            <w:tcW w:w="1862" w:type="dxa"/>
            <w:tcBorders>
              <w:top w:val="nil"/>
              <w:left w:val="single" w:sz="4" w:space="0" w:color="auto"/>
              <w:bottom w:val="nil"/>
              <w:right w:val="nil"/>
            </w:tcBorders>
            <w:shd w:val="clear" w:color="auto" w:fill="auto"/>
          </w:tcPr>
          <w:p w14:paraId="4AA8FFFE"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50718B17" w14:textId="77777777" w:rsidR="004E4E5C" w:rsidRPr="00A30D7A" w:rsidRDefault="004E4E5C" w:rsidP="00F6791E">
            <w:pPr>
              <w:rPr>
                <w:rFonts w:cs="Arial"/>
                <w:sz w:val="16"/>
                <w:szCs w:val="16"/>
              </w:rPr>
            </w:pPr>
            <w:r w:rsidRPr="00A30D7A">
              <w:rPr>
                <w:rFonts w:cs="Arial"/>
                <w:sz w:val="16"/>
                <w:szCs w:val="16"/>
              </w:rPr>
              <w:t>G3050</w:t>
            </w:r>
          </w:p>
        </w:tc>
        <w:tc>
          <w:tcPr>
            <w:tcW w:w="2539" w:type="dxa"/>
            <w:tcBorders>
              <w:top w:val="single" w:sz="4" w:space="0" w:color="auto"/>
              <w:left w:val="nil"/>
              <w:bottom w:val="single" w:sz="4" w:space="0" w:color="auto"/>
              <w:right w:val="single" w:sz="4" w:space="0" w:color="auto"/>
            </w:tcBorders>
          </w:tcPr>
          <w:p w14:paraId="2EF1C6B3" w14:textId="77777777" w:rsidR="004E4E5C" w:rsidRPr="00A30D7A" w:rsidRDefault="004E4E5C" w:rsidP="00F6791E">
            <w:pPr>
              <w:rPr>
                <w:rFonts w:cs="Arial"/>
                <w:sz w:val="16"/>
                <w:szCs w:val="16"/>
              </w:rPr>
            </w:pPr>
            <w:r w:rsidRPr="00A30D7A">
              <w:rPr>
                <w:rFonts w:cs="Arial"/>
                <w:sz w:val="16"/>
                <w:szCs w:val="16"/>
              </w:rPr>
              <w:t>Cooling distribution</w:t>
            </w:r>
          </w:p>
        </w:tc>
        <w:tc>
          <w:tcPr>
            <w:tcW w:w="529" w:type="dxa"/>
            <w:tcBorders>
              <w:left w:val="single" w:sz="4" w:space="0" w:color="auto"/>
            </w:tcBorders>
            <w:shd w:val="clear" w:color="auto" w:fill="auto"/>
          </w:tcPr>
          <w:p w14:paraId="0C609699" w14:textId="77777777" w:rsidR="004E4E5C" w:rsidRPr="00A30D7A" w:rsidRDefault="004E4E5C" w:rsidP="00F6791E">
            <w:pPr>
              <w:rPr>
                <w:rFonts w:cs="Arial"/>
                <w:sz w:val="16"/>
                <w:szCs w:val="16"/>
              </w:rPr>
            </w:pPr>
          </w:p>
        </w:tc>
        <w:tc>
          <w:tcPr>
            <w:tcW w:w="483" w:type="dxa"/>
            <w:shd w:val="clear" w:color="auto" w:fill="auto"/>
          </w:tcPr>
          <w:p w14:paraId="707E2FB0" w14:textId="77777777" w:rsidR="004E4E5C" w:rsidRPr="00A30D7A" w:rsidRDefault="004E4E5C" w:rsidP="00F6791E">
            <w:pPr>
              <w:rPr>
                <w:rFonts w:cs="Arial"/>
                <w:sz w:val="16"/>
                <w:szCs w:val="16"/>
              </w:rPr>
            </w:pPr>
          </w:p>
        </w:tc>
        <w:tc>
          <w:tcPr>
            <w:tcW w:w="483" w:type="dxa"/>
            <w:shd w:val="clear" w:color="auto" w:fill="auto"/>
          </w:tcPr>
          <w:p w14:paraId="33F87769" w14:textId="77777777" w:rsidR="004E4E5C" w:rsidRPr="00A30D7A" w:rsidRDefault="004E4E5C" w:rsidP="00F6791E">
            <w:pPr>
              <w:rPr>
                <w:rFonts w:cs="Arial"/>
                <w:sz w:val="16"/>
                <w:szCs w:val="16"/>
              </w:rPr>
            </w:pPr>
          </w:p>
        </w:tc>
        <w:tc>
          <w:tcPr>
            <w:tcW w:w="483" w:type="dxa"/>
            <w:shd w:val="clear" w:color="auto" w:fill="auto"/>
          </w:tcPr>
          <w:p w14:paraId="5E09D660" w14:textId="77777777" w:rsidR="004E4E5C" w:rsidRPr="00A30D7A" w:rsidRDefault="004E4E5C" w:rsidP="00F6791E">
            <w:pPr>
              <w:rPr>
                <w:rFonts w:cs="Arial"/>
                <w:sz w:val="16"/>
                <w:szCs w:val="16"/>
              </w:rPr>
            </w:pPr>
          </w:p>
        </w:tc>
        <w:tc>
          <w:tcPr>
            <w:tcW w:w="483" w:type="dxa"/>
            <w:shd w:val="clear" w:color="auto" w:fill="auto"/>
          </w:tcPr>
          <w:p w14:paraId="3A721BE8" w14:textId="77777777" w:rsidR="004E4E5C" w:rsidRPr="00A30D7A" w:rsidRDefault="004E4E5C" w:rsidP="00F6791E">
            <w:pPr>
              <w:rPr>
                <w:rFonts w:cs="Arial"/>
                <w:sz w:val="16"/>
                <w:szCs w:val="16"/>
              </w:rPr>
            </w:pPr>
          </w:p>
        </w:tc>
        <w:tc>
          <w:tcPr>
            <w:tcW w:w="374" w:type="dxa"/>
            <w:shd w:val="clear" w:color="auto" w:fill="auto"/>
          </w:tcPr>
          <w:p w14:paraId="46A576DC" w14:textId="77777777" w:rsidR="004E4E5C" w:rsidRPr="00A30D7A" w:rsidRDefault="004E4E5C" w:rsidP="00F6791E">
            <w:pPr>
              <w:rPr>
                <w:rFonts w:cs="Arial"/>
                <w:sz w:val="16"/>
                <w:szCs w:val="16"/>
              </w:rPr>
            </w:pPr>
          </w:p>
        </w:tc>
        <w:tc>
          <w:tcPr>
            <w:tcW w:w="426" w:type="dxa"/>
            <w:shd w:val="clear" w:color="auto" w:fill="auto"/>
          </w:tcPr>
          <w:p w14:paraId="54CDBF1F" w14:textId="77777777" w:rsidR="004E4E5C" w:rsidRPr="00A30D7A" w:rsidRDefault="004E4E5C" w:rsidP="00F6791E">
            <w:pPr>
              <w:rPr>
                <w:rFonts w:cs="Arial"/>
                <w:sz w:val="16"/>
                <w:szCs w:val="16"/>
              </w:rPr>
            </w:pPr>
          </w:p>
        </w:tc>
        <w:tc>
          <w:tcPr>
            <w:tcW w:w="701" w:type="dxa"/>
            <w:shd w:val="clear" w:color="auto" w:fill="auto"/>
          </w:tcPr>
          <w:p w14:paraId="7429E2FF" w14:textId="77777777" w:rsidR="004E4E5C" w:rsidRPr="00A30D7A" w:rsidRDefault="004E4E5C" w:rsidP="00F6791E">
            <w:pPr>
              <w:rPr>
                <w:rFonts w:cs="Arial"/>
                <w:sz w:val="16"/>
                <w:szCs w:val="16"/>
              </w:rPr>
            </w:pPr>
          </w:p>
        </w:tc>
      </w:tr>
      <w:tr w:rsidR="004E4E5C" w:rsidRPr="00A30D7A" w14:paraId="09286D48" w14:textId="77777777" w:rsidTr="0063774F">
        <w:tc>
          <w:tcPr>
            <w:tcW w:w="1862" w:type="dxa"/>
            <w:tcBorders>
              <w:top w:val="nil"/>
              <w:left w:val="single" w:sz="4" w:space="0" w:color="auto"/>
              <w:bottom w:val="nil"/>
              <w:right w:val="nil"/>
            </w:tcBorders>
            <w:shd w:val="clear" w:color="auto" w:fill="auto"/>
          </w:tcPr>
          <w:p w14:paraId="55573C20"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0EAA7849" w14:textId="77777777" w:rsidR="004E4E5C" w:rsidRPr="00A30D7A" w:rsidRDefault="004E4E5C" w:rsidP="00F6791E">
            <w:pPr>
              <w:rPr>
                <w:rFonts w:cs="Arial"/>
                <w:sz w:val="16"/>
                <w:szCs w:val="16"/>
              </w:rPr>
            </w:pPr>
            <w:r w:rsidRPr="00A30D7A">
              <w:rPr>
                <w:rFonts w:cs="Arial"/>
                <w:sz w:val="16"/>
                <w:szCs w:val="16"/>
              </w:rPr>
              <w:t>G3060</w:t>
            </w:r>
          </w:p>
        </w:tc>
        <w:tc>
          <w:tcPr>
            <w:tcW w:w="2539" w:type="dxa"/>
            <w:tcBorders>
              <w:top w:val="single" w:sz="4" w:space="0" w:color="auto"/>
              <w:left w:val="nil"/>
              <w:bottom w:val="single" w:sz="4" w:space="0" w:color="auto"/>
              <w:right w:val="single" w:sz="4" w:space="0" w:color="auto"/>
            </w:tcBorders>
          </w:tcPr>
          <w:p w14:paraId="3CD54822" w14:textId="77777777" w:rsidR="004E4E5C" w:rsidRPr="00A30D7A" w:rsidRDefault="004E4E5C" w:rsidP="00F6791E">
            <w:pPr>
              <w:rPr>
                <w:rFonts w:cs="Arial"/>
                <w:sz w:val="16"/>
                <w:szCs w:val="16"/>
              </w:rPr>
            </w:pPr>
            <w:r w:rsidRPr="00A30D7A">
              <w:rPr>
                <w:rFonts w:cs="Arial"/>
                <w:sz w:val="16"/>
                <w:szCs w:val="16"/>
              </w:rPr>
              <w:t>Fuel distribution</w:t>
            </w:r>
          </w:p>
        </w:tc>
        <w:tc>
          <w:tcPr>
            <w:tcW w:w="529" w:type="dxa"/>
            <w:tcBorders>
              <w:left w:val="single" w:sz="4" w:space="0" w:color="auto"/>
            </w:tcBorders>
            <w:shd w:val="clear" w:color="auto" w:fill="auto"/>
          </w:tcPr>
          <w:p w14:paraId="5D3D225B" w14:textId="77777777" w:rsidR="004E4E5C" w:rsidRPr="00A30D7A" w:rsidRDefault="004E4E5C" w:rsidP="00F6791E">
            <w:pPr>
              <w:rPr>
                <w:rFonts w:cs="Arial"/>
                <w:sz w:val="16"/>
                <w:szCs w:val="16"/>
              </w:rPr>
            </w:pPr>
          </w:p>
        </w:tc>
        <w:tc>
          <w:tcPr>
            <w:tcW w:w="483" w:type="dxa"/>
            <w:shd w:val="clear" w:color="auto" w:fill="auto"/>
          </w:tcPr>
          <w:p w14:paraId="0D5BED61" w14:textId="77777777" w:rsidR="004E4E5C" w:rsidRPr="00A30D7A" w:rsidRDefault="004E4E5C" w:rsidP="00F6791E">
            <w:pPr>
              <w:rPr>
                <w:rFonts w:cs="Arial"/>
                <w:sz w:val="16"/>
                <w:szCs w:val="16"/>
              </w:rPr>
            </w:pPr>
          </w:p>
        </w:tc>
        <w:tc>
          <w:tcPr>
            <w:tcW w:w="483" w:type="dxa"/>
            <w:shd w:val="clear" w:color="auto" w:fill="auto"/>
          </w:tcPr>
          <w:p w14:paraId="1AAE606E" w14:textId="77777777" w:rsidR="004E4E5C" w:rsidRPr="00A30D7A" w:rsidRDefault="004E4E5C" w:rsidP="00F6791E">
            <w:pPr>
              <w:rPr>
                <w:rFonts w:cs="Arial"/>
                <w:sz w:val="16"/>
                <w:szCs w:val="16"/>
              </w:rPr>
            </w:pPr>
          </w:p>
        </w:tc>
        <w:tc>
          <w:tcPr>
            <w:tcW w:w="483" w:type="dxa"/>
            <w:shd w:val="clear" w:color="auto" w:fill="auto"/>
          </w:tcPr>
          <w:p w14:paraId="2EB62CA9" w14:textId="77777777" w:rsidR="004E4E5C" w:rsidRPr="00A30D7A" w:rsidRDefault="004E4E5C" w:rsidP="00F6791E">
            <w:pPr>
              <w:rPr>
                <w:rFonts w:cs="Arial"/>
                <w:sz w:val="16"/>
                <w:szCs w:val="16"/>
              </w:rPr>
            </w:pPr>
          </w:p>
        </w:tc>
        <w:tc>
          <w:tcPr>
            <w:tcW w:w="483" w:type="dxa"/>
            <w:shd w:val="clear" w:color="auto" w:fill="auto"/>
          </w:tcPr>
          <w:p w14:paraId="1DDC1AED" w14:textId="77777777" w:rsidR="004E4E5C" w:rsidRPr="00A30D7A" w:rsidRDefault="004E4E5C" w:rsidP="00F6791E">
            <w:pPr>
              <w:rPr>
                <w:rFonts w:cs="Arial"/>
                <w:sz w:val="16"/>
                <w:szCs w:val="16"/>
              </w:rPr>
            </w:pPr>
          </w:p>
        </w:tc>
        <w:tc>
          <w:tcPr>
            <w:tcW w:w="374" w:type="dxa"/>
            <w:shd w:val="clear" w:color="auto" w:fill="auto"/>
          </w:tcPr>
          <w:p w14:paraId="2001AD2C" w14:textId="77777777" w:rsidR="004E4E5C" w:rsidRPr="00A30D7A" w:rsidRDefault="004E4E5C" w:rsidP="00F6791E">
            <w:pPr>
              <w:rPr>
                <w:rFonts w:cs="Arial"/>
                <w:sz w:val="16"/>
                <w:szCs w:val="16"/>
              </w:rPr>
            </w:pPr>
          </w:p>
        </w:tc>
        <w:tc>
          <w:tcPr>
            <w:tcW w:w="426" w:type="dxa"/>
            <w:shd w:val="clear" w:color="auto" w:fill="auto"/>
          </w:tcPr>
          <w:p w14:paraId="7B5D37DD" w14:textId="77777777" w:rsidR="004E4E5C" w:rsidRPr="00A30D7A" w:rsidRDefault="004E4E5C" w:rsidP="00F6791E">
            <w:pPr>
              <w:rPr>
                <w:rFonts w:cs="Arial"/>
                <w:sz w:val="16"/>
                <w:szCs w:val="16"/>
              </w:rPr>
            </w:pPr>
          </w:p>
        </w:tc>
        <w:tc>
          <w:tcPr>
            <w:tcW w:w="701" w:type="dxa"/>
            <w:shd w:val="clear" w:color="auto" w:fill="auto"/>
          </w:tcPr>
          <w:p w14:paraId="4235130B" w14:textId="77777777" w:rsidR="004E4E5C" w:rsidRPr="00A30D7A" w:rsidRDefault="004E4E5C" w:rsidP="00F6791E">
            <w:pPr>
              <w:rPr>
                <w:rFonts w:cs="Arial"/>
                <w:sz w:val="16"/>
                <w:szCs w:val="16"/>
              </w:rPr>
            </w:pPr>
          </w:p>
        </w:tc>
      </w:tr>
      <w:tr w:rsidR="004E4E5C" w:rsidRPr="00A30D7A" w14:paraId="7F28CB74" w14:textId="77777777" w:rsidTr="0063774F">
        <w:tc>
          <w:tcPr>
            <w:tcW w:w="1862" w:type="dxa"/>
            <w:tcBorders>
              <w:top w:val="nil"/>
              <w:left w:val="single" w:sz="4" w:space="0" w:color="auto"/>
              <w:bottom w:val="single" w:sz="4" w:space="0" w:color="auto"/>
              <w:right w:val="nil"/>
            </w:tcBorders>
            <w:shd w:val="clear" w:color="auto" w:fill="auto"/>
          </w:tcPr>
          <w:p w14:paraId="6EF5264A"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4DCADB7E" w14:textId="77777777" w:rsidR="004E4E5C" w:rsidRPr="00A30D7A" w:rsidRDefault="004E4E5C" w:rsidP="00F6791E">
            <w:pPr>
              <w:rPr>
                <w:rFonts w:cs="Arial"/>
                <w:sz w:val="16"/>
                <w:szCs w:val="16"/>
              </w:rPr>
            </w:pPr>
            <w:r w:rsidRPr="00A30D7A">
              <w:rPr>
                <w:rFonts w:cs="Arial"/>
                <w:sz w:val="16"/>
                <w:szCs w:val="16"/>
              </w:rPr>
              <w:t>G3090</w:t>
            </w:r>
          </w:p>
        </w:tc>
        <w:tc>
          <w:tcPr>
            <w:tcW w:w="2539" w:type="dxa"/>
            <w:tcBorders>
              <w:top w:val="single" w:sz="4" w:space="0" w:color="auto"/>
              <w:left w:val="nil"/>
              <w:bottom w:val="single" w:sz="4" w:space="0" w:color="auto"/>
              <w:right w:val="single" w:sz="4" w:space="0" w:color="auto"/>
            </w:tcBorders>
          </w:tcPr>
          <w:p w14:paraId="7A535F4A" w14:textId="77777777" w:rsidR="004E4E5C" w:rsidRPr="00A30D7A" w:rsidRDefault="004E4E5C" w:rsidP="00F6791E">
            <w:pPr>
              <w:rPr>
                <w:rFonts w:cs="Arial"/>
                <w:sz w:val="16"/>
                <w:szCs w:val="16"/>
              </w:rPr>
            </w:pPr>
            <w:r w:rsidRPr="00A30D7A">
              <w:rPr>
                <w:rFonts w:cs="Arial"/>
                <w:sz w:val="16"/>
                <w:szCs w:val="16"/>
              </w:rPr>
              <w:t>Other civil/mechanical utilities</w:t>
            </w:r>
          </w:p>
        </w:tc>
        <w:tc>
          <w:tcPr>
            <w:tcW w:w="529" w:type="dxa"/>
            <w:tcBorders>
              <w:left w:val="single" w:sz="4" w:space="0" w:color="auto"/>
            </w:tcBorders>
            <w:shd w:val="clear" w:color="auto" w:fill="auto"/>
          </w:tcPr>
          <w:p w14:paraId="6B7B9703" w14:textId="77777777" w:rsidR="004E4E5C" w:rsidRPr="00A30D7A" w:rsidRDefault="004E4E5C" w:rsidP="00F6791E">
            <w:pPr>
              <w:rPr>
                <w:rFonts w:cs="Arial"/>
                <w:sz w:val="16"/>
                <w:szCs w:val="16"/>
              </w:rPr>
            </w:pPr>
          </w:p>
        </w:tc>
        <w:tc>
          <w:tcPr>
            <w:tcW w:w="483" w:type="dxa"/>
            <w:shd w:val="clear" w:color="auto" w:fill="auto"/>
          </w:tcPr>
          <w:p w14:paraId="7F5D351D" w14:textId="77777777" w:rsidR="004E4E5C" w:rsidRPr="00A30D7A" w:rsidRDefault="004E4E5C" w:rsidP="00F6791E">
            <w:pPr>
              <w:rPr>
                <w:rFonts w:cs="Arial"/>
                <w:sz w:val="16"/>
                <w:szCs w:val="16"/>
              </w:rPr>
            </w:pPr>
          </w:p>
        </w:tc>
        <w:tc>
          <w:tcPr>
            <w:tcW w:w="483" w:type="dxa"/>
            <w:shd w:val="clear" w:color="auto" w:fill="auto"/>
          </w:tcPr>
          <w:p w14:paraId="35CB9073" w14:textId="77777777" w:rsidR="004E4E5C" w:rsidRPr="00A30D7A" w:rsidRDefault="004E4E5C" w:rsidP="00F6791E">
            <w:pPr>
              <w:rPr>
                <w:rFonts w:cs="Arial"/>
                <w:sz w:val="16"/>
                <w:szCs w:val="16"/>
              </w:rPr>
            </w:pPr>
          </w:p>
        </w:tc>
        <w:tc>
          <w:tcPr>
            <w:tcW w:w="483" w:type="dxa"/>
            <w:shd w:val="clear" w:color="auto" w:fill="auto"/>
          </w:tcPr>
          <w:p w14:paraId="5D714971" w14:textId="77777777" w:rsidR="004E4E5C" w:rsidRPr="00A30D7A" w:rsidRDefault="004E4E5C" w:rsidP="00F6791E">
            <w:pPr>
              <w:rPr>
                <w:rFonts w:cs="Arial"/>
                <w:sz w:val="16"/>
                <w:szCs w:val="16"/>
              </w:rPr>
            </w:pPr>
          </w:p>
        </w:tc>
        <w:tc>
          <w:tcPr>
            <w:tcW w:w="483" w:type="dxa"/>
            <w:shd w:val="clear" w:color="auto" w:fill="auto"/>
          </w:tcPr>
          <w:p w14:paraId="5E1B60B2" w14:textId="77777777" w:rsidR="004E4E5C" w:rsidRPr="00A30D7A" w:rsidRDefault="004E4E5C" w:rsidP="00F6791E">
            <w:pPr>
              <w:rPr>
                <w:rFonts w:cs="Arial"/>
                <w:sz w:val="16"/>
                <w:szCs w:val="16"/>
              </w:rPr>
            </w:pPr>
          </w:p>
        </w:tc>
        <w:tc>
          <w:tcPr>
            <w:tcW w:w="374" w:type="dxa"/>
            <w:shd w:val="clear" w:color="auto" w:fill="auto"/>
          </w:tcPr>
          <w:p w14:paraId="5B59750A" w14:textId="77777777" w:rsidR="004E4E5C" w:rsidRPr="00A30D7A" w:rsidRDefault="004E4E5C" w:rsidP="00F6791E">
            <w:pPr>
              <w:rPr>
                <w:rFonts w:cs="Arial"/>
                <w:sz w:val="16"/>
                <w:szCs w:val="16"/>
              </w:rPr>
            </w:pPr>
          </w:p>
        </w:tc>
        <w:tc>
          <w:tcPr>
            <w:tcW w:w="426" w:type="dxa"/>
            <w:shd w:val="clear" w:color="auto" w:fill="auto"/>
          </w:tcPr>
          <w:p w14:paraId="11EBDB73" w14:textId="77777777" w:rsidR="004E4E5C" w:rsidRPr="00A30D7A" w:rsidRDefault="004E4E5C" w:rsidP="00F6791E">
            <w:pPr>
              <w:rPr>
                <w:rFonts w:cs="Arial"/>
                <w:sz w:val="16"/>
                <w:szCs w:val="16"/>
              </w:rPr>
            </w:pPr>
          </w:p>
        </w:tc>
        <w:tc>
          <w:tcPr>
            <w:tcW w:w="701" w:type="dxa"/>
            <w:shd w:val="clear" w:color="auto" w:fill="auto"/>
          </w:tcPr>
          <w:p w14:paraId="204E83F3" w14:textId="77777777" w:rsidR="004E4E5C" w:rsidRPr="00A30D7A" w:rsidRDefault="004E4E5C" w:rsidP="00F6791E">
            <w:pPr>
              <w:rPr>
                <w:rFonts w:cs="Arial"/>
                <w:sz w:val="16"/>
                <w:szCs w:val="16"/>
              </w:rPr>
            </w:pPr>
          </w:p>
        </w:tc>
      </w:tr>
      <w:tr w:rsidR="004E4E5C" w:rsidRPr="00A30D7A" w14:paraId="1FFECF78" w14:textId="77777777" w:rsidTr="0063774F">
        <w:tc>
          <w:tcPr>
            <w:tcW w:w="1862" w:type="dxa"/>
            <w:tcBorders>
              <w:top w:val="single" w:sz="4" w:space="0" w:color="auto"/>
              <w:left w:val="single" w:sz="4" w:space="0" w:color="auto"/>
              <w:bottom w:val="nil"/>
              <w:right w:val="nil"/>
            </w:tcBorders>
            <w:shd w:val="clear" w:color="auto" w:fill="auto"/>
          </w:tcPr>
          <w:p w14:paraId="5B121A99" w14:textId="77777777" w:rsidR="004E4E5C" w:rsidRPr="00A30D7A" w:rsidRDefault="004E4E5C" w:rsidP="00F6791E">
            <w:pPr>
              <w:rPr>
                <w:rFonts w:cs="Arial"/>
                <w:sz w:val="16"/>
                <w:szCs w:val="16"/>
              </w:rPr>
            </w:pPr>
            <w:r w:rsidRPr="00A30D7A">
              <w:rPr>
                <w:rFonts w:cs="Arial"/>
                <w:sz w:val="16"/>
                <w:szCs w:val="16"/>
              </w:rPr>
              <w:t>G40   Site electrical utilities</w:t>
            </w:r>
          </w:p>
        </w:tc>
        <w:tc>
          <w:tcPr>
            <w:tcW w:w="697" w:type="dxa"/>
            <w:tcBorders>
              <w:top w:val="single" w:sz="4" w:space="0" w:color="auto"/>
              <w:left w:val="nil"/>
              <w:bottom w:val="single" w:sz="4" w:space="0" w:color="auto"/>
              <w:right w:val="nil"/>
            </w:tcBorders>
          </w:tcPr>
          <w:p w14:paraId="60934A5A" w14:textId="77777777" w:rsidR="004E4E5C" w:rsidRPr="00A30D7A" w:rsidRDefault="004E4E5C" w:rsidP="00F6791E">
            <w:pPr>
              <w:rPr>
                <w:rFonts w:cs="Arial"/>
                <w:sz w:val="16"/>
                <w:szCs w:val="16"/>
              </w:rPr>
            </w:pPr>
            <w:r w:rsidRPr="00A30D7A">
              <w:rPr>
                <w:rFonts w:cs="Arial"/>
                <w:sz w:val="16"/>
                <w:szCs w:val="16"/>
              </w:rPr>
              <w:t>G4010</w:t>
            </w:r>
          </w:p>
        </w:tc>
        <w:tc>
          <w:tcPr>
            <w:tcW w:w="2539" w:type="dxa"/>
            <w:tcBorders>
              <w:top w:val="single" w:sz="4" w:space="0" w:color="auto"/>
              <w:left w:val="nil"/>
              <w:bottom w:val="single" w:sz="4" w:space="0" w:color="auto"/>
              <w:right w:val="single" w:sz="4" w:space="0" w:color="auto"/>
            </w:tcBorders>
          </w:tcPr>
          <w:p w14:paraId="0D9858AF" w14:textId="77777777" w:rsidR="004E4E5C" w:rsidRPr="00A30D7A" w:rsidRDefault="004E4E5C" w:rsidP="00F6791E">
            <w:pPr>
              <w:rPr>
                <w:rFonts w:cs="Arial"/>
                <w:sz w:val="16"/>
                <w:szCs w:val="16"/>
              </w:rPr>
            </w:pPr>
            <w:r w:rsidRPr="00A30D7A">
              <w:rPr>
                <w:rFonts w:cs="Arial"/>
                <w:sz w:val="16"/>
                <w:szCs w:val="16"/>
              </w:rPr>
              <w:t>Electrical distribution</w:t>
            </w:r>
          </w:p>
        </w:tc>
        <w:tc>
          <w:tcPr>
            <w:tcW w:w="529" w:type="dxa"/>
            <w:tcBorders>
              <w:left w:val="single" w:sz="4" w:space="0" w:color="auto"/>
            </w:tcBorders>
            <w:shd w:val="clear" w:color="auto" w:fill="auto"/>
          </w:tcPr>
          <w:p w14:paraId="288ED9F6" w14:textId="77777777" w:rsidR="004E4E5C" w:rsidRPr="00A30D7A" w:rsidRDefault="004E4E5C" w:rsidP="00F6791E">
            <w:pPr>
              <w:rPr>
                <w:rFonts w:cs="Arial"/>
                <w:sz w:val="16"/>
                <w:szCs w:val="16"/>
              </w:rPr>
            </w:pPr>
          </w:p>
        </w:tc>
        <w:tc>
          <w:tcPr>
            <w:tcW w:w="483" w:type="dxa"/>
            <w:shd w:val="clear" w:color="auto" w:fill="auto"/>
          </w:tcPr>
          <w:p w14:paraId="0B4C888A" w14:textId="77777777" w:rsidR="004E4E5C" w:rsidRPr="00A30D7A" w:rsidRDefault="004E4E5C" w:rsidP="00F6791E">
            <w:pPr>
              <w:rPr>
                <w:rFonts w:cs="Arial"/>
                <w:sz w:val="16"/>
                <w:szCs w:val="16"/>
              </w:rPr>
            </w:pPr>
          </w:p>
        </w:tc>
        <w:tc>
          <w:tcPr>
            <w:tcW w:w="483" w:type="dxa"/>
            <w:shd w:val="clear" w:color="auto" w:fill="auto"/>
          </w:tcPr>
          <w:p w14:paraId="121EC544" w14:textId="77777777" w:rsidR="004E4E5C" w:rsidRPr="00A30D7A" w:rsidRDefault="004E4E5C" w:rsidP="00F6791E">
            <w:pPr>
              <w:rPr>
                <w:rFonts w:cs="Arial"/>
                <w:sz w:val="16"/>
                <w:szCs w:val="16"/>
              </w:rPr>
            </w:pPr>
          </w:p>
        </w:tc>
        <w:tc>
          <w:tcPr>
            <w:tcW w:w="483" w:type="dxa"/>
            <w:shd w:val="clear" w:color="auto" w:fill="auto"/>
          </w:tcPr>
          <w:p w14:paraId="41827ED8" w14:textId="77777777" w:rsidR="004E4E5C" w:rsidRPr="00A30D7A" w:rsidRDefault="004E4E5C" w:rsidP="00F6791E">
            <w:pPr>
              <w:rPr>
                <w:rFonts w:cs="Arial"/>
                <w:sz w:val="16"/>
                <w:szCs w:val="16"/>
              </w:rPr>
            </w:pPr>
          </w:p>
        </w:tc>
        <w:tc>
          <w:tcPr>
            <w:tcW w:w="483" w:type="dxa"/>
            <w:shd w:val="clear" w:color="auto" w:fill="auto"/>
          </w:tcPr>
          <w:p w14:paraId="464906B3" w14:textId="77777777" w:rsidR="004E4E5C" w:rsidRPr="00A30D7A" w:rsidRDefault="004E4E5C" w:rsidP="00F6791E">
            <w:pPr>
              <w:rPr>
                <w:rFonts w:cs="Arial"/>
                <w:sz w:val="16"/>
                <w:szCs w:val="16"/>
              </w:rPr>
            </w:pPr>
          </w:p>
        </w:tc>
        <w:tc>
          <w:tcPr>
            <w:tcW w:w="374" w:type="dxa"/>
            <w:shd w:val="clear" w:color="auto" w:fill="auto"/>
          </w:tcPr>
          <w:p w14:paraId="7A92DFE2" w14:textId="77777777" w:rsidR="004E4E5C" w:rsidRPr="00A30D7A" w:rsidRDefault="004E4E5C" w:rsidP="00F6791E">
            <w:pPr>
              <w:rPr>
                <w:rFonts w:cs="Arial"/>
                <w:sz w:val="16"/>
                <w:szCs w:val="16"/>
              </w:rPr>
            </w:pPr>
          </w:p>
        </w:tc>
        <w:tc>
          <w:tcPr>
            <w:tcW w:w="426" w:type="dxa"/>
            <w:shd w:val="clear" w:color="auto" w:fill="auto"/>
          </w:tcPr>
          <w:p w14:paraId="6FA3DFA7" w14:textId="77777777" w:rsidR="004E4E5C" w:rsidRPr="00A30D7A" w:rsidRDefault="004E4E5C" w:rsidP="00F6791E">
            <w:pPr>
              <w:rPr>
                <w:rFonts w:cs="Arial"/>
                <w:sz w:val="16"/>
                <w:szCs w:val="16"/>
              </w:rPr>
            </w:pPr>
          </w:p>
        </w:tc>
        <w:tc>
          <w:tcPr>
            <w:tcW w:w="701" w:type="dxa"/>
            <w:shd w:val="clear" w:color="auto" w:fill="auto"/>
          </w:tcPr>
          <w:p w14:paraId="7CC801ED" w14:textId="77777777" w:rsidR="004E4E5C" w:rsidRPr="00A30D7A" w:rsidRDefault="004E4E5C" w:rsidP="00F6791E">
            <w:pPr>
              <w:rPr>
                <w:rFonts w:cs="Arial"/>
                <w:sz w:val="16"/>
                <w:szCs w:val="16"/>
              </w:rPr>
            </w:pPr>
          </w:p>
        </w:tc>
      </w:tr>
      <w:tr w:rsidR="004E4E5C" w:rsidRPr="00A30D7A" w14:paraId="497B0EC4" w14:textId="77777777" w:rsidTr="0063774F">
        <w:tc>
          <w:tcPr>
            <w:tcW w:w="1862" w:type="dxa"/>
            <w:tcBorders>
              <w:top w:val="nil"/>
              <w:left w:val="single" w:sz="4" w:space="0" w:color="auto"/>
              <w:bottom w:val="nil"/>
              <w:right w:val="nil"/>
            </w:tcBorders>
            <w:shd w:val="clear" w:color="auto" w:fill="auto"/>
          </w:tcPr>
          <w:p w14:paraId="0D69F781"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3548B93A" w14:textId="77777777" w:rsidR="004E4E5C" w:rsidRPr="00A30D7A" w:rsidRDefault="004E4E5C" w:rsidP="00F6791E">
            <w:pPr>
              <w:rPr>
                <w:rFonts w:cs="Arial"/>
                <w:sz w:val="16"/>
                <w:szCs w:val="16"/>
              </w:rPr>
            </w:pPr>
            <w:r w:rsidRPr="00A30D7A">
              <w:rPr>
                <w:rFonts w:cs="Arial"/>
                <w:sz w:val="16"/>
                <w:szCs w:val="16"/>
              </w:rPr>
              <w:t>G4020</w:t>
            </w:r>
          </w:p>
        </w:tc>
        <w:tc>
          <w:tcPr>
            <w:tcW w:w="2539" w:type="dxa"/>
            <w:tcBorders>
              <w:top w:val="single" w:sz="4" w:space="0" w:color="auto"/>
              <w:left w:val="nil"/>
              <w:bottom w:val="single" w:sz="4" w:space="0" w:color="auto"/>
              <w:right w:val="single" w:sz="4" w:space="0" w:color="auto"/>
            </w:tcBorders>
          </w:tcPr>
          <w:p w14:paraId="41F6A3BD" w14:textId="77777777" w:rsidR="004E4E5C" w:rsidRPr="00A30D7A" w:rsidRDefault="004E4E5C" w:rsidP="00F6791E">
            <w:pPr>
              <w:rPr>
                <w:rFonts w:cs="Arial"/>
                <w:sz w:val="16"/>
                <w:szCs w:val="16"/>
              </w:rPr>
            </w:pPr>
            <w:r w:rsidRPr="00A30D7A">
              <w:rPr>
                <w:rFonts w:cs="Arial"/>
                <w:sz w:val="16"/>
                <w:szCs w:val="16"/>
              </w:rPr>
              <w:t>Site lighting</w:t>
            </w:r>
          </w:p>
        </w:tc>
        <w:tc>
          <w:tcPr>
            <w:tcW w:w="529" w:type="dxa"/>
            <w:tcBorders>
              <w:left w:val="single" w:sz="4" w:space="0" w:color="auto"/>
            </w:tcBorders>
            <w:shd w:val="clear" w:color="auto" w:fill="auto"/>
          </w:tcPr>
          <w:p w14:paraId="2DF44FF2" w14:textId="77777777" w:rsidR="004E4E5C" w:rsidRPr="00A30D7A" w:rsidRDefault="004E4E5C" w:rsidP="00F6791E">
            <w:pPr>
              <w:rPr>
                <w:rFonts w:cs="Arial"/>
                <w:sz w:val="16"/>
                <w:szCs w:val="16"/>
              </w:rPr>
            </w:pPr>
          </w:p>
        </w:tc>
        <w:tc>
          <w:tcPr>
            <w:tcW w:w="483" w:type="dxa"/>
            <w:shd w:val="clear" w:color="auto" w:fill="auto"/>
          </w:tcPr>
          <w:p w14:paraId="10ABB8EE" w14:textId="77777777" w:rsidR="004E4E5C" w:rsidRPr="00A30D7A" w:rsidRDefault="004E4E5C" w:rsidP="00F6791E">
            <w:pPr>
              <w:rPr>
                <w:rFonts w:cs="Arial"/>
                <w:sz w:val="16"/>
                <w:szCs w:val="16"/>
              </w:rPr>
            </w:pPr>
          </w:p>
        </w:tc>
        <w:tc>
          <w:tcPr>
            <w:tcW w:w="483" w:type="dxa"/>
            <w:shd w:val="clear" w:color="auto" w:fill="auto"/>
          </w:tcPr>
          <w:p w14:paraId="26E236EA" w14:textId="77777777" w:rsidR="004E4E5C" w:rsidRPr="00A30D7A" w:rsidRDefault="004E4E5C" w:rsidP="00F6791E">
            <w:pPr>
              <w:rPr>
                <w:rFonts w:cs="Arial"/>
                <w:sz w:val="16"/>
                <w:szCs w:val="16"/>
              </w:rPr>
            </w:pPr>
          </w:p>
        </w:tc>
        <w:tc>
          <w:tcPr>
            <w:tcW w:w="483" w:type="dxa"/>
            <w:shd w:val="clear" w:color="auto" w:fill="auto"/>
          </w:tcPr>
          <w:p w14:paraId="4F61682D" w14:textId="77777777" w:rsidR="004E4E5C" w:rsidRPr="00A30D7A" w:rsidRDefault="004E4E5C" w:rsidP="00F6791E">
            <w:pPr>
              <w:rPr>
                <w:rFonts w:cs="Arial"/>
                <w:sz w:val="16"/>
                <w:szCs w:val="16"/>
              </w:rPr>
            </w:pPr>
          </w:p>
        </w:tc>
        <w:tc>
          <w:tcPr>
            <w:tcW w:w="483" w:type="dxa"/>
            <w:shd w:val="clear" w:color="auto" w:fill="auto"/>
          </w:tcPr>
          <w:p w14:paraId="66E676E3" w14:textId="77777777" w:rsidR="004E4E5C" w:rsidRPr="00A30D7A" w:rsidRDefault="004E4E5C" w:rsidP="00F6791E">
            <w:pPr>
              <w:rPr>
                <w:rFonts w:cs="Arial"/>
                <w:sz w:val="16"/>
                <w:szCs w:val="16"/>
              </w:rPr>
            </w:pPr>
          </w:p>
        </w:tc>
        <w:tc>
          <w:tcPr>
            <w:tcW w:w="374" w:type="dxa"/>
            <w:shd w:val="clear" w:color="auto" w:fill="auto"/>
          </w:tcPr>
          <w:p w14:paraId="326BDBED" w14:textId="77777777" w:rsidR="004E4E5C" w:rsidRPr="00A30D7A" w:rsidRDefault="004E4E5C" w:rsidP="00F6791E">
            <w:pPr>
              <w:rPr>
                <w:rFonts w:cs="Arial"/>
                <w:sz w:val="16"/>
                <w:szCs w:val="16"/>
              </w:rPr>
            </w:pPr>
          </w:p>
        </w:tc>
        <w:tc>
          <w:tcPr>
            <w:tcW w:w="426" w:type="dxa"/>
            <w:shd w:val="clear" w:color="auto" w:fill="auto"/>
          </w:tcPr>
          <w:p w14:paraId="6EE0D76E" w14:textId="77777777" w:rsidR="004E4E5C" w:rsidRPr="00A30D7A" w:rsidRDefault="004E4E5C" w:rsidP="00F6791E">
            <w:pPr>
              <w:rPr>
                <w:rFonts w:cs="Arial"/>
                <w:sz w:val="16"/>
                <w:szCs w:val="16"/>
              </w:rPr>
            </w:pPr>
          </w:p>
        </w:tc>
        <w:tc>
          <w:tcPr>
            <w:tcW w:w="701" w:type="dxa"/>
            <w:shd w:val="clear" w:color="auto" w:fill="auto"/>
          </w:tcPr>
          <w:p w14:paraId="42B589FA" w14:textId="77777777" w:rsidR="004E4E5C" w:rsidRPr="00A30D7A" w:rsidRDefault="004E4E5C" w:rsidP="00F6791E">
            <w:pPr>
              <w:rPr>
                <w:rFonts w:cs="Arial"/>
                <w:sz w:val="16"/>
                <w:szCs w:val="16"/>
              </w:rPr>
            </w:pPr>
          </w:p>
        </w:tc>
      </w:tr>
      <w:tr w:rsidR="004E4E5C" w:rsidRPr="00A30D7A" w14:paraId="46D48450" w14:textId="77777777" w:rsidTr="0063774F">
        <w:tc>
          <w:tcPr>
            <w:tcW w:w="1862" w:type="dxa"/>
            <w:tcBorders>
              <w:top w:val="nil"/>
              <w:left w:val="single" w:sz="4" w:space="0" w:color="auto"/>
              <w:bottom w:val="nil"/>
              <w:right w:val="nil"/>
            </w:tcBorders>
            <w:shd w:val="clear" w:color="auto" w:fill="auto"/>
          </w:tcPr>
          <w:p w14:paraId="10F251F8"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3B3F45A0" w14:textId="77777777" w:rsidR="004E4E5C" w:rsidRPr="00A30D7A" w:rsidRDefault="004E4E5C" w:rsidP="00F6791E">
            <w:pPr>
              <w:rPr>
                <w:rFonts w:cs="Arial"/>
                <w:sz w:val="16"/>
                <w:szCs w:val="16"/>
              </w:rPr>
            </w:pPr>
            <w:r w:rsidRPr="00A30D7A">
              <w:rPr>
                <w:rFonts w:cs="Arial"/>
                <w:sz w:val="16"/>
                <w:szCs w:val="16"/>
              </w:rPr>
              <w:t>G4030</w:t>
            </w:r>
          </w:p>
        </w:tc>
        <w:tc>
          <w:tcPr>
            <w:tcW w:w="2539" w:type="dxa"/>
            <w:tcBorders>
              <w:top w:val="single" w:sz="4" w:space="0" w:color="auto"/>
              <w:left w:val="nil"/>
              <w:bottom w:val="single" w:sz="4" w:space="0" w:color="auto"/>
              <w:right w:val="single" w:sz="4" w:space="0" w:color="auto"/>
            </w:tcBorders>
          </w:tcPr>
          <w:p w14:paraId="055EDD40" w14:textId="77777777" w:rsidR="004E4E5C" w:rsidRPr="00A30D7A" w:rsidRDefault="004E4E5C" w:rsidP="00F6791E">
            <w:pPr>
              <w:rPr>
                <w:rFonts w:cs="Arial"/>
                <w:sz w:val="16"/>
                <w:szCs w:val="16"/>
              </w:rPr>
            </w:pPr>
            <w:r w:rsidRPr="00A30D7A">
              <w:rPr>
                <w:rFonts w:cs="Arial"/>
                <w:sz w:val="16"/>
                <w:szCs w:val="16"/>
              </w:rPr>
              <w:t>Site communications and security</w:t>
            </w:r>
          </w:p>
        </w:tc>
        <w:tc>
          <w:tcPr>
            <w:tcW w:w="529" w:type="dxa"/>
            <w:tcBorders>
              <w:left w:val="single" w:sz="4" w:space="0" w:color="auto"/>
            </w:tcBorders>
            <w:shd w:val="clear" w:color="auto" w:fill="auto"/>
          </w:tcPr>
          <w:p w14:paraId="235A96BA" w14:textId="77777777" w:rsidR="004E4E5C" w:rsidRPr="00A30D7A" w:rsidRDefault="004E4E5C" w:rsidP="00F6791E">
            <w:pPr>
              <w:rPr>
                <w:rFonts w:cs="Arial"/>
                <w:sz w:val="16"/>
                <w:szCs w:val="16"/>
              </w:rPr>
            </w:pPr>
          </w:p>
        </w:tc>
        <w:tc>
          <w:tcPr>
            <w:tcW w:w="483" w:type="dxa"/>
            <w:shd w:val="clear" w:color="auto" w:fill="auto"/>
          </w:tcPr>
          <w:p w14:paraId="65551311" w14:textId="77777777" w:rsidR="004E4E5C" w:rsidRPr="00A30D7A" w:rsidRDefault="004E4E5C" w:rsidP="00F6791E">
            <w:pPr>
              <w:rPr>
                <w:rFonts w:cs="Arial"/>
                <w:sz w:val="16"/>
                <w:szCs w:val="16"/>
              </w:rPr>
            </w:pPr>
          </w:p>
        </w:tc>
        <w:tc>
          <w:tcPr>
            <w:tcW w:w="483" w:type="dxa"/>
            <w:shd w:val="clear" w:color="auto" w:fill="auto"/>
          </w:tcPr>
          <w:p w14:paraId="0BC9678B" w14:textId="77777777" w:rsidR="004E4E5C" w:rsidRPr="00A30D7A" w:rsidRDefault="004E4E5C" w:rsidP="00F6791E">
            <w:pPr>
              <w:rPr>
                <w:rFonts w:cs="Arial"/>
                <w:sz w:val="16"/>
                <w:szCs w:val="16"/>
              </w:rPr>
            </w:pPr>
          </w:p>
        </w:tc>
        <w:tc>
          <w:tcPr>
            <w:tcW w:w="483" w:type="dxa"/>
            <w:shd w:val="clear" w:color="auto" w:fill="auto"/>
          </w:tcPr>
          <w:p w14:paraId="4895F658" w14:textId="77777777" w:rsidR="004E4E5C" w:rsidRPr="00A30D7A" w:rsidRDefault="004E4E5C" w:rsidP="00F6791E">
            <w:pPr>
              <w:rPr>
                <w:rFonts w:cs="Arial"/>
                <w:sz w:val="16"/>
                <w:szCs w:val="16"/>
              </w:rPr>
            </w:pPr>
          </w:p>
        </w:tc>
        <w:tc>
          <w:tcPr>
            <w:tcW w:w="483" w:type="dxa"/>
            <w:shd w:val="clear" w:color="auto" w:fill="auto"/>
          </w:tcPr>
          <w:p w14:paraId="3C18664F" w14:textId="77777777" w:rsidR="004E4E5C" w:rsidRPr="00A30D7A" w:rsidRDefault="004E4E5C" w:rsidP="00F6791E">
            <w:pPr>
              <w:rPr>
                <w:rFonts w:cs="Arial"/>
                <w:sz w:val="16"/>
                <w:szCs w:val="16"/>
              </w:rPr>
            </w:pPr>
          </w:p>
        </w:tc>
        <w:tc>
          <w:tcPr>
            <w:tcW w:w="374" w:type="dxa"/>
            <w:shd w:val="clear" w:color="auto" w:fill="auto"/>
          </w:tcPr>
          <w:p w14:paraId="0F19C476" w14:textId="77777777" w:rsidR="004E4E5C" w:rsidRPr="00A30D7A" w:rsidRDefault="004E4E5C" w:rsidP="00F6791E">
            <w:pPr>
              <w:rPr>
                <w:rFonts w:cs="Arial"/>
                <w:sz w:val="16"/>
                <w:szCs w:val="16"/>
              </w:rPr>
            </w:pPr>
          </w:p>
        </w:tc>
        <w:tc>
          <w:tcPr>
            <w:tcW w:w="426" w:type="dxa"/>
            <w:shd w:val="clear" w:color="auto" w:fill="auto"/>
          </w:tcPr>
          <w:p w14:paraId="6A929B96" w14:textId="77777777" w:rsidR="004E4E5C" w:rsidRPr="00A30D7A" w:rsidRDefault="004E4E5C" w:rsidP="00F6791E">
            <w:pPr>
              <w:rPr>
                <w:rFonts w:cs="Arial"/>
                <w:sz w:val="16"/>
                <w:szCs w:val="16"/>
              </w:rPr>
            </w:pPr>
          </w:p>
        </w:tc>
        <w:tc>
          <w:tcPr>
            <w:tcW w:w="701" w:type="dxa"/>
            <w:shd w:val="clear" w:color="auto" w:fill="auto"/>
          </w:tcPr>
          <w:p w14:paraId="1567B697" w14:textId="77777777" w:rsidR="004E4E5C" w:rsidRPr="00A30D7A" w:rsidRDefault="004E4E5C" w:rsidP="00F6791E">
            <w:pPr>
              <w:rPr>
                <w:rFonts w:cs="Arial"/>
                <w:sz w:val="16"/>
                <w:szCs w:val="16"/>
              </w:rPr>
            </w:pPr>
          </w:p>
        </w:tc>
      </w:tr>
      <w:tr w:rsidR="004E4E5C" w:rsidRPr="00A30D7A" w14:paraId="78F158A0" w14:textId="77777777" w:rsidTr="0063774F">
        <w:tc>
          <w:tcPr>
            <w:tcW w:w="1862" w:type="dxa"/>
            <w:tcBorders>
              <w:top w:val="nil"/>
              <w:left w:val="single" w:sz="4" w:space="0" w:color="auto"/>
              <w:bottom w:val="single" w:sz="4" w:space="0" w:color="auto"/>
              <w:right w:val="nil"/>
            </w:tcBorders>
            <w:shd w:val="clear" w:color="auto" w:fill="auto"/>
          </w:tcPr>
          <w:p w14:paraId="61E4D983"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23795860" w14:textId="77777777" w:rsidR="004E4E5C" w:rsidRPr="00A30D7A" w:rsidRDefault="004E4E5C" w:rsidP="00F6791E">
            <w:pPr>
              <w:rPr>
                <w:rFonts w:cs="Arial"/>
                <w:sz w:val="16"/>
                <w:szCs w:val="16"/>
              </w:rPr>
            </w:pPr>
            <w:r w:rsidRPr="00A30D7A">
              <w:rPr>
                <w:rFonts w:cs="Arial"/>
                <w:sz w:val="16"/>
                <w:szCs w:val="16"/>
              </w:rPr>
              <w:t>G4090</w:t>
            </w:r>
          </w:p>
        </w:tc>
        <w:tc>
          <w:tcPr>
            <w:tcW w:w="2539" w:type="dxa"/>
            <w:tcBorders>
              <w:top w:val="single" w:sz="4" w:space="0" w:color="auto"/>
              <w:left w:val="nil"/>
              <w:bottom w:val="single" w:sz="4" w:space="0" w:color="auto"/>
              <w:right w:val="single" w:sz="4" w:space="0" w:color="auto"/>
            </w:tcBorders>
          </w:tcPr>
          <w:p w14:paraId="01400FEE" w14:textId="77777777" w:rsidR="004E4E5C" w:rsidRPr="00A30D7A" w:rsidRDefault="004E4E5C" w:rsidP="00F6791E">
            <w:pPr>
              <w:rPr>
                <w:rFonts w:cs="Arial"/>
                <w:sz w:val="16"/>
                <w:szCs w:val="16"/>
              </w:rPr>
            </w:pPr>
            <w:r w:rsidRPr="00A30D7A">
              <w:rPr>
                <w:rFonts w:cs="Arial"/>
                <w:sz w:val="16"/>
                <w:szCs w:val="16"/>
              </w:rPr>
              <w:t>Other electrical utilities</w:t>
            </w:r>
          </w:p>
        </w:tc>
        <w:tc>
          <w:tcPr>
            <w:tcW w:w="529" w:type="dxa"/>
            <w:tcBorders>
              <w:left w:val="single" w:sz="4" w:space="0" w:color="auto"/>
            </w:tcBorders>
            <w:shd w:val="clear" w:color="auto" w:fill="auto"/>
          </w:tcPr>
          <w:p w14:paraId="11AFC1A8" w14:textId="77777777" w:rsidR="004E4E5C" w:rsidRPr="00A30D7A" w:rsidRDefault="004E4E5C" w:rsidP="00F6791E">
            <w:pPr>
              <w:rPr>
                <w:rFonts w:cs="Arial"/>
                <w:sz w:val="16"/>
                <w:szCs w:val="16"/>
              </w:rPr>
            </w:pPr>
          </w:p>
        </w:tc>
        <w:tc>
          <w:tcPr>
            <w:tcW w:w="483" w:type="dxa"/>
            <w:shd w:val="clear" w:color="auto" w:fill="auto"/>
          </w:tcPr>
          <w:p w14:paraId="1EA4F33F" w14:textId="77777777" w:rsidR="004E4E5C" w:rsidRPr="00A30D7A" w:rsidRDefault="004E4E5C" w:rsidP="00F6791E">
            <w:pPr>
              <w:rPr>
                <w:rFonts w:cs="Arial"/>
                <w:sz w:val="16"/>
                <w:szCs w:val="16"/>
              </w:rPr>
            </w:pPr>
          </w:p>
        </w:tc>
        <w:tc>
          <w:tcPr>
            <w:tcW w:w="483" w:type="dxa"/>
            <w:shd w:val="clear" w:color="auto" w:fill="auto"/>
          </w:tcPr>
          <w:p w14:paraId="3914731E" w14:textId="77777777" w:rsidR="004E4E5C" w:rsidRPr="00A30D7A" w:rsidRDefault="004E4E5C" w:rsidP="00F6791E">
            <w:pPr>
              <w:rPr>
                <w:rFonts w:cs="Arial"/>
                <w:sz w:val="16"/>
                <w:szCs w:val="16"/>
              </w:rPr>
            </w:pPr>
          </w:p>
        </w:tc>
        <w:tc>
          <w:tcPr>
            <w:tcW w:w="483" w:type="dxa"/>
            <w:shd w:val="clear" w:color="auto" w:fill="auto"/>
          </w:tcPr>
          <w:p w14:paraId="60912312" w14:textId="77777777" w:rsidR="004E4E5C" w:rsidRPr="00A30D7A" w:rsidRDefault="004E4E5C" w:rsidP="00F6791E">
            <w:pPr>
              <w:rPr>
                <w:rFonts w:cs="Arial"/>
                <w:sz w:val="16"/>
                <w:szCs w:val="16"/>
              </w:rPr>
            </w:pPr>
          </w:p>
        </w:tc>
        <w:tc>
          <w:tcPr>
            <w:tcW w:w="483" w:type="dxa"/>
            <w:shd w:val="clear" w:color="auto" w:fill="auto"/>
          </w:tcPr>
          <w:p w14:paraId="3AFB518A" w14:textId="77777777" w:rsidR="004E4E5C" w:rsidRPr="00A30D7A" w:rsidRDefault="004E4E5C" w:rsidP="00F6791E">
            <w:pPr>
              <w:rPr>
                <w:rFonts w:cs="Arial"/>
                <w:sz w:val="16"/>
                <w:szCs w:val="16"/>
              </w:rPr>
            </w:pPr>
          </w:p>
        </w:tc>
        <w:tc>
          <w:tcPr>
            <w:tcW w:w="374" w:type="dxa"/>
            <w:shd w:val="clear" w:color="auto" w:fill="auto"/>
          </w:tcPr>
          <w:p w14:paraId="5673F977" w14:textId="77777777" w:rsidR="004E4E5C" w:rsidRPr="00A30D7A" w:rsidRDefault="004E4E5C" w:rsidP="00F6791E">
            <w:pPr>
              <w:rPr>
                <w:rFonts w:cs="Arial"/>
                <w:sz w:val="16"/>
                <w:szCs w:val="16"/>
              </w:rPr>
            </w:pPr>
          </w:p>
        </w:tc>
        <w:tc>
          <w:tcPr>
            <w:tcW w:w="426" w:type="dxa"/>
            <w:shd w:val="clear" w:color="auto" w:fill="auto"/>
          </w:tcPr>
          <w:p w14:paraId="3A363E5F" w14:textId="77777777" w:rsidR="004E4E5C" w:rsidRPr="00A30D7A" w:rsidRDefault="004E4E5C" w:rsidP="00F6791E">
            <w:pPr>
              <w:rPr>
                <w:rFonts w:cs="Arial"/>
                <w:sz w:val="16"/>
                <w:szCs w:val="16"/>
              </w:rPr>
            </w:pPr>
          </w:p>
        </w:tc>
        <w:tc>
          <w:tcPr>
            <w:tcW w:w="701" w:type="dxa"/>
            <w:shd w:val="clear" w:color="auto" w:fill="auto"/>
          </w:tcPr>
          <w:p w14:paraId="4E038AD1" w14:textId="77777777" w:rsidR="004E4E5C" w:rsidRPr="00A30D7A" w:rsidRDefault="004E4E5C" w:rsidP="00F6791E">
            <w:pPr>
              <w:rPr>
                <w:rFonts w:cs="Arial"/>
                <w:sz w:val="16"/>
                <w:szCs w:val="16"/>
              </w:rPr>
            </w:pPr>
          </w:p>
        </w:tc>
      </w:tr>
      <w:tr w:rsidR="004E4E5C" w:rsidRPr="00A30D7A" w14:paraId="0BFC62AD" w14:textId="77777777" w:rsidTr="0063774F">
        <w:tc>
          <w:tcPr>
            <w:tcW w:w="1862" w:type="dxa"/>
            <w:tcBorders>
              <w:top w:val="single" w:sz="4" w:space="0" w:color="auto"/>
              <w:left w:val="single" w:sz="4" w:space="0" w:color="auto"/>
              <w:bottom w:val="nil"/>
              <w:right w:val="nil"/>
            </w:tcBorders>
            <w:shd w:val="clear" w:color="auto" w:fill="auto"/>
          </w:tcPr>
          <w:p w14:paraId="5DE1F71F" w14:textId="77777777" w:rsidR="004E4E5C" w:rsidRPr="00A30D7A" w:rsidRDefault="004E4E5C" w:rsidP="00F6791E">
            <w:pPr>
              <w:rPr>
                <w:rFonts w:cs="Arial"/>
                <w:sz w:val="16"/>
                <w:szCs w:val="16"/>
              </w:rPr>
            </w:pPr>
            <w:r w:rsidRPr="00A30D7A">
              <w:rPr>
                <w:rFonts w:cs="Arial"/>
                <w:sz w:val="16"/>
                <w:szCs w:val="16"/>
              </w:rPr>
              <w:t>G50   Other site construction</w:t>
            </w:r>
          </w:p>
        </w:tc>
        <w:tc>
          <w:tcPr>
            <w:tcW w:w="697" w:type="dxa"/>
            <w:tcBorders>
              <w:top w:val="single" w:sz="4" w:space="0" w:color="auto"/>
              <w:left w:val="nil"/>
              <w:bottom w:val="single" w:sz="4" w:space="0" w:color="auto"/>
              <w:right w:val="nil"/>
            </w:tcBorders>
          </w:tcPr>
          <w:p w14:paraId="40D249FC" w14:textId="77777777" w:rsidR="004E4E5C" w:rsidRPr="00A30D7A" w:rsidRDefault="004E4E5C" w:rsidP="00F6791E">
            <w:pPr>
              <w:rPr>
                <w:rFonts w:cs="Arial"/>
                <w:sz w:val="16"/>
                <w:szCs w:val="16"/>
              </w:rPr>
            </w:pPr>
            <w:r w:rsidRPr="00A30D7A">
              <w:rPr>
                <w:rFonts w:cs="Arial"/>
                <w:sz w:val="16"/>
                <w:szCs w:val="16"/>
              </w:rPr>
              <w:t>G5010</w:t>
            </w:r>
          </w:p>
        </w:tc>
        <w:tc>
          <w:tcPr>
            <w:tcW w:w="2539" w:type="dxa"/>
            <w:tcBorders>
              <w:top w:val="single" w:sz="4" w:space="0" w:color="auto"/>
              <w:left w:val="nil"/>
              <w:bottom w:val="single" w:sz="4" w:space="0" w:color="auto"/>
              <w:right w:val="single" w:sz="4" w:space="0" w:color="auto"/>
            </w:tcBorders>
          </w:tcPr>
          <w:p w14:paraId="5E6D2DB3" w14:textId="77777777" w:rsidR="004E4E5C" w:rsidRPr="00A30D7A" w:rsidRDefault="004E4E5C" w:rsidP="00F6791E">
            <w:pPr>
              <w:rPr>
                <w:rFonts w:cs="Arial"/>
                <w:sz w:val="16"/>
                <w:szCs w:val="16"/>
              </w:rPr>
            </w:pPr>
            <w:r w:rsidRPr="00A30D7A">
              <w:rPr>
                <w:rFonts w:cs="Arial"/>
                <w:sz w:val="16"/>
                <w:szCs w:val="16"/>
              </w:rPr>
              <w:t>Service tunnels</w:t>
            </w:r>
          </w:p>
        </w:tc>
        <w:tc>
          <w:tcPr>
            <w:tcW w:w="529" w:type="dxa"/>
            <w:tcBorders>
              <w:left w:val="single" w:sz="4" w:space="0" w:color="auto"/>
            </w:tcBorders>
            <w:shd w:val="clear" w:color="auto" w:fill="auto"/>
          </w:tcPr>
          <w:p w14:paraId="1D7F0E1C" w14:textId="77777777" w:rsidR="004E4E5C" w:rsidRPr="00A30D7A" w:rsidRDefault="004E4E5C" w:rsidP="00F6791E">
            <w:pPr>
              <w:rPr>
                <w:rFonts w:cs="Arial"/>
                <w:sz w:val="16"/>
                <w:szCs w:val="16"/>
              </w:rPr>
            </w:pPr>
          </w:p>
        </w:tc>
        <w:tc>
          <w:tcPr>
            <w:tcW w:w="483" w:type="dxa"/>
            <w:shd w:val="clear" w:color="auto" w:fill="auto"/>
          </w:tcPr>
          <w:p w14:paraId="2E4D1919" w14:textId="77777777" w:rsidR="004E4E5C" w:rsidRPr="00A30D7A" w:rsidRDefault="004E4E5C" w:rsidP="00F6791E">
            <w:pPr>
              <w:rPr>
                <w:rFonts w:cs="Arial"/>
                <w:sz w:val="16"/>
                <w:szCs w:val="16"/>
              </w:rPr>
            </w:pPr>
          </w:p>
        </w:tc>
        <w:tc>
          <w:tcPr>
            <w:tcW w:w="483" w:type="dxa"/>
            <w:shd w:val="clear" w:color="auto" w:fill="auto"/>
          </w:tcPr>
          <w:p w14:paraId="5EC88E26" w14:textId="77777777" w:rsidR="004E4E5C" w:rsidRPr="00A30D7A" w:rsidRDefault="004E4E5C" w:rsidP="00F6791E">
            <w:pPr>
              <w:rPr>
                <w:rFonts w:cs="Arial"/>
                <w:sz w:val="16"/>
                <w:szCs w:val="16"/>
              </w:rPr>
            </w:pPr>
          </w:p>
        </w:tc>
        <w:tc>
          <w:tcPr>
            <w:tcW w:w="483" w:type="dxa"/>
            <w:shd w:val="clear" w:color="auto" w:fill="auto"/>
          </w:tcPr>
          <w:p w14:paraId="4F023F3D" w14:textId="77777777" w:rsidR="004E4E5C" w:rsidRPr="00A30D7A" w:rsidRDefault="004E4E5C" w:rsidP="00F6791E">
            <w:pPr>
              <w:rPr>
                <w:rFonts w:cs="Arial"/>
                <w:sz w:val="16"/>
                <w:szCs w:val="16"/>
              </w:rPr>
            </w:pPr>
          </w:p>
        </w:tc>
        <w:tc>
          <w:tcPr>
            <w:tcW w:w="483" w:type="dxa"/>
            <w:shd w:val="clear" w:color="auto" w:fill="auto"/>
          </w:tcPr>
          <w:p w14:paraId="2440F588" w14:textId="77777777" w:rsidR="004E4E5C" w:rsidRPr="00A30D7A" w:rsidRDefault="004E4E5C" w:rsidP="00F6791E">
            <w:pPr>
              <w:rPr>
                <w:rFonts w:cs="Arial"/>
                <w:sz w:val="16"/>
                <w:szCs w:val="16"/>
              </w:rPr>
            </w:pPr>
          </w:p>
        </w:tc>
        <w:tc>
          <w:tcPr>
            <w:tcW w:w="374" w:type="dxa"/>
            <w:shd w:val="clear" w:color="auto" w:fill="auto"/>
          </w:tcPr>
          <w:p w14:paraId="6B182B3C" w14:textId="77777777" w:rsidR="004E4E5C" w:rsidRPr="00A30D7A" w:rsidRDefault="004E4E5C" w:rsidP="00F6791E">
            <w:pPr>
              <w:rPr>
                <w:rFonts w:cs="Arial"/>
                <w:sz w:val="16"/>
                <w:szCs w:val="16"/>
              </w:rPr>
            </w:pPr>
          </w:p>
        </w:tc>
        <w:tc>
          <w:tcPr>
            <w:tcW w:w="426" w:type="dxa"/>
            <w:shd w:val="clear" w:color="auto" w:fill="auto"/>
          </w:tcPr>
          <w:p w14:paraId="193F8BEB" w14:textId="77777777" w:rsidR="004E4E5C" w:rsidRPr="00A30D7A" w:rsidRDefault="004E4E5C" w:rsidP="00F6791E">
            <w:pPr>
              <w:rPr>
                <w:rFonts w:cs="Arial"/>
                <w:sz w:val="16"/>
                <w:szCs w:val="16"/>
              </w:rPr>
            </w:pPr>
          </w:p>
        </w:tc>
        <w:tc>
          <w:tcPr>
            <w:tcW w:w="701" w:type="dxa"/>
            <w:shd w:val="clear" w:color="auto" w:fill="auto"/>
          </w:tcPr>
          <w:p w14:paraId="35E7783C" w14:textId="77777777" w:rsidR="004E4E5C" w:rsidRPr="00A30D7A" w:rsidRDefault="004E4E5C" w:rsidP="00F6791E">
            <w:pPr>
              <w:rPr>
                <w:rFonts w:cs="Arial"/>
                <w:sz w:val="16"/>
                <w:szCs w:val="16"/>
              </w:rPr>
            </w:pPr>
          </w:p>
        </w:tc>
      </w:tr>
      <w:tr w:rsidR="004E4E5C" w:rsidRPr="00A30D7A" w14:paraId="6FA67E26" w14:textId="77777777" w:rsidTr="0063774F">
        <w:tc>
          <w:tcPr>
            <w:tcW w:w="1862" w:type="dxa"/>
            <w:tcBorders>
              <w:top w:val="nil"/>
              <w:left w:val="single" w:sz="4" w:space="0" w:color="auto"/>
              <w:bottom w:val="single" w:sz="4" w:space="0" w:color="auto"/>
              <w:right w:val="nil"/>
            </w:tcBorders>
            <w:shd w:val="clear" w:color="auto" w:fill="auto"/>
          </w:tcPr>
          <w:p w14:paraId="6C624842" w14:textId="77777777" w:rsidR="004E4E5C" w:rsidRPr="00A30D7A" w:rsidRDefault="004E4E5C" w:rsidP="00F6791E">
            <w:pPr>
              <w:rPr>
                <w:rFonts w:cs="Arial"/>
                <w:sz w:val="16"/>
                <w:szCs w:val="16"/>
              </w:rPr>
            </w:pPr>
          </w:p>
        </w:tc>
        <w:tc>
          <w:tcPr>
            <w:tcW w:w="697" w:type="dxa"/>
            <w:tcBorders>
              <w:top w:val="single" w:sz="4" w:space="0" w:color="auto"/>
              <w:left w:val="nil"/>
              <w:bottom w:val="single" w:sz="4" w:space="0" w:color="auto"/>
              <w:right w:val="nil"/>
            </w:tcBorders>
          </w:tcPr>
          <w:p w14:paraId="117AFBC6" w14:textId="77777777" w:rsidR="004E4E5C" w:rsidRPr="00A30D7A" w:rsidRDefault="004E4E5C" w:rsidP="00F6791E">
            <w:pPr>
              <w:rPr>
                <w:rFonts w:cs="Arial"/>
                <w:sz w:val="16"/>
                <w:szCs w:val="16"/>
              </w:rPr>
            </w:pPr>
            <w:r w:rsidRPr="00A30D7A">
              <w:rPr>
                <w:rFonts w:cs="Arial"/>
                <w:sz w:val="16"/>
                <w:szCs w:val="16"/>
              </w:rPr>
              <w:t>G5090</w:t>
            </w:r>
          </w:p>
        </w:tc>
        <w:tc>
          <w:tcPr>
            <w:tcW w:w="2539" w:type="dxa"/>
            <w:tcBorders>
              <w:top w:val="single" w:sz="4" w:space="0" w:color="auto"/>
              <w:left w:val="nil"/>
              <w:bottom w:val="single" w:sz="4" w:space="0" w:color="auto"/>
              <w:right w:val="single" w:sz="4" w:space="0" w:color="auto"/>
            </w:tcBorders>
          </w:tcPr>
          <w:p w14:paraId="36198EB5" w14:textId="77777777" w:rsidR="004E4E5C" w:rsidRPr="00A30D7A" w:rsidRDefault="004E4E5C" w:rsidP="00F6791E">
            <w:pPr>
              <w:rPr>
                <w:rFonts w:cs="Arial"/>
                <w:sz w:val="16"/>
                <w:szCs w:val="16"/>
              </w:rPr>
            </w:pPr>
            <w:r w:rsidRPr="00A30D7A">
              <w:rPr>
                <w:rFonts w:cs="Arial"/>
                <w:sz w:val="16"/>
                <w:szCs w:val="16"/>
              </w:rPr>
              <w:t>Other site systems and equipment</w:t>
            </w:r>
          </w:p>
        </w:tc>
        <w:tc>
          <w:tcPr>
            <w:tcW w:w="529" w:type="dxa"/>
            <w:tcBorders>
              <w:left w:val="single" w:sz="4" w:space="0" w:color="auto"/>
            </w:tcBorders>
            <w:shd w:val="clear" w:color="auto" w:fill="auto"/>
          </w:tcPr>
          <w:p w14:paraId="0D847CF0" w14:textId="77777777" w:rsidR="004E4E5C" w:rsidRPr="00A30D7A" w:rsidRDefault="004E4E5C" w:rsidP="00F6791E">
            <w:pPr>
              <w:rPr>
                <w:rFonts w:cs="Arial"/>
                <w:sz w:val="16"/>
                <w:szCs w:val="16"/>
              </w:rPr>
            </w:pPr>
          </w:p>
        </w:tc>
        <w:tc>
          <w:tcPr>
            <w:tcW w:w="483" w:type="dxa"/>
            <w:shd w:val="clear" w:color="auto" w:fill="auto"/>
          </w:tcPr>
          <w:p w14:paraId="2EB9CC18" w14:textId="77777777" w:rsidR="004E4E5C" w:rsidRPr="00A30D7A" w:rsidRDefault="004E4E5C" w:rsidP="00F6791E">
            <w:pPr>
              <w:rPr>
                <w:rFonts w:cs="Arial"/>
                <w:sz w:val="16"/>
                <w:szCs w:val="16"/>
              </w:rPr>
            </w:pPr>
          </w:p>
        </w:tc>
        <w:tc>
          <w:tcPr>
            <w:tcW w:w="483" w:type="dxa"/>
            <w:shd w:val="clear" w:color="auto" w:fill="auto"/>
          </w:tcPr>
          <w:p w14:paraId="28D78472" w14:textId="77777777" w:rsidR="004E4E5C" w:rsidRPr="00A30D7A" w:rsidRDefault="004E4E5C" w:rsidP="00F6791E">
            <w:pPr>
              <w:rPr>
                <w:rFonts w:cs="Arial"/>
                <w:sz w:val="16"/>
                <w:szCs w:val="16"/>
              </w:rPr>
            </w:pPr>
          </w:p>
        </w:tc>
        <w:tc>
          <w:tcPr>
            <w:tcW w:w="483" w:type="dxa"/>
            <w:shd w:val="clear" w:color="auto" w:fill="auto"/>
          </w:tcPr>
          <w:p w14:paraId="6F00C714" w14:textId="77777777" w:rsidR="004E4E5C" w:rsidRPr="00A30D7A" w:rsidRDefault="004E4E5C" w:rsidP="00F6791E">
            <w:pPr>
              <w:rPr>
                <w:rFonts w:cs="Arial"/>
                <w:sz w:val="16"/>
                <w:szCs w:val="16"/>
              </w:rPr>
            </w:pPr>
          </w:p>
        </w:tc>
        <w:tc>
          <w:tcPr>
            <w:tcW w:w="483" w:type="dxa"/>
            <w:shd w:val="clear" w:color="auto" w:fill="auto"/>
          </w:tcPr>
          <w:p w14:paraId="0BE236EA" w14:textId="77777777" w:rsidR="004E4E5C" w:rsidRPr="00A30D7A" w:rsidRDefault="004E4E5C" w:rsidP="00F6791E">
            <w:pPr>
              <w:rPr>
                <w:rFonts w:cs="Arial"/>
                <w:sz w:val="16"/>
                <w:szCs w:val="16"/>
              </w:rPr>
            </w:pPr>
          </w:p>
        </w:tc>
        <w:tc>
          <w:tcPr>
            <w:tcW w:w="374" w:type="dxa"/>
            <w:shd w:val="clear" w:color="auto" w:fill="auto"/>
          </w:tcPr>
          <w:p w14:paraId="0061712C" w14:textId="77777777" w:rsidR="004E4E5C" w:rsidRPr="00A30D7A" w:rsidRDefault="004E4E5C" w:rsidP="00F6791E">
            <w:pPr>
              <w:rPr>
                <w:rFonts w:cs="Arial"/>
                <w:sz w:val="16"/>
                <w:szCs w:val="16"/>
              </w:rPr>
            </w:pPr>
          </w:p>
        </w:tc>
        <w:tc>
          <w:tcPr>
            <w:tcW w:w="426" w:type="dxa"/>
            <w:shd w:val="clear" w:color="auto" w:fill="auto"/>
          </w:tcPr>
          <w:p w14:paraId="353F675F" w14:textId="77777777" w:rsidR="004E4E5C" w:rsidRPr="00A30D7A" w:rsidRDefault="004E4E5C" w:rsidP="00F6791E">
            <w:pPr>
              <w:rPr>
                <w:rFonts w:cs="Arial"/>
                <w:sz w:val="16"/>
                <w:szCs w:val="16"/>
              </w:rPr>
            </w:pPr>
          </w:p>
        </w:tc>
        <w:tc>
          <w:tcPr>
            <w:tcW w:w="701" w:type="dxa"/>
            <w:shd w:val="clear" w:color="auto" w:fill="auto"/>
          </w:tcPr>
          <w:p w14:paraId="5C6D7ECE" w14:textId="77777777" w:rsidR="004E4E5C" w:rsidRPr="00A30D7A" w:rsidRDefault="004E4E5C" w:rsidP="00F6791E">
            <w:pPr>
              <w:rPr>
                <w:rFonts w:cs="Arial"/>
                <w:sz w:val="16"/>
                <w:szCs w:val="16"/>
              </w:rPr>
            </w:pPr>
          </w:p>
        </w:tc>
      </w:tr>
    </w:tbl>
    <w:p w14:paraId="2FEB3575" w14:textId="77777777" w:rsidR="00956631" w:rsidRPr="00A30D7A" w:rsidRDefault="00956631" w:rsidP="00956631">
      <w:pPr>
        <w:spacing w:after="0"/>
        <w:rPr>
          <w:rFonts w:cs="Arial"/>
        </w:rPr>
      </w:pPr>
    </w:p>
    <w:p w14:paraId="6D6E9FBE" w14:textId="77777777" w:rsidR="00956631" w:rsidRPr="00A30D7A" w:rsidRDefault="00956631" w:rsidP="00956631">
      <w:pPr>
        <w:pStyle w:val="Instructions"/>
        <w:rPr>
          <w:rFonts w:cs="Arial"/>
        </w:rPr>
      </w:pPr>
      <w:r w:rsidRPr="00A30D7A">
        <w:rPr>
          <w:rFonts w:cs="Arial"/>
        </w:rPr>
        <w:t>As an alternative to entering notes in the table, enter a number and add the corresponding note below.</w:t>
      </w:r>
    </w:p>
    <w:p w14:paraId="47F33ED9" w14:textId="77777777" w:rsidR="00956631" w:rsidRPr="00A30D7A" w:rsidRDefault="00956631" w:rsidP="00956631">
      <w:pPr>
        <w:rPr>
          <w:rFonts w:cs="Arial"/>
        </w:rPr>
      </w:pPr>
      <w:r w:rsidRPr="00A30D7A">
        <w:rPr>
          <w:rFonts w:cs="Arial"/>
        </w:rPr>
        <w:t>Notes:</w:t>
      </w:r>
    </w:p>
    <w:p w14:paraId="59BEEA5D" w14:textId="77777777" w:rsidR="00956631" w:rsidRPr="00A30D7A" w:rsidRDefault="00956631" w:rsidP="00487C04">
      <w:pPr>
        <w:pStyle w:val="ListParagraph"/>
        <w:numPr>
          <w:ilvl w:val="0"/>
          <w:numId w:val="31"/>
        </w:numPr>
      </w:pPr>
    </w:p>
    <w:p w14:paraId="0C31E255" w14:textId="77777777" w:rsidR="00956631" w:rsidRPr="00A30D7A" w:rsidRDefault="00956631" w:rsidP="00487C04">
      <w:pPr>
        <w:pStyle w:val="ListParagraph"/>
        <w:numPr>
          <w:ilvl w:val="0"/>
          <w:numId w:val="31"/>
        </w:numPr>
      </w:pPr>
    </w:p>
    <w:p w14:paraId="51F13312" w14:textId="4D28C237" w:rsidR="009F32FC" w:rsidRPr="00A30D7A" w:rsidRDefault="009F32FC">
      <w:pPr>
        <w:tabs>
          <w:tab w:val="clear" w:pos="3969"/>
        </w:tabs>
        <w:spacing w:after="160" w:line="259" w:lineRule="auto"/>
        <w:rPr>
          <w:rFonts w:cs="Arial"/>
        </w:rPr>
      </w:pPr>
      <w:r w:rsidRPr="00A30D7A">
        <w:rPr>
          <w:rFonts w:cs="Arial"/>
        </w:rPr>
        <w:br w:type="page"/>
      </w:r>
    </w:p>
    <w:p w14:paraId="2FAF8648" w14:textId="09142E91" w:rsidR="00A94547" w:rsidRPr="00A30D7A" w:rsidRDefault="009F32FC" w:rsidP="009F32FC">
      <w:pPr>
        <w:pStyle w:val="Heading1"/>
      </w:pPr>
      <w:bookmarkStart w:id="563" w:name="_Toc163550179"/>
      <w:r w:rsidRPr="00A30D7A">
        <w:lastRenderedPageBreak/>
        <w:t>Annex C – Level of information</w:t>
      </w:r>
      <w:bookmarkEnd w:id="563"/>
    </w:p>
    <w:p w14:paraId="0437A92C" w14:textId="77777777" w:rsidR="009F32FC" w:rsidRPr="00A30D7A" w:rsidRDefault="009F32FC" w:rsidP="009F32FC">
      <w:pPr>
        <w:pStyle w:val="Heading2"/>
      </w:pPr>
      <w:bookmarkStart w:id="564" w:name="_Toc157251960"/>
      <w:bookmarkStart w:id="565" w:name="_Toc163550180"/>
      <w:r w:rsidRPr="00A30D7A">
        <w:t>Spatial object information</w:t>
      </w:r>
      <w:bookmarkEnd w:id="564"/>
      <w:bookmarkEnd w:id="565"/>
    </w:p>
    <w:p w14:paraId="6661AD89" w14:textId="761A8FBF" w:rsidR="009F32FC" w:rsidRPr="00A30D7A" w:rsidRDefault="009F32FC" w:rsidP="009F32FC">
      <w:r w:rsidRPr="00A30D7A">
        <w:t xml:space="preserve">Proposed information delivery: The </w:t>
      </w:r>
      <w:r w:rsidRPr="00A30D7A">
        <w:rPr>
          <w:rFonts w:cs="Arial"/>
          <w:b/>
          <w:bCs/>
          <w:color w:val="808080" w:themeColor="background1" w:themeShade="80"/>
        </w:rPr>
        <w:t>Spatial object</w:t>
      </w:r>
      <w:r w:rsidRPr="00A30D7A">
        <w:rPr>
          <w:rFonts w:cs="Arial"/>
          <w:b/>
          <w:bCs/>
          <w:color w:val="808080" w:themeColor="background1" w:themeShade="80"/>
          <w:szCs w:val="18"/>
        </w:rPr>
        <w:t xml:space="preserve"> information</w:t>
      </w:r>
      <w:r w:rsidRPr="00A30D7A">
        <w:rPr>
          <w:rFonts w:cs="Arial"/>
          <w:b/>
          <w:bCs/>
          <w:color w:val="808080" w:themeColor="background1" w:themeShade="80"/>
        </w:rPr>
        <w:t xml:space="preserve"> table</w:t>
      </w:r>
      <w:r w:rsidRPr="00A30D7A">
        <w:t xml:space="preserve"> shows the proposed level of information for spatial objects to be delivered by the delivery team at each information delivery milestone in response to the appointing party’s EIR.</w:t>
      </w:r>
    </w:p>
    <w:p w14:paraId="4C4B5595" w14:textId="77777777" w:rsidR="009F32FC" w:rsidRPr="00A30D7A" w:rsidRDefault="009F32FC" w:rsidP="009F32FC">
      <w:pPr>
        <w:pStyle w:val="Instructionsindent"/>
        <w:numPr>
          <w:ilvl w:val="0"/>
          <w:numId w:val="0"/>
        </w:numPr>
      </w:pPr>
      <w:r w:rsidRPr="00A30D7A">
        <w:t>Note: A schedule of spaces/spatial objects has not been included in this template because spaces are usually documented elsewhere. Also, the properties required will usually apply to all spatial objects.</w:t>
      </w:r>
    </w:p>
    <w:p w14:paraId="011F15CA" w14:textId="77777777" w:rsidR="009F32FC" w:rsidRPr="00A30D7A" w:rsidRDefault="009F32FC" w:rsidP="009F32FC">
      <w:pPr>
        <w:pStyle w:val="Instructionsindent"/>
        <w:numPr>
          <w:ilvl w:val="0"/>
          <w:numId w:val="0"/>
        </w:numPr>
      </w:pPr>
      <w:r w:rsidRPr="00A30D7A">
        <w:t xml:space="preserve">The </w:t>
      </w:r>
      <w:r w:rsidRPr="00A30D7A">
        <w:rPr>
          <w:b/>
          <w:bCs/>
        </w:rPr>
        <w:t>Spatial object level of information need table</w:t>
      </w:r>
      <w:r w:rsidRPr="00A30D7A">
        <w:t xml:space="preserve"> in the EIR specifies the spatial object properties required at each information delivery milestone. It does not use a numerical scale or external metric to describe this because the level of information is implied by the properties included.</w:t>
      </w:r>
    </w:p>
    <w:p w14:paraId="2093A600" w14:textId="77777777" w:rsidR="009F32FC" w:rsidRPr="00A30D7A" w:rsidRDefault="009F32FC" w:rsidP="009F32FC">
      <w:pPr>
        <w:tabs>
          <w:tab w:val="clear" w:pos="3969"/>
        </w:tabs>
        <w:spacing w:after="0"/>
        <w:rPr>
          <w:b/>
          <w:bCs/>
        </w:rPr>
      </w:pPr>
      <w:r w:rsidRPr="00A30D7A">
        <w:rPr>
          <w:rFonts w:cs="Arial"/>
          <w:b/>
          <w:bCs/>
          <w:szCs w:val="18"/>
        </w:rPr>
        <w:t>Spatial object information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1103"/>
        <w:gridCol w:w="1364"/>
        <w:gridCol w:w="1276"/>
        <w:gridCol w:w="435"/>
        <w:gridCol w:w="1276"/>
        <w:gridCol w:w="435"/>
        <w:gridCol w:w="1276"/>
        <w:gridCol w:w="435"/>
      </w:tblGrid>
      <w:tr w:rsidR="009F32FC" w:rsidRPr="00A30D7A" w14:paraId="38B3E4F4" w14:textId="77777777" w:rsidTr="008563D6">
        <w:trPr>
          <w:cantSplit/>
          <w:trHeight w:val="1134"/>
          <w:tblHeader/>
        </w:trPr>
        <w:tc>
          <w:tcPr>
            <w:tcW w:w="1302" w:type="dxa"/>
            <w:shd w:val="clear" w:color="auto" w:fill="D9E2F3" w:themeFill="accent1" w:themeFillTint="33"/>
            <w:vAlign w:val="center"/>
            <w:hideMark/>
          </w:tcPr>
          <w:p w14:paraId="5B5409A5" w14:textId="77777777" w:rsidR="009F32FC" w:rsidRPr="00A30D7A" w:rsidRDefault="009F32FC" w:rsidP="008563D6">
            <w:pPr>
              <w:spacing w:before="40" w:after="40"/>
              <w:rPr>
                <w:rFonts w:cs="Arial"/>
                <w:b/>
                <w:bCs/>
                <w:sz w:val="16"/>
                <w:szCs w:val="16"/>
              </w:rPr>
            </w:pPr>
            <w:r w:rsidRPr="00A30D7A">
              <w:rPr>
                <w:rFonts w:cs="Arial"/>
                <w:b/>
                <w:bCs/>
                <w:szCs w:val="18"/>
              </w:rPr>
              <w:t>Property category</w:t>
            </w:r>
          </w:p>
        </w:tc>
        <w:tc>
          <w:tcPr>
            <w:tcW w:w="1103" w:type="dxa"/>
            <w:shd w:val="clear" w:color="auto" w:fill="D9E2F3" w:themeFill="accent1" w:themeFillTint="33"/>
            <w:vAlign w:val="center"/>
            <w:hideMark/>
          </w:tcPr>
          <w:p w14:paraId="4202D466" w14:textId="77777777" w:rsidR="009F32FC" w:rsidRPr="00A30D7A" w:rsidRDefault="009F32FC" w:rsidP="008563D6">
            <w:pPr>
              <w:spacing w:before="40" w:after="40"/>
              <w:rPr>
                <w:rFonts w:cs="Arial"/>
                <w:b/>
                <w:bCs/>
                <w:szCs w:val="18"/>
              </w:rPr>
            </w:pPr>
            <w:r w:rsidRPr="00A30D7A">
              <w:rPr>
                <w:rFonts w:cs="Arial"/>
                <w:b/>
                <w:bCs/>
                <w:szCs w:val="18"/>
              </w:rPr>
              <w:t>Generic property name</w:t>
            </w:r>
          </w:p>
        </w:tc>
        <w:tc>
          <w:tcPr>
            <w:tcW w:w="1364" w:type="dxa"/>
            <w:shd w:val="clear" w:color="auto" w:fill="D9E2F3" w:themeFill="accent1" w:themeFillTint="33"/>
            <w:vAlign w:val="center"/>
          </w:tcPr>
          <w:p w14:paraId="019B19EF" w14:textId="77777777" w:rsidR="009F32FC" w:rsidRPr="00A30D7A" w:rsidRDefault="009F32FC" w:rsidP="008563D6">
            <w:pPr>
              <w:spacing w:before="40" w:after="40"/>
              <w:rPr>
                <w:rFonts w:cs="Arial"/>
                <w:b/>
                <w:bCs/>
                <w:szCs w:val="18"/>
              </w:rPr>
            </w:pPr>
            <w:r w:rsidRPr="00A30D7A">
              <w:rPr>
                <w:rFonts w:cs="Arial"/>
                <w:b/>
                <w:bCs/>
                <w:szCs w:val="18"/>
              </w:rPr>
              <w:t>IFC4 property name or property set</w:t>
            </w:r>
          </w:p>
        </w:tc>
        <w:tc>
          <w:tcPr>
            <w:tcW w:w="1276" w:type="dxa"/>
            <w:shd w:val="clear" w:color="auto" w:fill="D9E2F3" w:themeFill="accent1" w:themeFillTint="33"/>
            <w:vAlign w:val="center"/>
          </w:tcPr>
          <w:p w14:paraId="363EA73D" w14:textId="77777777" w:rsidR="009F32FC" w:rsidRPr="00A30D7A" w:rsidRDefault="009F32FC" w:rsidP="008563D6">
            <w:pPr>
              <w:spacing w:before="40" w:after="40"/>
              <w:rPr>
                <w:rFonts w:cs="Arial"/>
                <w:b/>
                <w:bCs/>
                <w:szCs w:val="18"/>
              </w:rPr>
            </w:pPr>
            <w:r w:rsidRPr="00A30D7A">
              <w:rPr>
                <w:rFonts w:cs="Arial"/>
                <w:b/>
                <w:bCs/>
                <w:szCs w:val="18"/>
              </w:rPr>
              <w:t>Deliver at Milestone 1</w:t>
            </w:r>
          </w:p>
        </w:tc>
        <w:tc>
          <w:tcPr>
            <w:tcW w:w="435" w:type="dxa"/>
            <w:shd w:val="clear" w:color="auto" w:fill="D9E2F3" w:themeFill="accent1" w:themeFillTint="33"/>
            <w:textDirection w:val="btLr"/>
            <w:vAlign w:val="center"/>
          </w:tcPr>
          <w:p w14:paraId="1CA29898" w14:textId="77777777" w:rsidR="009F32FC" w:rsidRPr="00A30D7A" w:rsidRDefault="009F32FC" w:rsidP="008563D6">
            <w:pPr>
              <w:spacing w:before="40" w:after="40"/>
              <w:ind w:left="113" w:right="113"/>
              <w:rPr>
                <w:rFonts w:cs="Arial"/>
                <w:b/>
                <w:bCs/>
                <w:szCs w:val="18"/>
              </w:rPr>
            </w:pPr>
            <w:r w:rsidRPr="00A30D7A">
              <w:rPr>
                <w:rFonts w:cs="Arial"/>
                <w:b/>
                <w:bCs/>
                <w:szCs w:val="18"/>
              </w:rPr>
              <w:t>Discipline</w:t>
            </w:r>
          </w:p>
        </w:tc>
        <w:tc>
          <w:tcPr>
            <w:tcW w:w="1276" w:type="dxa"/>
            <w:shd w:val="clear" w:color="auto" w:fill="D9E2F3" w:themeFill="accent1" w:themeFillTint="33"/>
            <w:vAlign w:val="center"/>
          </w:tcPr>
          <w:p w14:paraId="24C4BE76" w14:textId="77777777" w:rsidR="009F32FC" w:rsidRPr="00A30D7A" w:rsidRDefault="009F32FC" w:rsidP="008563D6">
            <w:pPr>
              <w:spacing w:before="40" w:after="40"/>
              <w:rPr>
                <w:rFonts w:cs="Arial"/>
                <w:b/>
                <w:bCs/>
                <w:szCs w:val="18"/>
              </w:rPr>
            </w:pPr>
            <w:r w:rsidRPr="00A30D7A">
              <w:rPr>
                <w:rFonts w:cs="Arial"/>
                <w:b/>
                <w:bCs/>
                <w:szCs w:val="18"/>
              </w:rPr>
              <w:t>Deliver at Milestone 2</w:t>
            </w:r>
          </w:p>
        </w:tc>
        <w:tc>
          <w:tcPr>
            <w:tcW w:w="435" w:type="dxa"/>
            <w:shd w:val="clear" w:color="auto" w:fill="D9E2F3" w:themeFill="accent1" w:themeFillTint="33"/>
            <w:textDirection w:val="btLr"/>
            <w:vAlign w:val="center"/>
          </w:tcPr>
          <w:p w14:paraId="2ACB7409" w14:textId="77777777" w:rsidR="009F32FC" w:rsidRPr="00A30D7A" w:rsidRDefault="009F32FC" w:rsidP="008563D6">
            <w:pPr>
              <w:spacing w:before="40" w:after="40"/>
              <w:ind w:left="113" w:right="113"/>
              <w:rPr>
                <w:rFonts w:cs="Arial"/>
                <w:b/>
                <w:bCs/>
                <w:szCs w:val="18"/>
              </w:rPr>
            </w:pPr>
            <w:r w:rsidRPr="00A30D7A">
              <w:rPr>
                <w:rFonts w:cs="Arial"/>
                <w:b/>
                <w:bCs/>
                <w:szCs w:val="18"/>
              </w:rPr>
              <w:t>Discipline</w:t>
            </w:r>
          </w:p>
        </w:tc>
        <w:tc>
          <w:tcPr>
            <w:tcW w:w="1276" w:type="dxa"/>
            <w:shd w:val="clear" w:color="auto" w:fill="D9E2F3" w:themeFill="accent1" w:themeFillTint="33"/>
            <w:vAlign w:val="center"/>
          </w:tcPr>
          <w:p w14:paraId="5A2F3577" w14:textId="77777777" w:rsidR="009F32FC" w:rsidRPr="00A30D7A" w:rsidRDefault="009F32FC" w:rsidP="008563D6">
            <w:pPr>
              <w:spacing w:before="40" w:after="40"/>
              <w:rPr>
                <w:rFonts w:cs="Arial"/>
                <w:b/>
                <w:bCs/>
                <w:szCs w:val="18"/>
              </w:rPr>
            </w:pPr>
            <w:r w:rsidRPr="00A30D7A">
              <w:rPr>
                <w:rFonts w:cs="Arial"/>
                <w:b/>
                <w:bCs/>
                <w:szCs w:val="18"/>
              </w:rPr>
              <w:t>Deliver at Milestone 3</w:t>
            </w:r>
          </w:p>
        </w:tc>
        <w:tc>
          <w:tcPr>
            <w:tcW w:w="435" w:type="dxa"/>
            <w:shd w:val="clear" w:color="auto" w:fill="D9E2F3" w:themeFill="accent1" w:themeFillTint="33"/>
            <w:textDirection w:val="btLr"/>
            <w:vAlign w:val="center"/>
          </w:tcPr>
          <w:p w14:paraId="6022F8E9" w14:textId="77777777" w:rsidR="009F32FC" w:rsidRPr="00A30D7A" w:rsidRDefault="009F32FC" w:rsidP="008563D6">
            <w:pPr>
              <w:spacing w:before="40" w:after="40"/>
              <w:ind w:left="113" w:right="113"/>
              <w:rPr>
                <w:rFonts w:cs="Arial"/>
                <w:b/>
                <w:bCs/>
                <w:szCs w:val="18"/>
              </w:rPr>
            </w:pPr>
            <w:r w:rsidRPr="00A30D7A">
              <w:rPr>
                <w:rFonts w:cs="Arial"/>
                <w:b/>
                <w:bCs/>
                <w:szCs w:val="18"/>
              </w:rPr>
              <w:t>Discipline</w:t>
            </w:r>
          </w:p>
        </w:tc>
      </w:tr>
      <w:tr w:rsidR="009F32FC" w:rsidRPr="00A30D7A" w14:paraId="33FCB764" w14:textId="77777777" w:rsidTr="008563D6">
        <w:trPr>
          <w:cantSplit/>
          <w:trHeight w:val="454"/>
        </w:trPr>
        <w:tc>
          <w:tcPr>
            <w:tcW w:w="1302" w:type="dxa"/>
            <w:shd w:val="clear" w:color="auto" w:fill="F2F2F2" w:themeFill="background1" w:themeFillShade="F2"/>
            <w:noWrap/>
            <w:vAlign w:val="center"/>
            <w:hideMark/>
          </w:tcPr>
          <w:p w14:paraId="6863241A" w14:textId="77777777" w:rsidR="009F32FC" w:rsidRPr="00A30D7A" w:rsidRDefault="009F32FC" w:rsidP="008563D6">
            <w:pPr>
              <w:rPr>
                <w:rFonts w:cs="Arial"/>
                <w:b/>
                <w:color w:val="000000"/>
                <w:sz w:val="16"/>
                <w:szCs w:val="16"/>
              </w:rPr>
            </w:pPr>
            <w:r w:rsidRPr="00A30D7A">
              <w:rPr>
                <w:rFonts w:cs="Arial"/>
                <w:b/>
                <w:bCs/>
                <w:color w:val="000000"/>
                <w:sz w:val="16"/>
                <w:szCs w:val="16"/>
              </w:rPr>
              <w:t>General ID &amp; description</w:t>
            </w:r>
          </w:p>
        </w:tc>
        <w:tc>
          <w:tcPr>
            <w:tcW w:w="1103" w:type="dxa"/>
            <w:shd w:val="clear" w:color="auto" w:fill="auto"/>
            <w:noWrap/>
            <w:vAlign w:val="center"/>
            <w:hideMark/>
          </w:tcPr>
          <w:p w14:paraId="3E6CF3E1" w14:textId="77777777" w:rsidR="009F32FC" w:rsidRPr="00A30D7A" w:rsidRDefault="009F32FC" w:rsidP="008563D6">
            <w:pPr>
              <w:rPr>
                <w:rFonts w:cs="Arial"/>
                <w:color w:val="000000"/>
                <w:sz w:val="16"/>
                <w:szCs w:val="16"/>
              </w:rPr>
            </w:pPr>
          </w:p>
        </w:tc>
        <w:tc>
          <w:tcPr>
            <w:tcW w:w="1364" w:type="dxa"/>
            <w:vAlign w:val="center"/>
          </w:tcPr>
          <w:p w14:paraId="74D4D0EF" w14:textId="77777777" w:rsidR="009F32FC" w:rsidRPr="00A30D7A" w:rsidRDefault="009F32FC" w:rsidP="008563D6">
            <w:pPr>
              <w:rPr>
                <w:rFonts w:cs="Arial"/>
                <w:color w:val="000000"/>
                <w:sz w:val="16"/>
                <w:szCs w:val="16"/>
              </w:rPr>
            </w:pPr>
          </w:p>
        </w:tc>
        <w:tc>
          <w:tcPr>
            <w:tcW w:w="1276" w:type="dxa"/>
            <w:vAlign w:val="center"/>
          </w:tcPr>
          <w:p w14:paraId="236044A1" w14:textId="77777777" w:rsidR="009F32FC" w:rsidRPr="00A30D7A" w:rsidRDefault="009F32FC" w:rsidP="008563D6">
            <w:pPr>
              <w:rPr>
                <w:rFonts w:cs="Arial"/>
                <w:color w:val="000000"/>
                <w:sz w:val="16"/>
                <w:szCs w:val="16"/>
              </w:rPr>
            </w:pPr>
          </w:p>
        </w:tc>
        <w:tc>
          <w:tcPr>
            <w:tcW w:w="435" w:type="dxa"/>
            <w:vAlign w:val="center"/>
          </w:tcPr>
          <w:p w14:paraId="3F35AC3B" w14:textId="77777777" w:rsidR="009F32FC" w:rsidRPr="00A30D7A" w:rsidRDefault="009F32FC" w:rsidP="008563D6">
            <w:pPr>
              <w:rPr>
                <w:rFonts w:cs="Arial"/>
                <w:color w:val="000000"/>
                <w:sz w:val="16"/>
                <w:szCs w:val="16"/>
              </w:rPr>
            </w:pPr>
          </w:p>
        </w:tc>
        <w:tc>
          <w:tcPr>
            <w:tcW w:w="1276" w:type="dxa"/>
            <w:vAlign w:val="center"/>
          </w:tcPr>
          <w:p w14:paraId="091D21D0" w14:textId="77777777" w:rsidR="009F32FC" w:rsidRPr="00A30D7A" w:rsidRDefault="009F32FC" w:rsidP="008563D6">
            <w:pPr>
              <w:rPr>
                <w:rFonts w:cs="Arial"/>
                <w:color w:val="000000"/>
                <w:sz w:val="16"/>
                <w:szCs w:val="16"/>
              </w:rPr>
            </w:pPr>
          </w:p>
        </w:tc>
        <w:tc>
          <w:tcPr>
            <w:tcW w:w="435" w:type="dxa"/>
            <w:vAlign w:val="center"/>
          </w:tcPr>
          <w:p w14:paraId="3DA6DBE4" w14:textId="77777777" w:rsidR="009F32FC" w:rsidRPr="00A30D7A" w:rsidRDefault="009F32FC" w:rsidP="008563D6">
            <w:pPr>
              <w:rPr>
                <w:rFonts w:cs="Arial"/>
                <w:color w:val="000000"/>
                <w:sz w:val="16"/>
                <w:szCs w:val="16"/>
              </w:rPr>
            </w:pPr>
          </w:p>
        </w:tc>
        <w:tc>
          <w:tcPr>
            <w:tcW w:w="1276" w:type="dxa"/>
            <w:vAlign w:val="center"/>
          </w:tcPr>
          <w:p w14:paraId="454E7D90" w14:textId="77777777" w:rsidR="009F32FC" w:rsidRPr="00A30D7A" w:rsidRDefault="009F32FC" w:rsidP="008563D6">
            <w:pPr>
              <w:rPr>
                <w:rFonts w:cs="Arial"/>
                <w:color w:val="000000"/>
                <w:sz w:val="16"/>
                <w:szCs w:val="16"/>
              </w:rPr>
            </w:pPr>
          </w:p>
        </w:tc>
        <w:tc>
          <w:tcPr>
            <w:tcW w:w="435" w:type="dxa"/>
            <w:vAlign w:val="center"/>
          </w:tcPr>
          <w:p w14:paraId="6F33DEF1" w14:textId="77777777" w:rsidR="009F32FC" w:rsidRPr="00A30D7A" w:rsidRDefault="009F32FC" w:rsidP="008563D6">
            <w:pPr>
              <w:rPr>
                <w:rFonts w:cs="Arial"/>
                <w:color w:val="000000"/>
                <w:sz w:val="16"/>
                <w:szCs w:val="16"/>
              </w:rPr>
            </w:pPr>
          </w:p>
        </w:tc>
      </w:tr>
      <w:tr w:rsidR="009F32FC" w:rsidRPr="00A30D7A" w14:paraId="3FE03A3F" w14:textId="77777777" w:rsidTr="008563D6">
        <w:trPr>
          <w:cantSplit/>
          <w:trHeight w:val="454"/>
        </w:trPr>
        <w:tc>
          <w:tcPr>
            <w:tcW w:w="1302" w:type="dxa"/>
            <w:shd w:val="clear" w:color="auto" w:fill="F2F2F2" w:themeFill="background1" w:themeFillShade="F2"/>
            <w:noWrap/>
            <w:vAlign w:val="center"/>
          </w:tcPr>
          <w:p w14:paraId="01144A47" w14:textId="77777777" w:rsidR="009F32FC" w:rsidRPr="00A30D7A" w:rsidRDefault="009F32FC" w:rsidP="008563D6">
            <w:pPr>
              <w:rPr>
                <w:rFonts w:cs="Arial"/>
                <w:b/>
                <w:bCs/>
                <w:color w:val="000000"/>
                <w:sz w:val="16"/>
                <w:szCs w:val="16"/>
              </w:rPr>
            </w:pPr>
            <w:r w:rsidRPr="00A30D7A">
              <w:rPr>
                <w:rFonts w:cs="Arial"/>
                <w:b/>
                <w:bCs/>
                <w:color w:val="000000"/>
                <w:sz w:val="16"/>
                <w:szCs w:val="16"/>
              </w:rPr>
              <w:t>Location</w:t>
            </w:r>
          </w:p>
        </w:tc>
        <w:tc>
          <w:tcPr>
            <w:tcW w:w="1103" w:type="dxa"/>
            <w:shd w:val="clear" w:color="auto" w:fill="auto"/>
            <w:noWrap/>
            <w:vAlign w:val="center"/>
          </w:tcPr>
          <w:p w14:paraId="02723C32" w14:textId="77777777" w:rsidR="009F32FC" w:rsidRPr="00A30D7A" w:rsidRDefault="009F32FC" w:rsidP="008563D6">
            <w:pPr>
              <w:spacing w:after="120"/>
              <w:rPr>
                <w:rFonts w:cs="Arial"/>
                <w:color w:val="000000"/>
                <w:sz w:val="16"/>
                <w:szCs w:val="16"/>
              </w:rPr>
            </w:pPr>
          </w:p>
        </w:tc>
        <w:tc>
          <w:tcPr>
            <w:tcW w:w="1364" w:type="dxa"/>
            <w:vAlign w:val="center"/>
          </w:tcPr>
          <w:p w14:paraId="737BF8B1" w14:textId="77777777" w:rsidR="009F32FC" w:rsidRPr="00A30D7A" w:rsidRDefault="009F32FC" w:rsidP="008563D6">
            <w:pPr>
              <w:rPr>
                <w:rFonts w:cs="Arial"/>
                <w:sz w:val="16"/>
                <w:szCs w:val="16"/>
              </w:rPr>
            </w:pPr>
          </w:p>
        </w:tc>
        <w:tc>
          <w:tcPr>
            <w:tcW w:w="1276" w:type="dxa"/>
            <w:vAlign w:val="center"/>
          </w:tcPr>
          <w:p w14:paraId="7600A248" w14:textId="77777777" w:rsidR="009F32FC" w:rsidRPr="00A30D7A" w:rsidRDefault="009F32FC" w:rsidP="008563D6">
            <w:pPr>
              <w:rPr>
                <w:rFonts w:cs="Arial"/>
                <w:sz w:val="16"/>
                <w:szCs w:val="16"/>
              </w:rPr>
            </w:pPr>
          </w:p>
        </w:tc>
        <w:tc>
          <w:tcPr>
            <w:tcW w:w="435" w:type="dxa"/>
            <w:vAlign w:val="center"/>
          </w:tcPr>
          <w:p w14:paraId="115E9F1E" w14:textId="77777777" w:rsidR="009F32FC" w:rsidRPr="00A30D7A" w:rsidRDefault="009F32FC" w:rsidP="008563D6">
            <w:pPr>
              <w:rPr>
                <w:rFonts w:cs="Arial"/>
                <w:sz w:val="16"/>
                <w:szCs w:val="16"/>
              </w:rPr>
            </w:pPr>
          </w:p>
        </w:tc>
        <w:tc>
          <w:tcPr>
            <w:tcW w:w="1276" w:type="dxa"/>
            <w:vAlign w:val="center"/>
          </w:tcPr>
          <w:p w14:paraId="760AF838" w14:textId="77777777" w:rsidR="009F32FC" w:rsidRPr="00A30D7A" w:rsidRDefault="009F32FC" w:rsidP="008563D6">
            <w:pPr>
              <w:rPr>
                <w:rFonts w:cs="Arial"/>
                <w:sz w:val="16"/>
                <w:szCs w:val="16"/>
              </w:rPr>
            </w:pPr>
          </w:p>
        </w:tc>
        <w:tc>
          <w:tcPr>
            <w:tcW w:w="435" w:type="dxa"/>
            <w:vAlign w:val="center"/>
          </w:tcPr>
          <w:p w14:paraId="1DE170A3" w14:textId="77777777" w:rsidR="009F32FC" w:rsidRPr="00A30D7A" w:rsidRDefault="009F32FC" w:rsidP="008563D6">
            <w:pPr>
              <w:rPr>
                <w:rFonts w:cs="Arial"/>
                <w:sz w:val="16"/>
                <w:szCs w:val="16"/>
              </w:rPr>
            </w:pPr>
          </w:p>
        </w:tc>
        <w:tc>
          <w:tcPr>
            <w:tcW w:w="1276" w:type="dxa"/>
            <w:vAlign w:val="center"/>
          </w:tcPr>
          <w:p w14:paraId="6CAACD17" w14:textId="77777777" w:rsidR="009F32FC" w:rsidRPr="00A30D7A" w:rsidRDefault="009F32FC" w:rsidP="008563D6">
            <w:pPr>
              <w:rPr>
                <w:rFonts w:cs="Arial"/>
                <w:sz w:val="16"/>
                <w:szCs w:val="16"/>
              </w:rPr>
            </w:pPr>
          </w:p>
        </w:tc>
        <w:tc>
          <w:tcPr>
            <w:tcW w:w="435" w:type="dxa"/>
            <w:vAlign w:val="center"/>
          </w:tcPr>
          <w:p w14:paraId="6F8AEE2D" w14:textId="77777777" w:rsidR="009F32FC" w:rsidRPr="00A30D7A" w:rsidRDefault="009F32FC" w:rsidP="008563D6">
            <w:pPr>
              <w:rPr>
                <w:rFonts w:cs="Arial"/>
                <w:sz w:val="16"/>
                <w:szCs w:val="16"/>
              </w:rPr>
            </w:pPr>
          </w:p>
        </w:tc>
      </w:tr>
      <w:tr w:rsidR="009F32FC" w:rsidRPr="00A30D7A" w14:paraId="274CE89D" w14:textId="77777777" w:rsidTr="008563D6">
        <w:trPr>
          <w:cantSplit/>
          <w:trHeight w:val="454"/>
        </w:trPr>
        <w:tc>
          <w:tcPr>
            <w:tcW w:w="1302" w:type="dxa"/>
            <w:shd w:val="clear" w:color="auto" w:fill="F2F2F2" w:themeFill="background1" w:themeFillShade="F2"/>
            <w:noWrap/>
            <w:vAlign w:val="center"/>
          </w:tcPr>
          <w:p w14:paraId="18274D25" w14:textId="77777777" w:rsidR="009F32FC" w:rsidRPr="00A30D7A" w:rsidRDefault="009F32FC" w:rsidP="008563D6">
            <w:pPr>
              <w:rPr>
                <w:rFonts w:cs="Arial"/>
                <w:color w:val="000000"/>
                <w:sz w:val="16"/>
                <w:szCs w:val="16"/>
              </w:rPr>
            </w:pPr>
            <w:r w:rsidRPr="00A30D7A">
              <w:rPr>
                <w:rFonts w:cs="Arial"/>
                <w:b/>
                <w:bCs/>
                <w:color w:val="000000"/>
                <w:sz w:val="16"/>
                <w:szCs w:val="16"/>
              </w:rPr>
              <w:t>Geometrical quantities</w:t>
            </w:r>
          </w:p>
        </w:tc>
        <w:tc>
          <w:tcPr>
            <w:tcW w:w="1103" w:type="dxa"/>
            <w:shd w:val="clear" w:color="auto" w:fill="auto"/>
            <w:noWrap/>
            <w:vAlign w:val="center"/>
          </w:tcPr>
          <w:p w14:paraId="36C73825" w14:textId="77777777" w:rsidR="009F32FC" w:rsidRPr="00A30D7A" w:rsidRDefault="009F32FC" w:rsidP="008563D6">
            <w:pPr>
              <w:spacing w:after="120"/>
              <w:rPr>
                <w:rFonts w:cs="Arial"/>
                <w:color w:val="000000"/>
                <w:sz w:val="16"/>
                <w:szCs w:val="16"/>
              </w:rPr>
            </w:pPr>
          </w:p>
        </w:tc>
        <w:tc>
          <w:tcPr>
            <w:tcW w:w="1364" w:type="dxa"/>
            <w:vAlign w:val="center"/>
          </w:tcPr>
          <w:p w14:paraId="13C1A3A8" w14:textId="77777777" w:rsidR="009F32FC" w:rsidRPr="00A30D7A" w:rsidRDefault="009F32FC" w:rsidP="008563D6">
            <w:pPr>
              <w:rPr>
                <w:rFonts w:cs="Arial"/>
                <w:color w:val="000000"/>
                <w:sz w:val="16"/>
                <w:szCs w:val="16"/>
              </w:rPr>
            </w:pPr>
          </w:p>
        </w:tc>
        <w:tc>
          <w:tcPr>
            <w:tcW w:w="1276" w:type="dxa"/>
            <w:vAlign w:val="center"/>
          </w:tcPr>
          <w:p w14:paraId="06B03110" w14:textId="77777777" w:rsidR="009F32FC" w:rsidRPr="00A30D7A" w:rsidRDefault="009F32FC" w:rsidP="008563D6">
            <w:pPr>
              <w:rPr>
                <w:rFonts w:cs="Arial"/>
                <w:color w:val="000000"/>
                <w:sz w:val="16"/>
                <w:szCs w:val="16"/>
              </w:rPr>
            </w:pPr>
          </w:p>
        </w:tc>
        <w:tc>
          <w:tcPr>
            <w:tcW w:w="435" w:type="dxa"/>
            <w:vAlign w:val="center"/>
          </w:tcPr>
          <w:p w14:paraId="3056DBCD" w14:textId="77777777" w:rsidR="009F32FC" w:rsidRPr="00A30D7A" w:rsidRDefault="009F32FC" w:rsidP="008563D6">
            <w:pPr>
              <w:rPr>
                <w:rFonts w:cs="Arial"/>
                <w:color w:val="000000"/>
                <w:sz w:val="16"/>
                <w:szCs w:val="16"/>
              </w:rPr>
            </w:pPr>
          </w:p>
        </w:tc>
        <w:tc>
          <w:tcPr>
            <w:tcW w:w="1276" w:type="dxa"/>
            <w:vAlign w:val="center"/>
          </w:tcPr>
          <w:p w14:paraId="0F3B08AA" w14:textId="77777777" w:rsidR="009F32FC" w:rsidRPr="00A30D7A" w:rsidRDefault="009F32FC" w:rsidP="008563D6">
            <w:pPr>
              <w:rPr>
                <w:rFonts w:cs="Arial"/>
                <w:color w:val="000000"/>
                <w:sz w:val="16"/>
                <w:szCs w:val="16"/>
              </w:rPr>
            </w:pPr>
          </w:p>
        </w:tc>
        <w:tc>
          <w:tcPr>
            <w:tcW w:w="435" w:type="dxa"/>
            <w:vAlign w:val="center"/>
          </w:tcPr>
          <w:p w14:paraId="66C81648" w14:textId="77777777" w:rsidR="009F32FC" w:rsidRPr="00A30D7A" w:rsidRDefault="009F32FC" w:rsidP="008563D6">
            <w:pPr>
              <w:rPr>
                <w:rFonts w:cs="Arial"/>
                <w:color w:val="000000"/>
                <w:sz w:val="16"/>
                <w:szCs w:val="16"/>
              </w:rPr>
            </w:pPr>
          </w:p>
        </w:tc>
        <w:tc>
          <w:tcPr>
            <w:tcW w:w="1276" w:type="dxa"/>
            <w:vAlign w:val="center"/>
          </w:tcPr>
          <w:p w14:paraId="250BAEA9" w14:textId="77777777" w:rsidR="009F32FC" w:rsidRPr="00A30D7A" w:rsidRDefault="009F32FC" w:rsidP="008563D6">
            <w:pPr>
              <w:rPr>
                <w:rFonts w:cs="Arial"/>
                <w:color w:val="000000"/>
                <w:sz w:val="16"/>
                <w:szCs w:val="16"/>
              </w:rPr>
            </w:pPr>
          </w:p>
        </w:tc>
        <w:tc>
          <w:tcPr>
            <w:tcW w:w="435" w:type="dxa"/>
            <w:vAlign w:val="center"/>
          </w:tcPr>
          <w:p w14:paraId="4C384F74" w14:textId="77777777" w:rsidR="009F32FC" w:rsidRPr="00A30D7A" w:rsidRDefault="009F32FC" w:rsidP="008563D6">
            <w:pPr>
              <w:rPr>
                <w:rFonts w:cs="Arial"/>
                <w:color w:val="000000"/>
                <w:sz w:val="16"/>
                <w:szCs w:val="16"/>
              </w:rPr>
            </w:pPr>
          </w:p>
        </w:tc>
      </w:tr>
      <w:tr w:rsidR="009F32FC" w:rsidRPr="00A30D7A" w14:paraId="50050357" w14:textId="77777777" w:rsidTr="008563D6">
        <w:trPr>
          <w:cantSplit/>
          <w:trHeight w:val="454"/>
        </w:trPr>
        <w:tc>
          <w:tcPr>
            <w:tcW w:w="1302" w:type="dxa"/>
            <w:shd w:val="clear" w:color="auto" w:fill="F2F2F2" w:themeFill="background1" w:themeFillShade="F2"/>
            <w:noWrap/>
            <w:vAlign w:val="center"/>
          </w:tcPr>
          <w:p w14:paraId="4C848FD9" w14:textId="77777777" w:rsidR="009F32FC" w:rsidRPr="00A30D7A" w:rsidRDefault="009F32FC" w:rsidP="008563D6">
            <w:pPr>
              <w:rPr>
                <w:rFonts w:cs="Arial"/>
                <w:b/>
                <w:bCs/>
                <w:color w:val="000000"/>
                <w:sz w:val="16"/>
                <w:szCs w:val="16"/>
              </w:rPr>
            </w:pPr>
            <w:r w:rsidRPr="00A30D7A">
              <w:rPr>
                <w:rFonts w:cs="Arial"/>
                <w:b/>
                <w:bCs/>
                <w:color w:val="000000"/>
                <w:sz w:val="16"/>
                <w:szCs w:val="16"/>
              </w:rPr>
              <w:t>Function</w:t>
            </w:r>
          </w:p>
        </w:tc>
        <w:tc>
          <w:tcPr>
            <w:tcW w:w="1103" w:type="dxa"/>
            <w:shd w:val="clear" w:color="auto" w:fill="auto"/>
            <w:noWrap/>
            <w:vAlign w:val="center"/>
          </w:tcPr>
          <w:p w14:paraId="148F563F" w14:textId="77777777" w:rsidR="009F32FC" w:rsidRPr="00A30D7A" w:rsidDel="00414569" w:rsidRDefault="009F32FC" w:rsidP="008563D6">
            <w:pPr>
              <w:spacing w:after="120"/>
              <w:rPr>
                <w:rFonts w:cs="Arial"/>
                <w:color w:val="000000"/>
                <w:sz w:val="16"/>
                <w:szCs w:val="16"/>
              </w:rPr>
            </w:pPr>
          </w:p>
        </w:tc>
        <w:tc>
          <w:tcPr>
            <w:tcW w:w="1364" w:type="dxa"/>
            <w:vAlign w:val="center"/>
          </w:tcPr>
          <w:p w14:paraId="59EC5D44" w14:textId="77777777" w:rsidR="009F32FC" w:rsidRPr="00A30D7A" w:rsidDel="00414569" w:rsidRDefault="009F32FC" w:rsidP="008563D6">
            <w:pPr>
              <w:rPr>
                <w:rFonts w:cs="Arial"/>
                <w:sz w:val="16"/>
                <w:szCs w:val="16"/>
              </w:rPr>
            </w:pPr>
          </w:p>
        </w:tc>
        <w:tc>
          <w:tcPr>
            <w:tcW w:w="1276" w:type="dxa"/>
            <w:vAlign w:val="center"/>
          </w:tcPr>
          <w:p w14:paraId="5BC2E440" w14:textId="77777777" w:rsidR="009F32FC" w:rsidRPr="00A30D7A" w:rsidDel="00414569" w:rsidRDefault="009F32FC" w:rsidP="008563D6">
            <w:pPr>
              <w:rPr>
                <w:rFonts w:cs="Arial"/>
                <w:sz w:val="16"/>
                <w:szCs w:val="16"/>
              </w:rPr>
            </w:pPr>
          </w:p>
        </w:tc>
        <w:tc>
          <w:tcPr>
            <w:tcW w:w="435" w:type="dxa"/>
            <w:vAlign w:val="center"/>
          </w:tcPr>
          <w:p w14:paraId="5EBB5054" w14:textId="77777777" w:rsidR="009F32FC" w:rsidRPr="00A30D7A" w:rsidDel="00414569" w:rsidRDefault="009F32FC" w:rsidP="008563D6">
            <w:pPr>
              <w:rPr>
                <w:rFonts w:cs="Arial"/>
                <w:sz w:val="16"/>
                <w:szCs w:val="16"/>
              </w:rPr>
            </w:pPr>
          </w:p>
        </w:tc>
        <w:tc>
          <w:tcPr>
            <w:tcW w:w="1276" w:type="dxa"/>
            <w:vAlign w:val="center"/>
          </w:tcPr>
          <w:p w14:paraId="530581A1" w14:textId="77777777" w:rsidR="009F32FC" w:rsidRPr="00A30D7A" w:rsidDel="00414569" w:rsidRDefault="009F32FC" w:rsidP="008563D6">
            <w:pPr>
              <w:rPr>
                <w:rFonts w:cs="Arial"/>
                <w:sz w:val="16"/>
                <w:szCs w:val="16"/>
              </w:rPr>
            </w:pPr>
          </w:p>
        </w:tc>
        <w:tc>
          <w:tcPr>
            <w:tcW w:w="435" w:type="dxa"/>
            <w:vAlign w:val="center"/>
          </w:tcPr>
          <w:p w14:paraId="154AD289" w14:textId="77777777" w:rsidR="009F32FC" w:rsidRPr="00A30D7A" w:rsidDel="00414569" w:rsidRDefault="009F32FC" w:rsidP="008563D6">
            <w:pPr>
              <w:rPr>
                <w:rFonts w:cs="Arial"/>
                <w:sz w:val="16"/>
                <w:szCs w:val="16"/>
              </w:rPr>
            </w:pPr>
          </w:p>
        </w:tc>
        <w:tc>
          <w:tcPr>
            <w:tcW w:w="1276" w:type="dxa"/>
            <w:vAlign w:val="center"/>
          </w:tcPr>
          <w:p w14:paraId="727B8B76" w14:textId="77777777" w:rsidR="009F32FC" w:rsidRPr="00A30D7A" w:rsidDel="00414569" w:rsidRDefault="009F32FC" w:rsidP="008563D6">
            <w:pPr>
              <w:rPr>
                <w:rFonts w:cs="Arial"/>
                <w:sz w:val="16"/>
                <w:szCs w:val="16"/>
              </w:rPr>
            </w:pPr>
          </w:p>
        </w:tc>
        <w:tc>
          <w:tcPr>
            <w:tcW w:w="435" w:type="dxa"/>
            <w:vAlign w:val="center"/>
          </w:tcPr>
          <w:p w14:paraId="08A228D4" w14:textId="77777777" w:rsidR="009F32FC" w:rsidRPr="00A30D7A" w:rsidDel="00414569" w:rsidRDefault="009F32FC" w:rsidP="008563D6">
            <w:pPr>
              <w:rPr>
                <w:rFonts w:cs="Arial"/>
                <w:sz w:val="16"/>
                <w:szCs w:val="16"/>
              </w:rPr>
            </w:pPr>
          </w:p>
        </w:tc>
      </w:tr>
      <w:tr w:rsidR="009F32FC" w:rsidRPr="00A30D7A" w14:paraId="55ED6590" w14:textId="77777777" w:rsidTr="008563D6">
        <w:trPr>
          <w:cantSplit/>
          <w:trHeight w:val="454"/>
        </w:trPr>
        <w:tc>
          <w:tcPr>
            <w:tcW w:w="1302" w:type="dxa"/>
            <w:shd w:val="clear" w:color="auto" w:fill="F2F2F2" w:themeFill="background1" w:themeFillShade="F2"/>
            <w:noWrap/>
            <w:vAlign w:val="center"/>
          </w:tcPr>
          <w:p w14:paraId="6B5DEE87" w14:textId="77777777" w:rsidR="009F32FC" w:rsidRPr="00A30D7A" w:rsidRDefault="009F32FC" w:rsidP="008563D6">
            <w:pPr>
              <w:rPr>
                <w:rFonts w:cs="Arial"/>
                <w:b/>
                <w:bCs/>
                <w:color w:val="000000"/>
                <w:sz w:val="16"/>
                <w:szCs w:val="16"/>
              </w:rPr>
            </w:pPr>
            <w:r w:rsidRPr="00A30D7A">
              <w:rPr>
                <w:rFonts w:cs="Arial"/>
                <w:b/>
                <w:bCs/>
                <w:color w:val="000000"/>
                <w:sz w:val="16"/>
                <w:szCs w:val="16"/>
              </w:rPr>
              <w:t>Occupancy</w:t>
            </w:r>
            <w:r w:rsidRPr="00A30D7A" w:rsidDel="004F40A5">
              <w:rPr>
                <w:rFonts w:cs="Arial"/>
                <w:b/>
                <w:bCs/>
                <w:color w:val="000000"/>
                <w:sz w:val="16"/>
                <w:szCs w:val="16"/>
              </w:rPr>
              <w:t xml:space="preserve"> </w:t>
            </w:r>
          </w:p>
        </w:tc>
        <w:tc>
          <w:tcPr>
            <w:tcW w:w="1103" w:type="dxa"/>
            <w:shd w:val="clear" w:color="auto" w:fill="auto"/>
            <w:noWrap/>
            <w:vAlign w:val="center"/>
          </w:tcPr>
          <w:p w14:paraId="0D94ADA7" w14:textId="77777777" w:rsidR="009F32FC" w:rsidRPr="00A30D7A" w:rsidRDefault="009F32FC" w:rsidP="008563D6">
            <w:pPr>
              <w:spacing w:after="120"/>
              <w:rPr>
                <w:rFonts w:cs="Arial"/>
                <w:color w:val="000000"/>
                <w:sz w:val="16"/>
                <w:szCs w:val="16"/>
              </w:rPr>
            </w:pPr>
          </w:p>
        </w:tc>
        <w:tc>
          <w:tcPr>
            <w:tcW w:w="1364" w:type="dxa"/>
            <w:vAlign w:val="center"/>
          </w:tcPr>
          <w:p w14:paraId="1BD695D8" w14:textId="77777777" w:rsidR="009F32FC" w:rsidRPr="00A30D7A" w:rsidRDefault="009F32FC" w:rsidP="008563D6">
            <w:pPr>
              <w:rPr>
                <w:rFonts w:cs="Arial"/>
                <w:sz w:val="16"/>
                <w:szCs w:val="16"/>
              </w:rPr>
            </w:pPr>
          </w:p>
        </w:tc>
        <w:tc>
          <w:tcPr>
            <w:tcW w:w="1276" w:type="dxa"/>
            <w:vAlign w:val="center"/>
          </w:tcPr>
          <w:p w14:paraId="123F3F76" w14:textId="77777777" w:rsidR="009F32FC" w:rsidRPr="00A30D7A" w:rsidRDefault="009F32FC" w:rsidP="008563D6">
            <w:pPr>
              <w:rPr>
                <w:rFonts w:cs="Arial"/>
                <w:sz w:val="16"/>
                <w:szCs w:val="16"/>
              </w:rPr>
            </w:pPr>
          </w:p>
        </w:tc>
        <w:tc>
          <w:tcPr>
            <w:tcW w:w="435" w:type="dxa"/>
            <w:vAlign w:val="center"/>
          </w:tcPr>
          <w:p w14:paraId="1F7249FE" w14:textId="77777777" w:rsidR="009F32FC" w:rsidRPr="00A30D7A" w:rsidRDefault="009F32FC" w:rsidP="008563D6">
            <w:pPr>
              <w:rPr>
                <w:rFonts w:cs="Arial"/>
                <w:sz w:val="16"/>
                <w:szCs w:val="16"/>
              </w:rPr>
            </w:pPr>
          </w:p>
        </w:tc>
        <w:tc>
          <w:tcPr>
            <w:tcW w:w="1276" w:type="dxa"/>
            <w:vAlign w:val="center"/>
          </w:tcPr>
          <w:p w14:paraId="7E8D4A9E" w14:textId="77777777" w:rsidR="009F32FC" w:rsidRPr="00A30D7A" w:rsidRDefault="009F32FC" w:rsidP="008563D6">
            <w:pPr>
              <w:rPr>
                <w:rFonts w:cs="Arial"/>
                <w:sz w:val="16"/>
                <w:szCs w:val="16"/>
              </w:rPr>
            </w:pPr>
          </w:p>
        </w:tc>
        <w:tc>
          <w:tcPr>
            <w:tcW w:w="435" w:type="dxa"/>
            <w:vAlign w:val="center"/>
          </w:tcPr>
          <w:p w14:paraId="0D749C31" w14:textId="77777777" w:rsidR="009F32FC" w:rsidRPr="00A30D7A" w:rsidRDefault="009F32FC" w:rsidP="008563D6">
            <w:pPr>
              <w:rPr>
                <w:rFonts w:cs="Arial"/>
                <w:sz w:val="16"/>
                <w:szCs w:val="16"/>
              </w:rPr>
            </w:pPr>
          </w:p>
        </w:tc>
        <w:tc>
          <w:tcPr>
            <w:tcW w:w="1276" w:type="dxa"/>
            <w:vAlign w:val="center"/>
          </w:tcPr>
          <w:p w14:paraId="4D98C2F7" w14:textId="77777777" w:rsidR="009F32FC" w:rsidRPr="00A30D7A" w:rsidRDefault="009F32FC" w:rsidP="008563D6">
            <w:pPr>
              <w:rPr>
                <w:rFonts w:cs="Arial"/>
                <w:sz w:val="16"/>
                <w:szCs w:val="16"/>
              </w:rPr>
            </w:pPr>
          </w:p>
        </w:tc>
        <w:tc>
          <w:tcPr>
            <w:tcW w:w="435" w:type="dxa"/>
            <w:vAlign w:val="center"/>
          </w:tcPr>
          <w:p w14:paraId="787C5C49" w14:textId="77777777" w:rsidR="009F32FC" w:rsidRPr="00A30D7A" w:rsidRDefault="009F32FC" w:rsidP="008563D6">
            <w:pPr>
              <w:rPr>
                <w:rFonts w:cs="Arial"/>
                <w:sz w:val="16"/>
                <w:szCs w:val="16"/>
              </w:rPr>
            </w:pPr>
          </w:p>
        </w:tc>
      </w:tr>
      <w:tr w:rsidR="009F32FC" w:rsidRPr="00A30D7A" w14:paraId="650247C3" w14:textId="77777777" w:rsidTr="008563D6">
        <w:trPr>
          <w:cantSplit/>
          <w:trHeight w:val="454"/>
        </w:trPr>
        <w:tc>
          <w:tcPr>
            <w:tcW w:w="1302" w:type="dxa"/>
            <w:shd w:val="clear" w:color="auto" w:fill="F2F2F2" w:themeFill="background1" w:themeFillShade="F2"/>
            <w:noWrap/>
            <w:vAlign w:val="center"/>
          </w:tcPr>
          <w:p w14:paraId="0F5E27B2" w14:textId="77777777" w:rsidR="009F32FC" w:rsidRPr="00A30D7A" w:rsidRDefault="009F32FC" w:rsidP="008563D6">
            <w:pPr>
              <w:rPr>
                <w:rFonts w:cs="Arial"/>
                <w:b/>
                <w:bCs/>
                <w:color w:val="000000"/>
                <w:sz w:val="16"/>
                <w:szCs w:val="16"/>
              </w:rPr>
            </w:pPr>
            <w:r w:rsidRPr="00A30D7A">
              <w:rPr>
                <w:rFonts w:cs="Arial"/>
                <w:b/>
                <w:bCs/>
                <w:color w:val="000000"/>
                <w:sz w:val="16"/>
                <w:szCs w:val="16"/>
              </w:rPr>
              <w:t>Surface finishes</w:t>
            </w:r>
          </w:p>
        </w:tc>
        <w:tc>
          <w:tcPr>
            <w:tcW w:w="1103" w:type="dxa"/>
            <w:shd w:val="clear" w:color="auto" w:fill="auto"/>
            <w:noWrap/>
            <w:vAlign w:val="center"/>
          </w:tcPr>
          <w:p w14:paraId="2A259E19" w14:textId="77777777" w:rsidR="009F32FC" w:rsidRPr="00A30D7A" w:rsidRDefault="009F32FC" w:rsidP="008563D6">
            <w:pPr>
              <w:spacing w:after="120"/>
              <w:rPr>
                <w:rFonts w:cs="Arial"/>
                <w:color w:val="000000"/>
                <w:sz w:val="16"/>
                <w:szCs w:val="16"/>
              </w:rPr>
            </w:pPr>
          </w:p>
        </w:tc>
        <w:tc>
          <w:tcPr>
            <w:tcW w:w="1364" w:type="dxa"/>
            <w:vAlign w:val="center"/>
          </w:tcPr>
          <w:p w14:paraId="002EF509" w14:textId="77777777" w:rsidR="009F32FC" w:rsidRPr="00A30D7A" w:rsidRDefault="009F32FC" w:rsidP="008563D6">
            <w:pPr>
              <w:rPr>
                <w:rFonts w:cs="Arial"/>
                <w:sz w:val="16"/>
                <w:szCs w:val="16"/>
              </w:rPr>
            </w:pPr>
          </w:p>
        </w:tc>
        <w:tc>
          <w:tcPr>
            <w:tcW w:w="1276" w:type="dxa"/>
            <w:vAlign w:val="center"/>
          </w:tcPr>
          <w:p w14:paraId="247B067B" w14:textId="77777777" w:rsidR="009F32FC" w:rsidRPr="00A30D7A" w:rsidRDefault="009F32FC" w:rsidP="008563D6">
            <w:pPr>
              <w:rPr>
                <w:rFonts w:cs="Arial"/>
                <w:sz w:val="16"/>
                <w:szCs w:val="16"/>
              </w:rPr>
            </w:pPr>
          </w:p>
        </w:tc>
        <w:tc>
          <w:tcPr>
            <w:tcW w:w="435" w:type="dxa"/>
            <w:vAlign w:val="center"/>
          </w:tcPr>
          <w:p w14:paraId="1EB4569B" w14:textId="77777777" w:rsidR="009F32FC" w:rsidRPr="00A30D7A" w:rsidRDefault="009F32FC" w:rsidP="008563D6">
            <w:pPr>
              <w:rPr>
                <w:rFonts w:cs="Arial"/>
                <w:sz w:val="16"/>
                <w:szCs w:val="16"/>
              </w:rPr>
            </w:pPr>
          </w:p>
        </w:tc>
        <w:tc>
          <w:tcPr>
            <w:tcW w:w="1276" w:type="dxa"/>
            <w:vAlign w:val="center"/>
          </w:tcPr>
          <w:p w14:paraId="076B49D6" w14:textId="77777777" w:rsidR="009F32FC" w:rsidRPr="00A30D7A" w:rsidRDefault="009F32FC" w:rsidP="008563D6">
            <w:pPr>
              <w:rPr>
                <w:rFonts w:cs="Arial"/>
                <w:sz w:val="16"/>
                <w:szCs w:val="16"/>
              </w:rPr>
            </w:pPr>
          </w:p>
        </w:tc>
        <w:tc>
          <w:tcPr>
            <w:tcW w:w="435" w:type="dxa"/>
            <w:vAlign w:val="center"/>
          </w:tcPr>
          <w:p w14:paraId="39FC3BD5" w14:textId="77777777" w:rsidR="009F32FC" w:rsidRPr="00A30D7A" w:rsidRDefault="009F32FC" w:rsidP="008563D6">
            <w:pPr>
              <w:rPr>
                <w:rFonts w:cs="Arial"/>
                <w:sz w:val="16"/>
                <w:szCs w:val="16"/>
              </w:rPr>
            </w:pPr>
          </w:p>
        </w:tc>
        <w:tc>
          <w:tcPr>
            <w:tcW w:w="1276" w:type="dxa"/>
            <w:vAlign w:val="center"/>
          </w:tcPr>
          <w:p w14:paraId="1C9030D9" w14:textId="77777777" w:rsidR="009F32FC" w:rsidRPr="00A30D7A" w:rsidRDefault="009F32FC" w:rsidP="008563D6">
            <w:pPr>
              <w:rPr>
                <w:rFonts w:cs="Arial"/>
                <w:sz w:val="16"/>
                <w:szCs w:val="16"/>
              </w:rPr>
            </w:pPr>
          </w:p>
        </w:tc>
        <w:tc>
          <w:tcPr>
            <w:tcW w:w="435" w:type="dxa"/>
            <w:vAlign w:val="center"/>
          </w:tcPr>
          <w:p w14:paraId="62AEBFD5" w14:textId="77777777" w:rsidR="009F32FC" w:rsidRPr="00A30D7A" w:rsidRDefault="009F32FC" w:rsidP="008563D6">
            <w:pPr>
              <w:rPr>
                <w:rFonts w:cs="Arial"/>
                <w:sz w:val="16"/>
                <w:szCs w:val="16"/>
              </w:rPr>
            </w:pPr>
          </w:p>
        </w:tc>
      </w:tr>
      <w:tr w:rsidR="009F32FC" w:rsidRPr="00A30D7A" w14:paraId="37645164" w14:textId="77777777" w:rsidTr="008563D6">
        <w:trPr>
          <w:cantSplit/>
          <w:trHeight w:val="454"/>
        </w:trPr>
        <w:tc>
          <w:tcPr>
            <w:tcW w:w="1302" w:type="dxa"/>
            <w:shd w:val="clear" w:color="auto" w:fill="F2F2F2" w:themeFill="background1" w:themeFillShade="F2"/>
            <w:noWrap/>
            <w:vAlign w:val="center"/>
          </w:tcPr>
          <w:p w14:paraId="2387E792" w14:textId="77777777" w:rsidR="009F32FC" w:rsidRPr="00A30D7A" w:rsidRDefault="009F32FC" w:rsidP="008563D6">
            <w:pPr>
              <w:rPr>
                <w:rFonts w:cs="Arial"/>
                <w:b/>
                <w:bCs/>
                <w:color w:val="000000"/>
                <w:sz w:val="16"/>
                <w:szCs w:val="16"/>
              </w:rPr>
            </w:pPr>
            <w:r w:rsidRPr="00A30D7A">
              <w:rPr>
                <w:rFonts w:cs="Arial"/>
                <w:b/>
                <w:bCs/>
                <w:color w:val="000000"/>
                <w:sz w:val="16"/>
                <w:szCs w:val="16"/>
              </w:rPr>
              <w:t>Maintenance</w:t>
            </w:r>
          </w:p>
        </w:tc>
        <w:tc>
          <w:tcPr>
            <w:tcW w:w="1103" w:type="dxa"/>
            <w:shd w:val="clear" w:color="auto" w:fill="auto"/>
            <w:noWrap/>
            <w:vAlign w:val="center"/>
          </w:tcPr>
          <w:p w14:paraId="2FCB9CD0" w14:textId="77777777" w:rsidR="009F32FC" w:rsidRPr="00A30D7A" w:rsidRDefault="009F32FC" w:rsidP="008563D6">
            <w:pPr>
              <w:spacing w:after="120"/>
              <w:rPr>
                <w:rFonts w:cs="Arial"/>
                <w:color w:val="000000"/>
                <w:sz w:val="16"/>
                <w:szCs w:val="16"/>
              </w:rPr>
            </w:pPr>
          </w:p>
        </w:tc>
        <w:tc>
          <w:tcPr>
            <w:tcW w:w="1364" w:type="dxa"/>
            <w:vAlign w:val="center"/>
          </w:tcPr>
          <w:p w14:paraId="314BAA0F" w14:textId="77777777" w:rsidR="009F32FC" w:rsidRPr="00A30D7A" w:rsidRDefault="009F32FC" w:rsidP="008563D6">
            <w:pPr>
              <w:rPr>
                <w:rFonts w:cs="Arial"/>
                <w:sz w:val="16"/>
                <w:szCs w:val="16"/>
              </w:rPr>
            </w:pPr>
          </w:p>
        </w:tc>
        <w:tc>
          <w:tcPr>
            <w:tcW w:w="1276" w:type="dxa"/>
            <w:vAlign w:val="center"/>
          </w:tcPr>
          <w:p w14:paraId="3EC7DAC4" w14:textId="77777777" w:rsidR="009F32FC" w:rsidRPr="00A30D7A" w:rsidRDefault="009F32FC" w:rsidP="008563D6">
            <w:pPr>
              <w:rPr>
                <w:rFonts w:cs="Arial"/>
                <w:sz w:val="16"/>
                <w:szCs w:val="16"/>
              </w:rPr>
            </w:pPr>
          </w:p>
        </w:tc>
        <w:tc>
          <w:tcPr>
            <w:tcW w:w="435" w:type="dxa"/>
            <w:vAlign w:val="center"/>
          </w:tcPr>
          <w:p w14:paraId="14205877" w14:textId="77777777" w:rsidR="009F32FC" w:rsidRPr="00A30D7A" w:rsidRDefault="009F32FC" w:rsidP="008563D6">
            <w:pPr>
              <w:rPr>
                <w:rFonts w:cs="Arial"/>
                <w:sz w:val="16"/>
                <w:szCs w:val="16"/>
              </w:rPr>
            </w:pPr>
          </w:p>
        </w:tc>
        <w:tc>
          <w:tcPr>
            <w:tcW w:w="1276" w:type="dxa"/>
            <w:vAlign w:val="center"/>
          </w:tcPr>
          <w:p w14:paraId="37EE76BE" w14:textId="77777777" w:rsidR="009F32FC" w:rsidRPr="00A30D7A" w:rsidRDefault="009F32FC" w:rsidP="008563D6">
            <w:pPr>
              <w:rPr>
                <w:rFonts w:cs="Arial"/>
                <w:sz w:val="16"/>
                <w:szCs w:val="16"/>
              </w:rPr>
            </w:pPr>
          </w:p>
        </w:tc>
        <w:tc>
          <w:tcPr>
            <w:tcW w:w="435" w:type="dxa"/>
            <w:vAlign w:val="center"/>
          </w:tcPr>
          <w:p w14:paraId="524E22A0" w14:textId="77777777" w:rsidR="009F32FC" w:rsidRPr="00A30D7A" w:rsidRDefault="009F32FC" w:rsidP="008563D6">
            <w:pPr>
              <w:rPr>
                <w:rFonts w:cs="Arial"/>
                <w:sz w:val="16"/>
                <w:szCs w:val="16"/>
              </w:rPr>
            </w:pPr>
          </w:p>
        </w:tc>
        <w:tc>
          <w:tcPr>
            <w:tcW w:w="1276" w:type="dxa"/>
            <w:vAlign w:val="center"/>
          </w:tcPr>
          <w:p w14:paraId="1A933888" w14:textId="77777777" w:rsidR="009F32FC" w:rsidRPr="00A30D7A" w:rsidRDefault="009F32FC" w:rsidP="008563D6">
            <w:pPr>
              <w:rPr>
                <w:rFonts w:cs="Arial"/>
                <w:sz w:val="16"/>
                <w:szCs w:val="16"/>
              </w:rPr>
            </w:pPr>
          </w:p>
        </w:tc>
        <w:tc>
          <w:tcPr>
            <w:tcW w:w="435" w:type="dxa"/>
            <w:vAlign w:val="center"/>
          </w:tcPr>
          <w:p w14:paraId="1CEC7C2B" w14:textId="77777777" w:rsidR="009F32FC" w:rsidRPr="00A30D7A" w:rsidRDefault="009F32FC" w:rsidP="008563D6">
            <w:pPr>
              <w:rPr>
                <w:rFonts w:cs="Arial"/>
                <w:sz w:val="16"/>
                <w:szCs w:val="16"/>
              </w:rPr>
            </w:pPr>
          </w:p>
        </w:tc>
      </w:tr>
      <w:tr w:rsidR="009F32FC" w:rsidRPr="00A30D7A" w14:paraId="34A102BD" w14:textId="77777777" w:rsidTr="008563D6">
        <w:trPr>
          <w:cantSplit/>
          <w:trHeight w:val="454"/>
        </w:trPr>
        <w:tc>
          <w:tcPr>
            <w:tcW w:w="1302" w:type="dxa"/>
            <w:shd w:val="clear" w:color="auto" w:fill="F2F2F2" w:themeFill="background1" w:themeFillShade="F2"/>
            <w:noWrap/>
            <w:vAlign w:val="center"/>
          </w:tcPr>
          <w:p w14:paraId="1E934604" w14:textId="77777777" w:rsidR="009F32FC" w:rsidRPr="00A30D7A" w:rsidRDefault="009F32FC" w:rsidP="008563D6">
            <w:pPr>
              <w:rPr>
                <w:rFonts w:cs="Arial"/>
                <w:b/>
                <w:bCs/>
                <w:color w:val="000000"/>
                <w:sz w:val="16"/>
                <w:szCs w:val="16"/>
              </w:rPr>
            </w:pPr>
            <w:r w:rsidRPr="00A30D7A">
              <w:rPr>
                <w:rFonts w:cs="Arial"/>
                <w:b/>
                <w:bCs/>
                <w:color w:val="000000"/>
                <w:sz w:val="16"/>
                <w:szCs w:val="16"/>
              </w:rPr>
              <w:t>Condition</w:t>
            </w:r>
          </w:p>
        </w:tc>
        <w:tc>
          <w:tcPr>
            <w:tcW w:w="1103" w:type="dxa"/>
            <w:shd w:val="clear" w:color="auto" w:fill="auto"/>
            <w:noWrap/>
            <w:vAlign w:val="center"/>
          </w:tcPr>
          <w:p w14:paraId="12F1D562" w14:textId="77777777" w:rsidR="009F32FC" w:rsidRPr="00A30D7A" w:rsidRDefault="009F32FC" w:rsidP="008563D6">
            <w:pPr>
              <w:spacing w:after="120"/>
              <w:rPr>
                <w:rFonts w:cs="Arial"/>
                <w:color w:val="000000"/>
                <w:sz w:val="16"/>
                <w:szCs w:val="16"/>
              </w:rPr>
            </w:pPr>
          </w:p>
        </w:tc>
        <w:tc>
          <w:tcPr>
            <w:tcW w:w="1364" w:type="dxa"/>
            <w:vAlign w:val="center"/>
          </w:tcPr>
          <w:p w14:paraId="6293C07B" w14:textId="77777777" w:rsidR="009F32FC" w:rsidRPr="00A30D7A" w:rsidRDefault="009F32FC" w:rsidP="008563D6">
            <w:pPr>
              <w:rPr>
                <w:rFonts w:cs="Arial"/>
                <w:sz w:val="16"/>
                <w:szCs w:val="16"/>
              </w:rPr>
            </w:pPr>
          </w:p>
        </w:tc>
        <w:tc>
          <w:tcPr>
            <w:tcW w:w="1276" w:type="dxa"/>
            <w:vAlign w:val="center"/>
          </w:tcPr>
          <w:p w14:paraId="594C0B25" w14:textId="77777777" w:rsidR="009F32FC" w:rsidRPr="00A30D7A" w:rsidRDefault="009F32FC" w:rsidP="008563D6">
            <w:pPr>
              <w:rPr>
                <w:rFonts w:cs="Arial"/>
                <w:sz w:val="16"/>
                <w:szCs w:val="16"/>
              </w:rPr>
            </w:pPr>
          </w:p>
        </w:tc>
        <w:tc>
          <w:tcPr>
            <w:tcW w:w="435" w:type="dxa"/>
            <w:vAlign w:val="center"/>
          </w:tcPr>
          <w:p w14:paraId="555469D3" w14:textId="77777777" w:rsidR="009F32FC" w:rsidRPr="00A30D7A" w:rsidRDefault="009F32FC" w:rsidP="008563D6">
            <w:pPr>
              <w:rPr>
                <w:rFonts w:cs="Arial"/>
                <w:sz w:val="16"/>
                <w:szCs w:val="16"/>
              </w:rPr>
            </w:pPr>
          </w:p>
        </w:tc>
        <w:tc>
          <w:tcPr>
            <w:tcW w:w="1276" w:type="dxa"/>
            <w:vAlign w:val="center"/>
          </w:tcPr>
          <w:p w14:paraId="226CA643" w14:textId="77777777" w:rsidR="009F32FC" w:rsidRPr="00A30D7A" w:rsidRDefault="009F32FC" w:rsidP="008563D6">
            <w:pPr>
              <w:rPr>
                <w:rFonts w:cs="Arial"/>
                <w:sz w:val="16"/>
                <w:szCs w:val="16"/>
              </w:rPr>
            </w:pPr>
          </w:p>
        </w:tc>
        <w:tc>
          <w:tcPr>
            <w:tcW w:w="435" w:type="dxa"/>
            <w:vAlign w:val="center"/>
          </w:tcPr>
          <w:p w14:paraId="3D330D51" w14:textId="77777777" w:rsidR="009F32FC" w:rsidRPr="00A30D7A" w:rsidRDefault="009F32FC" w:rsidP="008563D6">
            <w:pPr>
              <w:rPr>
                <w:rFonts w:cs="Arial"/>
                <w:sz w:val="16"/>
                <w:szCs w:val="16"/>
              </w:rPr>
            </w:pPr>
          </w:p>
        </w:tc>
        <w:tc>
          <w:tcPr>
            <w:tcW w:w="1276" w:type="dxa"/>
            <w:vAlign w:val="center"/>
          </w:tcPr>
          <w:p w14:paraId="6A92A002" w14:textId="77777777" w:rsidR="009F32FC" w:rsidRPr="00A30D7A" w:rsidRDefault="009F32FC" w:rsidP="008563D6">
            <w:pPr>
              <w:rPr>
                <w:rFonts w:cs="Arial"/>
                <w:sz w:val="16"/>
                <w:szCs w:val="16"/>
              </w:rPr>
            </w:pPr>
          </w:p>
        </w:tc>
        <w:tc>
          <w:tcPr>
            <w:tcW w:w="435" w:type="dxa"/>
            <w:vAlign w:val="center"/>
          </w:tcPr>
          <w:p w14:paraId="161166CA" w14:textId="77777777" w:rsidR="009F32FC" w:rsidRPr="00A30D7A" w:rsidRDefault="009F32FC" w:rsidP="008563D6">
            <w:pPr>
              <w:rPr>
                <w:rFonts w:cs="Arial"/>
                <w:sz w:val="16"/>
                <w:szCs w:val="16"/>
              </w:rPr>
            </w:pPr>
          </w:p>
        </w:tc>
      </w:tr>
    </w:tbl>
    <w:p w14:paraId="1FF2DEB5" w14:textId="77777777" w:rsidR="009F32FC" w:rsidRPr="00A30D7A" w:rsidRDefault="009F32FC" w:rsidP="009F32FC">
      <w:pPr>
        <w:rPr>
          <w:rFonts w:cs="Arial"/>
          <w:szCs w:val="18"/>
        </w:rPr>
      </w:pPr>
    </w:p>
    <w:p w14:paraId="5DBBFE8D" w14:textId="07CF46F6" w:rsidR="009F32FC" w:rsidRPr="00A30D7A" w:rsidRDefault="004739F7" w:rsidP="004739F7">
      <w:pPr>
        <w:pStyle w:val="Instructions"/>
        <w:rPr>
          <w:b/>
          <w:bCs/>
        </w:rPr>
      </w:pPr>
      <w:r w:rsidRPr="00A30D7A">
        <w:rPr>
          <w:b/>
          <w:bCs/>
        </w:rPr>
        <w:t>Instructions</w:t>
      </w:r>
    </w:p>
    <w:p w14:paraId="43569B9F" w14:textId="0974B7CE" w:rsidR="009F32FC" w:rsidRPr="00A30D7A" w:rsidRDefault="009F32FC" w:rsidP="004739F7">
      <w:pPr>
        <w:pStyle w:val="Instructionsindent"/>
      </w:pPr>
      <w:r w:rsidRPr="00A30D7A">
        <w:t xml:space="preserve">Copy the properties from the </w:t>
      </w:r>
      <w:r w:rsidRPr="00A30D7A">
        <w:rPr>
          <w:b/>
          <w:bCs/>
        </w:rPr>
        <w:t>Spatial object level of information need table</w:t>
      </w:r>
      <w:r w:rsidRPr="00A30D7A">
        <w:t xml:space="preserve"> in the EIR into this table. (It may be simpler to copy the whole table here, change the ‘Required at Milestone 1, 2, 3….’ headings to ‘Deliver at Milestone 1, 2, 3, ….’, and edit the checked or filled cells as required).</w:t>
      </w:r>
    </w:p>
    <w:p w14:paraId="6C9D02BE" w14:textId="41A2B096" w:rsidR="009F32FC" w:rsidRPr="0063774F" w:rsidRDefault="009F32FC" w:rsidP="0063774F">
      <w:pPr>
        <w:pStyle w:val="Instructionsindent"/>
        <w:rPr>
          <w:b/>
          <w:bCs/>
          <w:vanish w:val="0"/>
        </w:rPr>
      </w:pPr>
      <w:r w:rsidRPr="00A30D7A">
        <w:t xml:space="preserve">Add columns as required for each milestone listed in </w:t>
      </w:r>
      <w:r w:rsidR="0063774F" w:rsidRPr="0063774F">
        <w:rPr>
          <w:b/>
          <w:bCs/>
          <w:vanish w:val="0"/>
        </w:rPr>
        <w:t>ANNEX D - MASTER INFORMATION DELIVERY PLAN</w:t>
      </w:r>
      <w:r w:rsidR="0063774F" w:rsidRPr="0063774F">
        <w:rPr>
          <w:vanish w:val="0"/>
        </w:rPr>
        <w:t>,</w:t>
      </w:r>
      <w:r w:rsidR="0063774F" w:rsidRPr="0063774F">
        <w:rPr>
          <w:b/>
          <w:bCs/>
          <w:vanish w:val="0"/>
        </w:rPr>
        <w:t xml:space="preserve"> Master information delivery plan (MIDP)</w:t>
      </w:r>
      <w:r w:rsidR="0063774F" w:rsidRPr="0063774F">
        <w:rPr>
          <w:vanish w:val="0"/>
        </w:rPr>
        <w:t>.</w:t>
      </w:r>
    </w:p>
    <w:p w14:paraId="5E7F2703" w14:textId="77777777" w:rsidR="009F32FC" w:rsidRPr="00A30D7A" w:rsidRDefault="009F32FC" w:rsidP="004739F7">
      <w:pPr>
        <w:pStyle w:val="Instructionsindent"/>
      </w:pPr>
      <w:r w:rsidRPr="00A30D7A">
        <w:t>Indicate the properties to be delivered by adding a tick, symbol or fill to the cells.</w:t>
      </w:r>
    </w:p>
    <w:p w14:paraId="4F087ED2" w14:textId="77777777" w:rsidR="009F32FC" w:rsidRPr="00A30D7A" w:rsidRDefault="009F32FC" w:rsidP="004739F7">
      <w:pPr>
        <w:pStyle w:val="Instructionsindent"/>
      </w:pPr>
      <w:r w:rsidRPr="00A30D7A">
        <w:t>If preferred, N/A can be added to cells to make it clear an item will not be delivered.</w:t>
      </w:r>
    </w:p>
    <w:p w14:paraId="13F62B3D" w14:textId="77777777" w:rsidR="009F32FC" w:rsidRPr="00A30D7A" w:rsidRDefault="009F32FC" w:rsidP="004739F7">
      <w:pPr>
        <w:pStyle w:val="Instructions"/>
      </w:pPr>
      <w:r w:rsidRPr="00A30D7A">
        <w:t xml:space="preserve">This table specifies the properties applicable to ALL spatial objects. If different property sets are proposed for </w:t>
      </w:r>
      <w:proofErr w:type="gramStart"/>
      <w:r w:rsidRPr="00A30D7A">
        <w:t>particular groups</w:t>
      </w:r>
      <w:proofErr w:type="gramEnd"/>
      <w:r w:rsidRPr="00A30D7A">
        <w:t xml:space="preserve"> or classes of spatial objects, subdivide the table into the groups or classes and indicate the properties proposed for each.</w:t>
      </w:r>
    </w:p>
    <w:p w14:paraId="65E57AAE" w14:textId="77777777" w:rsidR="009F32FC" w:rsidRPr="00A30D7A" w:rsidRDefault="009F32FC" w:rsidP="004739F7">
      <w:pPr>
        <w:pStyle w:val="Instructions"/>
        <w:rPr>
          <w:b/>
          <w:bCs/>
        </w:rPr>
      </w:pPr>
      <w:r w:rsidRPr="00A30D7A">
        <w:rPr>
          <w:b/>
          <w:bCs/>
        </w:rPr>
        <w:t>Discipline</w:t>
      </w:r>
    </w:p>
    <w:p w14:paraId="2FA055E8" w14:textId="02C408E2" w:rsidR="009F32FC" w:rsidRPr="00A30D7A" w:rsidRDefault="009F32FC" w:rsidP="004739F7">
      <w:pPr>
        <w:pStyle w:val="Instructionsindent"/>
      </w:pPr>
      <w:r w:rsidRPr="00A30D7A">
        <w:t xml:space="preserve">Indicate responsibilities for providing the required properties for spatial objects and entering values for them by entering the acronym for the relevant party from the following </w:t>
      </w:r>
      <w:r w:rsidRPr="00A30D7A">
        <w:rPr>
          <w:b/>
          <w:bCs/>
        </w:rPr>
        <w:t xml:space="preserve">Key to </w:t>
      </w:r>
      <w:r w:rsidR="0063774F">
        <w:rPr>
          <w:b/>
          <w:bCs/>
        </w:rPr>
        <w:t>disciplines.</w:t>
      </w:r>
    </w:p>
    <w:p w14:paraId="350C5FF3" w14:textId="00590589" w:rsidR="009F32FC" w:rsidRPr="00A30D7A" w:rsidRDefault="009F32FC" w:rsidP="004739F7">
      <w:pPr>
        <w:pStyle w:val="Instructionsindent"/>
      </w:pPr>
      <w:r w:rsidRPr="00A30D7A">
        <w:t>Disciplines are shown as an example. Amend the descriptions and codes to suit the project. The two letter codes shown are from the upcoming National Annex to AS ISO 19650.2</w:t>
      </w:r>
      <w:r w:rsidR="00353DE3">
        <w:t xml:space="preserve"> (2019)</w:t>
      </w:r>
      <w:r w:rsidRPr="00A30D7A">
        <w:t>. A single letter code may be preferred for projects with a limited number of disciplines.</w:t>
      </w:r>
    </w:p>
    <w:p w14:paraId="36C9CFBC" w14:textId="77777777" w:rsidR="009F32FC" w:rsidRPr="00A30D7A" w:rsidRDefault="009F32FC" w:rsidP="004739F7">
      <w:pPr>
        <w:pStyle w:val="Instructionsindent"/>
      </w:pPr>
      <w:r w:rsidRPr="00A30D7A">
        <w:t xml:space="preserve">If responsibilities for properties have been documented already, review them before including them in this table to ensure there are no gaps, </w:t>
      </w:r>
      <w:proofErr w:type="gramStart"/>
      <w:r w:rsidRPr="00A30D7A">
        <w:t>inconsistencies</w:t>
      </w:r>
      <w:proofErr w:type="gramEnd"/>
      <w:r w:rsidRPr="00A30D7A">
        <w:t xml:space="preserve"> or contradictions.</w:t>
      </w:r>
    </w:p>
    <w:p w14:paraId="77332CB2" w14:textId="77777777" w:rsidR="009F32FC" w:rsidRPr="00A30D7A" w:rsidRDefault="009F32FC" w:rsidP="009F32FC">
      <w:pPr>
        <w:spacing w:line="276" w:lineRule="auto"/>
        <w:rPr>
          <w:rFonts w:cs="Arial"/>
          <w:b/>
          <w:bCs/>
        </w:rPr>
      </w:pPr>
      <w:r w:rsidRPr="00A30D7A">
        <w:rPr>
          <w:rFonts w:cs="Arial"/>
          <w:b/>
          <w:bCs/>
        </w:rPr>
        <w:t xml:space="preserve">Key to </w:t>
      </w:r>
      <w:proofErr w:type="gramStart"/>
      <w:r w:rsidRPr="00A30D7A">
        <w:rPr>
          <w:rFonts w:cs="Arial"/>
          <w:b/>
          <w:bCs/>
        </w:rPr>
        <w:t>disciplines</w:t>
      </w:r>
      <w:proofErr w:type="gramEnd"/>
    </w:p>
    <w:tbl>
      <w:tblPr>
        <w:tblStyle w:val="TableGrid"/>
        <w:tblW w:w="89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3785"/>
        <w:gridCol w:w="849"/>
        <w:gridCol w:w="3593"/>
        <w:gridCol w:w="59"/>
      </w:tblGrid>
      <w:tr w:rsidR="009F32FC" w:rsidRPr="00A30D7A" w14:paraId="1DF16820" w14:textId="77777777" w:rsidTr="008563D6">
        <w:trPr>
          <w:gridAfter w:val="1"/>
          <w:wAfter w:w="59" w:type="dxa"/>
        </w:trPr>
        <w:tc>
          <w:tcPr>
            <w:tcW w:w="616" w:type="dxa"/>
          </w:tcPr>
          <w:p w14:paraId="01469ADC" w14:textId="77777777" w:rsidR="009F32FC" w:rsidRPr="00A30D7A" w:rsidRDefault="009F32FC" w:rsidP="008563D6">
            <w:pPr>
              <w:spacing w:line="276" w:lineRule="auto"/>
              <w:rPr>
                <w:rFonts w:cs="Arial"/>
                <w:szCs w:val="18"/>
              </w:rPr>
            </w:pPr>
            <w:r w:rsidRPr="00A30D7A">
              <w:rPr>
                <w:rFonts w:cs="Arial"/>
                <w:szCs w:val="18"/>
              </w:rPr>
              <w:t>AR</w:t>
            </w:r>
          </w:p>
        </w:tc>
        <w:tc>
          <w:tcPr>
            <w:tcW w:w="3785" w:type="dxa"/>
          </w:tcPr>
          <w:p w14:paraId="0CAF9682" w14:textId="77777777" w:rsidR="009F32FC" w:rsidRPr="00A30D7A" w:rsidRDefault="009F32FC" w:rsidP="008563D6">
            <w:pPr>
              <w:spacing w:line="276" w:lineRule="auto"/>
              <w:rPr>
                <w:rFonts w:cs="Arial"/>
                <w:szCs w:val="18"/>
              </w:rPr>
            </w:pPr>
            <w:r w:rsidRPr="00A30D7A">
              <w:rPr>
                <w:rFonts w:cs="Arial"/>
                <w:szCs w:val="18"/>
              </w:rPr>
              <w:t>Architecture</w:t>
            </w:r>
          </w:p>
        </w:tc>
        <w:tc>
          <w:tcPr>
            <w:tcW w:w="849" w:type="dxa"/>
          </w:tcPr>
          <w:p w14:paraId="472DAFA0" w14:textId="77777777" w:rsidR="009F32FC" w:rsidRPr="00A30D7A" w:rsidRDefault="009F32FC" w:rsidP="008563D6">
            <w:pPr>
              <w:spacing w:line="276" w:lineRule="auto"/>
              <w:rPr>
                <w:rFonts w:cs="Arial"/>
                <w:szCs w:val="18"/>
              </w:rPr>
            </w:pPr>
            <w:r w:rsidRPr="00A30D7A">
              <w:rPr>
                <w:rFonts w:cs="Arial"/>
                <w:szCs w:val="18"/>
              </w:rPr>
              <w:t>ID</w:t>
            </w:r>
          </w:p>
        </w:tc>
        <w:tc>
          <w:tcPr>
            <w:tcW w:w="3593" w:type="dxa"/>
          </w:tcPr>
          <w:p w14:paraId="3EB76D85" w14:textId="77777777" w:rsidR="009F32FC" w:rsidRPr="00A30D7A" w:rsidRDefault="009F32FC" w:rsidP="008563D6">
            <w:pPr>
              <w:spacing w:line="276" w:lineRule="auto"/>
              <w:rPr>
                <w:rFonts w:cs="Arial"/>
                <w:szCs w:val="18"/>
              </w:rPr>
            </w:pPr>
            <w:r w:rsidRPr="00A30D7A">
              <w:rPr>
                <w:rFonts w:cs="Arial"/>
                <w:szCs w:val="18"/>
              </w:rPr>
              <w:t>Interior design</w:t>
            </w:r>
          </w:p>
        </w:tc>
      </w:tr>
      <w:tr w:rsidR="009F32FC" w:rsidRPr="00A30D7A" w14:paraId="57829555" w14:textId="77777777" w:rsidTr="008563D6">
        <w:trPr>
          <w:gridAfter w:val="1"/>
          <w:wAfter w:w="59" w:type="dxa"/>
        </w:trPr>
        <w:tc>
          <w:tcPr>
            <w:tcW w:w="616" w:type="dxa"/>
          </w:tcPr>
          <w:p w14:paraId="5134612D" w14:textId="77777777" w:rsidR="009F32FC" w:rsidRPr="00A30D7A" w:rsidRDefault="009F32FC" w:rsidP="008563D6">
            <w:pPr>
              <w:spacing w:line="276" w:lineRule="auto"/>
              <w:rPr>
                <w:rFonts w:cs="Arial"/>
                <w:szCs w:val="18"/>
              </w:rPr>
            </w:pPr>
            <w:r w:rsidRPr="00A30D7A">
              <w:rPr>
                <w:rFonts w:cs="Arial"/>
                <w:szCs w:val="18"/>
              </w:rPr>
              <w:t>BS</w:t>
            </w:r>
          </w:p>
        </w:tc>
        <w:tc>
          <w:tcPr>
            <w:tcW w:w="3785" w:type="dxa"/>
          </w:tcPr>
          <w:p w14:paraId="6180D51C" w14:textId="77777777" w:rsidR="009F32FC" w:rsidRPr="00A30D7A" w:rsidRDefault="009F32FC" w:rsidP="008563D6">
            <w:pPr>
              <w:spacing w:line="276" w:lineRule="auto"/>
              <w:rPr>
                <w:rFonts w:cs="Arial"/>
                <w:szCs w:val="18"/>
              </w:rPr>
            </w:pPr>
            <w:r w:rsidRPr="00A30D7A">
              <w:rPr>
                <w:rFonts w:cs="Arial"/>
                <w:szCs w:val="18"/>
              </w:rPr>
              <w:t>Building surveying</w:t>
            </w:r>
          </w:p>
        </w:tc>
        <w:tc>
          <w:tcPr>
            <w:tcW w:w="849" w:type="dxa"/>
          </w:tcPr>
          <w:p w14:paraId="267C843E" w14:textId="77777777" w:rsidR="009F32FC" w:rsidRPr="00A30D7A" w:rsidRDefault="009F32FC" w:rsidP="008563D6">
            <w:pPr>
              <w:spacing w:line="276" w:lineRule="auto"/>
              <w:rPr>
                <w:rFonts w:cs="Arial"/>
                <w:szCs w:val="18"/>
              </w:rPr>
            </w:pPr>
            <w:r w:rsidRPr="00A30D7A">
              <w:rPr>
                <w:rFonts w:cs="Arial"/>
                <w:szCs w:val="18"/>
              </w:rPr>
              <w:t>PM</w:t>
            </w:r>
          </w:p>
        </w:tc>
        <w:tc>
          <w:tcPr>
            <w:tcW w:w="3593" w:type="dxa"/>
          </w:tcPr>
          <w:p w14:paraId="11E9F5AC" w14:textId="77777777" w:rsidR="009F32FC" w:rsidRPr="00A30D7A" w:rsidRDefault="009F32FC" w:rsidP="008563D6">
            <w:pPr>
              <w:spacing w:line="276" w:lineRule="auto"/>
              <w:rPr>
                <w:rFonts w:cs="Arial"/>
                <w:szCs w:val="18"/>
              </w:rPr>
            </w:pPr>
            <w:r w:rsidRPr="00A30D7A">
              <w:rPr>
                <w:rFonts w:cs="Arial"/>
                <w:szCs w:val="18"/>
              </w:rPr>
              <w:t>Project management</w:t>
            </w:r>
          </w:p>
        </w:tc>
      </w:tr>
      <w:tr w:rsidR="009F32FC" w:rsidRPr="00A30D7A" w14:paraId="494471D0" w14:textId="77777777" w:rsidTr="008563D6">
        <w:trPr>
          <w:gridAfter w:val="1"/>
          <w:wAfter w:w="59" w:type="dxa"/>
        </w:trPr>
        <w:tc>
          <w:tcPr>
            <w:tcW w:w="616" w:type="dxa"/>
          </w:tcPr>
          <w:p w14:paraId="47A7D384" w14:textId="77777777" w:rsidR="009F32FC" w:rsidRPr="00A30D7A" w:rsidRDefault="009F32FC" w:rsidP="008563D6">
            <w:pPr>
              <w:spacing w:line="276" w:lineRule="auto"/>
              <w:rPr>
                <w:rFonts w:cs="Arial"/>
                <w:szCs w:val="18"/>
              </w:rPr>
            </w:pPr>
            <w:r w:rsidRPr="00A30D7A">
              <w:rPr>
                <w:rFonts w:cs="Arial"/>
                <w:szCs w:val="18"/>
              </w:rPr>
              <w:t>CI</w:t>
            </w:r>
          </w:p>
        </w:tc>
        <w:tc>
          <w:tcPr>
            <w:tcW w:w="3785" w:type="dxa"/>
          </w:tcPr>
          <w:p w14:paraId="0C6A4F8A" w14:textId="77777777" w:rsidR="009F32FC" w:rsidRPr="00A30D7A" w:rsidRDefault="009F32FC" w:rsidP="008563D6">
            <w:pPr>
              <w:spacing w:line="276" w:lineRule="auto"/>
              <w:rPr>
                <w:rFonts w:cs="Arial"/>
                <w:szCs w:val="18"/>
              </w:rPr>
            </w:pPr>
            <w:r w:rsidRPr="00A30D7A">
              <w:rPr>
                <w:rFonts w:cs="Arial"/>
                <w:szCs w:val="18"/>
              </w:rPr>
              <w:t>Civil engineering</w:t>
            </w:r>
          </w:p>
        </w:tc>
        <w:tc>
          <w:tcPr>
            <w:tcW w:w="849" w:type="dxa"/>
          </w:tcPr>
          <w:p w14:paraId="657A19C7" w14:textId="77777777" w:rsidR="009F32FC" w:rsidRPr="00A30D7A" w:rsidRDefault="009F32FC" w:rsidP="008563D6">
            <w:pPr>
              <w:spacing w:line="276" w:lineRule="auto"/>
              <w:rPr>
                <w:rFonts w:cs="Arial"/>
                <w:szCs w:val="18"/>
              </w:rPr>
            </w:pPr>
            <w:r w:rsidRPr="00A30D7A">
              <w:rPr>
                <w:rFonts w:cs="Arial"/>
                <w:szCs w:val="18"/>
              </w:rPr>
              <w:t>QS</w:t>
            </w:r>
          </w:p>
        </w:tc>
        <w:tc>
          <w:tcPr>
            <w:tcW w:w="3593" w:type="dxa"/>
          </w:tcPr>
          <w:p w14:paraId="183BCD6C" w14:textId="77777777" w:rsidR="009F32FC" w:rsidRPr="00A30D7A" w:rsidRDefault="009F32FC" w:rsidP="008563D6">
            <w:pPr>
              <w:spacing w:line="276" w:lineRule="auto"/>
              <w:rPr>
                <w:rFonts w:cs="Arial"/>
                <w:szCs w:val="18"/>
              </w:rPr>
            </w:pPr>
            <w:r w:rsidRPr="00A30D7A">
              <w:rPr>
                <w:rFonts w:cs="Arial"/>
                <w:szCs w:val="18"/>
              </w:rPr>
              <w:t>Quantity surveying</w:t>
            </w:r>
          </w:p>
        </w:tc>
      </w:tr>
      <w:tr w:rsidR="009F32FC" w:rsidRPr="00A30D7A" w14:paraId="5E899DE5" w14:textId="77777777" w:rsidTr="008563D6">
        <w:trPr>
          <w:gridAfter w:val="1"/>
          <w:wAfter w:w="59" w:type="dxa"/>
        </w:trPr>
        <w:tc>
          <w:tcPr>
            <w:tcW w:w="616" w:type="dxa"/>
          </w:tcPr>
          <w:p w14:paraId="61CF20A3" w14:textId="77777777" w:rsidR="009F32FC" w:rsidRPr="00A30D7A" w:rsidRDefault="009F32FC" w:rsidP="008563D6">
            <w:pPr>
              <w:spacing w:line="276" w:lineRule="auto"/>
              <w:rPr>
                <w:rFonts w:cs="Arial"/>
                <w:szCs w:val="18"/>
              </w:rPr>
            </w:pPr>
            <w:r w:rsidRPr="00A30D7A">
              <w:rPr>
                <w:rFonts w:cs="Arial"/>
                <w:szCs w:val="18"/>
              </w:rPr>
              <w:t>DM</w:t>
            </w:r>
          </w:p>
        </w:tc>
        <w:tc>
          <w:tcPr>
            <w:tcW w:w="3785" w:type="dxa"/>
          </w:tcPr>
          <w:p w14:paraId="6223F284" w14:textId="77777777" w:rsidR="009F32FC" w:rsidRPr="00A30D7A" w:rsidRDefault="009F32FC" w:rsidP="008563D6">
            <w:pPr>
              <w:spacing w:line="276" w:lineRule="auto"/>
              <w:rPr>
                <w:rFonts w:cs="Arial"/>
                <w:szCs w:val="18"/>
              </w:rPr>
            </w:pPr>
            <w:r w:rsidRPr="00A30D7A">
              <w:rPr>
                <w:rFonts w:cs="Arial"/>
                <w:szCs w:val="18"/>
              </w:rPr>
              <w:t>Demolition/dismantling</w:t>
            </w:r>
          </w:p>
        </w:tc>
        <w:tc>
          <w:tcPr>
            <w:tcW w:w="849" w:type="dxa"/>
          </w:tcPr>
          <w:p w14:paraId="181BA1F9" w14:textId="77777777" w:rsidR="009F32FC" w:rsidRPr="00A30D7A" w:rsidRDefault="009F32FC" w:rsidP="008563D6">
            <w:pPr>
              <w:spacing w:line="276" w:lineRule="auto"/>
              <w:rPr>
                <w:rFonts w:cs="Arial"/>
                <w:szCs w:val="18"/>
              </w:rPr>
            </w:pPr>
            <w:r w:rsidRPr="00A30D7A">
              <w:rPr>
                <w:rFonts w:cs="Arial"/>
                <w:szCs w:val="18"/>
              </w:rPr>
              <w:t>ST</w:t>
            </w:r>
          </w:p>
        </w:tc>
        <w:tc>
          <w:tcPr>
            <w:tcW w:w="3593" w:type="dxa"/>
          </w:tcPr>
          <w:p w14:paraId="77219622" w14:textId="77777777" w:rsidR="009F32FC" w:rsidRPr="00A30D7A" w:rsidRDefault="009F32FC" w:rsidP="008563D6">
            <w:pPr>
              <w:spacing w:line="276" w:lineRule="auto"/>
              <w:rPr>
                <w:rFonts w:cs="Arial"/>
                <w:szCs w:val="18"/>
              </w:rPr>
            </w:pPr>
            <w:r w:rsidRPr="00A30D7A">
              <w:rPr>
                <w:rFonts w:cs="Arial"/>
                <w:szCs w:val="18"/>
              </w:rPr>
              <w:t>Structural engineering</w:t>
            </w:r>
          </w:p>
        </w:tc>
      </w:tr>
      <w:tr w:rsidR="009F32FC" w:rsidRPr="00A30D7A" w14:paraId="0D99F28A" w14:textId="77777777" w:rsidTr="008563D6">
        <w:trPr>
          <w:gridAfter w:val="1"/>
          <w:wAfter w:w="59" w:type="dxa"/>
        </w:trPr>
        <w:tc>
          <w:tcPr>
            <w:tcW w:w="616" w:type="dxa"/>
          </w:tcPr>
          <w:p w14:paraId="607B4AA8" w14:textId="77777777" w:rsidR="009F32FC" w:rsidRPr="00A30D7A" w:rsidRDefault="009F32FC" w:rsidP="008563D6">
            <w:pPr>
              <w:spacing w:line="276" w:lineRule="auto"/>
              <w:rPr>
                <w:rFonts w:cs="Arial"/>
                <w:szCs w:val="18"/>
              </w:rPr>
            </w:pPr>
            <w:r w:rsidRPr="00A30D7A">
              <w:rPr>
                <w:rFonts w:cs="Arial"/>
                <w:szCs w:val="18"/>
              </w:rPr>
              <w:lastRenderedPageBreak/>
              <w:t>EL</w:t>
            </w:r>
          </w:p>
        </w:tc>
        <w:tc>
          <w:tcPr>
            <w:tcW w:w="3785" w:type="dxa"/>
          </w:tcPr>
          <w:p w14:paraId="74EC0185" w14:textId="77777777" w:rsidR="009F32FC" w:rsidRPr="00A30D7A" w:rsidRDefault="009F32FC" w:rsidP="008563D6">
            <w:pPr>
              <w:spacing w:line="276" w:lineRule="auto"/>
              <w:rPr>
                <w:rFonts w:cs="Arial"/>
                <w:szCs w:val="18"/>
              </w:rPr>
            </w:pPr>
            <w:r w:rsidRPr="00A30D7A">
              <w:rPr>
                <w:rFonts w:cs="Arial"/>
                <w:szCs w:val="18"/>
              </w:rPr>
              <w:t>Electrical engineering</w:t>
            </w:r>
          </w:p>
        </w:tc>
        <w:tc>
          <w:tcPr>
            <w:tcW w:w="849" w:type="dxa"/>
          </w:tcPr>
          <w:p w14:paraId="1D033A23" w14:textId="77777777" w:rsidR="009F32FC" w:rsidRPr="00A30D7A" w:rsidRDefault="009F32FC" w:rsidP="008563D6">
            <w:pPr>
              <w:spacing w:line="276" w:lineRule="auto"/>
              <w:rPr>
                <w:rFonts w:cs="Arial"/>
                <w:szCs w:val="18"/>
              </w:rPr>
            </w:pPr>
            <w:r w:rsidRPr="00A30D7A">
              <w:rPr>
                <w:rFonts w:cs="Arial"/>
                <w:szCs w:val="18"/>
              </w:rPr>
              <w:t>TR</w:t>
            </w:r>
          </w:p>
        </w:tc>
        <w:tc>
          <w:tcPr>
            <w:tcW w:w="3593" w:type="dxa"/>
          </w:tcPr>
          <w:p w14:paraId="1FDA1D12" w14:textId="77777777" w:rsidR="009F32FC" w:rsidRPr="00A30D7A" w:rsidRDefault="009F32FC" w:rsidP="008563D6">
            <w:pPr>
              <w:spacing w:line="276" w:lineRule="auto"/>
              <w:rPr>
                <w:rFonts w:cs="Arial"/>
                <w:szCs w:val="18"/>
              </w:rPr>
            </w:pPr>
            <w:r w:rsidRPr="00A30D7A">
              <w:rPr>
                <w:rFonts w:cs="Arial"/>
                <w:szCs w:val="18"/>
              </w:rPr>
              <w:t>Traffic and transport engineering</w:t>
            </w:r>
          </w:p>
        </w:tc>
      </w:tr>
      <w:tr w:rsidR="009F32FC" w:rsidRPr="00A30D7A" w14:paraId="43E37450" w14:textId="77777777" w:rsidTr="008563D6">
        <w:trPr>
          <w:gridAfter w:val="1"/>
          <w:wAfter w:w="59" w:type="dxa"/>
        </w:trPr>
        <w:tc>
          <w:tcPr>
            <w:tcW w:w="616" w:type="dxa"/>
          </w:tcPr>
          <w:p w14:paraId="65FA580B" w14:textId="77777777" w:rsidR="009F32FC" w:rsidRPr="00A30D7A" w:rsidRDefault="009F32FC" w:rsidP="008563D6">
            <w:pPr>
              <w:spacing w:line="276" w:lineRule="auto"/>
              <w:rPr>
                <w:rFonts w:cs="Arial"/>
                <w:szCs w:val="18"/>
              </w:rPr>
            </w:pPr>
            <w:r w:rsidRPr="00A30D7A">
              <w:rPr>
                <w:rFonts w:cs="Arial"/>
                <w:szCs w:val="18"/>
              </w:rPr>
              <w:t>FE</w:t>
            </w:r>
          </w:p>
        </w:tc>
        <w:tc>
          <w:tcPr>
            <w:tcW w:w="3785" w:type="dxa"/>
          </w:tcPr>
          <w:p w14:paraId="50109BE0" w14:textId="77777777" w:rsidR="009F32FC" w:rsidRPr="00A30D7A" w:rsidRDefault="009F32FC" w:rsidP="008563D6">
            <w:pPr>
              <w:spacing w:line="276" w:lineRule="auto"/>
              <w:rPr>
                <w:rFonts w:cs="Arial"/>
                <w:szCs w:val="18"/>
              </w:rPr>
            </w:pPr>
            <w:r w:rsidRPr="00A30D7A">
              <w:rPr>
                <w:rFonts w:cs="Arial"/>
                <w:szCs w:val="18"/>
              </w:rPr>
              <w:t>Fire engineering</w:t>
            </w:r>
          </w:p>
        </w:tc>
        <w:tc>
          <w:tcPr>
            <w:tcW w:w="849" w:type="dxa"/>
          </w:tcPr>
          <w:p w14:paraId="2838C036" w14:textId="77777777" w:rsidR="009F32FC" w:rsidRPr="00A30D7A" w:rsidRDefault="009F32FC" w:rsidP="008563D6">
            <w:pPr>
              <w:spacing w:line="276" w:lineRule="auto"/>
              <w:rPr>
                <w:rFonts w:cs="Arial"/>
                <w:szCs w:val="18"/>
              </w:rPr>
            </w:pPr>
            <w:r w:rsidRPr="00A30D7A">
              <w:rPr>
                <w:rFonts w:cs="Arial"/>
                <w:szCs w:val="18"/>
              </w:rPr>
              <w:t>UP</w:t>
            </w:r>
          </w:p>
        </w:tc>
        <w:tc>
          <w:tcPr>
            <w:tcW w:w="3593" w:type="dxa"/>
          </w:tcPr>
          <w:p w14:paraId="2432974F" w14:textId="77777777" w:rsidR="009F32FC" w:rsidRPr="00A30D7A" w:rsidRDefault="009F32FC" w:rsidP="008563D6">
            <w:pPr>
              <w:spacing w:line="276" w:lineRule="auto"/>
              <w:rPr>
                <w:rFonts w:cs="Arial"/>
                <w:szCs w:val="18"/>
              </w:rPr>
            </w:pPr>
            <w:r w:rsidRPr="00A30D7A">
              <w:rPr>
                <w:rFonts w:cs="Arial"/>
                <w:szCs w:val="18"/>
              </w:rPr>
              <w:t>Urban and country planning and building control</w:t>
            </w:r>
          </w:p>
        </w:tc>
      </w:tr>
      <w:tr w:rsidR="009F32FC" w:rsidRPr="00A30D7A" w14:paraId="077476D8" w14:textId="77777777" w:rsidTr="008563D6">
        <w:trPr>
          <w:gridAfter w:val="1"/>
          <w:wAfter w:w="59" w:type="dxa"/>
        </w:trPr>
        <w:tc>
          <w:tcPr>
            <w:tcW w:w="616" w:type="dxa"/>
          </w:tcPr>
          <w:p w14:paraId="07F1E6E6" w14:textId="77777777" w:rsidR="009F32FC" w:rsidRPr="00A30D7A" w:rsidRDefault="009F32FC" w:rsidP="008563D6">
            <w:pPr>
              <w:spacing w:line="276" w:lineRule="auto"/>
              <w:rPr>
                <w:rFonts w:cs="Arial"/>
                <w:szCs w:val="18"/>
              </w:rPr>
            </w:pPr>
            <w:r w:rsidRPr="00A30D7A">
              <w:rPr>
                <w:rFonts w:cs="Arial"/>
                <w:szCs w:val="18"/>
              </w:rPr>
              <w:t>FM</w:t>
            </w:r>
          </w:p>
        </w:tc>
        <w:tc>
          <w:tcPr>
            <w:tcW w:w="3785" w:type="dxa"/>
          </w:tcPr>
          <w:p w14:paraId="6633C41E" w14:textId="77777777" w:rsidR="009F32FC" w:rsidRPr="00A30D7A" w:rsidRDefault="009F32FC" w:rsidP="008563D6">
            <w:pPr>
              <w:spacing w:line="276" w:lineRule="auto"/>
              <w:rPr>
                <w:rFonts w:cs="Arial"/>
                <w:szCs w:val="18"/>
              </w:rPr>
            </w:pPr>
            <w:r w:rsidRPr="00A30D7A">
              <w:rPr>
                <w:rFonts w:cs="Arial"/>
                <w:szCs w:val="18"/>
              </w:rPr>
              <w:t>Facilities/Asset Management</w:t>
            </w:r>
          </w:p>
        </w:tc>
        <w:tc>
          <w:tcPr>
            <w:tcW w:w="849" w:type="dxa"/>
          </w:tcPr>
          <w:p w14:paraId="6AF7A670" w14:textId="77777777" w:rsidR="009F32FC" w:rsidRPr="00A30D7A" w:rsidRDefault="009F32FC" w:rsidP="008563D6">
            <w:pPr>
              <w:spacing w:line="276" w:lineRule="auto"/>
              <w:rPr>
                <w:rFonts w:cs="Arial"/>
                <w:szCs w:val="18"/>
              </w:rPr>
            </w:pPr>
            <w:r w:rsidRPr="00A30D7A">
              <w:rPr>
                <w:rFonts w:cs="Arial"/>
                <w:szCs w:val="18"/>
              </w:rPr>
              <w:t>WE</w:t>
            </w:r>
          </w:p>
        </w:tc>
        <w:tc>
          <w:tcPr>
            <w:tcW w:w="3593" w:type="dxa"/>
          </w:tcPr>
          <w:p w14:paraId="39B8F3F9" w14:textId="77777777" w:rsidR="009F32FC" w:rsidRPr="00A30D7A" w:rsidRDefault="009F32FC" w:rsidP="008563D6">
            <w:pPr>
              <w:spacing w:line="276" w:lineRule="auto"/>
              <w:rPr>
                <w:rFonts w:cs="Arial"/>
                <w:szCs w:val="18"/>
              </w:rPr>
            </w:pPr>
            <w:r w:rsidRPr="00A30D7A">
              <w:rPr>
                <w:rFonts w:cs="Arial"/>
                <w:szCs w:val="18"/>
              </w:rPr>
              <w:t>Water engineering</w:t>
            </w:r>
          </w:p>
        </w:tc>
      </w:tr>
      <w:tr w:rsidR="009F32FC" w:rsidRPr="00A30D7A" w14:paraId="0293FF72" w14:textId="77777777" w:rsidTr="008563D6">
        <w:trPr>
          <w:gridAfter w:val="1"/>
          <w:wAfter w:w="59" w:type="dxa"/>
        </w:trPr>
        <w:tc>
          <w:tcPr>
            <w:tcW w:w="616" w:type="dxa"/>
          </w:tcPr>
          <w:p w14:paraId="19FFF8B7" w14:textId="77777777" w:rsidR="009F32FC" w:rsidRPr="00A30D7A" w:rsidRDefault="009F32FC" w:rsidP="008563D6">
            <w:pPr>
              <w:spacing w:line="276" w:lineRule="auto"/>
              <w:rPr>
                <w:rFonts w:cs="Arial"/>
                <w:szCs w:val="18"/>
              </w:rPr>
            </w:pPr>
            <w:r w:rsidRPr="00A30D7A">
              <w:rPr>
                <w:rFonts w:cs="Arial"/>
                <w:szCs w:val="18"/>
              </w:rPr>
              <w:t>GT</w:t>
            </w:r>
          </w:p>
        </w:tc>
        <w:tc>
          <w:tcPr>
            <w:tcW w:w="3785" w:type="dxa"/>
          </w:tcPr>
          <w:p w14:paraId="0BF53975" w14:textId="77777777" w:rsidR="009F32FC" w:rsidRPr="00A30D7A" w:rsidRDefault="009F32FC" w:rsidP="008563D6">
            <w:pPr>
              <w:spacing w:line="276" w:lineRule="auto"/>
              <w:rPr>
                <w:rFonts w:cs="Arial"/>
                <w:szCs w:val="18"/>
              </w:rPr>
            </w:pPr>
            <w:r w:rsidRPr="00A30D7A">
              <w:rPr>
                <w:rFonts w:cs="Arial"/>
                <w:szCs w:val="18"/>
              </w:rPr>
              <w:t>Ground engineering/geotechnical</w:t>
            </w:r>
          </w:p>
        </w:tc>
        <w:tc>
          <w:tcPr>
            <w:tcW w:w="849" w:type="dxa"/>
          </w:tcPr>
          <w:p w14:paraId="59AA0117" w14:textId="77777777" w:rsidR="009F32FC" w:rsidRPr="00A30D7A" w:rsidRDefault="009F32FC" w:rsidP="008563D6">
            <w:pPr>
              <w:spacing w:line="276" w:lineRule="auto"/>
              <w:rPr>
                <w:rFonts w:cs="Arial"/>
                <w:szCs w:val="18"/>
              </w:rPr>
            </w:pPr>
            <w:r w:rsidRPr="00A30D7A">
              <w:rPr>
                <w:rFonts w:cs="Arial"/>
                <w:szCs w:val="18"/>
              </w:rPr>
              <w:t>XX</w:t>
            </w:r>
          </w:p>
        </w:tc>
        <w:tc>
          <w:tcPr>
            <w:tcW w:w="3593" w:type="dxa"/>
          </w:tcPr>
          <w:p w14:paraId="69F8A30C" w14:textId="77777777" w:rsidR="009F32FC" w:rsidRPr="00A30D7A" w:rsidRDefault="009F32FC" w:rsidP="008563D6">
            <w:pPr>
              <w:spacing w:line="276" w:lineRule="auto"/>
              <w:rPr>
                <w:rFonts w:cs="Arial"/>
                <w:szCs w:val="18"/>
              </w:rPr>
            </w:pPr>
            <w:r w:rsidRPr="00A30D7A">
              <w:rPr>
                <w:rFonts w:cs="Arial"/>
                <w:szCs w:val="18"/>
              </w:rPr>
              <w:t>Non-discipline specific</w:t>
            </w:r>
          </w:p>
        </w:tc>
      </w:tr>
      <w:tr w:rsidR="009F32FC" w:rsidRPr="00A30D7A" w14:paraId="1874AD4F" w14:textId="77777777" w:rsidTr="008563D6">
        <w:trPr>
          <w:gridAfter w:val="1"/>
          <w:wAfter w:w="59" w:type="dxa"/>
        </w:trPr>
        <w:tc>
          <w:tcPr>
            <w:tcW w:w="616" w:type="dxa"/>
          </w:tcPr>
          <w:p w14:paraId="02BB641A" w14:textId="77777777" w:rsidR="009F32FC" w:rsidRPr="00A30D7A" w:rsidRDefault="009F32FC" w:rsidP="008563D6">
            <w:pPr>
              <w:spacing w:line="276" w:lineRule="auto"/>
              <w:rPr>
                <w:rFonts w:cs="Arial"/>
                <w:szCs w:val="18"/>
              </w:rPr>
            </w:pPr>
            <w:r w:rsidRPr="00A30D7A">
              <w:rPr>
                <w:rFonts w:cs="Arial"/>
                <w:szCs w:val="18"/>
              </w:rPr>
              <w:t>HY</w:t>
            </w:r>
          </w:p>
        </w:tc>
        <w:tc>
          <w:tcPr>
            <w:tcW w:w="3785" w:type="dxa"/>
          </w:tcPr>
          <w:p w14:paraId="69FBE8F3" w14:textId="77777777" w:rsidR="009F32FC" w:rsidRPr="00A30D7A" w:rsidRDefault="009F32FC" w:rsidP="008563D6">
            <w:pPr>
              <w:spacing w:line="276" w:lineRule="auto"/>
              <w:rPr>
                <w:rFonts w:cs="Arial"/>
                <w:szCs w:val="18"/>
              </w:rPr>
            </w:pPr>
            <w:r w:rsidRPr="00A30D7A">
              <w:rPr>
                <w:rFonts w:cs="Arial"/>
                <w:szCs w:val="18"/>
              </w:rPr>
              <w:t>Hydraulic engineering</w:t>
            </w:r>
          </w:p>
        </w:tc>
        <w:tc>
          <w:tcPr>
            <w:tcW w:w="849" w:type="dxa"/>
          </w:tcPr>
          <w:p w14:paraId="0024A943" w14:textId="77777777" w:rsidR="009F32FC" w:rsidRPr="00A30D7A" w:rsidRDefault="009F32FC" w:rsidP="008563D6">
            <w:pPr>
              <w:spacing w:line="276" w:lineRule="auto"/>
              <w:rPr>
                <w:rFonts w:cs="Arial"/>
                <w:szCs w:val="18"/>
              </w:rPr>
            </w:pPr>
            <w:r w:rsidRPr="00A30D7A">
              <w:rPr>
                <w:rFonts w:cs="Arial"/>
                <w:szCs w:val="18"/>
              </w:rPr>
              <w:t>YY</w:t>
            </w:r>
          </w:p>
        </w:tc>
        <w:tc>
          <w:tcPr>
            <w:tcW w:w="3593" w:type="dxa"/>
          </w:tcPr>
          <w:p w14:paraId="197E2C42" w14:textId="77777777" w:rsidR="009F32FC" w:rsidRPr="00A30D7A" w:rsidRDefault="009F32FC" w:rsidP="008563D6">
            <w:pPr>
              <w:spacing w:line="276" w:lineRule="auto"/>
              <w:rPr>
                <w:rFonts w:cs="Arial"/>
                <w:szCs w:val="18"/>
              </w:rPr>
            </w:pPr>
            <w:r w:rsidRPr="00A30D7A">
              <w:rPr>
                <w:rFonts w:cs="Arial"/>
                <w:szCs w:val="18"/>
              </w:rPr>
              <w:t>Topographical surveying</w:t>
            </w:r>
          </w:p>
        </w:tc>
      </w:tr>
      <w:tr w:rsidR="009F32FC" w:rsidRPr="00A30D7A" w14:paraId="2EC4C90F" w14:textId="77777777" w:rsidTr="008563D6">
        <w:trPr>
          <w:gridAfter w:val="1"/>
          <w:wAfter w:w="59" w:type="dxa"/>
        </w:trPr>
        <w:tc>
          <w:tcPr>
            <w:tcW w:w="616" w:type="dxa"/>
          </w:tcPr>
          <w:p w14:paraId="4F295C90" w14:textId="77777777" w:rsidR="009F32FC" w:rsidRPr="00A30D7A" w:rsidRDefault="009F32FC" w:rsidP="008563D6">
            <w:pPr>
              <w:spacing w:line="276" w:lineRule="auto"/>
              <w:rPr>
                <w:rFonts w:cs="Arial"/>
                <w:szCs w:val="18"/>
              </w:rPr>
            </w:pPr>
            <w:r w:rsidRPr="00A30D7A">
              <w:rPr>
                <w:rFonts w:cs="Arial"/>
                <w:szCs w:val="18"/>
              </w:rPr>
              <w:t>LA</w:t>
            </w:r>
          </w:p>
        </w:tc>
        <w:tc>
          <w:tcPr>
            <w:tcW w:w="3785" w:type="dxa"/>
          </w:tcPr>
          <w:p w14:paraId="00D0DA70" w14:textId="77777777" w:rsidR="009F32FC" w:rsidRPr="00A30D7A" w:rsidRDefault="009F32FC" w:rsidP="008563D6">
            <w:pPr>
              <w:spacing w:line="276" w:lineRule="auto"/>
              <w:rPr>
                <w:rFonts w:cs="Arial"/>
                <w:szCs w:val="18"/>
              </w:rPr>
            </w:pPr>
            <w:r w:rsidRPr="00A30D7A">
              <w:rPr>
                <w:rFonts w:cs="Arial"/>
                <w:szCs w:val="18"/>
              </w:rPr>
              <w:t>Landscape architecture</w:t>
            </w:r>
          </w:p>
        </w:tc>
        <w:tc>
          <w:tcPr>
            <w:tcW w:w="849" w:type="dxa"/>
          </w:tcPr>
          <w:p w14:paraId="6758A35F" w14:textId="77777777" w:rsidR="009F32FC" w:rsidRPr="00A30D7A" w:rsidRDefault="009F32FC" w:rsidP="008563D6">
            <w:pPr>
              <w:spacing w:line="276" w:lineRule="auto"/>
              <w:rPr>
                <w:rFonts w:cs="Arial"/>
                <w:szCs w:val="18"/>
              </w:rPr>
            </w:pPr>
            <w:r w:rsidRPr="00A30D7A">
              <w:rPr>
                <w:rFonts w:cs="Arial"/>
                <w:szCs w:val="18"/>
              </w:rPr>
              <w:t>ZZ</w:t>
            </w:r>
          </w:p>
        </w:tc>
        <w:tc>
          <w:tcPr>
            <w:tcW w:w="3593" w:type="dxa"/>
          </w:tcPr>
          <w:p w14:paraId="4E80658E" w14:textId="77777777" w:rsidR="009F32FC" w:rsidRPr="00A30D7A" w:rsidRDefault="009F32FC" w:rsidP="008563D6">
            <w:pPr>
              <w:spacing w:line="276" w:lineRule="auto"/>
              <w:rPr>
                <w:rFonts w:cs="Arial"/>
                <w:szCs w:val="18"/>
              </w:rPr>
            </w:pPr>
            <w:r w:rsidRPr="00A30D7A">
              <w:rPr>
                <w:rFonts w:cs="Arial"/>
                <w:szCs w:val="18"/>
              </w:rPr>
              <w:t>Multiple disciplines</w:t>
            </w:r>
          </w:p>
        </w:tc>
      </w:tr>
      <w:tr w:rsidR="009F32FC" w:rsidRPr="00A30D7A" w14:paraId="0D4224C3" w14:textId="77777777" w:rsidTr="008563D6">
        <w:trPr>
          <w:gridAfter w:val="1"/>
          <w:wAfter w:w="59" w:type="dxa"/>
        </w:trPr>
        <w:tc>
          <w:tcPr>
            <w:tcW w:w="616" w:type="dxa"/>
          </w:tcPr>
          <w:p w14:paraId="4E62216F" w14:textId="77777777" w:rsidR="009F32FC" w:rsidRPr="00A30D7A" w:rsidRDefault="009F32FC" w:rsidP="008563D6">
            <w:pPr>
              <w:spacing w:line="276" w:lineRule="auto"/>
              <w:rPr>
                <w:rFonts w:cs="Arial"/>
                <w:szCs w:val="18"/>
              </w:rPr>
            </w:pPr>
            <w:r w:rsidRPr="00A30D7A">
              <w:rPr>
                <w:rFonts w:cs="Arial"/>
                <w:szCs w:val="18"/>
              </w:rPr>
              <w:t>ME</w:t>
            </w:r>
          </w:p>
        </w:tc>
        <w:tc>
          <w:tcPr>
            <w:tcW w:w="3785" w:type="dxa"/>
          </w:tcPr>
          <w:p w14:paraId="25A98920" w14:textId="77777777" w:rsidR="009F32FC" w:rsidRPr="00A30D7A" w:rsidRDefault="009F32FC" w:rsidP="008563D6">
            <w:pPr>
              <w:spacing w:line="276" w:lineRule="auto"/>
              <w:rPr>
                <w:rFonts w:cs="Arial"/>
                <w:szCs w:val="18"/>
              </w:rPr>
            </w:pPr>
            <w:r w:rsidRPr="00A30D7A">
              <w:rPr>
                <w:rFonts w:cs="Arial"/>
                <w:szCs w:val="18"/>
              </w:rPr>
              <w:t>Mechanical engineering</w:t>
            </w:r>
          </w:p>
        </w:tc>
        <w:tc>
          <w:tcPr>
            <w:tcW w:w="849" w:type="dxa"/>
          </w:tcPr>
          <w:p w14:paraId="73FE5661" w14:textId="77777777" w:rsidR="009F32FC" w:rsidRPr="00A30D7A" w:rsidRDefault="009F32FC" w:rsidP="008563D6">
            <w:pPr>
              <w:spacing w:line="276" w:lineRule="auto"/>
              <w:rPr>
                <w:rFonts w:cs="Arial"/>
                <w:szCs w:val="18"/>
              </w:rPr>
            </w:pPr>
          </w:p>
        </w:tc>
        <w:tc>
          <w:tcPr>
            <w:tcW w:w="3593" w:type="dxa"/>
          </w:tcPr>
          <w:p w14:paraId="7F44CB8F" w14:textId="77777777" w:rsidR="009F32FC" w:rsidRPr="00A30D7A" w:rsidRDefault="009F32FC" w:rsidP="008563D6">
            <w:pPr>
              <w:spacing w:line="276" w:lineRule="auto"/>
              <w:rPr>
                <w:rFonts w:cs="Arial"/>
                <w:szCs w:val="18"/>
              </w:rPr>
            </w:pPr>
          </w:p>
        </w:tc>
      </w:tr>
      <w:tr w:rsidR="009F32FC" w:rsidRPr="00A30D7A" w14:paraId="53C6E88B" w14:textId="77777777" w:rsidTr="008563D6">
        <w:tc>
          <w:tcPr>
            <w:tcW w:w="616" w:type="dxa"/>
          </w:tcPr>
          <w:p w14:paraId="3D891166" w14:textId="77777777" w:rsidR="009F32FC" w:rsidRPr="00A30D7A" w:rsidRDefault="009F32FC" w:rsidP="008563D6">
            <w:pPr>
              <w:spacing w:line="276" w:lineRule="auto"/>
              <w:rPr>
                <w:rFonts w:cs="Arial"/>
                <w:szCs w:val="18"/>
              </w:rPr>
            </w:pPr>
            <w:r w:rsidRPr="00A30D7A">
              <w:rPr>
                <w:rFonts w:cs="Arial"/>
                <w:szCs w:val="18"/>
              </w:rPr>
              <w:t>Δ/Ω</w:t>
            </w:r>
          </w:p>
        </w:tc>
        <w:tc>
          <w:tcPr>
            <w:tcW w:w="8286" w:type="dxa"/>
            <w:gridSpan w:val="4"/>
          </w:tcPr>
          <w:p w14:paraId="4E6D579C" w14:textId="77777777" w:rsidR="009F32FC" w:rsidRPr="00A30D7A" w:rsidRDefault="009F32FC" w:rsidP="008563D6">
            <w:pPr>
              <w:spacing w:line="276" w:lineRule="auto"/>
              <w:rPr>
                <w:rFonts w:cs="Arial"/>
                <w:szCs w:val="18"/>
              </w:rPr>
            </w:pPr>
            <w:r w:rsidRPr="00A30D7A">
              <w:rPr>
                <w:rFonts w:cs="Arial"/>
                <w:szCs w:val="18"/>
              </w:rPr>
              <w:t>Indicates a property has been included in an object by one party, e.g. Δ, and the value entered by another, e.g. Ω.</w:t>
            </w:r>
          </w:p>
        </w:tc>
      </w:tr>
    </w:tbl>
    <w:p w14:paraId="10D3F36B" w14:textId="77777777" w:rsidR="009F32FC" w:rsidRPr="00A30D7A" w:rsidRDefault="009F32FC" w:rsidP="009F32FC">
      <w:pPr>
        <w:pStyle w:val="Prompt"/>
        <w:rPr>
          <w:rFonts w:cs="Arial"/>
        </w:rPr>
      </w:pPr>
      <w:r w:rsidRPr="00A30D7A">
        <w:rPr>
          <w:rFonts w:cs="Arial"/>
        </w:rPr>
        <w:t xml:space="preserve">Spatial information location: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E2DF7F6" w14:textId="77777777" w:rsidR="009F32FC" w:rsidRPr="00A30D7A" w:rsidRDefault="009F32FC" w:rsidP="009F32FC">
      <w:pPr>
        <w:pStyle w:val="Instructions"/>
      </w:pPr>
      <w:r w:rsidRPr="00A30D7A">
        <w:t xml:space="preserve">Many spatial object properties/parameters – particularly geometrical ones – are automatically generated by the modelling application. However, not all properties in the </w:t>
      </w:r>
      <w:r w:rsidRPr="00A30D7A">
        <w:rPr>
          <w:b/>
          <w:bCs/>
        </w:rPr>
        <w:t>Spatial object information table</w:t>
      </w:r>
      <w:r w:rsidRPr="00A30D7A">
        <w:t xml:space="preserve"> will be, and the model may not be the most appropriate location for every property, particularly those relevant to the operation and maintenance of the asset.</w:t>
      </w:r>
    </w:p>
    <w:p w14:paraId="348E52AA" w14:textId="2F940DCE" w:rsidR="009F32FC" w:rsidRPr="00A30D7A" w:rsidRDefault="009F32FC" w:rsidP="009F32FC">
      <w:pPr>
        <w:pStyle w:val="Instructions"/>
      </w:pPr>
      <w:r w:rsidRPr="00A30D7A">
        <w:t xml:space="preserve">Use this prompt to describe where properties not included in spatial objects will be located, e.g. spreadsheet, database, and how it will be linked to the model, e.g. room number. This should be consistent with the approach to meeting EIR described under </w:t>
      </w:r>
      <w:r w:rsidRPr="00A30D7A">
        <w:rPr>
          <w:b/>
          <w:bCs/>
        </w:rPr>
        <w:t>MANAGEMENT – INFORMATION IN GENERAL</w:t>
      </w:r>
      <w:r w:rsidRPr="00A30D7A">
        <w:t xml:space="preserve">, </w:t>
      </w:r>
      <w:r w:rsidRPr="00A30D7A">
        <w:rPr>
          <w:b/>
          <w:bCs/>
        </w:rPr>
        <w:t>Delivery team EIR delivery strategy</w:t>
      </w:r>
      <w:r w:rsidRPr="00A30D7A">
        <w:t>.</w:t>
      </w:r>
    </w:p>
    <w:p w14:paraId="5306035F" w14:textId="77777777" w:rsidR="009F32FC" w:rsidRPr="00A30D7A" w:rsidRDefault="009F32FC" w:rsidP="009F32FC">
      <w:pPr>
        <w:pStyle w:val="Heading2"/>
      </w:pPr>
      <w:bookmarkStart w:id="566" w:name="_Toc157251961"/>
      <w:bookmarkStart w:id="567" w:name="_Toc163550181"/>
      <w:r w:rsidRPr="00A30D7A">
        <w:t>Asset object alphanumeric information</w:t>
      </w:r>
      <w:bookmarkEnd w:id="566"/>
      <w:bookmarkEnd w:id="567"/>
    </w:p>
    <w:p w14:paraId="28BC3585" w14:textId="61FF9BFA" w:rsidR="009F32FC" w:rsidRPr="00A30D7A" w:rsidRDefault="009F32FC" w:rsidP="009F32FC">
      <w:r w:rsidRPr="00A30D7A">
        <w:t xml:space="preserve">Proposed information delivery: The </w:t>
      </w:r>
      <w:r w:rsidRPr="00A30D7A">
        <w:rPr>
          <w:b/>
          <w:bCs/>
          <w:color w:val="808080" w:themeColor="background1" w:themeShade="80"/>
        </w:rPr>
        <w:t xml:space="preserve">Asset object alphanumeric information table </w:t>
      </w:r>
      <w:r w:rsidRPr="00A30D7A">
        <w:t>shows the proposed alphanumeric information for asset objects to be delivered by the delivery team at each information delivery milestone in response to the appointing party’s EI</w:t>
      </w:r>
      <w:r w:rsidR="007F39FD">
        <w:t>R</w:t>
      </w:r>
      <w:r w:rsidRPr="00A30D7A">
        <w:t>.</w:t>
      </w:r>
    </w:p>
    <w:p w14:paraId="575DF945" w14:textId="37054CCC" w:rsidR="009F32FC" w:rsidRPr="00A30D7A" w:rsidRDefault="009F32FC" w:rsidP="009F32FC">
      <w:pPr>
        <w:pStyle w:val="Instructionsindent"/>
        <w:numPr>
          <w:ilvl w:val="0"/>
          <w:numId w:val="0"/>
        </w:numPr>
      </w:pPr>
      <w:r w:rsidRPr="00A30D7A">
        <w:t xml:space="preserve">The asset object alphanumeric information to </w:t>
      </w:r>
      <w:r w:rsidR="0063774F">
        <w:t xml:space="preserve">be </w:t>
      </w:r>
      <w:r w:rsidRPr="00A30D7A">
        <w:t xml:space="preserve">provided can be documented by copying the </w:t>
      </w:r>
      <w:r w:rsidRPr="00A30D7A">
        <w:rPr>
          <w:b/>
          <w:bCs/>
        </w:rPr>
        <w:t>Asset object alphanumeric level of information need table</w:t>
      </w:r>
      <w:r w:rsidRPr="00A30D7A">
        <w:t xml:space="preserve"> from the EIR to here and highlighting any amendments or additions.</w:t>
      </w:r>
    </w:p>
    <w:p w14:paraId="4B30B09F" w14:textId="77777777" w:rsidR="009F32FC" w:rsidRPr="00A30D7A" w:rsidRDefault="009F32FC" w:rsidP="009F32FC">
      <w:pPr>
        <w:pStyle w:val="Instructionsindent"/>
        <w:numPr>
          <w:ilvl w:val="0"/>
          <w:numId w:val="0"/>
        </w:numPr>
      </w:pPr>
      <w:r w:rsidRPr="00A30D7A">
        <w:t>If this is not available, two alternative tables for documenting level of information need are provided:</w:t>
      </w:r>
    </w:p>
    <w:p w14:paraId="25F49476" w14:textId="61600CE4" w:rsidR="009F32FC" w:rsidRPr="00A30D7A" w:rsidRDefault="009F32FC" w:rsidP="009F32FC">
      <w:pPr>
        <w:pStyle w:val="Instructionsindent"/>
        <w:rPr>
          <w:b/>
          <w:bCs/>
        </w:rPr>
      </w:pPr>
      <w:r w:rsidRPr="00A30D7A">
        <w:rPr>
          <w:b/>
          <w:bCs/>
        </w:rPr>
        <w:t>Asset object alphanumeric information table</w:t>
      </w:r>
      <w:r w:rsidR="0063774F" w:rsidRPr="0063774F">
        <w:t>.</w:t>
      </w:r>
    </w:p>
    <w:p w14:paraId="32F03E65" w14:textId="3CDB7E6A" w:rsidR="009F32FC" w:rsidRPr="00A30D7A" w:rsidRDefault="009F32FC" w:rsidP="009F32FC">
      <w:pPr>
        <w:pStyle w:val="Instructionsindent"/>
        <w:rPr>
          <w:b/>
          <w:bCs/>
        </w:rPr>
      </w:pPr>
      <w:r w:rsidRPr="00A30D7A">
        <w:rPr>
          <w:b/>
          <w:bCs/>
        </w:rPr>
        <w:t>Asset object shared properties responsibility matrix</w:t>
      </w:r>
      <w:r w:rsidR="0063774F" w:rsidRPr="0063774F">
        <w:t>.</w:t>
      </w:r>
    </w:p>
    <w:p w14:paraId="45968621" w14:textId="77777777" w:rsidR="009F32FC" w:rsidRPr="00A30D7A" w:rsidRDefault="009F32FC" w:rsidP="009F32FC">
      <w:pPr>
        <w:pStyle w:val="Instructionsindent"/>
        <w:numPr>
          <w:ilvl w:val="0"/>
          <w:numId w:val="0"/>
        </w:numPr>
      </w:pPr>
      <w:r w:rsidRPr="00A30D7A">
        <w:t>Select one and amend the text above accordingly.</w:t>
      </w:r>
    </w:p>
    <w:p w14:paraId="3AA466DF" w14:textId="4B8D7E73" w:rsidR="009F32FC" w:rsidRPr="00A30D7A" w:rsidRDefault="009F32FC" w:rsidP="009F32FC">
      <w:pPr>
        <w:pStyle w:val="Instructionsindent"/>
        <w:numPr>
          <w:ilvl w:val="0"/>
          <w:numId w:val="0"/>
        </w:numPr>
        <w:rPr>
          <w:b/>
          <w:bCs/>
        </w:rPr>
      </w:pPr>
      <w:r w:rsidRPr="0063774F">
        <w:t>Purpose of the</w:t>
      </w:r>
      <w:r w:rsidRPr="00A30D7A">
        <w:rPr>
          <w:b/>
          <w:bCs/>
        </w:rPr>
        <w:t xml:space="preserve"> Asset object alphanumeric information table</w:t>
      </w:r>
      <w:r w:rsidR="0063774F" w:rsidRPr="0063774F">
        <w:t>:</w:t>
      </w:r>
    </w:p>
    <w:p w14:paraId="500B4C68" w14:textId="77777777" w:rsidR="009F32FC" w:rsidRPr="0063774F" w:rsidRDefault="009F32FC" w:rsidP="0063774F">
      <w:pPr>
        <w:pStyle w:val="Instructionsindent"/>
      </w:pPr>
      <w:r w:rsidRPr="0063774F">
        <w:t>Use this table to show at which information delivery milestone alphanumeric information will be provided.</w:t>
      </w:r>
    </w:p>
    <w:p w14:paraId="5C7F11FD" w14:textId="77777777" w:rsidR="009F32FC" w:rsidRPr="0063774F" w:rsidRDefault="009F32FC" w:rsidP="0063774F">
      <w:pPr>
        <w:pStyle w:val="Instructionsindent"/>
      </w:pPr>
      <w:r w:rsidRPr="0063774F">
        <w:t>Use later clauses and tables for addressing the geometrical development of asset objects.</w:t>
      </w:r>
    </w:p>
    <w:p w14:paraId="11E1F972" w14:textId="77777777" w:rsidR="009F32FC" w:rsidRPr="00A30D7A" w:rsidRDefault="009F32FC" w:rsidP="009F32FC">
      <w:pPr>
        <w:rPr>
          <w:b/>
          <w:bCs/>
        </w:rPr>
      </w:pPr>
      <w:bookmarkStart w:id="568" w:name="_Hlk157266514"/>
      <w:r w:rsidRPr="00A30D7A">
        <w:rPr>
          <w:rFonts w:cs="Arial"/>
          <w:b/>
          <w:bCs/>
          <w:szCs w:val="18"/>
        </w:rPr>
        <w:t>Asset object alphanumeric information table</w:t>
      </w:r>
    </w:p>
    <w:tbl>
      <w:tblPr>
        <w:tblW w:w="8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1165"/>
        <w:gridCol w:w="1293"/>
        <w:gridCol w:w="1149"/>
        <w:gridCol w:w="431"/>
        <w:gridCol w:w="1149"/>
        <w:gridCol w:w="575"/>
        <w:gridCol w:w="1149"/>
        <w:gridCol w:w="575"/>
      </w:tblGrid>
      <w:tr w:rsidR="009F32FC" w:rsidRPr="00A30D7A" w14:paraId="1F199E4D" w14:textId="77777777" w:rsidTr="008563D6">
        <w:trPr>
          <w:cantSplit/>
          <w:trHeight w:val="1134"/>
          <w:tblHeader/>
        </w:trPr>
        <w:tc>
          <w:tcPr>
            <w:tcW w:w="1397" w:type="dxa"/>
            <w:shd w:val="clear" w:color="auto" w:fill="D9E2F3" w:themeFill="accent1" w:themeFillTint="33"/>
            <w:vAlign w:val="center"/>
            <w:hideMark/>
          </w:tcPr>
          <w:bookmarkEnd w:id="568"/>
          <w:p w14:paraId="252B386C" w14:textId="77777777" w:rsidR="009F32FC" w:rsidRPr="00A30D7A" w:rsidRDefault="009F32FC" w:rsidP="008563D6">
            <w:pPr>
              <w:spacing w:before="40" w:after="40"/>
              <w:rPr>
                <w:rFonts w:cs="Arial"/>
                <w:b/>
                <w:bCs/>
                <w:sz w:val="16"/>
                <w:szCs w:val="16"/>
              </w:rPr>
            </w:pPr>
            <w:r w:rsidRPr="00A30D7A">
              <w:rPr>
                <w:rFonts w:cs="Arial"/>
                <w:b/>
                <w:bCs/>
                <w:sz w:val="16"/>
                <w:szCs w:val="16"/>
              </w:rPr>
              <w:t>Property category</w:t>
            </w:r>
          </w:p>
        </w:tc>
        <w:tc>
          <w:tcPr>
            <w:tcW w:w="1150" w:type="dxa"/>
            <w:shd w:val="clear" w:color="auto" w:fill="D9E2F3" w:themeFill="accent1" w:themeFillTint="33"/>
            <w:vAlign w:val="center"/>
            <w:hideMark/>
          </w:tcPr>
          <w:p w14:paraId="06204EF2" w14:textId="77777777" w:rsidR="009F32FC" w:rsidRPr="00A30D7A" w:rsidRDefault="009F32FC" w:rsidP="008563D6">
            <w:pPr>
              <w:spacing w:before="40" w:after="40"/>
              <w:rPr>
                <w:rFonts w:cs="Arial"/>
                <w:b/>
                <w:bCs/>
                <w:sz w:val="16"/>
                <w:szCs w:val="16"/>
              </w:rPr>
            </w:pPr>
            <w:r w:rsidRPr="00A30D7A">
              <w:rPr>
                <w:rFonts w:cs="Arial"/>
                <w:b/>
                <w:bCs/>
                <w:sz w:val="16"/>
                <w:szCs w:val="16"/>
              </w:rPr>
              <w:t>Generic property name</w:t>
            </w:r>
          </w:p>
        </w:tc>
        <w:tc>
          <w:tcPr>
            <w:tcW w:w="1276" w:type="dxa"/>
            <w:shd w:val="clear" w:color="auto" w:fill="D9E2F3" w:themeFill="accent1" w:themeFillTint="33"/>
            <w:vAlign w:val="center"/>
          </w:tcPr>
          <w:p w14:paraId="208146E0" w14:textId="77777777" w:rsidR="009F32FC" w:rsidRPr="00A30D7A" w:rsidRDefault="009F32FC" w:rsidP="008563D6">
            <w:pPr>
              <w:spacing w:before="40" w:after="40"/>
              <w:rPr>
                <w:rFonts w:cs="Arial"/>
                <w:b/>
                <w:bCs/>
                <w:sz w:val="16"/>
                <w:szCs w:val="16"/>
              </w:rPr>
            </w:pPr>
            <w:r w:rsidRPr="00A30D7A">
              <w:rPr>
                <w:rFonts w:cs="Arial"/>
                <w:b/>
                <w:bCs/>
                <w:sz w:val="16"/>
                <w:szCs w:val="16"/>
              </w:rPr>
              <w:t>IFC4 property name or property set</w:t>
            </w:r>
          </w:p>
        </w:tc>
        <w:tc>
          <w:tcPr>
            <w:tcW w:w="1134" w:type="dxa"/>
            <w:shd w:val="clear" w:color="auto" w:fill="D9E2F3" w:themeFill="accent1" w:themeFillTint="33"/>
            <w:vAlign w:val="center"/>
          </w:tcPr>
          <w:p w14:paraId="1A88B241" w14:textId="77777777" w:rsidR="009F32FC" w:rsidRPr="00A30D7A" w:rsidRDefault="009F32FC" w:rsidP="008563D6">
            <w:pPr>
              <w:spacing w:before="40" w:after="40"/>
              <w:rPr>
                <w:rFonts w:cs="Arial"/>
                <w:b/>
                <w:bCs/>
                <w:sz w:val="16"/>
                <w:szCs w:val="16"/>
              </w:rPr>
            </w:pPr>
            <w:r w:rsidRPr="00A30D7A">
              <w:rPr>
                <w:rFonts w:cs="Arial"/>
                <w:b/>
                <w:bCs/>
                <w:sz w:val="16"/>
                <w:szCs w:val="16"/>
              </w:rPr>
              <w:t>Deliver at Milestone 1</w:t>
            </w:r>
          </w:p>
        </w:tc>
        <w:tc>
          <w:tcPr>
            <w:tcW w:w="425" w:type="dxa"/>
            <w:shd w:val="clear" w:color="auto" w:fill="D9E2F3" w:themeFill="accent1" w:themeFillTint="33"/>
            <w:textDirection w:val="btLr"/>
            <w:vAlign w:val="center"/>
          </w:tcPr>
          <w:p w14:paraId="092B27E8" w14:textId="77777777" w:rsidR="009F32FC" w:rsidRPr="00A30D7A" w:rsidRDefault="009F32FC" w:rsidP="008563D6">
            <w:pPr>
              <w:spacing w:before="40" w:after="40"/>
              <w:ind w:left="113" w:right="113"/>
              <w:rPr>
                <w:rFonts w:cs="Arial"/>
                <w:b/>
                <w:bCs/>
                <w:sz w:val="16"/>
                <w:szCs w:val="16"/>
              </w:rPr>
            </w:pPr>
            <w:r w:rsidRPr="00A30D7A">
              <w:rPr>
                <w:rFonts w:cs="Arial"/>
                <w:b/>
                <w:bCs/>
                <w:sz w:val="16"/>
                <w:szCs w:val="16"/>
              </w:rPr>
              <w:t>Discipline</w:t>
            </w:r>
          </w:p>
        </w:tc>
        <w:tc>
          <w:tcPr>
            <w:tcW w:w="1134" w:type="dxa"/>
            <w:shd w:val="clear" w:color="auto" w:fill="D9E2F3" w:themeFill="accent1" w:themeFillTint="33"/>
            <w:vAlign w:val="center"/>
          </w:tcPr>
          <w:p w14:paraId="57A69CE9" w14:textId="77777777" w:rsidR="009F32FC" w:rsidRPr="00A30D7A" w:rsidRDefault="009F32FC" w:rsidP="008563D6">
            <w:pPr>
              <w:spacing w:before="40" w:after="40"/>
              <w:rPr>
                <w:rFonts w:cs="Arial"/>
                <w:b/>
                <w:bCs/>
                <w:sz w:val="16"/>
                <w:szCs w:val="16"/>
              </w:rPr>
            </w:pPr>
            <w:r w:rsidRPr="00A30D7A">
              <w:rPr>
                <w:rFonts w:cs="Arial"/>
                <w:b/>
                <w:bCs/>
                <w:sz w:val="16"/>
                <w:szCs w:val="16"/>
              </w:rPr>
              <w:t>Deliver at Milestone 2</w:t>
            </w:r>
          </w:p>
        </w:tc>
        <w:tc>
          <w:tcPr>
            <w:tcW w:w="567" w:type="dxa"/>
            <w:shd w:val="clear" w:color="auto" w:fill="D9E2F3" w:themeFill="accent1" w:themeFillTint="33"/>
            <w:textDirection w:val="btLr"/>
            <w:vAlign w:val="center"/>
          </w:tcPr>
          <w:p w14:paraId="2DDE883D" w14:textId="77777777" w:rsidR="009F32FC" w:rsidRPr="00A30D7A" w:rsidRDefault="009F32FC" w:rsidP="008563D6">
            <w:pPr>
              <w:spacing w:before="40" w:after="40"/>
              <w:ind w:left="113" w:right="113"/>
              <w:rPr>
                <w:rFonts w:cs="Arial"/>
                <w:b/>
                <w:bCs/>
                <w:sz w:val="16"/>
                <w:szCs w:val="16"/>
              </w:rPr>
            </w:pPr>
            <w:r w:rsidRPr="00A30D7A">
              <w:rPr>
                <w:rFonts w:cs="Arial"/>
                <w:b/>
                <w:bCs/>
                <w:sz w:val="16"/>
                <w:szCs w:val="16"/>
              </w:rPr>
              <w:t>Discipline</w:t>
            </w:r>
          </w:p>
        </w:tc>
        <w:tc>
          <w:tcPr>
            <w:tcW w:w="1134" w:type="dxa"/>
            <w:shd w:val="clear" w:color="auto" w:fill="D9E2F3" w:themeFill="accent1" w:themeFillTint="33"/>
            <w:vAlign w:val="center"/>
          </w:tcPr>
          <w:p w14:paraId="4D1D4DB9" w14:textId="77777777" w:rsidR="009F32FC" w:rsidRPr="00A30D7A" w:rsidRDefault="009F32FC" w:rsidP="008563D6">
            <w:pPr>
              <w:spacing w:before="40" w:after="40"/>
              <w:rPr>
                <w:rFonts w:cs="Arial"/>
                <w:b/>
                <w:bCs/>
                <w:sz w:val="16"/>
                <w:szCs w:val="16"/>
              </w:rPr>
            </w:pPr>
            <w:r w:rsidRPr="00A30D7A">
              <w:rPr>
                <w:rFonts w:cs="Arial"/>
                <w:b/>
                <w:bCs/>
                <w:sz w:val="16"/>
                <w:szCs w:val="16"/>
              </w:rPr>
              <w:t>Deliver at Milestone 2</w:t>
            </w:r>
          </w:p>
        </w:tc>
        <w:tc>
          <w:tcPr>
            <w:tcW w:w="567" w:type="dxa"/>
            <w:shd w:val="clear" w:color="auto" w:fill="D9E2F3" w:themeFill="accent1" w:themeFillTint="33"/>
            <w:textDirection w:val="btLr"/>
            <w:vAlign w:val="center"/>
          </w:tcPr>
          <w:p w14:paraId="783B8992" w14:textId="77777777" w:rsidR="009F32FC" w:rsidRPr="00A30D7A" w:rsidRDefault="009F32FC" w:rsidP="008563D6">
            <w:pPr>
              <w:spacing w:before="40" w:after="40"/>
              <w:ind w:left="113" w:right="113"/>
              <w:rPr>
                <w:rFonts w:cs="Arial"/>
                <w:b/>
                <w:bCs/>
                <w:sz w:val="16"/>
                <w:szCs w:val="16"/>
              </w:rPr>
            </w:pPr>
            <w:r w:rsidRPr="00A30D7A">
              <w:rPr>
                <w:rFonts w:cs="Arial"/>
                <w:b/>
                <w:bCs/>
                <w:sz w:val="16"/>
                <w:szCs w:val="16"/>
              </w:rPr>
              <w:t>Discipline</w:t>
            </w:r>
          </w:p>
        </w:tc>
      </w:tr>
      <w:tr w:rsidR="009F32FC" w:rsidRPr="00A30D7A" w14:paraId="772ACBE7" w14:textId="77777777" w:rsidTr="008563D6">
        <w:trPr>
          <w:cantSplit/>
          <w:trHeight w:val="425"/>
        </w:trPr>
        <w:tc>
          <w:tcPr>
            <w:tcW w:w="1397" w:type="dxa"/>
            <w:shd w:val="clear" w:color="auto" w:fill="F2F2F2" w:themeFill="background1" w:themeFillShade="F2"/>
            <w:noWrap/>
            <w:vAlign w:val="center"/>
            <w:hideMark/>
          </w:tcPr>
          <w:p w14:paraId="34DAB7FB" w14:textId="77777777" w:rsidR="009F32FC" w:rsidRPr="00A30D7A" w:rsidRDefault="009F32FC" w:rsidP="008563D6">
            <w:pPr>
              <w:rPr>
                <w:rFonts w:cs="Arial"/>
                <w:b/>
                <w:bCs/>
                <w:color w:val="000000"/>
                <w:sz w:val="16"/>
                <w:szCs w:val="16"/>
              </w:rPr>
            </w:pPr>
            <w:r w:rsidRPr="00A30D7A">
              <w:rPr>
                <w:rFonts w:cs="Arial"/>
                <w:b/>
                <w:bCs/>
                <w:color w:val="000000"/>
                <w:sz w:val="16"/>
                <w:szCs w:val="16"/>
              </w:rPr>
              <w:t>General ID &amp; description</w:t>
            </w:r>
          </w:p>
        </w:tc>
        <w:tc>
          <w:tcPr>
            <w:tcW w:w="1150" w:type="dxa"/>
            <w:shd w:val="clear" w:color="auto" w:fill="auto"/>
            <w:noWrap/>
            <w:vAlign w:val="center"/>
            <w:hideMark/>
          </w:tcPr>
          <w:p w14:paraId="45D0E104" w14:textId="77777777" w:rsidR="009F32FC" w:rsidRPr="00A30D7A" w:rsidRDefault="009F32FC" w:rsidP="008563D6">
            <w:pPr>
              <w:rPr>
                <w:rFonts w:cs="Arial"/>
                <w:color w:val="000000"/>
                <w:sz w:val="16"/>
                <w:szCs w:val="16"/>
              </w:rPr>
            </w:pPr>
          </w:p>
        </w:tc>
        <w:tc>
          <w:tcPr>
            <w:tcW w:w="1276" w:type="dxa"/>
            <w:vAlign w:val="center"/>
          </w:tcPr>
          <w:p w14:paraId="79551F35" w14:textId="77777777" w:rsidR="009F32FC" w:rsidRPr="00A30D7A" w:rsidRDefault="009F32FC" w:rsidP="008563D6">
            <w:pPr>
              <w:rPr>
                <w:rFonts w:cs="Arial"/>
                <w:color w:val="000000"/>
                <w:sz w:val="16"/>
                <w:szCs w:val="16"/>
              </w:rPr>
            </w:pPr>
          </w:p>
        </w:tc>
        <w:tc>
          <w:tcPr>
            <w:tcW w:w="1134" w:type="dxa"/>
            <w:vAlign w:val="center"/>
          </w:tcPr>
          <w:p w14:paraId="519B1C67" w14:textId="77777777" w:rsidR="009F32FC" w:rsidRPr="00A30D7A" w:rsidRDefault="009F32FC" w:rsidP="008563D6">
            <w:pPr>
              <w:rPr>
                <w:rFonts w:cs="Arial"/>
                <w:color w:val="000000"/>
                <w:sz w:val="16"/>
                <w:szCs w:val="16"/>
              </w:rPr>
            </w:pPr>
          </w:p>
        </w:tc>
        <w:tc>
          <w:tcPr>
            <w:tcW w:w="425" w:type="dxa"/>
            <w:vAlign w:val="center"/>
          </w:tcPr>
          <w:p w14:paraId="469D87D7" w14:textId="77777777" w:rsidR="009F32FC" w:rsidRPr="00A30D7A" w:rsidRDefault="009F32FC" w:rsidP="008563D6">
            <w:pPr>
              <w:rPr>
                <w:rFonts w:cs="Arial"/>
                <w:color w:val="000000"/>
                <w:sz w:val="16"/>
                <w:szCs w:val="16"/>
              </w:rPr>
            </w:pPr>
          </w:p>
        </w:tc>
        <w:tc>
          <w:tcPr>
            <w:tcW w:w="1134" w:type="dxa"/>
            <w:vAlign w:val="center"/>
          </w:tcPr>
          <w:p w14:paraId="24711694" w14:textId="77777777" w:rsidR="009F32FC" w:rsidRPr="00A30D7A" w:rsidRDefault="009F32FC" w:rsidP="008563D6">
            <w:pPr>
              <w:rPr>
                <w:rFonts w:cs="Arial"/>
                <w:color w:val="000000"/>
                <w:sz w:val="16"/>
                <w:szCs w:val="16"/>
              </w:rPr>
            </w:pPr>
          </w:p>
        </w:tc>
        <w:tc>
          <w:tcPr>
            <w:tcW w:w="567" w:type="dxa"/>
            <w:vAlign w:val="center"/>
          </w:tcPr>
          <w:p w14:paraId="217BEC95" w14:textId="77777777" w:rsidR="009F32FC" w:rsidRPr="00A30D7A" w:rsidRDefault="009F32FC" w:rsidP="008563D6">
            <w:pPr>
              <w:rPr>
                <w:rFonts w:cs="Arial"/>
                <w:color w:val="000000"/>
                <w:sz w:val="16"/>
                <w:szCs w:val="16"/>
              </w:rPr>
            </w:pPr>
          </w:p>
        </w:tc>
        <w:tc>
          <w:tcPr>
            <w:tcW w:w="1134" w:type="dxa"/>
            <w:vAlign w:val="center"/>
          </w:tcPr>
          <w:p w14:paraId="2A2FC82D" w14:textId="77777777" w:rsidR="009F32FC" w:rsidRPr="00A30D7A" w:rsidRDefault="009F32FC" w:rsidP="008563D6">
            <w:pPr>
              <w:rPr>
                <w:rFonts w:cs="Arial"/>
                <w:color w:val="000000"/>
                <w:sz w:val="16"/>
                <w:szCs w:val="16"/>
              </w:rPr>
            </w:pPr>
          </w:p>
        </w:tc>
        <w:tc>
          <w:tcPr>
            <w:tcW w:w="567" w:type="dxa"/>
            <w:vAlign w:val="center"/>
          </w:tcPr>
          <w:p w14:paraId="061F3B18" w14:textId="77777777" w:rsidR="009F32FC" w:rsidRPr="00A30D7A" w:rsidRDefault="009F32FC" w:rsidP="008563D6">
            <w:pPr>
              <w:rPr>
                <w:rFonts w:cs="Arial"/>
                <w:color w:val="000000"/>
                <w:sz w:val="16"/>
                <w:szCs w:val="16"/>
              </w:rPr>
            </w:pPr>
          </w:p>
        </w:tc>
      </w:tr>
      <w:tr w:rsidR="009F32FC" w:rsidRPr="00A30D7A" w14:paraId="7BE3A53F" w14:textId="77777777" w:rsidTr="008563D6">
        <w:trPr>
          <w:cantSplit/>
          <w:trHeight w:val="425"/>
        </w:trPr>
        <w:tc>
          <w:tcPr>
            <w:tcW w:w="1397" w:type="dxa"/>
            <w:shd w:val="clear" w:color="auto" w:fill="F2F2F2" w:themeFill="background1" w:themeFillShade="F2"/>
            <w:noWrap/>
            <w:vAlign w:val="center"/>
            <w:hideMark/>
          </w:tcPr>
          <w:p w14:paraId="3FDD41FF" w14:textId="77777777" w:rsidR="009F32FC" w:rsidRPr="00A30D7A" w:rsidRDefault="009F32FC" w:rsidP="008563D6">
            <w:pPr>
              <w:rPr>
                <w:rFonts w:cs="Arial"/>
                <w:b/>
                <w:bCs/>
                <w:color w:val="000000"/>
                <w:sz w:val="16"/>
                <w:szCs w:val="16"/>
              </w:rPr>
            </w:pPr>
            <w:r w:rsidRPr="00A30D7A">
              <w:rPr>
                <w:rFonts w:cs="Arial"/>
                <w:b/>
                <w:bCs/>
                <w:color w:val="000000"/>
                <w:sz w:val="16"/>
                <w:szCs w:val="16"/>
              </w:rPr>
              <w:t>Location</w:t>
            </w:r>
          </w:p>
        </w:tc>
        <w:tc>
          <w:tcPr>
            <w:tcW w:w="1150" w:type="dxa"/>
            <w:shd w:val="clear" w:color="auto" w:fill="auto"/>
            <w:noWrap/>
            <w:vAlign w:val="center"/>
            <w:hideMark/>
          </w:tcPr>
          <w:p w14:paraId="2639AED4" w14:textId="77777777" w:rsidR="009F32FC" w:rsidRPr="00A30D7A" w:rsidRDefault="009F32FC" w:rsidP="008563D6">
            <w:pPr>
              <w:rPr>
                <w:rFonts w:cs="Arial"/>
                <w:color w:val="000000"/>
                <w:sz w:val="16"/>
                <w:szCs w:val="16"/>
              </w:rPr>
            </w:pPr>
          </w:p>
        </w:tc>
        <w:tc>
          <w:tcPr>
            <w:tcW w:w="1276" w:type="dxa"/>
            <w:vAlign w:val="center"/>
          </w:tcPr>
          <w:p w14:paraId="0DF4B0AB" w14:textId="77777777" w:rsidR="009F32FC" w:rsidRPr="00A30D7A" w:rsidRDefault="009F32FC" w:rsidP="008563D6">
            <w:pPr>
              <w:rPr>
                <w:rFonts w:cs="Arial"/>
                <w:color w:val="000000"/>
                <w:sz w:val="16"/>
                <w:szCs w:val="16"/>
              </w:rPr>
            </w:pPr>
          </w:p>
        </w:tc>
        <w:tc>
          <w:tcPr>
            <w:tcW w:w="1134" w:type="dxa"/>
            <w:vAlign w:val="center"/>
          </w:tcPr>
          <w:p w14:paraId="7F2A45B1" w14:textId="77777777" w:rsidR="009F32FC" w:rsidRPr="00A30D7A" w:rsidRDefault="009F32FC" w:rsidP="008563D6">
            <w:pPr>
              <w:rPr>
                <w:rFonts w:cs="Arial"/>
                <w:color w:val="000000"/>
                <w:sz w:val="16"/>
                <w:szCs w:val="16"/>
              </w:rPr>
            </w:pPr>
          </w:p>
        </w:tc>
        <w:tc>
          <w:tcPr>
            <w:tcW w:w="425" w:type="dxa"/>
            <w:vAlign w:val="center"/>
          </w:tcPr>
          <w:p w14:paraId="13C092A3" w14:textId="77777777" w:rsidR="009F32FC" w:rsidRPr="00A30D7A" w:rsidRDefault="009F32FC" w:rsidP="008563D6">
            <w:pPr>
              <w:rPr>
                <w:rFonts w:cs="Arial"/>
                <w:color w:val="000000"/>
                <w:sz w:val="16"/>
                <w:szCs w:val="16"/>
              </w:rPr>
            </w:pPr>
          </w:p>
        </w:tc>
        <w:tc>
          <w:tcPr>
            <w:tcW w:w="1134" w:type="dxa"/>
            <w:vAlign w:val="center"/>
          </w:tcPr>
          <w:p w14:paraId="5DC62A17" w14:textId="77777777" w:rsidR="009F32FC" w:rsidRPr="00A30D7A" w:rsidRDefault="009F32FC" w:rsidP="008563D6">
            <w:pPr>
              <w:rPr>
                <w:rFonts w:cs="Arial"/>
                <w:color w:val="000000"/>
                <w:sz w:val="16"/>
                <w:szCs w:val="16"/>
              </w:rPr>
            </w:pPr>
          </w:p>
        </w:tc>
        <w:tc>
          <w:tcPr>
            <w:tcW w:w="567" w:type="dxa"/>
            <w:vAlign w:val="center"/>
          </w:tcPr>
          <w:p w14:paraId="16499B03" w14:textId="77777777" w:rsidR="009F32FC" w:rsidRPr="00A30D7A" w:rsidRDefault="009F32FC" w:rsidP="008563D6">
            <w:pPr>
              <w:rPr>
                <w:rFonts w:cs="Arial"/>
                <w:color w:val="000000"/>
                <w:sz w:val="16"/>
                <w:szCs w:val="16"/>
              </w:rPr>
            </w:pPr>
          </w:p>
        </w:tc>
        <w:tc>
          <w:tcPr>
            <w:tcW w:w="1134" w:type="dxa"/>
            <w:vAlign w:val="center"/>
          </w:tcPr>
          <w:p w14:paraId="20CC6FB9" w14:textId="77777777" w:rsidR="009F32FC" w:rsidRPr="00A30D7A" w:rsidRDefault="009F32FC" w:rsidP="008563D6">
            <w:pPr>
              <w:rPr>
                <w:rFonts w:cs="Arial"/>
                <w:color w:val="000000"/>
                <w:sz w:val="16"/>
                <w:szCs w:val="16"/>
              </w:rPr>
            </w:pPr>
          </w:p>
        </w:tc>
        <w:tc>
          <w:tcPr>
            <w:tcW w:w="567" w:type="dxa"/>
            <w:vAlign w:val="center"/>
          </w:tcPr>
          <w:p w14:paraId="5DE6D76F" w14:textId="77777777" w:rsidR="009F32FC" w:rsidRPr="00A30D7A" w:rsidRDefault="009F32FC" w:rsidP="008563D6">
            <w:pPr>
              <w:rPr>
                <w:rFonts w:cs="Arial"/>
                <w:color w:val="000000"/>
                <w:sz w:val="16"/>
                <w:szCs w:val="16"/>
              </w:rPr>
            </w:pPr>
          </w:p>
        </w:tc>
      </w:tr>
      <w:tr w:rsidR="009F32FC" w:rsidRPr="00A30D7A" w14:paraId="76D851CF" w14:textId="77777777" w:rsidTr="008563D6">
        <w:trPr>
          <w:cantSplit/>
          <w:trHeight w:val="425"/>
        </w:trPr>
        <w:tc>
          <w:tcPr>
            <w:tcW w:w="1397" w:type="dxa"/>
            <w:shd w:val="clear" w:color="auto" w:fill="F2F2F2" w:themeFill="background1" w:themeFillShade="F2"/>
            <w:noWrap/>
            <w:vAlign w:val="center"/>
            <w:hideMark/>
          </w:tcPr>
          <w:p w14:paraId="67475F9D" w14:textId="77777777" w:rsidR="009F32FC" w:rsidRPr="00A30D7A" w:rsidRDefault="009F32FC" w:rsidP="008563D6">
            <w:pPr>
              <w:rPr>
                <w:rFonts w:cs="Arial"/>
                <w:b/>
                <w:bCs/>
                <w:color w:val="000000"/>
                <w:sz w:val="16"/>
                <w:szCs w:val="16"/>
              </w:rPr>
            </w:pPr>
            <w:r w:rsidRPr="00A30D7A">
              <w:rPr>
                <w:rFonts w:cs="Arial"/>
                <w:b/>
                <w:bCs/>
                <w:color w:val="000000"/>
                <w:sz w:val="16"/>
                <w:szCs w:val="16"/>
              </w:rPr>
              <w:t>Parent system or assembly</w:t>
            </w:r>
          </w:p>
        </w:tc>
        <w:tc>
          <w:tcPr>
            <w:tcW w:w="1150" w:type="dxa"/>
            <w:shd w:val="clear" w:color="auto" w:fill="auto"/>
            <w:noWrap/>
            <w:vAlign w:val="center"/>
            <w:hideMark/>
          </w:tcPr>
          <w:p w14:paraId="382C0272" w14:textId="77777777" w:rsidR="009F32FC" w:rsidRPr="00A30D7A" w:rsidRDefault="009F32FC" w:rsidP="008563D6">
            <w:pPr>
              <w:rPr>
                <w:rFonts w:cs="Arial"/>
                <w:color w:val="000000"/>
                <w:sz w:val="16"/>
                <w:szCs w:val="16"/>
              </w:rPr>
            </w:pPr>
          </w:p>
        </w:tc>
        <w:tc>
          <w:tcPr>
            <w:tcW w:w="1276" w:type="dxa"/>
            <w:vAlign w:val="center"/>
          </w:tcPr>
          <w:p w14:paraId="0B66A549" w14:textId="77777777" w:rsidR="009F32FC" w:rsidRPr="00A30D7A" w:rsidRDefault="009F32FC" w:rsidP="008563D6">
            <w:pPr>
              <w:rPr>
                <w:rFonts w:cs="Arial"/>
                <w:color w:val="000000"/>
                <w:sz w:val="16"/>
                <w:szCs w:val="16"/>
              </w:rPr>
            </w:pPr>
          </w:p>
        </w:tc>
        <w:tc>
          <w:tcPr>
            <w:tcW w:w="1134" w:type="dxa"/>
            <w:vAlign w:val="center"/>
          </w:tcPr>
          <w:p w14:paraId="7BDF9B23" w14:textId="77777777" w:rsidR="009F32FC" w:rsidRPr="00A30D7A" w:rsidRDefault="009F32FC" w:rsidP="008563D6">
            <w:pPr>
              <w:rPr>
                <w:rFonts w:cs="Arial"/>
                <w:color w:val="000000"/>
                <w:sz w:val="16"/>
                <w:szCs w:val="16"/>
              </w:rPr>
            </w:pPr>
          </w:p>
        </w:tc>
        <w:tc>
          <w:tcPr>
            <w:tcW w:w="425" w:type="dxa"/>
            <w:vAlign w:val="center"/>
          </w:tcPr>
          <w:p w14:paraId="4C4F81B4" w14:textId="77777777" w:rsidR="009F32FC" w:rsidRPr="00A30D7A" w:rsidRDefault="009F32FC" w:rsidP="008563D6">
            <w:pPr>
              <w:rPr>
                <w:rFonts w:cs="Arial"/>
                <w:color w:val="000000"/>
                <w:sz w:val="16"/>
                <w:szCs w:val="16"/>
              </w:rPr>
            </w:pPr>
          </w:p>
        </w:tc>
        <w:tc>
          <w:tcPr>
            <w:tcW w:w="1134" w:type="dxa"/>
            <w:vAlign w:val="center"/>
          </w:tcPr>
          <w:p w14:paraId="212FB720" w14:textId="77777777" w:rsidR="009F32FC" w:rsidRPr="00A30D7A" w:rsidRDefault="009F32FC" w:rsidP="008563D6">
            <w:pPr>
              <w:rPr>
                <w:rFonts w:cs="Arial"/>
                <w:color w:val="000000"/>
                <w:sz w:val="16"/>
                <w:szCs w:val="16"/>
              </w:rPr>
            </w:pPr>
          </w:p>
        </w:tc>
        <w:tc>
          <w:tcPr>
            <w:tcW w:w="567" w:type="dxa"/>
            <w:vAlign w:val="center"/>
          </w:tcPr>
          <w:p w14:paraId="3E910D35" w14:textId="77777777" w:rsidR="009F32FC" w:rsidRPr="00A30D7A" w:rsidRDefault="009F32FC" w:rsidP="008563D6">
            <w:pPr>
              <w:rPr>
                <w:rFonts w:cs="Arial"/>
                <w:color w:val="000000"/>
                <w:sz w:val="16"/>
                <w:szCs w:val="16"/>
              </w:rPr>
            </w:pPr>
          </w:p>
        </w:tc>
        <w:tc>
          <w:tcPr>
            <w:tcW w:w="1134" w:type="dxa"/>
            <w:vAlign w:val="center"/>
          </w:tcPr>
          <w:p w14:paraId="5DB48823" w14:textId="77777777" w:rsidR="009F32FC" w:rsidRPr="00A30D7A" w:rsidRDefault="009F32FC" w:rsidP="008563D6">
            <w:pPr>
              <w:rPr>
                <w:rFonts w:cs="Arial"/>
                <w:color w:val="000000"/>
                <w:sz w:val="16"/>
                <w:szCs w:val="16"/>
              </w:rPr>
            </w:pPr>
          </w:p>
        </w:tc>
        <w:tc>
          <w:tcPr>
            <w:tcW w:w="567" w:type="dxa"/>
            <w:vAlign w:val="center"/>
          </w:tcPr>
          <w:p w14:paraId="71D79767" w14:textId="77777777" w:rsidR="009F32FC" w:rsidRPr="00A30D7A" w:rsidRDefault="009F32FC" w:rsidP="008563D6">
            <w:pPr>
              <w:rPr>
                <w:rFonts w:cs="Arial"/>
                <w:color w:val="000000"/>
                <w:sz w:val="16"/>
                <w:szCs w:val="16"/>
              </w:rPr>
            </w:pPr>
          </w:p>
        </w:tc>
      </w:tr>
      <w:tr w:rsidR="009F32FC" w:rsidRPr="00A30D7A" w14:paraId="05AB62A9" w14:textId="77777777" w:rsidTr="008563D6">
        <w:trPr>
          <w:cantSplit/>
          <w:trHeight w:val="425"/>
        </w:trPr>
        <w:tc>
          <w:tcPr>
            <w:tcW w:w="1397" w:type="dxa"/>
            <w:shd w:val="clear" w:color="auto" w:fill="F2F2F2" w:themeFill="background1" w:themeFillShade="F2"/>
            <w:noWrap/>
            <w:vAlign w:val="center"/>
          </w:tcPr>
          <w:p w14:paraId="63C77B17" w14:textId="77777777" w:rsidR="009F32FC" w:rsidRPr="00A30D7A" w:rsidRDefault="009F32FC" w:rsidP="008563D6">
            <w:pPr>
              <w:rPr>
                <w:rFonts w:cs="Arial"/>
                <w:b/>
                <w:bCs/>
                <w:color w:val="000000"/>
                <w:sz w:val="16"/>
                <w:szCs w:val="16"/>
              </w:rPr>
            </w:pPr>
            <w:r w:rsidRPr="00A30D7A">
              <w:rPr>
                <w:rFonts w:cs="Arial"/>
                <w:b/>
                <w:bCs/>
                <w:color w:val="000000"/>
                <w:sz w:val="16"/>
                <w:szCs w:val="16"/>
              </w:rPr>
              <w:t>Classification or category</w:t>
            </w:r>
          </w:p>
        </w:tc>
        <w:tc>
          <w:tcPr>
            <w:tcW w:w="1150" w:type="dxa"/>
            <w:shd w:val="clear" w:color="auto" w:fill="auto"/>
            <w:noWrap/>
            <w:vAlign w:val="center"/>
          </w:tcPr>
          <w:p w14:paraId="76CA1C29" w14:textId="77777777" w:rsidR="009F32FC" w:rsidRPr="00A30D7A" w:rsidRDefault="009F32FC" w:rsidP="008563D6">
            <w:pPr>
              <w:spacing w:after="120"/>
              <w:rPr>
                <w:rFonts w:cs="Arial"/>
                <w:color w:val="000000"/>
                <w:sz w:val="16"/>
                <w:szCs w:val="16"/>
              </w:rPr>
            </w:pPr>
          </w:p>
        </w:tc>
        <w:tc>
          <w:tcPr>
            <w:tcW w:w="1276" w:type="dxa"/>
            <w:vAlign w:val="center"/>
          </w:tcPr>
          <w:p w14:paraId="42A745EF" w14:textId="77777777" w:rsidR="009F32FC" w:rsidRPr="00A30D7A" w:rsidRDefault="009F32FC" w:rsidP="008563D6">
            <w:pPr>
              <w:rPr>
                <w:rFonts w:cs="Arial"/>
                <w:color w:val="000000"/>
                <w:sz w:val="16"/>
                <w:szCs w:val="16"/>
              </w:rPr>
            </w:pPr>
          </w:p>
        </w:tc>
        <w:tc>
          <w:tcPr>
            <w:tcW w:w="1134" w:type="dxa"/>
            <w:vAlign w:val="center"/>
          </w:tcPr>
          <w:p w14:paraId="2632B12D" w14:textId="77777777" w:rsidR="009F32FC" w:rsidRPr="00A30D7A" w:rsidRDefault="009F32FC" w:rsidP="008563D6">
            <w:pPr>
              <w:rPr>
                <w:rFonts w:cs="Arial"/>
                <w:color w:val="000000"/>
                <w:sz w:val="16"/>
                <w:szCs w:val="16"/>
              </w:rPr>
            </w:pPr>
          </w:p>
        </w:tc>
        <w:tc>
          <w:tcPr>
            <w:tcW w:w="425" w:type="dxa"/>
            <w:vAlign w:val="center"/>
          </w:tcPr>
          <w:p w14:paraId="01C3CC8A" w14:textId="77777777" w:rsidR="009F32FC" w:rsidRPr="00A30D7A" w:rsidRDefault="009F32FC" w:rsidP="008563D6">
            <w:pPr>
              <w:rPr>
                <w:rFonts w:cs="Arial"/>
                <w:color w:val="000000"/>
                <w:sz w:val="16"/>
                <w:szCs w:val="16"/>
              </w:rPr>
            </w:pPr>
          </w:p>
        </w:tc>
        <w:tc>
          <w:tcPr>
            <w:tcW w:w="1134" w:type="dxa"/>
            <w:vAlign w:val="center"/>
          </w:tcPr>
          <w:p w14:paraId="4F8A7EA8" w14:textId="77777777" w:rsidR="009F32FC" w:rsidRPr="00A30D7A" w:rsidRDefault="009F32FC" w:rsidP="008563D6">
            <w:pPr>
              <w:rPr>
                <w:rFonts w:cs="Arial"/>
                <w:color w:val="000000"/>
                <w:sz w:val="16"/>
                <w:szCs w:val="16"/>
              </w:rPr>
            </w:pPr>
          </w:p>
        </w:tc>
        <w:tc>
          <w:tcPr>
            <w:tcW w:w="567" w:type="dxa"/>
            <w:vAlign w:val="center"/>
          </w:tcPr>
          <w:p w14:paraId="0F29D98A" w14:textId="77777777" w:rsidR="009F32FC" w:rsidRPr="00A30D7A" w:rsidRDefault="009F32FC" w:rsidP="008563D6">
            <w:pPr>
              <w:rPr>
                <w:rFonts w:cs="Arial"/>
                <w:color w:val="000000"/>
                <w:sz w:val="16"/>
                <w:szCs w:val="16"/>
              </w:rPr>
            </w:pPr>
          </w:p>
        </w:tc>
        <w:tc>
          <w:tcPr>
            <w:tcW w:w="1134" w:type="dxa"/>
            <w:vAlign w:val="center"/>
          </w:tcPr>
          <w:p w14:paraId="538B39D4" w14:textId="77777777" w:rsidR="009F32FC" w:rsidRPr="00A30D7A" w:rsidRDefault="009F32FC" w:rsidP="008563D6">
            <w:pPr>
              <w:rPr>
                <w:rFonts w:cs="Arial"/>
                <w:color w:val="000000"/>
                <w:sz w:val="16"/>
                <w:szCs w:val="16"/>
              </w:rPr>
            </w:pPr>
          </w:p>
        </w:tc>
        <w:tc>
          <w:tcPr>
            <w:tcW w:w="567" w:type="dxa"/>
            <w:vAlign w:val="center"/>
          </w:tcPr>
          <w:p w14:paraId="1F366AC9" w14:textId="77777777" w:rsidR="009F32FC" w:rsidRPr="00A30D7A" w:rsidRDefault="009F32FC" w:rsidP="008563D6">
            <w:pPr>
              <w:rPr>
                <w:rFonts w:cs="Arial"/>
                <w:color w:val="000000"/>
                <w:sz w:val="16"/>
                <w:szCs w:val="16"/>
              </w:rPr>
            </w:pPr>
          </w:p>
        </w:tc>
      </w:tr>
      <w:tr w:rsidR="009F32FC" w:rsidRPr="00A30D7A" w14:paraId="366E3617" w14:textId="77777777" w:rsidTr="008563D6">
        <w:trPr>
          <w:cantSplit/>
          <w:trHeight w:val="425"/>
        </w:trPr>
        <w:tc>
          <w:tcPr>
            <w:tcW w:w="1397" w:type="dxa"/>
            <w:shd w:val="clear" w:color="auto" w:fill="F2F2F2" w:themeFill="background1" w:themeFillShade="F2"/>
            <w:noWrap/>
            <w:vAlign w:val="center"/>
            <w:hideMark/>
          </w:tcPr>
          <w:p w14:paraId="1AF4A55E" w14:textId="77777777" w:rsidR="009F32FC" w:rsidRPr="00A30D7A" w:rsidRDefault="009F32FC" w:rsidP="008563D6">
            <w:pPr>
              <w:rPr>
                <w:rFonts w:cs="Arial"/>
                <w:b/>
                <w:bCs/>
                <w:color w:val="000000"/>
                <w:sz w:val="16"/>
                <w:szCs w:val="16"/>
              </w:rPr>
            </w:pPr>
            <w:r w:rsidRPr="00A30D7A">
              <w:rPr>
                <w:rFonts w:cs="Arial"/>
                <w:b/>
                <w:bCs/>
                <w:color w:val="000000"/>
                <w:sz w:val="16"/>
                <w:szCs w:val="16"/>
              </w:rPr>
              <w:t>Manufacture &amp; supply</w:t>
            </w:r>
          </w:p>
        </w:tc>
        <w:tc>
          <w:tcPr>
            <w:tcW w:w="1150" w:type="dxa"/>
            <w:shd w:val="clear" w:color="auto" w:fill="auto"/>
            <w:noWrap/>
            <w:vAlign w:val="center"/>
            <w:hideMark/>
          </w:tcPr>
          <w:p w14:paraId="3678D4ED" w14:textId="77777777" w:rsidR="009F32FC" w:rsidRPr="00A30D7A" w:rsidRDefault="009F32FC" w:rsidP="008563D6">
            <w:pPr>
              <w:rPr>
                <w:rFonts w:cs="Arial"/>
                <w:color w:val="000000"/>
                <w:sz w:val="16"/>
                <w:szCs w:val="16"/>
              </w:rPr>
            </w:pPr>
          </w:p>
        </w:tc>
        <w:tc>
          <w:tcPr>
            <w:tcW w:w="1276" w:type="dxa"/>
            <w:vAlign w:val="center"/>
          </w:tcPr>
          <w:p w14:paraId="548D5067" w14:textId="77777777" w:rsidR="009F32FC" w:rsidRPr="00A30D7A" w:rsidRDefault="009F32FC" w:rsidP="008563D6">
            <w:pPr>
              <w:rPr>
                <w:rFonts w:cs="Arial"/>
                <w:color w:val="000000"/>
                <w:sz w:val="16"/>
                <w:szCs w:val="16"/>
              </w:rPr>
            </w:pPr>
          </w:p>
        </w:tc>
        <w:tc>
          <w:tcPr>
            <w:tcW w:w="1134" w:type="dxa"/>
            <w:vAlign w:val="center"/>
          </w:tcPr>
          <w:p w14:paraId="4C52641F" w14:textId="77777777" w:rsidR="009F32FC" w:rsidRPr="00A30D7A" w:rsidRDefault="009F32FC" w:rsidP="008563D6">
            <w:pPr>
              <w:rPr>
                <w:rFonts w:cs="Arial"/>
                <w:color w:val="000000"/>
                <w:sz w:val="16"/>
                <w:szCs w:val="16"/>
              </w:rPr>
            </w:pPr>
          </w:p>
        </w:tc>
        <w:tc>
          <w:tcPr>
            <w:tcW w:w="425" w:type="dxa"/>
            <w:vAlign w:val="center"/>
          </w:tcPr>
          <w:p w14:paraId="0FD7D7E6" w14:textId="77777777" w:rsidR="009F32FC" w:rsidRPr="00A30D7A" w:rsidRDefault="009F32FC" w:rsidP="008563D6">
            <w:pPr>
              <w:rPr>
                <w:rFonts w:cs="Arial"/>
                <w:color w:val="000000"/>
                <w:sz w:val="16"/>
                <w:szCs w:val="16"/>
              </w:rPr>
            </w:pPr>
          </w:p>
        </w:tc>
        <w:tc>
          <w:tcPr>
            <w:tcW w:w="1134" w:type="dxa"/>
            <w:vAlign w:val="center"/>
          </w:tcPr>
          <w:p w14:paraId="668255D7" w14:textId="77777777" w:rsidR="009F32FC" w:rsidRPr="00A30D7A" w:rsidRDefault="009F32FC" w:rsidP="008563D6">
            <w:pPr>
              <w:rPr>
                <w:rFonts w:cs="Arial"/>
                <w:color w:val="000000"/>
                <w:sz w:val="16"/>
                <w:szCs w:val="16"/>
              </w:rPr>
            </w:pPr>
          </w:p>
        </w:tc>
        <w:tc>
          <w:tcPr>
            <w:tcW w:w="567" w:type="dxa"/>
            <w:vAlign w:val="center"/>
          </w:tcPr>
          <w:p w14:paraId="3123F74B" w14:textId="77777777" w:rsidR="009F32FC" w:rsidRPr="00A30D7A" w:rsidRDefault="009F32FC" w:rsidP="008563D6">
            <w:pPr>
              <w:rPr>
                <w:rFonts w:cs="Arial"/>
                <w:color w:val="000000"/>
                <w:sz w:val="16"/>
                <w:szCs w:val="16"/>
              </w:rPr>
            </w:pPr>
          </w:p>
        </w:tc>
        <w:tc>
          <w:tcPr>
            <w:tcW w:w="1134" w:type="dxa"/>
            <w:vAlign w:val="center"/>
          </w:tcPr>
          <w:p w14:paraId="4BD2B816" w14:textId="77777777" w:rsidR="009F32FC" w:rsidRPr="00A30D7A" w:rsidRDefault="009F32FC" w:rsidP="008563D6">
            <w:pPr>
              <w:rPr>
                <w:rFonts w:cs="Arial"/>
                <w:color w:val="000000"/>
                <w:sz w:val="16"/>
                <w:szCs w:val="16"/>
              </w:rPr>
            </w:pPr>
          </w:p>
        </w:tc>
        <w:tc>
          <w:tcPr>
            <w:tcW w:w="567" w:type="dxa"/>
            <w:vAlign w:val="center"/>
          </w:tcPr>
          <w:p w14:paraId="6DECF48A" w14:textId="77777777" w:rsidR="009F32FC" w:rsidRPr="00A30D7A" w:rsidRDefault="009F32FC" w:rsidP="008563D6">
            <w:pPr>
              <w:rPr>
                <w:rFonts w:cs="Arial"/>
                <w:color w:val="000000"/>
                <w:sz w:val="16"/>
                <w:szCs w:val="16"/>
              </w:rPr>
            </w:pPr>
          </w:p>
        </w:tc>
      </w:tr>
      <w:tr w:rsidR="009F32FC" w:rsidRPr="00A30D7A" w14:paraId="3A498104" w14:textId="77777777" w:rsidTr="008563D6">
        <w:trPr>
          <w:cantSplit/>
          <w:trHeight w:val="425"/>
        </w:trPr>
        <w:tc>
          <w:tcPr>
            <w:tcW w:w="1397" w:type="dxa"/>
            <w:shd w:val="clear" w:color="auto" w:fill="F2F2F2" w:themeFill="background1" w:themeFillShade="F2"/>
            <w:noWrap/>
            <w:vAlign w:val="center"/>
            <w:hideMark/>
          </w:tcPr>
          <w:p w14:paraId="3D1DCFD2" w14:textId="77777777" w:rsidR="009F32FC" w:rsidRPr="00A30D7A" w:rsidRDefault="009F32FC" w:rsidP="008563D6">
            <w:pPr>
              <w:rPr>
                <w:rFonts w:cs="Arial"/>
                <w:b/>
                <w:bCs/>
                <w:color w:val="000000"/>
                <w:sz w:val="16"/>
                <w:szCs w:val="16"/>
              </w:rPr>
            </w:pPr>
            <w:r w:rsidRPr="00A30D7A">
              <w:rPr>
                <w:rFonts w:cs="Arial"/>
                <w:b/>
                <w:bCs/>
                <w:color w:val="000000"/>
                <w:sz w:val="16"/>
                <w:szCs w:val="16"/>
              </w:rPr>
              <w:t>Warranties</w:t>
            </w:r>
          </w:p>
        </w:tc>
        <w:tc>
          <w:tcPr>
            <w:tcW w:w="1150" w:type="dxa"/>
            <w:shd w:val="clear" w:color="auto" w:fill="auto"/>
            <w:noWrap/>
            <w:vAlign w:val="center"/>
            <w:hideMark/>
          </w:tcPr>
          <w:p w14:paraId="3BBA7F5C" w14:textId="77777777" w:rsidR="009F32FC" w:rsidRPr="00A30D7A" w:rsidRDefault="009F32FC" w:rsidP="008563D6">
            <w:pPr>
              <w:rPr>
                <w:rFonts w:cs="Arial"/>
                <w:color w:val="000000"/>
                <w:sz w:val="16"/>
                <w:szCs w:val="16"/>
              </w:rPr>
            </w:pPr>
          </w:p>
        </w:tc>
        <w:tc>
          <w:tcPr>
            <w:tcW w:w="1276" w:type="dxa"/>
            <w:vAlign w:val="center"/>
          </w:tcPr>
          <w:p w14:paraId="7CB4BE9D" w14:textId="77777777" w:rsidR="009F32FC" w:rsidRPr="00A30D7A" w:rsidRDefault="009F32FC" w:rsidP="008563D6">
            <w:pPr>
              <w:rPr>
                <w:rFonts w:cs="Arial"/>
                <w:color w:val="000000"/>
                <w:sz w:val="16"/>
                <w:szCs w:val="16"/>
              </w:rPr>
            </w:pPr>
          </w:p>
        </w:tc>
        <w:tc>
          <w:tcPr>
            <w:tcW w:w="1134" w:type="dxa"/>
            <w:vAlign w:val="center"/>
          </w:tcPr>
          <w:p w14:paraId="3D019734" w14:textId="77777777" w:rsidR="009F32FC" w:rsidRPr="00A30D7A" w:rsidRDefault="009F32FC" w:rsidP="008563D6">
            <w:pPr>
              <w:rPr>
                <w:rFonts w:cs="Arial"/>
                <w:color w:val="000000"/>
                <w:sz w:val="16"/>
                <w:szCs w:val="16"/>
              </w:rPr>
            </w:pPr>
          </w:p>
        </w:tc>
        <w:tc>
          <w:tcPr>
            <w:tcW w:w="425" w:type="dxa"/>
            <w:vAlign w:val="center"/>
          </w:tcPr>
          <w:p w14:paraId="01127DA3" w14:textId="77777777" w:rsidR="009F32FC" w:rsidRPr="00A30D7A" w:rsidRDefault="009F32FC" w:rsidP="008563D6">
            <w:pPr>
              <w:rPr>
                <w:rFonts w:cs="Arial"/>
                <w:color w:val="000000"/>
                <w:sz w:val="16"/>
                <w:szCs w:val="16"/>
              </w:rPr>
            </w:pPr>
          </w:p>
        </w:tc>
        <w:tc>
          <w:tcPr>
            <w:tcW w:w="1134" w:type="dxa"/>
            <w:vAlign w:val="center"/>
          </w:tcPr>
          <w:p w14:paraId="3D6A7E3A" w14:textId="77777777" w:rsidR="009F32FC" w:rsidRPr="00A30D7A" w:rsidRDefault="009F32FC" w:rsidP="008563D6">
            <w:pPr>
              <w:rPr>
                <w:rFonts w:cs="Arial"/>
                <w:color w:val="000000"/>
                <w:sz w:val="16"/>
                <w:szCs w:val="16"/>
              </w:rPr>
            </w:pPr>
          </w:p>
        </w:tc>
        <w:tc>
          <w:tcPr>
            <w:tcW w:w="567" w:type="dxa"/>
            <w:vAlign w:val="center"/>
          </w:tcPr>
          <w:p w14:paraId="397950C3" w14:textId="77777777" w:rsidR="009F32FC" w:rsidRPr="00A30D7A" w:rsidRDefault="009F32FC" w:rsidP="008563D6">
            <w:pPr>
              <w:rPr>
                <w:rFonts w:cs="Arial"/>
                <w:color w:val="000000"/>
                <w:sz w:val="16"/>
                <w:szCs w:val="16"/>
              </w:rPr>
            </w:pPr>
          </w:p>
        </w:tc>
        <w:tc>
          <w:tcPr>
            <w:tcW w:w="1134" w:type="dxa"/>
            <w:vAlign w:val="center"/>
          </w:tcPr>
          <w:p w14:paraId="7E1C1809" w14:textId="77777777" w:rsidR="009F32FC" w:rsidRPr="00A30D7A" w:rsidRDefault="009F32FC" w:rsidP="008563D6">
            <w:pPr>
              <w:rPr>
                <w:rFonts w:cs="Arial"/>
                <w:color w:val="000000"/>
                <w:sz w:val="16"/>
                <w:szCs w:val="16"/>
              </w:rPr>
            </w:pPr>
          </w:p>
        </w:tc>
        <w:tc>
          <w:tcPr>
            <w:tcW w:w="567" w:type="dxa"/>
            <w:vAlign w:val="center"/>
          </w:tcPr>
          <w:p w14:paraId="16D31140" w14:textId="77777777" w:rsidR="009F32FC" w:rsidRPr="00A30D7A" w:rsidRDefault="009F32FC" w:rsidP="008563D6">
            <w:pPr>
              <w:rPr>
                <w:rFonts w:cs="Arial"/>
                <w:color w:val="000000"/>
                <w:sz w:val="16"/>
                <w:szCs w:val="16"/>
              </w:rPr>
            </w:pPr>
          </w:p>
        </w:tc>
      </w:tr>
      <w:tr w:rsidR="009F32FC" w:rsidRPr="00A30D7A" w14:paraId="0E066118" w14:textId="77777777" w:rsidTr="008563D6">
        <w:trPr>
          <w:cantSplit/>
          <w:trHeight w:val="425"/>
        </w:trPr>
        <w:tc>
          <w:tcPr>
            <w:tcW w:w="1397" w:type="dxa"/>
            <w:shd w:val="clear" w:color="auto" w:fill="F2F2F2" w:themeFill="background1" w:themeFillShade="F2"/>
            <w:noWrap/>
            <w:vAlign w:val="center"/>
            <w:hideMark/>
          </w:tcPr>
          <w:p w14:paraId="30E75C35" w14:textId="77777777" w:rsidR="009F32FC" w:rsidRPr="00A30D7A" w:rsidRDefault="009F32FC" w:rsidP="008563D6">
            <w:pPr>
              <w:rPr>
                <w:rFonts w:cs="Arial"/>
                <w:b/>
                <w:bCs/>
                <w:color w:val="000000"/>
                <w:sz w:val="16"/>
                <w:szCs w:val="16"/>
              </w:rPr>
            </w:pPr>
            <w:r w:rsidRPr="00A30D7A">
              <w:rPr>
                <w:rFonts w:cs="Arial"/>
                <w:b/>
                <w:bCs/>
                <w:color w:val="000000"/>
                <w:sz w:val="16"/>
                <w:szCs w:val="16"/>
              </w:rPr>
              <w:t>Life cycle &amp; maintenance</w:t>
            </w:r>
          </w:p>
        </w:tc>
        <w:tc>
          <w:tcPr>
            <w:tcW w:w="1150" w:type="dxa"/>
            <w:shd w:val="clear" w:color="auto" w:fill="auto"/>
            <w:noWrap/>
            <w:vAlign w:val="center"/>
            <w:hideMark/>
          </w:tcPr>
          <w:p w14:paraId="36C92A5B" w14:textId="77777777" w:rsidR="009F32FC" w:rsidRPr="00A30D7A" w:rsidRDefault="009F32FC" w:rsidP="008563D6">
            <w:pPr>
              <w:rPr>
                <w:rFonts w:cs="Arial"/>
                <w:color w:val="000000"/>
                <w:sz w:val="16"/>
                <w:szCs w:val="16"/>
              </w:rPr>
            </w:pPr>
          </w:p>
        </w:tc>
        <w:tc>
          <w:tcPr>
            <w:tcW w:w="1276" w:type="dxa"/>
            <w:vAlign w:val="center"/>
          </w:tcPr>
          <w:p w14:paraId="5E6ABB60" w14:textId="77777777" w:rsidR="009F32FC" w:rsidRPr="00A30D7A" w:rsidRDefault="009F32FC" w:rsidP="008563D6">
            <w:pPr>
              <w:rPr>
                <w:rFonts w:cs="Arial"/>
                <w:color w:val="000000"/>
                <w:sz w:val="16"/>
                <w:szCs w:val="16"/>
              </w:rPr>
            </w:pPr>
          </w:p>
        </w:tc>
        <w:tc>
          <w:tcPr>
            <w:tcW w:w="1134" w:type="dxa"/>
            <w:vAlign w:val="center"/>
          </w:tcPr>
          <w:p w14:paraId="3FA3354E" w14:textId="77777777" w:rsidR="009F32FC" w:rsidRPr="00A30D7A" w:rsidRDefault="009F32FC" w:rsidP="008563D6">
            <w:pPr>
              <w:rPr>
                <w:rFonts w:cs="Arial"/>
                <w:color w:val="000000"/>
                <w:sz w:val="16"/>
                <w:szCs w:val="16"/>
              </w:rPr>
            </w:pPr>
          </w:p>
        </w:tc>
        <w:tc>
          <w:tcPr>
            <w:tcW w:w="425" w:type="dxa"/>
            <w:vAlign w:val="center"/>
          </w:tcPr>
          <w:p w14:paraId="7340CC99" w14:textId="77777777" w:rsidR="009F32FC" w:rsidRPr="00A30D7A" w:rsidRDefault="009F32FC" w:rsidP="008563D6">
            <w:pPr>
              <w:rPr>
                <w:rFonts w:cs="Arial"/>
                <w:color w:val="000000"/>
                <w:sz w:val="16"/>
                <w:szCs w:val="16"/>
              </w:rPr>
            </w:pPr>
          </w:p>
        </w:tc>
        <w:tc>
          <w:tcPr>
            <w:tcW w:w="1134" w:type="dxa"/>
            <w:vAlign w:val="center"/>
          </w:tcPr>
          <w:p w14:paraId="17F5EC91" w14:textId="77777777" w:rsidR="009F32FC" w:rsidRPr="00A30D7A" w:rsidRDefault="009F32FC" w:rsidP="008563D6">
            <w:pPr>
              <w:rPr>
                <w:rFonts w:cs="Arial"/>
                <w:color w:val="000000"/>
                <w:sz w:val="16"/>
                <w:szCs w:val="16"/>
              </w:rPr>
            </w:pPr>
          </w:p>
        </w:tc>
        <w:tc>
          <w:tcPr>
            <w:tcW w:w="567" w:type="dxa"/>
            <w:vAlign w:val="center"/>
          </w:tcPr>
          <w:p w14:paraId="50812834" w14:textId="77777777" w:rsidR="009F32FC" w:rsidRPr="00A30D7A" w:rsidRDefault="009F32FC" w:rsidP="008563D6">
            <w:pPr>
              <w:rPr>
                <w:rFonts w:cs="Arial"/>
                <w:color w:val="000000"/>
                <w:sz w:val="16"/>
                <w:szCs w:val="16"/>
              </w:rPr>
            </w:pPr>
          </w:p>
        </w:tc>
        <w:tc>
          <w:tcPr>
            <w:tcW w:w="1134" w:type="dxa"/>
            <w:vAlign w:val="center"/>
          </w:tcPr>
          <w:p w14:paraId="05F02F35" w14:textId="77777777" w:rsidR="009F32FC" w:rsidRPr="00A30D7A" w:rsidRDefault="009F32FC" w:rsidP="008563D6">
            <w:pPr>
              <w:rPr>
                <w:rFonts w:cs="Arial"/>
                <w:color w:val="000000"/>
                <w:sz w:val="16"/>
                <w:szCs w:val="16"/>
              </w:rPr>
            </w:pPr>
          </w:p>
        </w:tc>
        <w:tc>
          <w:tcPr>
            <w:tcW w:w="567" w:type="dxa"/>
            <w:vAlign w:val="center"/>
          </w:tcPr>
          <w:p w14:paraId="6A4FAF56" w14:textId="77777777" w:rsidR="009F32FC" w:rsidRPr="00A30D7A" w:rsidRDefault="009F32FC" w:rsidP="008563D6">
            <w:pPr>
              <w:rPr>
                <w:rFonts w:cs="Arial"/>
                <w:color w:val="000000"/>
                <w:sz w:val="16"/>
                <w:szCs w:val="16"/>
              </w:rPr>
            </w:pPr>
          </w:p>
        </w:tc>
      </w:tr>
      <w:tr w:rsidR="009F32FC" w:rsidRPr="00A30D7A" w14:paraId="3751A250" w14:textId="77777777" w:rsidTr="008563D6">
        <w:trPr>
          <w:cantSplit/>
          <w:trHeight w:val="425"/>
        </w:trPr>
        <w:tc>
          <w:tcPr>
            <w:tcW w:w="1397" w:type="dxa"/>
            <w:shd w:val="clear" w:color="auto" w:fill="F2F2F2" w:themeFill="background1" w:themeFillShade="F2"/>
            <w:noWrap/>
            <w:vAlign w:val="center"/>
          </w:tcPr>
          <w:p w14:paraId="25C789F2" w14:textId="77777777" w:rsidR="009F32FC" w:rsidRPr="00A30D7A" w:rsidRDefault="009F32FC" w:rsidP="008563D6">
            <w:pPr>
              <w:rPr>
                <w:rFonts w:cs="Arial"/>
                <w:b/>
                <w:bCs/>
                <w:color w:val="000000"/>
                <w:sz w:val="16"/>
                <w:szCs w:val="16"/>
              </w:rPr>
            </w:pPr>
            <w:r w:rsidRPr="00A30D7A">
              <w:rPr>
                <w:rFonts w:cs="Arial"/>
                <w:b/>
                <w:bCs/>
                <w:color w:val="000000"/>
                <w:sz w:val="16"/>
                <w:szCs w:val="16"/>
              </w:rPr>
              <w:t>Temporal</w:t>
            </w:r>
          </w:p>
        </w:tc>
        <w:tc>
          <w:tcPr>
            <w:tcW w:w="1150" w:type="dxa"/>
            <w:shd w:val="clear" w:color="auto" w:fill="auto"/>
            <w:noWrap/>
            <w:vAlign w:val="center"/>
          </w:tcPr>
          <w:p w14:paraId="7303D38A" w14:textId="77777777" w:rsidR="009F32FC" w:rsidRPr="00A30D7A" w:rsidDel="00A91DE1" w:rsidRDefault="009F32FC" w:rsidP="008563D6">
            <w:pPr>
              <w:rPr>
                <w:rFonts w:cs="Arial"/>
                <w:color w:val="000000"/>
                <w:sz w:val="16"/>
                <w:szCs w:val="16"/>
              </w:rPr>
            </w:pPr>
          </w:p>
        </w:tc>
        <w:tc>
          <w:tcPr>
            <w:tcW w:w="1276" w:type="dxa"/>
            <w:vAlign w:val="center"/>
          </w:tcPr>
          <w:p w14:paraId="74D75209" w14:textId="77777777" w:rsidR="009F32FC" w:rsidRPr="00A30D7A" w:rsidDel="00A91DE1" w:rsidRDefault="009F32FC" w:rsidP="008563D6">
            <w:pPr>
              <w:rPr>
                <w:rFonts w:cs="Arial"/>
                <w:color w:val="000000"/>
                <w:sz w:val="16"/>
                <w:szCs w:val="16"/>
              </w:rPr>
            </w:pPr>
          </w:p>
        </w:tc>
        <w:tc>
          <w:tcPr>
            <w:tcW w:w="1134" w:type="dxa"/>
            <w:vAlign w:val="center"/>
          </w:tcPr>
          <w:p w14:paraId="03731BAF" w14:textId="77777777" w:rsidR="009F32FC" w:rsidRPr="00A30D7A" w:rsidDel="00A91DE1" w:rsidRDefault="009F32FC" w:rsidP="008563D6">
            <w:pPr>
              <w:rPr>
                <w:rFonts w:cs="Arial"/>
                <w:color w:val="000000"/>
                <w:sz w:val="16"/>
                <w:szCs w:val="16"/>
              </w:rPr>
            </w:pPr>
          </w:p>
        </w:tc>
        <w:tc>
          <w:tcPr>
            <w:tcW w:w="425" w:type="dxa"/>
            <w:vAlign w:val="center"/>
          </w:tcPr>
          <w:p w14:paraId="71F9B827" w14:textId="77777777" w:rsidR="009F32FC" w:rsidRPr="00A30D7A" w:rsidDel="00A91DE1" w:rsidRDefault="009F32FC" w:rsidP="008563D6">
            <w:pPr>
              <w:rPr>
                <w:rFonts w:cs="Arial"/>
                <w:color w:val="000000"/>
                <w:sz w:val="16"/>
                <w:szCs w:val="16"/>
              </w:rPr>
            </w:pPr>
          </w:p>
        </w:tc>
        <w:tc>
          <w:tcPr>
            <w:tcW w:w="1134" w:type="dxa"/>
            <w:vAlign w:val="center"/>
          </w:tcPr>
          <w:p w14:paraId="141A971F" w14:textId="77777777" w:rsidR="009F32FC" w:rsidRPr="00A30D7A" w:rsidDel="00A91DE1" w:rsidRDefault="009F32FC" w:rsidP="008563D6">
            <w:pPr>
              <w:rPr>
                <w:rFonts w:cs="Arial"/>
                <w:color w:val="000000"/>
                <w:sz w:val="16"/>
                <w:szCs w:val="16"/>
              </w:rPr>
            </w:pPr>
          </w:p>
        </w:tc>
        <w:tc>
          <w:tcPr>
            <w:tcW w:w="567" w:type="dxa"/>
            <w:vAlign w:val="center"/>
          </w:tcPr>
          <w:p w14:paraId="5B2449EA" w14:textId="77777777" w:rsidR="009F32FC" w:rsidRPr="00A30D7A" w:rsidDel="00A91DE1" w:rsidRDefault="009F32FC" w:rsidP="008563D6">
            <w:pPr>
              <w:rPr>
                <w:rFonts w:cs="Arial"/>
                <w:color w:val="000000"/>
                <w:sz w:val="16"/>
                <w:szCs w:val="16"/>
              </w:rPr>
            </w:pPr>
          </w:p>
        </w:tc>
        <w:tc>
          <w:tcPr>
            <w:tcW w:w="1134" w:type="dxa"/>
            <w:vAlign w:val="center"/>
          </w:tcPr>
          <w:p w14:paraId="1A34850E" w14:textId="77777777" w:rsidR="009F32FC" w:rsidRPr="00A30D7A" w:rsidDel="00A91DE1" w:rsidRDefault="009F32FC" w:rsidP="008563D6">
            <w:pPr>
              <w:rPr>
                <w:rFonts w:cs="Arial"/>
                <w:color w:val="000000"/>
                <w:sz w:val="16"/>
                <w:szCs w:val="16"/>
              </w:rPr>
            </w:pPr>
          </w:p>
        </w:tc>
        <w:tc>
          <w:tcPr>
            <w:tcW w:w="567" w:type="dxa"/>
            <w:vAlign w:val="center"/>
          </w:tcPr>
          <w:p w14:paraId="6BE124E7" w14:textId="77777777" w:rsidR="009F32FC" w:rsidRPr="00A30D7A" w:rsidDel="00A91DE1" w:rsidRDefault="009F32FC" w:rsidP="008563D6">
            <w:pPr>
              <w:rPr>
                <w:rFonts w:cs="Arial"/>
                <w:color w:val="000000"/>
                <w:sz w:val="16"/>
                <w:szCs w:val="16"/>
              </w:rPr>
            </w:pPr>
          </w:p>
        </w:tc>
      </w:tr>
      <w:tr w:rsidR="009F32FC" w:rsidRPr="00A30D7A" w14:paraId="3BEF41A0" w14:textId="77777777" w:rsidTr="008563D6">
        <w:trPr>
          <w:cantSplit/>
          <w:trHeight w:val="425"/>
        </w:trPr>
        <w:tc>
          <w:tcPr>
            <w:tcW w:w="1397" w:type="dxa"/>
            <w:shd w:val="clear" w:color="auto" w:fill="F2F2F2" w:themeFill="background1" w:themeFillShade="F2"/>
            <w:noWrap/>
            <w:vAlign w:val="center"/>
          </w:tcPr>
          <w:p w14:paraId="51CC9C38" w14:textId="77777777" w:rsidR="009F32FC" w:rsidRPr="00A30D7A" w:rsidRDefault="009F32FC" w:rsidP="008563D6">
            <w:pPr>
              <w:rPr>
                <w:rFonts w:cs="Arial"/>
                <w:b/>
                <w:bCs/>
                <w:color w:val="000000"/>
                <w:sz w:val="16"/>
                <w:szCs w:val="16"/>
              </w:rPr>
            </w:pPr>
            <w:r w:rsidRPr="00A30D7A">
              <w:rPr>
                <w:rFonts w:cs="Arial"/>
                <w:b/>
                <w:bCs/>
                <w:color w:val="000000"/>
                <w:sz w:val="16"/>
                <w:szCs w:val="16"/>
              </w:rPr>
              <w:t>Performance</w:t>
            </w:r>
          </w:p>
        </w:tc>
        <w:tc>
          <w:tcPr>
            <w:tcW w:w="1150" w:type="dxa"/>
            <w:shd w:val="clear" w:color="auto" w:fill="auto"/>
            <w:noWrap/>
            <w:vAlign w:val="center"/>
          </w:tcPr>
          <w:p w14:paraId="31920349" w14:textId="77777777" w:rsidR="009F32FC" w:rsidRPr="00A30D7A" w:rsidRDefault="009F32FC" w:rsidP="008563D6">
            <w:pPr>
              <w:rPr>
                <w:rFonts w:cs="Arial"/>
                <w:color w:val="000000"/>
                <w:sz w:val="16"/>
                <w:szCs w:val="16"/>
              </w:rPr>
            </w:pPr>
          </w:p>
        </w:tc>
        <w:tc>
          <w:tcPr>
            <w:tcW w:w="1276" w:type="dxa"/>
            <w:vAlign w:val="center"/>
          </w:tcPr>
          <w:p w14:paraId="4994D36C" w14:textId="77777777" w:rsidR="009F32FC" w:rsidRPr="00A30D7A" w:rsidRDefault="009F32FC" w:rsidP="008563D6">
            <w:pPr>
              <w:rPr>
                <w:rFonts w:cs="Arial"/>
                <w:color w:val="000000"/>
                <w:sz w:val="16"/>
                <w:szCs w:val="16"/>
              </w:rPr>
            </w:pPr>
          </w:p>
        </w:tc>
        <w:tc>
          <w:tcPr>
            <w:tcW w:w="1134" w:type="dxa"/>
            <w:vAlign w:val="center"/>
          </w:tcPr>
          <w:p w14:paraId="6D7FB025" w14:textId="77777777" w:rsidR="009F32FC" w:rsidRPr="00A30D7A" w:rsidRDefault="009F32FC" w:rsidP="008563D6">
            <w:pPr>
              <w:rPr>
                <w:rFonts w:cs="Arial"/>
                <w:color w:val="000000"/>
                <w:sz w:val="16"/>
                <w:szCs w:val="16"/>
              </w:rPr>
            </w:pPr>
          </w:p>
        </w:tc>
        <w:tc>
          <w:tcPr>
            <w:tcW w:w="425" w:type="dxa"/>
            <w:vAlign w:val="center"/>
          </w:tcPr>
          <w:p w14:paraId="56957A72" w14:textId="77777777" w:rsidR="009F32FC" w:rsidRPr="00A30D7A" w:rsidRDefault="009F32FC" w:rsidP="008563D6">
            <w:pPr>
              <w:rPr>
                <w:rFonts w:cs="Arial"/>
                <w:color w:val="000000"/>
                <w:sz w:val="16"/>
                <w:szCs w:val="16"/>
              </w:rPr>
            </w:pPr>
          </w:p>
        </w:tc>
        <w:tc>
          <w:tcPr>
            <w:tcW w:w="1134" w:type="dxa"/>
            <w:vAlign w:val="center"/>
          </w:tcPr>
          <w:p w14:paraId="3F873CC2" w14:textId="77777777" w:rsidR="009F32FC" w:rsidRPr="00A30D7A" w:rsidRDefault="009F32FC" w:rsidP="008563D6">
            <w:pPr>
              <w:rPr>
                <w:rFonts w:cs="Arial"/>
                <w:color w:val="000000"/>
                <w:sz w:val="16"/>
                <w:szCs w:val="16"/>
              </w:rPr>
            </w:pPr>
          </w:p>
        </w:tc>
        <w:tc>
          <w:tcPr>
            <w:tcW w:w="567" w:type="dxa"/>
            <w:vAlign w:val="center"/>
          </w:tcPr>
          <w:p w14:paraId="4232B40B" w14:textId="77777777" w:rsidR="009F32FC" w:rsidRPr="00A30D7A" w:rsidRDefault="009F32FC" w:rsidP="008563D6">
            <w:pPr>
              <w:rPr>
                <w:rFonts w:cs="Arial"/>
                <w:color w:val="000000"/>
                <w:sz w:val="16"/>
                <w:szCs w:val="16"/>
              </w:rPr>
            </w:pPr>
          </w:p>
        </w:tc>
        <w:tc>
          <w:tcPr>
            <w:tcW w:w="1134" w:type="dxa"/>
            <w:vAlign w:val="center"/>
          </w:tcPr>
          <w:p w14:paraId="2E31F478" w14:textId="77777777" w:rsidR="009F32FC" w:rsidRPr="00A30D7A" w:rsidRDefault="009F32FC" w:rsidP="008563D6">
            <w:pPr>
              <w:rPr>
                <w:rFonts w:cs="Arial"/>
                <w:color w:val="000000"/>
                <w:sz w:val="16"/>
                <w:szCs w:val="16"/>
              </w:rPr>
            </w:pPr>
          </w:p>
        </w:tc>
        <w:tc>
          <w:tcPr>
            <w:tcW w:w="567" w:type="dxa"/>
            <w:vAlign w:val="center"/>
          </w:tcPr>
          <w:p w14:paraId="4D7C7DB4" w14:textId="77777777" w:rsidR="009F32FC" w:rsidRPr="00A30D7A" w:rsidRDefault="009F32FC" w:rsidP="008563D6">
            <w:pPr>
              <w:rPr>
                <w:rFonts w:cs="Arial"/>
                <w:color w:val="000000"/>
                <w:sz w:val="16"/>
                <w:szCs w:val="16"/>
              </w:rPr>
            </w:pPr>
          </w:p>
        </w:tc>
      </w:tr>
      <w:tr w:rsidR="009F32FC" w:rsidRPr="00A30D7A" w14:paraId="7E680879" w14:textId="77777777" w:rsidTr="008563D6">
        <w:trPr>
          <w:cantSplit/>
          <w:trHeight w:val="425"/>
        </w:trPr>
        <w:tc>
          <w:tcPr>
            <w:tcW w:w="1397" w:type="dxa"/>
            <w:shd w:val="clear" w:color="auto" w:fill="F2F2F2" w:themeFill="background1" w:themeFillShade="F2"/>
            <w:noWrap/>
            <w:vAlign w:val="center"/>
          </w:tcPr>
          <w:p w14:paraId="64B56BCB" w14:textId="77777777" w:rsidR="009F32FC" w:rsidRPr="00A30D7A" w:rsidRDefault="009F32FC" w:rsidP="008563D6">
            <w:pPr>
              <w:rPr>
                <w:rFonts w:cs="Arial"/>
                <w:b/>
                <w:bCs/>
                <w:color w:val="000000"/>
                <w:sz w:val="16"/>
                <w:szCs w:val="16"/>
              </w:rPr>
            </w:pPr>
            <w:r w:rsidRPr="00A30D7A">
              <w:rPr>
                <w:rFonts w:cs="Arial"/>
                <w:b/>
                <w:bCs/>
                <w:color w:val="000000"/>
                <w:sz w:val="16"/>
                <w:szCs w:val="16"/>
              </w:rPr>
              <w:t>Condition</w:t>
            </w:r>
          </w:p>
        </w:tc>
        <w:tc>
          <w:tcPr>
            <w:tcW w:w="1150" w:type="dxa"/>
            <w:shd w:val="clear" w:color="auto" w:fill="auto"/>
            <w:noWrap/>
            <w:vAlign w:val="center"/>
          </w:tcPr>
          <w:p w14:paraId="1EF52E54" w14:textId="77777777" w:rsidR="009F32FC" w:rsidRPr="00A30D7A" w:rsidDel="00A91DE1" w:rsidRDefault="009F32FC" w:rsidP="008563D6">
            <w:pPr>
              <w:rPr>
                <w:rFonts w:cs="Arial"/>
                <w:color w:val="000000"/>
                <w:sz w:val="16"/>
                <w:szCs w:val="16"/>
              </w:rPr>
            </w:pPr>
          </w:p>
        </w:tc>
        <w:tc>
          <w:tcPr>
            <w:tcW w:w="1276" w:type="dxa"/>
            <w:vAlign w:val="center"/>
          </w:tcPr>
          <w:p w14:paraId="3EFF0F5A" w14:textId="77777777" w:rsidR="009F32FC" w:rsidRPr="00A30D7A" w:rsidDel="00A91DE1" w:rsidRDefault="009F32FC" w:rsidP="008563D6">
            <w:pPr>
              <w:rPr>
                <w:rFonts w:cs="Arial"/>
                <w:color w:val="000000"/>
                <w:sz w:val="16"/>
                <w:szCs w:val="16"/>
              </w:rPr>
            </w:pPr>
          </w:p>
        </w:tc>
        <w:tc>
          <w:tcPr>
            <w:tcW w:w="1134" w:type="dxa"/>
            <w:vAlign w:val="center"/>
          </w:tcPr>
          <w:p w14:paraId="59FCCA6F" w14:textId="77777777" w:rsidR="009F32FC" w:rsidRPr="00A30D7A" w:rsidDel="00A91DE1" w:rsidRDefault="009F32FC" w:rsidP="008563D6">
            <w:pPr>
              <w:rPr>
                <w:rFonts w:cs="Arial"/>
                <w:color w:val="000000"/>
                <w:sz w:val="16"/>
                <w:szCs w:val="16"/>
              </w:rPr>
            </w:pPr>
          </w:p>
        </w:tc>
        <w:tc>
          <w:tcPr>
            <w:tcW w:w="425" w:type="dxa"/>
            <w:vAlign w:val="center"/>
          </w:tcPr>
          <w:p w14:paraId="51EEDCE4" w14:textId="77777777" w:rsidR="009F32FC" w:rsidRPr="00A30D7A" w:rsidDel="00A91DE1" w:rsidRDefault="009F32FC" w:rsidP="008563D6">
            <w:pPr>
              <w:rPr>
                <w:rFonts w:cs="Arial"/>
                <w:color w:val="000000"/>
                <w:sz w:val="16"/>
                <w:szCs w:val="16"/>
              </w:rPr>
            </w:pPr>
          </w:p>
        </w:tc>
        <w:tc>
          <w:tcPr>
            <w:tcW w:w="1134" w:type="dxa"/>
            <w:vAlign w:val="center"/>
          </w:tcPr>
          <w:p w14:paraId="539CE521" w14:textId="77777777" w:rsidR="009F32FC" w:rsidRPr="00A30D7A" w:rsidDel="00A91DE1" w:rsidRDefault="009F32FC" w:rsidP="008563D6">
            <w:pPr>
              <w:rPr>
                <w:rFonts w:cs="Arial"/>
                <w:color w:val="000000"/>
                <w:sz w:val="16"/>
                <w:szCs w:val="16"/>
              </w:rPr>
            </w:pPr>
          </w:p>
        </w:tc>
        <w:tc>
          <w:tcPr>
            <w:tcW w:w="567" w:type="dxa"/>
            <w:vAlign w:val="center"/>
          </w:tcPr>
          <w:p w14:paraId="450EF5B6" w14:textId="77777777" w:rsidR="009F32FC" w:rsidRPr="00A30D7A" w:rsidDel="00A91DE1" w:rsidRDefault="009F32FC" w:rsidP="008563D6">
            <w:pPr>
              <w:rPr>
                <w:rFonts w:cs="Arial"/>
                <w:color w:val="000000"/>
                <w:sz w:val="16"/>
                <w:szCs w:val="16"/>
              </w:rPr>
            </w:pPr>
          </w:p>
        </w:tc>
        <w:tc>
          <w:tcPr>
            <w:tcW w:w="1134" w:type="dxa"/>
            <w:vAlign w:val="center"/>
          </w:tcPr>
          <w:p w14:paraId="69F50EF9" w14:textId="77777777" w:rsidR="009F32FC" w:rsidRPr="00A30D7A" w:rsidDel="00A91DE1" w:rsidRDefault="009F32FC" w:rsidP="008563D6">
            <w:pPr>
              <w:rPr>
                <w:rFonts w:cs="Arial"/>
                <w:color w:val="000000"/>
                <w:sz w:val="16"/>
                <w:szCs w:val="16"/>
              </w:rPr>
            </w:pPr>
          </w:p>
        </w:tc>
        <w:tc>
          <w:tcPr>
            <w:tcW w:w="567" w:type="dxa"/>
            <w:vAlign w:val="center"/>
          </w:tcPr>
          <w:p w14:paraId="794C47B6" w14:textId="77777777" w:rsidR="009F32FC" w:rsidRPr="00A30D7A" w:rsidDel="00A91DE1" w:rsidRDefault="009F32FC" w:rsidP="008563D6">
            <w:pPr>
              <w:rPr>
                <w:rFonts w:cs="Arial"/>
                <w:color w:val="000000"/>
                <w:sz w:val="16"/>
                <w:szCs w:val="16"/>
              </w:rPr>
            </w:pPr>
          </w:p>
        </w:tc>
      </w:tr>
      <w:tr w:rsidR="009F32FC" w:rsidRPr="00A30D7A" w14:paraId="75D809CB" w14:textId="77777777" w:rsidTr="008563D6">
        <w:trPr>
          <w:cantSplit/>
          <w:trHeight w:val="425"/>
        </w:trPr>
        <w:tc>
          <w:tcPr>
            <w:tcW w:w="1397" w:type="dxa"/>
            <w:shd w:val="clear" w:color="auto" w:fill="F2F2F2" w:themeFill="background1" w:themeFillShade="F2"/>
            <w:noWrap/>
            <w:vAlign w:val="center"/>
          </w:tcPr>
          <w:p w14:paraId="781A17CB" w14:textId="77777777" w:rsidR="009F32FC" w:rsidRPr="00A30D7A" w:rsidRDefault="009F32FC" w:rsidP="008563D6">
            <w:pPr>
              <w:rPr>
                <w:rFonts w:cs="Arial"/>
                <w:b/>
                <w:bCs/>
                <w:color w:val="000000"/>
                <w:sz w:val="16"/>
                <w:szCs w:val="16"/>
              </w:rPr>
            </w:pPr>
            <w:r w:rsidRPr="00A30D7A">
              <w:rPr>
                <w:rFonts w:cs="Arial"/>
                <w:b/>
                <w:bCs/>
                <w:color w:val="000000"/>
                <w:sz w:val="16"/>
                <w:szCs w:val="16"/>
              </w:rPr>
              <w:lastRenderedPageBreak/>
              <w:t>Financial</w:t>
            </w:r>
          </w:p>
        </w:tc>
        <w:tc>
          <w:tcPr>
            <w:tcW w:w="1150" w:type="dxa"/>
            <w:shd w:val="clear" w:color="auto" w:fill="auto"/>
            <w:noWrap/>
            <w:vAlign w:val="center"/>
          </w:tcPr>
          <w:p w14:paraId="1C0FC11B" w14:textId="77777777" w:rsidR="009F32FC" w:rsidRPr="00A30D7A" w:rsidDel="00A91DE1" w:rsidRDefault="009F32FC" w:rsidP="008563D6">
            <w:pPr>
              <w:rPr>
                <w:rFonts w:cs="Arial"/>
                <w:color w:val="000000"/>
                <w:sz w:val="16"/>
                <w:szCs w:val="16"/>
              </w:rPr>
            </w:pPr>
          </w:p>
        </w:tc>
        <w:tc>
          <w:tcPr>
            <w:tcW w:w="1276" w:type="dxa"/>
            <w:vAlign w:val="center"/>
          </w:tcPr>
          <w:p w14:paraId="236FF41D" w14:textId="77777777" w:rsidR="009F32FC" w:rsidRPr="00A30D7A" w:rsidDel="00A91DE1" w:rsidRDefault="009F32FC" w:rsidP="008563D6">
            <w:pPr>
              <w:rPr>
                <w:rFonts w:cs="Arial"/>
                <w:color w:val="000000"/>
                <w:sz w:val="16"/>
                <w:szCs w:val="16"/>
              </w:rPr>
            </w:pPr>
          </w:p>
        </w:tc>
        <w:tc>
          <w:tcPr>
            <w:tcW w:w="1134" w:type="dxa"/>
            <w:vAlign w:val="center"/>
          </w:tcPr>
          <w:p w14:paraId="18F4C512" w14:textId="77777777" w:rsidR="009F32FC" w:rsidRPr="00A30D7A" w:rsidDel="00A91DE1" w:rsidRDefault="009F32FC" w:rsidP="008563D6">
            <w:pPr>
              <w:rPr>
                <w:rFonts w:cs="Arial"/>
                <w:color w:val="000000"/>
                <w:sz w:val="16"/>
                <w:szCs w:val="16"/>
              </w:rPr>
            </w:pPr>
          </w:p>
        </w:tc>
        <w:tc>
          <w:tcPr>
            <w:tcW w:w="425" w:type="dxa"/>
            <w:vAlign w:val="center"/>
          </w:tcPr>
          <w:p w14:paraId="0138F06D" w14:textId="77777777" w:rsidR="009F32FC" w:rsidRPr="00A30D7A" w:rsidDel="00A91DE1" w:rsidRDefault="009F32FC" w:rsidP="008563D6">
            <w:pPr>
              <w:rPr>
                <w:rFonts w:cs="Arial"/>
                <w:color w:val="000000"/>
                <w:sz w:val="16"/>
                <w:szCs w:val="16"/>
              </w:rPr>
            </w:pPr>
          </w:p>
        </w:tc>
        <w:tc>
          <w:tcPr>
            <w:tcW w:w="1134" w:type="dxa"/>
            <w:vAlign w:val="center"/>
          </w:tcPr>
          <w:p w14:paraId="006C3183" w14:textId="77777777" w:rsidR="009F32FC" w:rsidRPr="00A30D7A" w:rsidDel="00A91DE1" w:rsidRDefault="009F32FC" w:rsidP="008563D6">
            <w:pPr>
              <w:rPr>
                <w:rFonts w:cs="Arial"/>
                <w:color w:val="000000"/>
                <w:sz w:val="16"/>
                <w:szCs w:val="16"/>
              </w:rPr>
            </w:pPr>
          </w:p>
        </w:tc>
        <w:tc>
          <w:tcPr>
            <w:tcW w:w="567" w:type="dxa"/>
            <w:vAlign w:val="center"/>
          </w:tcPr>
          <w:p w14:paraId="51B40CA3" w14:textId="77777777" w:rsidR="009F32FC" w:rsidRPr="00A30D7A" w:rsidDel="00A91DE1" w:rsidRDefault="009F32FC" w:rsidP="008563D6">
            <w:pPr>
              <w:rPr>
                <w:rFonts w:cs="Arial"/>
                <w:color w:val="000000"/>
                <w:sz w:val="16"/>
                <w:szCs w:val="16"/>
              </w:rPr>
            </w:pPr>
          </w:p>
        </w:tc>
        <w:tc>
          <w:tcPr>
            <w:tcW w:w="1134" w:type="dxa"/>
            <w:vAlign w:val="center"/>
          </w:tcPr>
          <w:p w14:paraId="0355A857" w14:textId="77777777" w:rsidR="009F32FC" w:rsidRPr="00A30D7A" w:rsidDel="00A91DE1" w:rsidRDefault="009F32FC" w:rsidP="008563D6">
            <w:pPr>
              <w:rPr>
                <w:rFonts w:cs="Arial"/>
                <w:color w:val="000000"/>
                <w:sz w:val="16"/>
                <w:szCs w:val="16"/>
              </w:rPr>
            </w:pPr>
          </w:p>
        </w:tc>
        <w:tc>
          <w:tcPr>
            <w:tcW w:w="567" w:type="dxa"/>
            <w:vAlign w:val="center"/>
          </w:tcPr>
          <w:p w14:paraId="0827B1AE" w14:textId="77777777" w:rsidR="009F32FC" w:rsidRPr="00A30D7A" w:rsidDel="00A91DE1" w:rsidRDefault="009F32FC" w:rsidP="008563D6">
            <w:pPr>
              <w:rPr>
                <w:rFonts w:cs="Arial"/>
                <w:color w:val="000000"/>
                <w:sz w:val="16"/>
                <w:szCs w:val="16"/>
              </w:rPr>
            </w:pPr>
          </w:p>
        </w:tc>
      </w:tr>
    </w:tbl>
    <w:p w14:paraId="7BFCA9AD" w14:textId="77777777" w:rsidR="009F32FC" w:rsidRPr="00A30D7A" w:rsidRDefault="009F32FC" w:rsidP="009F32FC">
      <w:pPr>
        <w:rPr>
          <w:rFonts w:cs="Arial"/>
          <w:szCs w:val="18"/>
        </w:rPr>
      </w:pPr>
    </w:p>
    <w:p w14:paraId="09ADA4CA" w14:textId="77777777" w:rsidR="004739F7" w:rsidRPr="00A30D7A" w:rsidRDefault="004739F7" w:rsidP="004739F7">
      <w:pPr>
        <w:pStyle w:val="Instructions"/>
        <w:rPr>
          <w:rFonts w:cs="Arial"/>
          <w:b/>
          <w:bCs/>
        </w:rPr>
      </w:pPr>
      <w:r w:rsidRPr="00A30D7A">
        <w:rPr>
          <w:rFonts w:cs="Arial"/>
          <w:b/>
          <w:bCs/>
        </w:rPr>
        <w:t>Instructions</w:t>
      </w:r>
    </w:p>
    <w:p w14:paraId="270658A5" w14:textId="1DDDCD91" w:rsidR="009F32FC" w:rsidRPr="00A30D7A" w:rsidRDefault="009F32FC" w:rsidP="004739F7">
      <w:pPr>
        <w:pStyle w:val="Instructionsindent"/>
      </w:pPr>
      <w:r w:rsidRPr="00A30D7A">
        <w:t xml:space="preserve">Copy the properties from the </w:t>
      </w:r>
      <w:r w:rsidRPr="00A30D7A">
        <w:rPr>
          <w:b/>
          <w:bCs/>
        </w:rPr>
        <w:t>Asset object level of alphanumeric information need table</w:t>
      </w:r>
      <w:r w:rsidRPr="00A30D7A">
        <w:t xml:space="preserve"> in the EIR into this table. (It may be simpler to copy the whole table here, change the ‘Required at Milestone 1, 2, 3….’ headings to ‘Deliver at Milestone 1, 2, 3, ….’, and edit the checked or filled cells as required).</w:t>
      </w:r>
    </w:p>
    <w:p w14:paraId="39838317" w14:textId="09080AFD" w:rsidR="009F32FC" w:rsidRPr="00A30D7A" w:rsidRDefault="009F32FC" w:rsidP="004739F7">
      <w:pPr>
        <w:pStyle w:val="Instructionsindent"/>
      </w:pPr>
      <w:r w:rsidRPr="00A30D7A">
        <w:t xml:space="preserve">Add columns as required for each milestone listed in the </w:t>
      </w:r>
      <w:r w:rsidR="0063774F" w:rsidRPr="0063774F">
        <w:rPr>
          <w:b/>
          <w:bCs/>
          <w:vanish w:val="0"/>
        </w:rPr>
        <w:t>ANNEX D - MASTER INFORMATION DELIVERY PLAN</w:t>
      </w:r>
      <w:r w:rsidR="0063774F" w:rsidRPr="0063774F">
        <w:rPr>
          <w:vanish w:val="0"/>
        </w:rPr>
        <w:t>,</w:t>
      </w:r>
      <w:r w:rsidR="0063774F" w:rsidRPr="0063774F">
        <w:rPr>
          <w:b/>
          <w:bCs/>
          <w:vanish w:val="0"/>
        </w:rPr>
        <w:t xml:space="preserve"> Master information delivery plan (MIDP)</w:t>
      </w:r>
      <w:r w:rsidRPr="00A30D7A">
        <w:t>.</w:t>
      </w:r>
    </w:p>
    <w:p w14:paraId="0548D855" w14:textId="77777777" w:rsidR="009F32FC" w:rsidRPr="00A30D7A" w:rsidRDefault="009F32FC" w:rsidP="004739F7">
      <w:pPr>
        <w:pStyle w:val="Instructionsindent"/>
      </w:pPr>
      <w:r w:rsidRPr="00A30D7A">
        <w:t>Indicate the properties to be delivered by adding a tick, symbol or fill to the cells.</w:t>
      </w:r>
    </w:p>
    <w:p w14:paraId="569FF996" w14:textId="77777777" w:rsidR="009F32FC" w:rsidRPr="00A30D7A" w:rsidRDefault="009F32FC" w:rsidP="004739F7">
      <w:pPr>
        <w:pStyle w:val="Instructionsindent"/>
      </w:pPr>
      <w:r w:rsidRPr="00A30D7A">
        <w:t>If preferred, N/A can be added to cells to make it clear an item will not be delivered.</w:t>
      </w:r>
    </w:p>
    <w:p w14:paraId="5236DEFC" w14:textId="77777777" w:rsidR="009F32FC" w:rsidRPr="00A30D7A" w:rsidRDefault="009F32FC" w:rsidP="004739F7">
      <w:pPr>
        <w:pStyle w:val="Instructions"/>
      </w:pPr>
      <w:r w:rsidRPr="00A30D7A">
        <w:t>This table specifies the properties applicable to ALL asset objects. If different property sets are proposed for specific groups or classes of asset objects, e.g. architectural, mechanical, electrical, hydraulic, subdivide the table into the groups or classes and specify the properties for each.</w:t>
      </w:r>
    </w:p>
    <w:p w14:paraId="1E154E2E" w14:textId="77777777" w:rsidR="009F32FC" w:rsidRPr="00A30D7A" w:rsidRDefault="009F32FC" w:rsidP="004739F7">
      <w:pPr>
        <w:pStyle w:val="Instructions"/>
        <w:rPr>
          <w:rFonts w:cs="Arial"/>
          <w:b/>
          <w:bCs/>
        </w:rPr>
      </w:pPr>
      <w:r w:rsidRPr="00A30D7A">
        <w:rPr>
          <w:rFonts w:cs="Arial"/>
          <w:b/>
          <w:bCs/>
        </w:rPr>
        <w:t>Discipline</w:t>
      </w:r>
    </w:p>
    <w:p w14:paraId="3264EC04" w14:textId="55AF355D" w:rsidR="009F32FC" w:rsidRPr="00A30D7A" w:rsidRDefault="009F32FC" w:rsidP="004739F7">
      <w:pPr>
        <w:pStyle w:val="Instructionsindent"/>
      </w:pPr>
      <w:r w:rsidRPr="00A30D7A">
        <w:t xml:space="preserve">Indicate responsibilities for including the required properties in asset objects and entering values for them by entering the acronym for the relevant party from the following </w:t>
      </w:r>
      <w:r w:rsidRPr="00A30D7A">
        <w:rPr>
          <w:b/>
          <w:bCs/>
        </w:rPr>
        <w:t>Key to disciplines</w:t>
      </w:r>
      <w:r w:rsidRPr="00A30D7A">
        <w:t>.</w:t>
      </w:r>
    </w:p>
    <w:p w14:paraId="64BF1CDC" w14:textId="3EEE2153" w:rsidR="009F32FC" w:rsidRPr="00A30D7A" w:rsidRDefault="009F32FC" w:rsidP="004739F7">
      <w:pPr>
        <w:pStyle w:val="Instructionsindent"/>
      </w:pPr>
      <w:r w:rsidRPr="00A30D7A">
        <w:t>Disciplines are shown as an example. Amend the descriptions and acronyms to suit the project. The two letter codes shown are from the upcoming National Annex to AS ISO 19650.2</w:t>
      </w:r>
      <w:r w:rsidR="00353DE3">
        <w:t xml:space="preserve"> (2019)</w:t>
      </w:r>
      <w:r w:rsidRPr="00A30D7A">
        <w:t>. A single letter code may be preferred for projects with a limited number of disciplines.</w:t>
      </w:r>
    </w:p>
    <w:p w14:paraId="12C301BC" w14:textId="77777777" w:rsidR="009F32FC" w:rsidRPr="00A30D7A" w:rsidRDefault="009F32FC" w:rsidP="004739F7">
      <w:pPr>
        <w:pStyle w:val="Instructionsindent"/>
      </w:pPr>
      <w:r w:rsidRPr="00A30D7A">
        <w:t xml:space="preserve">If responsibilities for properties have been documented already, review them before including them in this table to ensure there are no gaps, </w:t>
      </w:r>
      <w:proofErr w:type="gramStart"/>
      <w:r w:rsidRPr="00A30D7A">
        <w:t>inconsistencies</w:t>
      </w:r>
      <w:proofErr w:type="gramEnd"/>
      <w:r w:rsidRPr="00A30D7A">
        <w:t xml:space="preserve"> or contradictions.</w:t>
      </w:r>
    </w:p>
    <w:p w14:paraId="5E264CA8" w14:textId="77777777" w:rsidR="009F32FC" w:rsidRPr="00A30D7A" w:rsidRDefault="009F32FC" w:rsidP="009F32FC">
      <w:pPr>
        <w:spacing w:line="276" w:lineRule="auto"/>
        <w:rPr>
          <w:rFonts w:cs="Arial"/>
          <w:b/>
          <w:bCs/>
        </w:rPr>
      </w:pPr>
      <w:r w:rsidRPr="00A30D7A">
        <w:rPr>
          <w:rFonts w:cs="Arial"/>
          <w:b/>
          <w:bCs/>
        </w:rPr>
        <w:t xml:space="preserve">Key to </w:t>
      </w:r>
      <w:proofErr w:type="gramStart"/>
      <w:r w:rsidRPr="00A30D7A">
        <w:rPr>
          <w:rFonts w:cs="Arial"/>
          <w:b/>
          <w:bCs/>
        </w:rPr>
        <w:t>disciplines</w:t>
      </w:r>
      <w:proofErr w:type="gramEnd"/>
    </w:p>
    <w:tbl>
      <w:tblPr>
        <w:tblStyle w:val="TableGrid"/>
        <w:tblW w:w="89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3785"/>
        <w:gridCol w:w="849"/>
        <w:gridCol w:w="3593"/>
        <w:gridCol w:w="59"/>
      </w:tblGrid>
      <w:tr w:rsidR="009F32FC" w:rsidRPr="00A30D7A" w14:paraId="12ED725E" w14:textId="77777777" w:rsidTr="008563D6">
        <w:trPr>
          <w:gridAfter w:val="1"/>
          <w:wAfter w:w="59" w:type="dxa"/>
        </w:trPr>
        <w:tc>
          <w:tcPr>
            <w:tcW w:w="616" w:type="dxa"/>
          </w:tcPr>
          <w:p w14:paraId="7E57AE2E" w14:textId="77777777" w:rsidR="009F32FC" w:rsidRPr="00A30D7A" w:rsidRDefault="009F32FC" w:rsidP="008563D6">
            <w:pPr>
              <w:spacing w:line="276" w:lineRule="auto"/>
              <w:rPr>
                <w:rFonts w:cs="Arial"/>
                <w:szCs w:val="18"/>
              </w:rPr>
            </w:pPr>
            <w:r w:rsidRPr="00A30D7A">
              <w:rPr>
                <w:rFonts w:cs="Arial"/>
                <w:szCs w:val="18"/>
              </w:rPr>
              <w:t>AR</w:t>
            </w:r>
          </w:p>
        </w:tc>
        <w:tc>
          <w:tcPr>
            <w:tcW w:w="3785" w:type="dxa"/>
          </w:tcPr>
          <w:p w14:paraId="04C22329" w14:textId="77777777" w:rsidR="009F32FC" w:rsidRPr="00A30D7A" w:rsidRDefault="009F32FC" w:rsidP="008563D6">
            <w:pPr>
              <w:spacing w:line="276" w:lineRule="auto"/>
              <w:rPr>
                <w:rFonts w:cs="Arial"/>
                <w:szCs w:val="18"/>
              </w:rPr>
            </w:pPr>
            <w:r w:rsidRPr="00A30D7A">
              <w:rPr>
                <w:rFonts w:cs="Arial"/>
                <w:szCs w:val="18"/>
              </w:rPr>
              <w:t>Architecture</w:t>
            </w:r>
          </w:p>
        </w:tc>
        <w:tc>
          <w:tcPr>
            <w:tcW w:w="849" w:type="dxa"/>
          </w:tcPr>
          <w:p w14:paraId="26CB8688" w14:textId="77777777" w:rsidR="009F32FC" w:rsidRPr="00A30D7A" w:rsidRDefault="009F32FC" w:rsidP="008563D6">
            <w:pPr>
              <w:spacing w:line="276" w:lineRule="auto"/>
              <w:rPr>
                <w:rFonts w:cs="Arial"/>
                <w:szCs w:val="18"/>
              </w:rPr>
            </w:pPr>
            <w:r w:rsidRPr="00A30D7A">
              <w:rPr>
                <w:rFonts w:cs="Arial"/>
                <w:szCs w:val="18"/>
              </w:rPr>
              <w:t>ID</w:t>
            </w:r>
          </w:p>
        </w:tc>
        <w:tc>
          <w:tcPr>
            <w:tcW w:w="3593" w:type="dxa"/>
          </w:tcPr>
          <w:p w14:paraId="68F4D071" w14:textId="77777777" w:rsidR="009F32FC" w:rsidRPr="00A30D7A" w:rsidRDefault="009F32FC" w:rsidP="008563D6">
            <w:pPr>
              <w:spacing w:line="276" w:lineRule="auto"/>
              <w:rPr>
                <w:rFonts w:cs="Arial"/>
                <w:szCs w:val="18"/>
              </w:rPr>
            </w:pPr>
            <w:r w:rsidRPr="00A30D7A">
              <w:rPr>
                <w:rFonts w:cs="Arial"/>
                <w:szCs w:val="18"/>
              </w:rPr>
              <w:t>Interior design</w:t>
            </w:r>
          </w:p>
        </w:tc>
      </w:tr>
      <w:tr w:rsidR="009F32FC" w:rsidRPr="00A30D7A" w14:paraId="27278C59" w14:textId="77777777" w:rsidTr="008563D6">
        <w:trPr>
          <w:gridAfter w:val="1"/>
          <w:wAfter w:w="59" w:type="dxa"/>
        </w:trPr>
        <w:tc>
          <w:tcPr>
            <w:tcW w:w="616" w:type="dxa"/>
          </w:tcPr>
          <w:p w14:paraId="3A494888" w14:textId="77777777" w:rsidR="009F32FC" w:rsidRPr="00A30D7A" w:rsidRDefault="009F32FC" w:rsidP="008563D6">
            <w:pPr>
              <w:spacing w:line="276" w:lineRule="auto"/>
              <w:rPr>
                <w:rFonts w:cs="Arial"/>
                <w:szCs w:val="18"/>
              </w:rPr>
            </w:pPr>
            <w:r w:rsidRPr="00A30D7A">
              <w:rPr>
                <w:rFonts w:cs="Arial"/>
                <w:szCs w:val="18"/>
              </w:rPr>
              <w:t>BS</w:t>
            </w:r>
          </w:p>
        </w:tc>
        <w:tc>
          <w:tcPr>
            <w:tcW w:w="3785" w:type="dxa"/>
          </w:tcPr>
          <w:p w14:paraId="28704EB7" w14:textId="77777777" w:rsidR="009F32FC" w:rsidRPr="00A30D7A" w:rsidRDefault="009F32FC" w:rsidP="008563D6">
            <w:pPr>
              <w:spacing w:line="276" w:lineRule="auto"/>
              <w:rPr>
                <w:rFonts w:cs="Arial"/>
                <w:szCs w:val="18"/>
              </w:rPr>
            </w:pPr>
            <w:r w:rsidRPr="00A30D7A">
              <w:rPr>
                <w:rFonts w:cs="Arial"/>
                <w:szCs w:val="18"/>
              </w:rPr>
              <w:t>Building surveying</w:t>
            </w:r>
          </w:p>
        </w:tc>
        <w:tc>
          <w:tcPr>
            <w:tcW w:w="849" w:type="dxa"/>
          </w:tcPr>
          <w:p w14:paraId="77889CFE" w14:textId="77777777" w:rsidR="009F32FC" w:rsidRPr="00A30D7A" w:rsidRDefault="009F32FC" w:rsidP="008563D6">
            <w:pPr>
              <w:spacing w:line="276" w:lineRule="auto"/>
              <w:rPr>
                <w:rFonts w:cs="Arial"/>
                <w:szCs w:val="18"/>
              </w:rPr>
            </w:pPr>
            <w:r w:rsidRPr="00A30D7A">
              <w:rPr>
                <w:rFonts w:cs="Arial"/>
                <w:szCs w:val="18"/>
              </w:rPr>
              <w:t>PM</w:t>
            </w:r>
          </w:p>
        </w:tc>
        <w:tc>
          <w:tcPr>
            <w:tcW w:w="3593" w:type="dxa"/>
          </w:tcPr>
          <w:p w14:paraId="4EFBA64C" w14:textId="77777777" w:rsidR="009F32FC" w:rsidRPr="00A30D7A" w:rsidRDefault="009F32FC" w:rsidP="008563D6">
            <w:pPr>
              <w:spacing w:line="276" w:lineRule="auto"/>
              <w:rPr>
                <w:rFonts w:cs="Arial"/>
                <w:szCs w:val="18"/>
              </w:rPr>
            </w:pPr>
            <w:r w:rsidRPr="00A30D7A">
              <w:rPr>
                <w:rFonts w:cs="Arial"/>
                <w:szCs w:val="18"/>
              </w:rPr>
              <w:t>Project management</w:t>
            </w:r>
          </w:p>
        </w:tc>
      </w:tr>
      <w:tr w:rsidR="009F32FC" w:rsidRPr="00A30D7A" w14:paraId="0755A56D" w14:textId="77777777" w:rsidTr="008563D6">
        <w:trPr>
          <w:gridAfter w:val="1"/>
          <w:wAfter w:w="59" w:type="dxa"/>
        </w:trPr>
        <w:tc>
          <w:tcPr>
            <w:tcW w:w="616" w:type="dxa"/>
          </w:tcPr>
          <w:p w14:paraId="33400AE6" w14:textId="77777777" w:rsidR="009F32FC" w:rsidRPr="00A30D7A" w:rsidRDefault="009F32FC" w:rsidP="008563D6">
            <w:pPr>
              <w:spacing w:line="276" w:lineRule="auto"/>
              <w:rPr>
                <w:rFonts w:cs="Arial"/>
                <w:szCs w:val="18"/>
              </w:rPr>
            </w:pPr>
            <w:r w:rsidRPr="00A30D7A">
              <w:rPr>
                <w:rFonts w:cs="Arial"/>
                <w:szCs w:val="18"/>
              </w:rPr>
              <w:t>CI</w:t>
            </w:r>
          </w:p>
        </w:tc>
        <w:tc>
          <w:tcPr>
            <w:tcW w:w="3785" w:type="dxa"/>
          </w:tcPr>
          <w:p w14:paraId="3AEEE7DB" w14:textId="77777777" w:rsidR="009F32FC" w:rsidRPr="00A30D7A" w:rsidRDefault="009F32FC" w:rsidP="008563D6">
            <w:pPr>
              <w:spacing w:line="276" w:lineRule="auto"/>
              <w:rPr>
                <w:rFonts w:cs="Arial"/>
                <w:szCs w:val="18"/>
              </w:rPr>
            </w:pPr>
            <w:r w:rsidRPr="00A30D7A">
              <w:rPr>
                <w:rFonts w:cs="Arial"/>
                <w:szCs w:val="18"/>
              </w:rPr>
              <w:t>Civil engineering</w:t>
            </w:r>
          </w:p>
        </w:tc>
        <w:tc>
          <w:tcPr>
            <w:tcW w:w="849" w:type="dxa"/>
          </w:tcPr>
          <w:p w14:paraId="7A418F47" w14:textId="77777777" w:rsidR="009F32FC" w:rsidRPr="00A30D7A" w:rsidRDefault="009F32FC" w:rsidP="008563D6">
            <w:pPr>
              <w:spacing w:line="276" w:lineRule="auto"/>
              <w:rPr>
                <w:rFonts w:cs="Arial"/>
                <w:szCs w:val="18"/>
              </w:rPr>
            </w:pPr>
            <w:r w:rsidRPr="00A30D7A">
              <w:rPr>
                <w:rFonts w:cs="Arial"/>
                <w:szCs w:val="18"/>
              </w:rPr>
              <w:t>QS</w:t>
            </w:r>
          </w:p>
        </w:tc>
        <w:tc>
          <w:tcPr>
            <w:tcW w:w="3593" w:type="dxa"/>
          </w:tcPr>
          <w:p w14:paraId="40228503" w14:textId="77777777" w:rsidR="009F32FC" w:rsidRPr="00A30D7A" w:rsidRDefault="009F32FC" w:rsidP="008563D6">
            <w:pPr>
              <w:spacing w:line="276" w:lineRule="auto"/>
              <w:rPr>
                <w:rFonts w:cs="Arial"/>
                <w:szCs w:val="18"/>
              </w:rPr>
            </w:pPr>
            <w:r w:rsidRPr="00A30D7A">
              <w:rPr>
                <w:rFonts w:cs="Arial"/>
                <w:szCs w:val="18"/>
              </w:rPr>
              <w:t>Quantity surveying</w:t>
            </w:r>
          </w:p>
        </w:tc>
      </w:tr>
      <w:tr w:rsidR="009F32FC" w:rsidRPr="00A30D7A" w14:paraId="03967EE1" w14:textId="77777777" w:rsidTr="008563D6">
        <w:trPr>
          <w:gridAfter w:val="1"/>
          <w:wAfter w:w="59" w:type="dxa"/>
        </w:trPr>
        <w:tc>
          <w:tcPr>
            <w:tcW w:w="616" w:type="dxa"/>
          </w:tcPr>
          <w:p w14:paraId="7BB7F832" w14:textId="77777777" w:rsidR="009F32FC" w:rsidRPr="00A30D7A" w:rsidRDefault="009F32FC" w:rsidP="008563D6">
            <w:pPr>
              <w:spacing w:line="276" w:lineRule="auto"/>
              <w:rPr>
                <w:rFonts w:cs="Arial"/>
                <w:szCs w:val="18"/>
              </w:rPr>
            </w:pPr>
            <w:r w:rsidRPr="00A30D7A">
              <w:rPr>
                <w:rFonts w:cs="Arial"/>
                <w:szCs w:val="18"/>
              </w:rPr>
              <w:t>DM</w:t>
            </w:r>
          </w:p>
        </w:tc>
        <w:tc>
          <w:tcPr>
            <w:tcW w:w="3785" w:type="dxa"/>
          </w:tcPr>
          <w:p w14:paraId="5BB99FCE" w14:textId="77777777" w:rsidR="009F32FC" w:rsidRPr="00A30D7A" w:rsidRDefault="009F32FC" w:rsidP="008563D6">
            <w:pPr>
              <w:spacing w:line="276" w:lineRule="auto"/>
              <w:rPr>
                <w:rFonts w:cs="Arial"/>
                <w:szCs w:val="18"/>
              </w:rPr>
            </w:pPr>
            <w:r w:rsidRPr="00A30D7A">
              <w:rPr>
                <w:rFonts w:cs="Arial"/>
                <w:szCs w:val="18"/>
              </w:rPr>
              <w:t>Demolition/dismantling</w:t>
            </w:r>
          </w:p>
        </w:tc>
        <w:tc>
          <w:tcPr>
            <w:tcW w:w="849" w:type="dxa"/>
          </w:tcPr>
          <w:p w14:paraId="7B349599" w14:textId="77777777" w:rsidR="009F32FC" w:rsidRPr="00A30D7A" w:rsidRDefault="009F32FC" w:rsidP="008563D6">
            <w:pPr>
              <w:spacing w:line="276" w:lineRule="auto"/>
              <w:rPr>
                <w:rFonts w:cs="Arial"/>
                <w:szCs w:val="18"/>
              </w:rPr>
            </w:pPr>
            <w:r w:rsidRPr="00A30D7A">
              <w:rPr>
                <w:rFonts w:cs="Arial"/>
                <w:szCs w:val="18"/>
              </w:rPr>
              <w:t>ST</w:t>
            </w:r>
          </w:p>
        </w:tc>
        <w:tc>
          <w:tcPr>
            <w:tcW w:w="3593" w:type="dxa"/>
          </w:tcPr>
          <w:p w14:paraId="2B5C00C6" w14:textId="77777777" w:rsidR="009F32FC" w:rsidRPr="00A30D7A" w:rsidRDefault="009F32FC" w:rsidP="008563D6">
            <w:pPr>
              <w:spacing w:line="276" w:lineRule="auto"/>
              <w:rPr>
                <w:rFonts w:cs="Arial"/>
                <w:szCs w:val="18"/>
              </w:rPr>
            </w:pPr>
            <w:r w:rsidRPr="00A30D7A">
              <w:rPr>
                <w:rFonts w:cs="Arial"/>
                <w:szCs w:val="18"/>
              </w:rPr>
              <w:t>Structural engineering</w:t>
            </w:r>
          </w:p>
        </w:tc>
      </w:tr>
      <w:tr w:rsidR="009F32FC" w:rsidRPr="00A30D7A" w14:paraId="26186CFE" w14:textId="77777777" w:rsidTr="008563D6">
        <w:trPr>
          <w:gridAfter w:val="1"/>
          <w:wAfter w:w="59" w:type="dxa"/>
        </w:trPr>
        <w:tc>
          <w:tcPr>
            <w:tcW w:w="616" w:type="dxa"/>
          </w:tcPr>
          <w:p w14:paraId="3F8E3423" w14:textId="77777777" w:rsidR="009F32FC" w:rsidRPr="00A30D7A" w:rsidRDefault="009F32FC" w:rsidP="008563D6">
            <w:pPr>
              <w:spacing w:line="276" w:lineRule="auto"/>
              <w:rPr>
                <w:rFonts w:cs="Arial"/>
                <w:szCs w:val="18"/>
              </w:rPr>
            </w:pPr>
            <w:r w:rsidRPr="00A30D7A">
              <w:rPr>
                <w:rFonts w:cs="Arial"/>
                <w:szCs w:val="18"/>
              </w:rPr>
              <w:t>EL</w:t>
            </w:r>
          </w:p>
        </w:tc>
        <w:tc>
          <w:tcPr>
            <w:tcW w:w="3785" w:type="dxa"/>
          </w:tcPr>
          <w:p w14:paraId="4D72F79C" w14:textId="77777777" w:rsidR="009F32FC" w:rsidRPr="00A30D7A" w:rsidRDefault="009F32FC" w:rsidP="008563D6">
            <w:pPr>
              <w:spacing w:line="276" w:lineRule="auto"/>
              <w:rPr>
                <w:rFonts w:cs="Arial"/>
                <w:szCs w:val="18"/>
              </w:rPr>
            </w:pPr>
            <w:r w:rsidRPr="00A30D7A">
              <w:rPr>
                <w:rFonts w:cs="Arial"/>
                <w:szCs w:val="18"/>
              </w:rPr>
              <w:t>Electrical engineering</w:t>
            </w:r>
          </w:p>
        </w:tc>
        <w:tc>
          <w:tcPr>
            <w:tcW w:w="849" w:type="dxa"/>
          </w:tcPr>
          <w:p w14:paraId="4E91EDCB" w14:textId="77777777" w:rsidR="009F32FC" w:rsidRPr="00A30D7A" w:rsidRDefault="009F32FC" w:rsidP="008563D6">
            <w:pPr>
              <w:spacing w:line="276" w:lineRule="auto"/>
              <w:rPr>
                <w:rFonts w:cs="Arial"/>
                <w:szCs w:val="18"/>
              </w:rPr>
            </w:pPr>
            <w:r w:rsidRPr="00A30D7A">
              <w:rPr>
                <w:rFonts w:cs="Arial"/>
                <w:szCs w:val="18"/>
              </w:rPr>
              <w:t>TR</w:t>
            </w:r>
          </w:p>
        </w:tc>
        <w:tc>
          <w:tcPr>
            <w:tcW w:w="3593" w:type="dxa"/>
          </w:tcPr>
          <w:p w14:paraId="4F5C6195" w14:textId="77777777" w:rsidR="009F32FC" w:rsidRPr="00A30D7A" w:rsidRDefault="009F32FC" w:rsidP="008563D6">
            <w:pPr>
              <w:spacing w:line="276" w:lineRule="auto"/>
              <w:rPr>
                <w:rFonts w:cs="Arial"/>
                <w:szCs w:val="18"/>
              </w:rPr>
            </w:pPr>
            <w:r w:rsidRPr="00A30D7A">
              <w:rPr>
                <w:rFonts w:cs="Arial"/>
                <w:szCs w:val="18"/>
              </w:rPr>
              <w:t>Traffic and transport engineering</w:t>
            </w:r>
          </w:p>
        </w:tc>
      </w:tr>
      <w:tr w:rsidR="009F32FC" w:rsidRPr="00A30D7A" w14:paraId="5FDE2B12" w14:textId="77777777" w:rsidTr="008563D6">
        <w:trPr>
          <w:gridAfter w:val="1"/>
          <w:wAfter w:w="59" w:type="dxa"/>
        </w:trPr>
        <w:tc>
          <w:tcPr>
            <w:tcW w:w="616" w:type="dxa"/>
          </w:tcPr>
          <w:p w14:paraId="121A1A47" w14:textId="77777777" w:rsidR="009F32FC" w:rsidRPr="00A30D7A" w:rsidRDefault="009F32FC" w:rsidP="008563D6">
            <w:pPr>
              <w:spacing w:line="276" w:lineRule="auto"/>
              <w:rPr>
                <w:rFonts w:cs="Arial"/>
                <w:szCs w:val="18"/>
              </w:rPr>
            </w:pPr>
            <w:r w:rsidRPr="00A30D7A">
              <w:rPr>
                <w:rFonts w:cs="Arial"/>
                <w:szCs w:val="18"/>
              </w:rPr>
              <w:t>FE</w:t>
            </w:r>
          </w:p>
        </w:tc>
        <w:tc>
          <w:tcPr>
            <w:tcW w:w="3785" w:type="dxa"/>
          </w:tcPr>
          <w:p w14:paraId="0E6ECCA5" w14:textId="77777777" w:rsidR="009F32FC" w:rsidRPr="00A30D7A" w:rsidRDefault="009F32FC" w:rsidP="008563D6">
            <w:pPr>
              <w:spacing w:line="276" w:lineRule="auto"/>
              <w:rPr>
                <w:rFonts w:cs="Arial"/>
                <w:szCs w:val="18"/>
              </w:rPr>
            </w:pPr>
            <w:r w:rsidRPr="00A30D7A">
              <w:rPr>
                <w:rFonts w:cs="Arial"/>
                <w:szCs w:val="18"/>
              </w:rPr>
              <w:t>Fire engineering</w:t>
            </w:r>
          </w:p>
        </w:tc>
        <w:tc>
          <w:tcPr>
            <w:tcW w:w="849" w:type="dxa"/>
          </w:tcPr>
          <w:p w14:paraId="4BAD87EB" w14:textId="77777777" w:rsidR="009F32FC" w:rsidRPr="00A30D7A" w:rsidRDefault="009F32FC" w:rsidP="008563D6">
            <w:pPr>
              <w:spacing w:line="276" w:lineRule="auto"/>
              <w:rPr>
                <w:rFonts w:cs="Arial"/>
                <w:szCs w:val="18"/>
              </w:rPr>
            </w:pPr>
            <w:r w:rsidRPr="00A30D7A">
              <w:rPr>
                <w:rFonts w:cs="Arial"/>
                <w:szCs w:val="18"/>
              </w:rPr>
              <w:t>UP</w:t>
            </w:r>
          </w:p>
        </w:tc>
        <w:tc>
          <w:tcPr>
            <w:tcW w:w="3593" w:type="dxa"/>
          </w:tcPr>
          <w:p w14:paraId="5B442221" w14:textId="77777777" w:rsidR="009F32FC" w:rsidRPr="00A30D7A" w:rsidRDefault="009F32FC" w:rsidP="008563D6">
            <w:pPr>
              <w:spacing w:line="276" w:lineRule="auto"/>
              <w:rPr>
                <w:rFonts w:cs="Arial"/>
                <w:szCs w:val="18"/>
              </w:rPr>
            </w:pPr>
            <w:r w:rsidRPr="00A30D7A">
              <w:rPr>
                <w:rFonts w:cs="Arial"/>
                <w:szCs w:val="18"/>
              </w:rPr>
              <w:t>Urban and country planning and building control</w:t>
            </w:r>
          </w:p>
        </w:tc>
      </w:tr>
      <w:tr w:rsidR="009F32FC" w:rsidRPr="00A30D7A" w14:paraId="17DAF5B9" w14:textId="77777777" w:rsidTr="008563D6">
        <w:trPr>
          <w:gridAfter w:val="1"/>
          <w:wAfter w:w="59" w:type="dxa"/>
        </w:trPr>
        <w:tc>
          <w:tcPr>
            <w:tcW w:w="616" w:type="dxa"/>
          </w:tcPr>
          <w:p w14:paraId="69273EA2" w14:textId="77777777" w:rsidR="009F32FC" w:rsidRPr="00A30D7A" w:rsidRDefault="009F32FC" w:rsidP="008563D6">
            <w:pPr>
              <w:spacing w:line="276" w:lineRule="auto"/>
              <w:rPr>
                <w:rFonts w:cs="Arial"/>
                <w:szCs w:val="18"/>
              </w:rPr>
            </w:pPr>
            <w:r w:rsidRPr="00A30D7A">
              <w:rPr>
                <w:rFonts w:cs="Arial"/>
                <w:szCs w:val="18"/>
              </w:rPr>
              <w:t>FM</w:t>
            </w:r>
          </w:p>
        </w:tc>
        <w:tc>
          <w:tcPr>
            <w:tcW w:w="3785" w:type="dxa"/>
          </w:tcPr>
          <w:p w14:paraId="219AB8AD" w14:textId="77777777" w:rsidR="009F32FC" w:rsidRPr="00A30D7A" w:rsidRDefault="009F32FC" w:rsidP="008563D6">
            <w:pPr>
              <w:spacing w:line="276" w:lineRule="auto"/>
              <w:rPr>
                <w:rFonts w:cs="Arial"/>
                <w:szCs w:val="18"/>
              </w:rPr>
            </w:pPr>
            <w:r w:rsidRPr="00A30D7A">
              <w:rPr>
                <w:rFonts w:cs="Arial"/>
                <w:szCs w:val="18"/>
              </w:rPr>
              <w:t>Facilities/Asset Management</w:t>
            </w:r>
          </w:p>
        </w:tc>
        <w:tc>
          <w:tcPr>
            <w:tcW w:w="849" w:type="dxa"/>
          </w:tcPr>
          <w:p w14:paraId="47AB86EF" w14:textId="77777777" w:rsidR="009F32FC" w:rsidRPr="00A30D7A" w:rsidRDefault="009F32FC" w:rsidP="008563D6">
            <w:pPr>
              <w:spacing w:line="276" w:lineRule="auto"/>
              <w:rPr>
                <w:rFonts w:cs="Arial"/>
                <w:szCs w:val="18"/>
              </w:rPr>
            </w:pPr>
            <w:r w:rsidRPr="00A30D7A">
              <w:rPr>
                <w:rFonts w:cs="Arial"/>
                <w:szCs w:val="18"/>
              </w:rPr>
              <w:t>WE</w:t>
            </w:r>
          </w:p>
        </w:tc>
        <w:tc>
          <w:tcPr>
            <w:tcW w:w="3593" w:type="dxa"/>
          </w:tcPr>
          <w:p w14:paraId="1A64609C" w14:textId="77777777" w:rsidR="009F32FC" w:rsidRPr="00A30D7A" w:rsidRDefault="009F32FC" w:rsidP="008563D6">
            <w:pPr>
              <w:spacing w:line="276" w:lineRule="auto"/>
              <w:rPr>
                <w:rFonts w:cs="Arial"/>
                <w:szCs w:val="18"/>
              </w:rPr>
            </w:pPr>
            <w:r w:rsidRPr="00A30D7A">
              <w:rPr>
                <w:rFonts w:cs="Arial"/>
                <w:szCs w:val="18"/>
              </w:rPr>
              <w:t>Water engineering</w:t>
            </w:r>
          </w:p>
        </w:tc>
      </w:tr>
      <w:tr w:rsidR="009F32FC" w:rsidRPr="00A30D7A" w14:paraId="46936138" w14:textId="77777777" w:rsidTr="008563D6">
        <w:trPr>
          <w:gridAfter w:val="1"/>
          <w:wAfter w:w="59" w:type="dxa"/>
        </w:trPr>
        <w:tc>
          <w:tcPr>
            <w:tcW w:w="616" w:type="dxa"/>
          </w:tcPr>
          <w:p w14:paraId="461184C3" w14:textId="77777777" w:rsidR="009F32FC" w:rsidRPr="00A30D7A" w:rsidRDefault="009F32FC" w:rsidP="008563D6">
            <w:pPr>
              <w:spacing w:line="276" w:lineRule="auto"/>
              <w:rPr>
                <w:rFonts w:cs="Arial"/>
                <w:szCs w:val="18"/>
              </w:rPr>
            </w:pPr>
            <w:r w:rsidRPr="00A30D7A">
              <w:rPr>
                <w:rFonts w:cs="Arial"/>
                <w:szCs w:val="18"/>
              </w:rPr>
              <w:t>GT</w:t>
            </w:r>
          </w:p>
        </w:tc>
        <w:tc>
          <w:tcPr>
            <w:tcW w:w="3785" w:type="dxa"/>
          </w:tcPr>
          <w:p w14:paraId="291EFC6A" w14:textId="77777777" w:rsidR="009F32FC" w:rsidRPr="00A30D7A" w:rsidRDefault="009F32FC" w:rsidP="008563D6">
            <w:pPr>
              <w:spacing w:line="276" w:lineRule="auto"/>
              <w:rPr>
                <w:rFonts w:cs="Arial"/>
                <w:szCs w:val="18"/>
              </w:rPr>
            </w:pPr>
            <w:r w:rsidRPr="00A30D7A">
              <w:rPr>
                <w:rFonts w:cs="Arial"/>
                <w:szCs w:val="18"/>
              </w:rPr>
              <w:t>Ground engineering/geotechnical</w:t>
            </w:r>
          </w:p>
        </w:tc>
        <w:tc>
          <w:tcPr>
            <w:tcW w:w="849" w:type="dxa"/>
          </w:tcPr>
          <w:p w14:paraId="24C6449A" w14:textId="77777777" w:rsidR="009F32FC" w:rsidRPr="00A30D7A" w:rsidRDefault="009F32FC" w:rsidP="008563D6">
            <w:pPr>
              <w:spacing w:line="276" w:lineRule="auto"/>
              <w:rPr>
                <w:rFonts w:cs="Arial"/>
                <w:szCs w:val="18"/>
              </w:rPr>
            </w:pPr>
            <w:r w:rsidRPr="00A30D7A">
              <w:rPr>
                <w:rFonts w:cs="Arial"/>
                <w:szCs w:val="18"/>
              </w:rPr>
              <w:t>XX</w:t>
            </w:r>
          </w:p>
        </w:tc>
        <w:tc>
          <w:tcPr>
            <w:tcW w:w="3593" w:type="dxa"/>
          </w:tcPr>
          <w:p w14:paraId="65429678" w14:textId="77777777" w:rsidR="009F32FC" w:rsidRPr="00A30D7A" w:rsidRDefault="009F32FC" w:rsidP="008563D6">
            <w:pPr>
              <w:spacing w:line="276" w:lineRule="auto"/>
              <w:rPr>
                <w:rFonts w:cs="Arial"/>
                <w:szCs w:val="18"/>
              </w:rPr>
            </w:pPr>
            <w:r w:rsidRPr="00A30D7A">
              <w:rPr>
                <w:rFonts w:cs="Arial"/>
                <w:szCs w:val="18"/>
              </w:rPr>
              <w:t>Non-discipline specific</w:t>
            </w:r>
          </w:p>
        </w:tc>
      </w:tr>
      <w:tr w:rsidR="009F32FC" w:rsidRPr="00A30D7A" w14:paraId="52F7CD8D" w14:textId="77777777" w:rsidTr="008563D6">
        <w:trPr>
          <w:gridAfter w:val="1"/>
          <w:wAfter w:w="59" w:type="dxa"/>
        </w:trPr>
        <w:tc>
          <w:tcPr>
            <w:tcW w:w="616" w:type="dxa"/>
          </w:tcPr>
          <w:p w14:paraId="1F058334" w14:textId="77777777" w:rsidR="009F32FC" w:rsidRPr="00A30D7A" w:rsidRDefault="009F32FC" w:rsidP="008563D6">
            <w:pPr>
              <w:spacing w:line="276" w:lineRule="auto"/>
              <w:rPr>
                <w:rFonts w:cs="Arial"/>
                <w:szCs w:val="18"/>
              </w:rPr>
            </w:pPr>
            <w:r w:rsidRPr="00A30D7A">
              <w:rPr>
                <w:rFonts w:cs="Arial"/>
                <w:szCs w:val="18"/>
              </w:rPr>
              <w:t>HY</w:t>
            </w:r>
          </w:p>
        </w:tc>
        <w:tc>
          <w:tcPr>
            <w:tcW w:w="3785" w:type="dxa"/>
          </w:tcPr>
          <w:p w14:paraId="31871DE9" w14:textId="77777777" w:rsidR="009F32FC" w:rsidRPr="00A30D7A" w:rsidRDefault="009F32FC" w:rsidP="008563D6">
            <w:pPr>
              <w:spacing w:line="276" w:lineRule="auto"/>
              <w:rPr>
                <w:rFonts w:cs="Arial"/>
                <w:szCs w:val="18"/>
              </w:rPr>
            </w:pPr>
            <w:r w:rsidRPr="00A30D7A">
              <w:rPr>
                <w:rFonts w:cs="Arial"/>
                <w:szCs w:val="18"/>
              </w:rPr>
              <w:t>Hydraulic engineering</w:t>
            </w:r>
          </w:p>
        </w:tc>
        <w:tc>
          <w:tcPr>
            <w:tcW w:w="849" w:type="dxa"/>
          </w:tcPr>
          <w:p w14:paraId="27933A14" w14:textId="77777777" w:rsidR="009F32FC" w:rsidRPr="00A30D7A" w:rsidRDefault="009F32FC" w:rsidP="008563D6">
            <w:pPr>
              <w:spacing w:line="276" w:lineRule="auto"/>
              <w:rPr>
                <w:rFonts w:cs="Arial"/>
                <w:szCs w:val="18"/>
              </w:rPr>
            </w:pPr>
            <w:r w:rsidRPr="00A30D7A">
              <w:rPr>
                <w:rFonts w:cs="Arial"/>
                <w:szCs w:val="18"/>
              </w:rPr>
              <w:t>YY</w:t>
            </w:r>
          </w:p>
        </w:tc>
        <w:tc>
          <w:tcPr>
            <w:tcW w:w="3593" w:type="dxa"/>
          </w:tcPr>
          <w:p w14:paraId="5627E137" w14:textId="77777777" w:rsidR="009F32FC" w:rsidRPr="00A30D7A" w:rsidRDefault="009F32FC" w:rsidP="008563D6">
            <w:pPr>
              <w:spacing w:line="276" w:lineRule="auto"/>
              <w:rPr>
                <w:rFonts w:cs="Arial"/>
                <w:szCs w:val="18"/>
              </w:rPr>
            </w:pPr>
            <w:r w:rsidRPr="00A30D7A">
              <w:rPr>
                <w:rFonts w:cs="Arial"/>
                <w:szCs w:val="18"/>
              </w:rPr>
              <w:t>Topographical surveying</w:t>
            </w:r>
          </w:p>
        </w:tc>
      </w:tr>
      <w:tr w:rsidR="009F32FC" w:rsidRPr="00A30D7A" w14:paraId="3712D97F" w14:textId="77777777" w:rsidTr="008563D6">
        <w:trPr>
          <w:gridAfter w:val="1"/>
          <w:wAfter w:w="59" w:type="dxa"/>
        </w:trPr>
        <w:tc>
          <w:tcPr>
            <w:tcW w:w="616" w:type="dxa"/>
          </w:tcPr>
          <w:p w14:paraId="07957A82" w14:textId="77777777" w:rsidR="009F32FC" w:rsidRPr="00A30D7A" w:rsidRDefault="009F32FC" w:rsidP="008563D6">
            <w:pPr>
              <w:spacing w:line="276" w:lineRule="auto"/>
              <w:rPr>
                <w:rFonts w:cs="Arial"/>
                <w:szCs w:val="18"/>
              </w:rPr>
            </w:pPr>
            <w:r w:rsidRPr="00A30D7A">
              <w:rPr>
                <w:rFonts w:cs="Arial"/>
                <w:szCs w:val="18"/>
              </w:rPr>
              <w:t>LA</w:t>
            </w:r>
          </w:p>
        </w:tc>
        <w:tc>
          <w:tcPr>
            <w:tcW w:w="3785" w:type="dxa"/>
          </w:tcPr>
          <w:p w14:paraId="0C89905E" w14:textId="77777777" w:rsidR="009F32FC" w:rsidRPr="00A30D7A" w:rsidRDefault="009F32FC" w:rsidP="008563D6">
            <w:pPr>
              <w:spacing w:line="276" w:lineRule="auto"/>
              <w:rPr>
                <w:rFonts w:cs="Arial"/>
                <w:szCs w:val="18"/>
              </w:rPr>
            </w:pPr>
            <w:r w:rsidRPr="00A30D7A">
              <w:rPr>
                <w:rFonts w:cs="Arial"/>
                <w:szCs w:val="18"/>
              </w:rPr>
              <w:t>Landscape architecture</w:t>
            </w:r>
          </w:p>
        </w:tc>
        <w:tc>
          <w:tcPr>
            <w:tcW w:w="849" w:type="dxa"/>
          </w:tcPr>
          <w:p w14:paraId="14741009" w14:textId="77777777" w:rsidR="009F32FC" w:rsidRPr="00A30D7A" w:rsidRDefault="009F32FC" w:rsidP="008563D6">
            <w:pPr>
              <w:spacing w:line="276" w:lineRule="auto"/>
              <w:rPr>
                <w:rFonts w:cs="Arial"/>
                <w:szCs w:val="18"/>
              </w:rPr>
            </w:pPr>
            <w:r w:rsidRPr="00A30D7A">
              <w:rPr>
                <w:rFonts w:cs="Arial"/>
                <w:szCs w:val="18"/>
              </w:rPr>
              <w:t>ZZ</w:t>
            </w:r>
          </w:p>
        </w:tc>
        <w:tc>
          <w:tcPr>
            <w:tcW w:w="3593" w:type="dxa"/>
          </w:tcPr>
          <w:p w14:paraId="4397F15A" w14:textId="77777777" w:rsidR="009F32FC" w:rsidRPr="00A30D7A" w:rsidRDefault="009F32FC" w:rsidP="008563D6">
            <w:pPr>
              <w:spacing w:line="276" w:lineRule="auto"/>
              <w:rPr>
                <w:rFonts w:cs="Arial"/>
                <w:szCs w:val="18"/>
              </w:rPr>
            </w:pPr>
            <w:r w:rsidRPr="00A30D7A">
              <w:rPr>
                <w:rFonts w:cs="Arial"/>
                <w:szCs w:val="18"/>
              </w:rPr>
              <w:t>Multiple disciplines</w:t>
            </w:r>
          </w:p>
        </w:tc>
      </w:tr>
      <w:tr w:rsidR="009F32FC" w:rsidRPr="00A30D7A" w14:paraId="43883160" w14:textId="77777777" w:rsidTr="008563D6">
        <w:trPr>
          <w:gridAfter w:val="1"/>
          <w:wAfter w:w="59" w:type="dxa"/>
        </w:trPr>
        <w:tc>
          <w:tcPr>
            <w:tcW w:w="616" w:type="dxa"/>
          </w:tcPr>
          <w:p w14:paraId="692EA1C5" w14:textId="77777777" w:rsidR="009F32FC" w:rsidRPr="00A30D7A" w:rsidRDefault="009F32FC" w:rsidP="008563D6">
            <w:pPr>
              <w:spacing w:line="276" w:lineRule="auto"/>
              <w:rPr>
                <w:rFonts w:cs="Arial"/>
                <w:szCs w:val="18"/>
              </w:rPr>
            </w:pPr>
            <w:r w:rsidRPr="00A30D7A">
              <w:rPr>
                <w:rFonts w:cs="Arial"/>
                <w:szCs w:val="18"/>
              </w:rPr>
              <w:t>ME</w:t>
            </w:r>
          </w:p>
        </w:tc>
        <w:tc>
          <w:tcPr>
            <w:tcW w:w="3785" w:type="dxa"/>
          </w:tcPr>
          <w:p w14:paraId="3D00EB18" w14:textId="77777777" w:rsidR="009F32FC" w:rsidRPr="00A30D7A" w:rsidRDefault="009F32FC" w:rsidP="008563D6">
            <w:pPr>
              <w:spacing w:line="276" w:lineRule="auto"/>
              <w:rPr>
                <w:rFonts w:cs="Arial"/>
                <w:szCs w:val="18"/>
              </w:rPr>
            </w:pPr>
            <w:r w:rsidRPr="00A30D7A">
              <w:rPr>
                <w:rFonts w:cs="Arial"/>
                <w:szCs w:val="18"/>
              </w:rPr>
              <w:t>Mechanical engineering</w:t>
            </w:r>
          </w:p>
        </w:tc>
        <w:tc>
          <w:tcPr>
            <w:tcW w:w="849" w:type="dxa"/>
          </w:tcPr>
          <w:p w14:paraId="6747BA1A" w14:textId="77777777" w:rsidR="009F32FC" w:rsidRPr="00A30D7A" w:rsidRDefault="009F32FC" w:rsidP="008563D6">
            <w:pPr>
              <w:spacing w:line="276" w:lineRule="auto"/>
              <w:rPr>
                <w:rFonts w:cs="Arial"/>
                <w:szCs w:val="18"/>
              </w:rPr>
            </w:pPr>
          </w:p>
        </w:tc>
        <w:tc>
          <w:tcPr>
            <w:tcW w:w="3593" w:type="dxa"/>
          </w:tcPr>
          <w:p w14:paraId="45BB751A" w14:textId="77777777" w:rsidR="009F32FC" w:rsidRPr="00A30D7A" w:rsidRDefault="009F32FC" w:rsidP="008563D6">
            <w:pPr>
              <w:spacing w:line="276" w:lineRule="auto"/>
              <w:rPr>
                <w:rFonts w:cs="Arial"/>
                <w:szCs w:val="18"/>
              </w:rPr>
            </w:pPr>
          </w:p>
        </w:tc>
      </w:tr>
      <w:tr w:rsidR="009F32FC" w:rsidRPr="00A30D7A" w14:paraId="71E82CAC" w14:textId="77777777" w:rsidTr="008563D6">
        <w:tc>
          <w:tcPr>
            <w:tcW w:w="616" w:type="dxa"/>
          </w:tcPr>
          <w:p w14:paraId="5ADAFBED" w14:textId="77777777" w:rsidR="009F32FC" w:rsidRPr="00A30D7A" w:rsidRDefault="009F32FC" w:rsidP="008563D6">
            <w:pPr>
              <w:spacing w:line="276" w:lineRule="auto"/>
              <w:rPr>
                <w:rFonts w:cs="Arial"/>
                <w:szCs w:val="18"/>
              </w:rPr>
            </w:pPr>
            <w:r w:rsidRPr="00A30D7A">
              <w:rPr>
                <w:rFonts w:cs="Arial"/>
                <w:szCs w:val="18"/>
              </w:rPr>
              <w:t>Δ/Ω</w:t>
            </w:r>
          </w:p>
        </w:tc>
        <w:tc>
          <w:tcPr>
            <w:tcW w:w="8286" w:type="dxa"/>
            <w:gridSpan w:val="4"/>
          </w:tcPr>
          <w:p w14:paraId="1DFF9AF3" w14:textId="77777777" w:rsidR="009F32FC" w:rsidRPr="00A30D7A" w:rsidRDefault="009F32FC" w:rsidP="008563D6">
            <w:pPr>
              <w:spacing w:line="276" w:lineRule="auto"/>
              <w:rPr>
                <w:rFonts w:cs="Arial"/>
                <w:szCs w:val="18"/>
              </w:rPr>
            </w:pPr>
            <w:r w:rsidRPr="00A30D7A">
              <w:rPr>
                <w:rFonts w:cs="Arial"/>
                <w:szCs w:val="18"/>
              </w:rPr>
              <w:t>Indicates a property has been included in an object by one party, e.g. Δ, and the value entered by another, e.g. Ω.</w:t>
            </w:r>
          </w:p>
        </w:tc>
      </w:tr>
    </w:tbl>
    <w:p w14:paraId="7306BEDD" w14:textId="77777777" w:rsidR="009F32FC" w:rsidRPr="00A30D7A" w:rsidRDefault="009F32FC" w:rsidP="009F32FC">
      <w:pPr>
        <w:tabs>
          <w:tab w:val="clear" w:pos="3969"/>
        </w:tabs>
        <w:spacing w:after="0"/>
        <w:rPr>
          <w:rFonts w:cs="Arial"/>
        </w:rPr>
      </w:pPr>
    </w:p>
    <w:p w14:paraId="64D51234" w14:textId="4C8283D2" w:rsidR="009F32FC" w:rsidRPr="00A30D7A" w:rsidRDefault="009F32FC" w:rsidP="009F32FC">
      <w:pPr>
        <w:pStyle w:val="Instructionsindent"/>
        <w:numPr>
          <w:ilvl w:val="0"/>
          <w:numId w:val="0"/>
        </w:numPr>
      </w:pPr>
      <w:r w:rsidRPr="00A30D7A">
        <w:t xml:space="preserve">The asset object alphanumeric information to </w:t>
      </w:r>
      <w:r w:rsidR="0063774F">
        <w:t xml:space="preserve">be </w:t>
      </w:r>
      <w:r w:rsidRPr="00A30D7A">
        <w:t xml:space="preserve">provided can be documented by copying the </w:t>
      </w:r>
      <w:r w:rsidRPr="00A30D7A">
        <w:rPr>
          <w:b/>
          <w:bCs/>
        </w:rPr>
        <w:t>Asset object shared properties responsibility matrix</w:t>
      </w:r>
      <w:r w:rsidRPr="00A30D7A">
        <w:t xml:space="preserve"> from the EIR to here and highlighting any amendments or additions. </w:t>
      </w:r>
    </w:p>
    <w:p w14:paraId="5D2840B6" w14:textId="77777777" w:rsidR="009F32FC" w:rsidRPr="00A30D7A" w:rsidRDefault="009F32FC" w:rsidP="009F32FC">
      <w:pPr>
        <w:pStyle w:val="Instructions"/>
      </w:pPr>
      <w:r w:rsidRPr="00A30D7A">
        <w:t>If this is not available, the table below can be used. Indicate the discipline responsible for adding properties to asset objects at each phase of a project by inserting a symbol or fill in the appropriate cell.</w:t>
      </w:r>
    </w:p>
    <w:p w14:paraId="6C476E91" w14:textId="77777777" w:rsidR="009F32FC" w:rsidRPr="00A30D7A" w:rsidRDefault="009F32FC" w:rsidP="009F32FC">
      <w:pPr>
        <w:pStyle w:val="Instructions"/>
      </w:pPr>
      <w:r w:rsidRPr="00A30D7A">
        <w:t>Add or delete phases in the header row as required. The discipline codes shown are examples only. Amend as required.</w:t>
      </w:r>
    </w:p>
    <w:p w14:paraId="0B699276" w14:textId="77777777" w:rsidR="009F32FC" w:rsidRPr="00A30D7A" w:rsidRDefault="009F32FC" w:rsidP="009F32FC">
      <w:pPr>
        <w:tabs>
          <w:tab w:val="clear" w:pos="3969"/>
        </w:tabs>
        <w:spacing w:after="160" w:line="259" w:lineRule="auto"/>
      </w:pPr>
      <w:r w:rsidRPr="00A30D7A">
        <w:br w:type="page"/>
      </w:r>
    </w:p>
    <w:p w14:paraId="6C246DFD" w14:textId="77777777" w:rsidR="009F32FC" w:rsidRPr="00A30D7A" w:rsidRDefault="009F32FC" w:rsidP="009F32FC">
      <w:pPr>
        <w:rPr>
          <w:b/>
          <w:bCs/>
        </w:rPr>
      </w:pPr>
      <w:bookmarkStart w:id="569" w:name="_Hlk157266561"/>
      <w:r w:rsidRPr="00A30D7A">
        <w:rPr>
          <w:rFonts w:cs="Arial"/>
          <w:b/>
          <w:bCs/>
          <w:szCs w:val="18"/>
        </w:rPr>
        <w:lastRenderedPageBreak/>
        <w:t>Asset object shared properties responsibility matrix</w:t>
      </w: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2231"/>
        <w:gridCol w:w="849"/>
        <w:gridCol w:w="424"/>
        <w:gridCol w:w="424"/>
        <w:gridCol w:w="424"/>
        <w:gridCol w:w="448"/>
        <w:gridCol w:w="395"/>
        <w:gridCol w:w="395"/>
        <w:gridCol w:w="395"/>
        <w:gridCol w:w="453"/>
        <w:gridCol w:w="453"/>
        <w:gridCol w:w="431"/>
        <w:gridCol w:w="566"/>
      </w:tblGrid>
      <w:tr w:rsidR="009F32FC" w:rsidRPr="00A30D7A" w14:paraId="6F3EA26A" w14:textId="77777777" w:rsidTr="008563D6">
        <w:trPr>
          <w:cantSplit/>
          <w:trHeight w:val="164"/>
          <w:tblHeader/>
        </w:trPr>
        <w:tc>
          <w:tcPr>
            <w:tcW w:w="1300" w:type="dxa"/>
            <w:vMerge w:val="restart"/>
            <w:shd w:val="clear" w:color="auto" w:fill="D9E2F3" w:themeFill="accent1" w:themeFillTint="33"/>
            <w:hideMark/>
          </w:tcPr>
          <w:bookmarkEnd w:id="569"/>
          <w:p w14:paraId="4C9C7ACC" w14:textId="77777777" w:rsidR="009F32FC" w:rsidRPr="00A30D7A" w:rsidRDefault="009F32FC" w:rsidP="008563D6">
            <w:pPr>
              <w:spacing w:before="40" w:after="40"/>
              <w:rPr>
                <w:rFonts w:cs="Arial"/>
                <w:b/>
                <w:bCs/>
                <w:szCs w:val="18"/>
              </w:rPr>
            </w:pPr>
            <w:r w:rsidRPr="00A30D7A">
              <w:rPr>
                <w:rFonts w:cs="Arial"/>
                <w:b/>
                <w:bCs/>
                <w:szCs w:val="18"/>
              </w:rPr>
              <w:t>Property category</w:t>
            </w:r>
          </w:p>
        </w:tc>
        <w:tc>
          <w:tcPr>
            <w:tcW w:w="2239" w:type="dxa"/>
            <w:vMerge w:val="restart"/>
            <w:shd w:val="clear" w:color="auto" w:fill="D9E2F3" w:themeFill="accent1" w:themeFillTint="33"/>
            <w:hideMark/>
          </w:tcPr>
          <w:p w14:paraId="2A1FAF90" w14:textId="77777777" w:rsidR="009F32FC" w:rsidRPr="00A30D7A" w:rsidRDefault="009F32FC" w:rsidP="008563D6">
            <w:pPr>
              <w:spacing w:before="40" w:after="40"/>
              <w:rPr>
                <w:rFonts w:cs="Arial"/>
                <w:b/>
                <w:bCs/>
                <w:sz w:val="16"/>
                <w:szCs w:val="16"/>
              </w:rPr>
            </w:pPr>
            <w:r w:rsidRPr="00A30D7A">
              <w:rPr>
                <w:rFonts w:cs="Arial"/>
                <w:b/>
                <w:bCs/>
                <w:szCs w:val="18"/>
              </w:rPr>
              <w:t>Generic property name</w:t>
            </w:r>
          </w:p>
        </w:tc>
        <w:tc>
          <w:tcPr>
            <w:tcW w:w="851" w:type="dxa"/>
            <w:vMerge w:val="restart"/>
            <w:shd w:val="clear" w:color="auto" w:fill="D9E2F3" w:themeFill="accent1" w:themeFillTint="33"/>
          </w:tcPr>
          <w:p w14:paraId="1C9EFDC8" w14:textId="77777777" w:rsidR="009F32FC" w:rsidRPr="00A30D7A" w:rsidRDefault="009F32FC" w:rsidP="008563D6">
            <w:pPr>
              <w:spacing w:before="40" w:after="40"/>
              <w:rPr>
                <w:rFonts w:cs="Arial"/>
                <w:b/>
                <w:bCs/>
                <w:szCs w:val="18"/>
              </w:rPr>
            </w:pPr>
            <w:r w:rsidRPr="00A30D7A">
              <w:rPr>
                <w:rFonts w:cs="Arial"/>
                <w:b/>
                <w:bCs/>
                <w:szCs w:val="18"/>
              </w:rPr>
              <w:t>Data type</w:t>
            </w:r>
          </w:p>
        </w:tc>
        <w:tc>
          <w:tcPr>
            <w:tcW w:w="4819" w:type="dxa"/>
            <w:gridSpan w:val="11"/>
            <w:shd w:val="clear" w:color="auto" w:fill="D9E2F3" w:themeFill="accent1" w:themeFillTint="33"/>
            <w:vAlign w:val="center"/>
          </w:tcPr>
          <w:p w14:paraId="1A7AACA9" w14:textId="77777777" w:rsidR="009F32FC" w:rsidRPr="00A30D7A" w:rsidRDefault="009F32FC" w:rsidP="008563D6">
            <w:pPr>
              <w:spacing w:before="40" w:after="40"/>
              <w:jc w:val="center"/>
              <w:rPr>
                <w:rFonts w:cs="Arial"/>
                <w:b/>
                <w:bCs/>
                <w:szCs w:val="18"/>
              </w:rPr>
            </w:pPr>
            <w:r w:rsidRPr="00A30D7A">
              <w:rPr>
                <w:rFonts w:cs="Arial"/>
                <w:b/>
                <w:bCs/>
                <w:szCs w:val="18"/>
              </w:rPr>
              <w:t>Responsibility</w:t>
            </w:r>
          </w:p>
        </w:tc>
      </w:tr>
      <w:tr w:rsidR="009F32FC" w:rsidRPr="00A30D7A" w14:paraId="24215E3C" w14:textId="77777777" w:rsidTr="008563D6">
        <w:trPr>
          <w:cantSplit/>
          <w:trHeight w:val="283"/>
          <w:tblHeader/>
        </w:trPr>
        <w:tc>
          <w:tcPr>
            <w:tcW w:w="1300" w:type="dxa"/>
            <w:vMerge/>
            <w:shd w:val="clear" w:color="auto" w:fill="D9E2F3" w:themeFill="accent1" w:themeFillTint="33"/>
            <w:vAlign w:val="center"/>
          </w:tcPr>
          <w:p w14:paraId="50E9A03D" w14:textId="77777777" w:rsidR="009F32FC" w:rsidRPr="00A30D7A" w:rsidRDefault="009F32FC" w:rsidP="008563D6">
            <w:pPr>
              <w:spacing w:before="40" w:after="40"/>
              <w:rPr>
                <w:rFonts w:cs="Arial"/>
                <w:b/>
                <w:bCs/>
                <w:szCs w:val="18"/>
              </w:rPr>
            </w:pPr>
          </w:p>
        </w:tc>
        <w:tc>
          <w:tcPr>
            <w:tcW w:w="2239" w:type="dxa"/>
            <w:vMerge/>
            <w:shd w:val="clear" w:color="auto" w:fill="D9E2F3" w:themeFill="accent1" w:themeFillTint="33"/>
            <w:vAlign w:val="center"/>
          </w:tcPr>
          <w:p w14:paraId="2DB51502" w14:textId="77777777" w:rsidR="009F32FC" w:rsidRPr="00A30D7A" w:rsidRDefault="009F32FC" w:rsidP="008563D6">
            <w:pPr>
              <w:spacing w:before="40" w:after="40"/>
              <w:rPr>
                <w:rFonts w:cs="Arial"/>
                <w:b/>
                <w:bCs/>
                <w:szCs w:val="18"/>
              </w:rPr>
            </w:pPr>
          </w:p>
        </w:tc>
        <w:tc>
          <w:tcPr>
            <w:tcW w:w="851" w:type="dxa"/>
            <w:vMerge/>
            <w:shd w:val="clear" w:color="auto" w:fill="D9E2F3" w:themeFill="accent1" w:themeFillTint="33"/>
            <w:vAlign w:val="center"/>
          </w:tcPr>
          <w:p w14:paraId="16F3C732" w14:textId="77777777" w:rsidR="009F32FC" w:rsidRPr="00A30D7A" w:rsidRDefault="009F32FC" w:rsidP="008563D6">
            <w:pPr>
              <w:spacing w:before="40" w:after="40"/>
              <w:rPr>
                <w:rFonts w:cs="Arial"/>
                <w:b/>
                <w:bCs/>
                <w:szCs w:val="18"/>
              </w:rPr>
            </w:pPr>
          </w:p>
        </w:tc>
        <w:tc>
          <w:tcPr>
            <w:tcW w:w="2516" w:type="dxa"/>
            <w:gridSpan w:val="6"/>
            <w:shd w:val="clear" w:color="auto" w:fill="ACB9CA" w:themeFill="text2" w:themeFillTint="66"/>
            <w:vAlign w:val="center"/>
          </w:tcPr>
          <w:p w14:paraId="212D77FF"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Design</w:t>
            </w:r>
          </w:p>
        </w:tc>
        <w:tc>
          <w:tcPr>
            <w:tcW w:w="1736" w:type="dxa"/>
            <w:gridSpan w:val="4"/>
            <w:shd w:val="clear" w:color="auto" w:fill="BDD6EE" w:themeFill="accent5" w:themeFillTint="66"/>
            <w:vAlign w:val="center"/>
          </w:tcPr>
          <w:p w14:paraId="68613944"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Construction</w:t>
            </w:r>
          </w:p>
        </w:tc>
        <w:tc>
          <w:tcPr>
            <w:tcW w:w="567" w:type="dxa"/>
            <w:shd w:val="clear" w:color="auto" w:fill="9CC2E5" w:themeFill="accent5" w:themeFillTint="99"/>
            <w:vAlign w:val="center"/>
          </w:tcPr>
          <w:p w14:paraId="74DED86A" w14:textId="77777777" w:rsidR="009F32FC" w:rsidRPr="00A30D7A" w:rsidRDefault="009F32FC" w:rsidP="008563D6">
            <w:pPr>
              <w:spacing w:before="40" w:after="40"/>
              <w:rPr>
                <w:rFonts w:cs="Arial"/>
                <w:b/>
                <w:bCs/>
                <w:sz w:val="16"/>
                <w:szCs w:val="16"/>
              </w:rPr>
            </w:pPr>
            <w:r w:rsidRPr="00A30D7A">
              <w:rPr>
                <w:rFonts w:cs="Arial"/>
                <w:b/>
                <w:bCs/>
                <w:sz w:val="16"/>
                <w:szCs w:val="16"/>
              </w:rPr>
              <w:t>FM</w:t>
            </w:r>
          </w:p>
        </w:tc>
      </w:tr>
      <w:tr w:rsidR="009F32FC" w:rsidRPr="00A30D7A" w14:paraId="7CBFABBE" w14:textId="77777777" w:rsidTr="008563D6">
        <w:trPr>
          <w:cantSplit/>
          <w:trHeight w:val="397"/>
          <w:tblHeader/>
        </w:trPr>
        <w:tc>
          <w:tcPr>
            <w:tcW w:w="1300" w:type="dxa"/>
            <w:vMerge/>
            <w:shd w:val="clear" w:color="auto" w:fill="D9E2F3" w:themeFill="accent1" w:themeFillTint="33"/>
            <w:vAlign w:val="center"/>
          </w:tcPr>
          <w:p w14:paraId="2F28E3DD" w14:textId="77777777" w:rsidR="009F32FC" w:rsidRPr="00A30D7A" w:rsidRDefault="009F32FC" w:rsidP="008563D6">
            <w:pPr>
              <w:spacing w:before="40" w:after="40"/>
              <w:rPr>
                <w:rFonts w:cs="Arial"/>
                <w:b/>
                <w:bCs/>
                <w:szCs w:val="18"/>
              </w:rPr>
            </w:pPr>
          </w:p>
        </w:tc>
        <w:tc>
          <w:tcPr>
            <w:tcW w:w="2239" w:type="dxa"/>
            <w:vMerge/>
            <w:shd w:val="clear" w:color="auto" w:fill="D9E2F3" w:themeFill="accent1" w:themeFillTint="33"/>
            <w:vAlign w:val="center"/>
          </w:tcPr>
          <w:p w14:paraId="4EBA5460" w14:textId="77777777" w:rsidR="009F32FC" w:rsidRPr="00A30D7A" w:rsidRDefault="009F32FC" w:rsidP="008563D6">
            <w:pPr>
              <w:spacing w:before="40" w:after="40"/>
              <w:rPr>
                <w:rFonts w:cs="Arial"/>
                <w:b/>
                <w:bCs/>
                <w:szCs w:val="18"/>
              </w:rPr>
            </w:pPr>
          </w:p>
        </w:tc>
        <w:tc>
          <w:tcPr>
            <w:tcW w:w="851" w:type="dxa"/>
            <w:vMerge/>
            <w:shd w:val="clear" w:color="auto" w:fill="D9E2F3" w:themeFill="accent1" w:themeFillTint="33"/>
            <w:vAlign w:val="center"/>
          </w:tcPr>
          <w:p w14:paraId="5D43BE77" w14:textId="77777777" w:rsidR="009F32FC" w:rsidRPr="00A30D7A" w:rsidRDefault="009F32FC" w:rsidP="008563D6">
            <w:pPr>
              <w:spacing w:before="40" w:after="40"/>
              <w:rPr>
                <w:rFonts w:cs="Arial"/>
                <w:b/>
                <w:bCs/>
                <w:szCs w:val="18"/>
              </w:rPr>
            </w:pPr>
          </w:p>
        </w:tc>
        <w:tc>
          <w:tcPr>
            <w:tcW w:w="425" w:type="dxa"/>
            <w:shd w:val="clear" w:color="auto" w:fill="ACB9CA" w:themeFill="text2" w:themeFillTint="66"/>
            <w:vAlign w:val="center"/>
          </w:tcPr>
          <w:p w14:paraId="0AEEC209"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A</w:t>
            </w:r>
          </w:p>
        </w:tc>
        <w:tc>
          <w:tcPr>
            <w:tcW w:w="425" w:type="dxa"/>
            <w:shd w:val="clear" w:color="auto" w:fill="ACB9CA" w:themeFill="text2" w:themeFillTint="66"/>
            <w:vAlign w:val="center"/>
          </w:tcPr>
          <w:p w14:paraId="04968ED7"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S</w:t>
            </w:r>
          </w:p>
        </w:tc>
        <w:tc>
          <w:tcPr>
            <w:tcW w:w="425" w:type="dxa"/>
            <w:shd w:val="clear" w:color="auto" w:fill="ACB9CA" w:themeFill="text2" w:themeFillTint="66"/>
            <w:vAlign w:val="center"/>
          </w:tcPr>
          <w:p w14:paraId="1EF29118"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C</w:t>
            </w:r>
          </w:p>
        </w:tc>
        <w:tc>
          <w:tcPr>
            <w:tcW w:w="449" w:type="dxa"/>
            <w:shd w:val="clear" w:color="auto" w:fill="ACB9CA" w:themeFill="text2" w:themeFillTint="66"/>
            <w:vAlign w:val="center"/>
          </w:tcPr>
          <w:p w14:paraId="5AB50807"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M</w:t>
            </w:r>
          </w:p>
        </w:tc>
        <w:tc>
          <w:tcPr>
            <w:tcW w:w="396" w:type="dxa"/>
            <w:shd w:val="clear" w:color="auto" w:fill="ACB9CA" w:themeFill="text2" w:themeFillTint="66"/>
            <w:vAlign w:val="center"/>
          </w:tcPr>
          <w:p w14:paraId="6E01EB3A"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E</w:t>
            </w:r>
          </w:p>
        </w:tc>
        <w:tc>
          <w:tcPr>
            <w:tcW w:w="396" w:type="dxa"/>
            <w:shd w:val="clear" w:color="auto" w:fill="ACB9CA" w:themeFill="text2" w:themeFillTint="66"/>
            <w:vAlign w:val="center"/>
          </w:tcPr>
          <w:p w14:paraId="5AAA057B"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P</w:t>
            </w:r>
          </w:p>
        </w:tc>
        <w:tc>
          <w:tcPr>
            <w:tcW w:w="396" w:type="dxa"/>
            <w:shd w:val="clear" w:color="auto" w:fill="BDD6EE" w:themeFill="accent5" w:themeFillTint="66"/>
            <w:vAlign w:val="center"/>
          </w:tcPr>
          <w:p w14:paraId="47A131CD"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J</w:t>
            </w:r>
          </w:p>
        </w:tc>
        <w:tc>
          <w:tcPr>
            <w:tcW w:w="454" w:type="dxa"/>
            <w:shd w:val="clear" w:color="auto" w:fill="BDD6EE" w:themeFill="accent5" w:themeFillTint="66"/>
            <w:vAlign w:val="center"/>
          </w:tcPr>
          <w:p w14:paraId="0E005174"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K1</w:t>
            </w:r>
          </w:p>
        </w:tc>
        <w:tc>
          <w:tcPr>
            <w:tcW w:w="454" w:type="dxa"/>
            <w:shd w:val="clear" w:color="auto" w:fill="BDD6EE" w:themeFill="accent5" w:themeFillTint="66"/>
            <w:vAlign w:val="center"/>
          </w:tcPr>
          <w:p w14:paraId="3D4189A9"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K2</w:t>
            </w:r>
          </w:p>
        </w:tc>
        <w:tc>
          <w:tcPr>
            <w:tcW w:w="432" w:type="dxa"/>
            <w:shd w:val="clear" w:color="auto" w:fill="BDD6EE" w:themeFill="accent5" w:themeFillTint="66"/>
            <w:vAlign w:val="center"/>
          </w:tcPr>
          <w:p w14:paraId="164AECEB"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K3</w:t>
            </w:r>
          </w:p>
        </w:tc>
        <w:tc>
          <w:tcPr>
            <w:tcW w:w="567" w:type="dxa"/>
            <w:shd w:val="clear" w:color="auto" w:fill="9CC2E5" w:themeFill="accent5" w:themeFillTint="99"/>
            <w:vAlign w:val="center"/>
          </w:tcPr>
          <w:p w14:paraId="536FA2A6" w14:textId="77777777" w:rsidR="009F32FC" w:rsidRPr="00A30D7A" w:rsidRDefault="009F32FC" w:rsidP="008563D6">
            <w:pPr>
              <w:spacing w:before="40" w:after="40"/>
              <w:jc w:val="center"/>
              <w:rPr>
                <w:rFonts w:cs="Arial"/>
                <w:b/>
                <w:bCs/>
                <w:sz w:val="16"/>
                <w:szCs w:val="16"/>
              </w:rPr>
            </w:pPr>
            <w:r w:rsidRPr="00A30D7A">
              <w:rPr>
                <w:rFonts w:cs="Arial"/>
                <w:b/>
                <w:bCs/>
                <w:sz w:val="16"/>
                <w:szCs w:val="16"/>
              </w:rPr>
              <w:t>F</w:t>
            </w:r>
          </w:p>
        </w:tc>
      </w:tr>
      <w:tr w:rsidR="009F32FC" w:rsidRPr="00A30D7A" w14:paraId="23125F97" w14:textId="77777777" w:rsidTr="008563D6">
        <w:trPr>
          <w:cantSplit/>
          <w:trHeight w:val="397"/>
        </w:trPr>
        <w:tc>
          <w:tcPr>
            <w:tcW w:w="1300" w:type="dxa"/>
            <w:shd w:val="clear" w:color="auto" w:fill="F2F2F2" w:themeFill="background1" w:themeFillShade="F2"/>
            <w:noWrap/>
            <w:vAlign w:val="center"/>
            <w:hideMark/>
          </w:tcPr>
          <w:p w14:paraId="602C9860" w14:textId="77777777" w:rsidR="009F32FC" w:rsidRPr="00A30D7A" w:rsidRDefault="009F32FC" w:rsidP="008563D6">
            <w:pPr>
              <w:rPr>
                <w:rFonts w:cs="Arial"/>
                <w:b/>
                <w:bCs/>
                <w:color w:val="000000"/>
                <w:sz w:val="16"/>
                <w:szCs w:val="16"/>
              </w:rPr>
            </w:pPr>
            <w:r w:rsidRPr="00A30D7A">
              <w:rPr>
                <w:rFonts w:cs="Arial"/>
                <w:b/>
                <w:bCs/>
                <w:color w:val="000000"/>
                <w:sz w:val="16"/>
                <w:szCs w:val="16"/>
              </w:rPr>
              <w:t>General ID &amp; description</w:t>
            </w:r>
          </w:p>
        </w:tc>
        <w:tc>
          <w:tcPr>
            <w:tcW w:w="2239" w:type="dxa"/>
            <w:shd w:val="clear" w:color="auto" w:fill="auto"/>
            <w:noWrap/>
            <w:vAlign w:val="center"/>
            <w:hideMark/>
          </w:tcPr>
          <w:p w14:paraId="29DE7A8F" w14:textId="77777777" w:rsidR="009F32FC" w:rsidRPr="00A30D7A" w:rsidRDefault="009F32FC" w:rsidP="008563D6">
            <w:pPr>
              <w:rPr>
                <w:rFonts w:cs="Arial"/>
                <w:color w:val="000000"/>
                <w:sz w:val="16"/>
                <w:szCs w:val="16"/>
              </w:rPr>
            </w:pPr>
          </w:p>
        </w:tc>
        <w:tc>
          <w:tcPr>
            <w:tcW w:w="851" w:type="dxa"/>
            <w:vAlign w:val="center"/>
          </w:tcPr>
          <w:p w14:paraId="57109810" w14:textId="77777777" w:rsidR="009F32FC" w:rsidRPr="00A30D7A" w:rsidRDefault="009F32FC" w:rsidP="008563D6">
            <w:pPr>
              <w:rPr>
                <w:rFonts w:cs="Arial"/>
                <w:sz w:val="16"/>
                <w:szCs w:val="16"/>
              </w:rPr>
            </w:pPr>
          </w:p>
        </w:tc>
        <w:tc>
          <w:tcPr>
            <w:tcW w:w="425" w:type="dxa"/>
            <w:vAlign w:val="center"/>
          </w:tcPr>
          <w:p w14:paraId="32A68F08" w14:textId="77777777" w:rsidR="009F32FC" w:rsidRPr="00A30D7A" w:rsidRDefault="009F32FC" w:rsidP="008563D6">
            <w:pPr>
              <w:jc w:val="center"/>
              <w:rPr>
                <w:rFonts w:cs="Arial"/>
                <w:sz w:val="16"/>
                <w:szCs w:val="16"/>
              </w:rPr>
            </w:pPr>
          </w:p>
        </w:tc>
        <w:tc>
          <w:tcPr>
            <w:tcW w:w="425" w:type="dxa"/>
            <w:vAlign w:val="center"/>
          </w:tcPr>
          <w:p w14:paraId="3AC9EAFE" w14:textId="77777777" w:rsidR="009F32FC" w:rsidRPr="00A30D7A" w:rsidRDefault="009F32FC" w:rsidP="008563D6">
            <w:pPr>
              <w:jc w:val="center"/>
              <w:rPr>
                <w:rFonts w:cs="Arial"/>
                <w:sz w:val="16"/>
                <w:szCs w:val="16"/>
              </w:rPr>
            </w:pPr>
          </w:p>
        </w:tc>
        <w:tc>
          <w:tcPr>
            <w:tcW w:w="425" w:type="dxa"/>
            <w:vAlign w:val="center"/>
          </w:tcPr>
          <w:p w14:paraId="6F48D7E1" w14:textId="77777777" w:rsidR="009F32FC" w:rsidRPr="00A30D7A" w:rsidRDefault="009F32FC" w:rsidP="008563D6">
            <w:pPr>
              <w:jc w:val="center"/>
              <w:rPr>
                <w:rFonts w:cs="Arial"/>
                <w:sz w:val="16"/>
                <w:szCs w:val="16"/>
              </w:rPr>
            </w:pPr>
          </w:p>
        </w:tc>
        <w:tc>
          <w:tcPr>
            <w:tcW w:w="449" w:type="dxa"/>
            <w:vAlign w:val="center"/>
          </w:tcPr>
          <w:p w14:paraId="588EC920" w14:textId="77777777" w:rsidR="009F32FC" w:rsidRPr="00A30D7A" w:rsidRDefault="009F32FC" w:rsidP="008563D6">
            <w:pPr>
              <w:jc w:val="center"/>
              <w:rPr>
                <w:rFonts w:cs="Arial"/>
                <w:sz w:val="16"/>
                <w:szCs w:val="16"/>
              </w:rPr>
            </w:pPr>
          </w:p>
        </w:tc>
        <w:tc>
          <w:tcPr>
            <w:tcW w:w="396" w:type="dxa"/>
            <w:vAlign w:val="center"/>
          </w:tcPr>
          <w:p w14:paraId="78C6AA29" w14:textId="77777777" w:rsidR="009F32FC" w:rsidRPr="00A30D7A" w:rsidRDefault="009F32FC" w:rsidP="008563D6">
            <w:pPr>
              <w:jc w:val="center"/>
              <w:rPr>
                <w:rFonts w:cs="Arial"/>
                <w:sz w:val="16"/>
                <w:szCs w:val="16"/>
              </w:rPr>
            </w:pPr>
          </w:p>
        </w:tc>
        <w:tc>
          <w:tcPr>
            <w:tcW w:w="396" w:type="dxa"/>
            <w:vAlign w:val="center"/>
          </w:tcPr>
          <w:p w14:paraId="787AE96B" w14:textId="77777777" w:rsidR="009F32FC" w:rsidRPr="00A30D7A" w:rsidRDefault="009F32FC" w:rsidP="008563D6">
            <w:pPr>
              <w:jc w:val="center"/>
              <w:rPr>
                <w:rFonts w:cs="Arial"/>
                <w:sz w:val="16"/>
                <w:szCs w:val="16"/>
              </w:rPr>
            </w:pPr>
          </w:p>
        </w:tc>
        <w:tc>
          <w:tcPr>
            <w:tcW w:w="396" w:type="dxa"/>
            <w:vAlign w:val="center"/>
          </w:tcPr>
          <w:p w14:paraId="1E5997E6" w14:textId="77777777" w:rsidR="009F32FC" w:rsidRPr="00A30D7A" w:rsidRDefault="009F32FC" w:rsidP="008563D6">
            <w:pPr>
              <w:jc w:val="center"/>
              <w:rPr>
                <w:rFonts w:cs="Arial"/>
                <w:sz w:val="16"/>
                <w:szCs w:val="16"/>
              </w:rPr>
            </w:pPr>
          </w:p>
        </w:tc>
        <w:tc>
          <w:tcPr>
            <w:tcW w:w="454" w:type="dxa"/>
            <w:vAlign w:val="center"/>
          </w:tcPr>
          <w:p w14:paraId="6E2506ED" w14:textId="77777777" w:rsidR="009F32FC" w:rsidRPr="00A30D7A" w:rsidRDefault="009F32FC" w:rsidP="008563D6">
            <w:pPr>
              <w:jc w:val="center"/>
              <w:rPr>
                <w:rFonts w:cs="Arial"/>
                <w:sz w:val="16"/>
                <w:szCs w:val="16"/>
              </w:rPr>
            </w:pPr>
          </w:p>
        </w:tc>
        <w:tc>
          <w:tcPr>
            <w:tcW w:w="454" w:type="dxa"/>
            <w:vAlign w:val="center"/>
          </w:tcPr>
          <w:p w14:paraId="1D87B107" w14:textId="77777777" w:rsidR="009F32FC" w:rsidRPr="00A30D7A" w:rsidRDefault="009F32FC" w:rsidP="008563D6">
            <w:pPr>
              <w:jc w:val="center"/>
              <w:rPr>
                <w:rFonts w:cs="Arial"/>
                <w:sz w:val="16"/>
                <w:szCs w:val="16"/>
              </w:rPr>
            </w:pPr>
          </w:p>
        </w:tc>
        <w:tc>
          <w:tcPr>
            <w:tcW w:w="432" w:type="dxa"/>
            <w:vAlign w:val="center"/>
          </w:tcPr>
          <w:p w14:paraId="799F27FD" w14:textId="77777777" w:rsidR="009F32FC" w:rsidRPr="00A30D7A" w:rsidRDefault="009F32FC" w:rsidP="008563D6">
            <w:pPr>
              <w:jc w:val="center"/>
              <w:rPr>
                <w:rFonts w:cs="Arial"/>
                <w:sz w:val="16"/>
                <w:szCs w:val="16"/>
              </w:rPr>
            </w:pPr>
          </w:p>
        </w:tc>
        <w:tc>
          <w:tcPr>
            <w:tcW w:w="567" w:type="dxa"/>
            <w:vAlign w:val="center"/>
          </w:tcPr>
          <w:p w14:paraId="69CE1BEE" w14:textId="77777777" w:rsidR="009F32FC" w:rsidRPr="00A30D7A" w:rsidRDefault="009F32FC" w:rsidP="008563D6">
            <w:pPr>
              <w:jc w:val="center"/>
              <w:rPr>
                <w:rFonts w:cs="Arial"/>
                <w:sz w:val="16"/>
                <w:szCs w:val="16"/>
              </w:rPr>
            </w:pPr>
          </w:p>
        </w:tc>
      </w:tr>
      <w:tr w:rsidR="009F32FC" w:rsidRPr="00A30D7A" w14:paraId="3D13EDA9" w14:textId="77777777" w:rsidTr="008563D6">
        <w:trPr>
          <w:cantSplit/>
          <w:trHeight w:val="397"/>
        </w:trPr>
        <w:tc>
          <w:tcPr>
            <w:tcW w:w="1300" w:type="dxa"/>
            <w:shd w:val="clear" w:color="auto" w:fill="F2F2F2" w:themeFill="background1" w:themeFillShade="F2"/>
            <w:noWrap/>
            <w:vAlign w:val="center"/>
            <w:hideMark/>
          </w:tcPr>
          <w:p w14:paraId="12E9ED70" w14:textId="77777777" w:rsidR="009F32FC" w:rsidRPr="00A30D7A" w:rsidRDefault="009F32FC" w:rsidP="008563D6">
            <w:pPr>
              <w:rPr>
                <w:rFonts w:cs="Arial"/>
                <w:b/>
                <w:color w:val="000000"/>
                <w:sz w:val="16"/>
                <w:szCs w:val="16"/>
              </w:rPr>
            </w:pPr>
            <w:r w:rsidRPr="00A30D7A">
              <w:rPr>
                <w:rFonts w:cs="Arial"/>
                <w:b/>
                <w:color w:val="000000"/>
                <w:sz w:val="16"/>
                <w:szCs w:val="16"/>
              </w:rPr>
              <w:t>Location</w:t>
            </w:r>
          </w:p>
        </w:tc>
        <w:tc>
          <w:tcPr>
            <w:tcW w:w="2239" w:type="dxa"/>
            <w:shd w:val="clear" w:color="auto" w:fill="auto"/>
            <w:noWrap/>
            <w:vAlign w:val="center"/>
            <w:hideMark/>
          </w:tcPr>
          <w:p w14:paraId="3346A367" w14:textId="77777777" w:rsidR="009F32FC" w:rsidRPr="00A30D7A" w:rsidRDefault="009F32FC" w:rsidP="008563D6">
            <w:pPr>
              <w:rPr>
                <w:rFonts w:cs="Arial"/>
                <w:color w:val="000000"/>
                <w:sz w:val="16"/>
                <w:szCs w:val="16"/>
              </w:rPr>
            </w:pPr>
          </w:p>
        </w:tc>
        <w:tc>
          <w:tcPr>
            <w:tcW w:w="851" w:type="dxa"/>
            <w:vAlign w:val="center"/>
          </w:tcPr>
          <w:p w14:paraId="37F7655C" w14:textId="77777777" w:rsidR="009F32FC" w:rsidRPr="00A30D7A" w:rsidRDefault="009F32FC" w:rsidP="008563D6">
            <w:pPr>
              <w:rPr>
                <w:rFonts w:cs="Arial"/>
                <w:color w:val="000000"/>
                <w:sz w:val="16"/>
                <w:szCs w:val="16"/>
              </w:rPr>
            </w:pPr>
          </w:p>
        </w:tc>
        <w:tc>
          <w:tcPr>
            <w:tcW w:w="425" w:type="dxa"/>
            <w:vAlign w:val="center"/>
          </w:tcPr>
          <w:p w14:paraId="28F84414" w14:textId="77777777" w:rsidR="009F32FC" w:rsidRPr="00A30D7A" w:rsidRDefault="009F32FC" w:rsidP="008563D6">
            <w:pPr>
              <w:jc w:val="center"/>
              <w:rPr>
                <w:rFonts w:cs="Arial"/>
                <w:color w:val="000000"/>
                <w:sz w:val="16"/>
                <w:szCs w:val="16"/>
              </w:rPr>
            </w:pPr>
          </w:p>
        </w:tc>
        <w:tc>
          <w:tcPr>
            <w:tcW w:w="425" w:type="dxa"/>
            <w:vAlign w:val="center"/>
          </w:tcPr>
          <w:p w14:paraId="57587BF2" w14:textId="77777777" w:rsidR="009F32FC" w:rsidRPr="00A30D7A" w:rsidRDefault="009F32FC" w:rsidP="008563D6">
            <w:pPr>
              <w:jc w:val="center"/>
              <w:rPr>
                <w:rFonts w:cs="Arial"/>
                <w:color w:val="000000"/>
                <w:sz w:val="16"/>
                <w:szCs w:val="16"/>
              </w:rPr>
            </w:pPr>
          </w:p>
        </w:tc>
        <w:tc>
          <w:tcPr>
            <w:tcW w:w="425" w:type="dxa"/>
            <w:vAlign w:val="center"/>
          </w:tcPr>
          <w:p w14:paraId="7897D418" w14:textId="77777777" w:rsidR="009F32FC" w:rsidRPr="00A30D7A" w:rsidRDefault="009F32FC" w:rsidP="008563D6">
            <w:pPr>
              <w:jc w:val="center"/>
              <w:rPr>
                <w:rFonts w:cs="Arial"/>
                <w:color w:val="000000"/>
                <w:sz w:val="16"/>
                <w:szCs w:val="16"/>
              </w:rPr>
            </w:pPr>
          </w:p>
        </w:tc>
        <w:tc>
          <w:tcPr>
            <w:tcW w:w="449" w:type="dxa"/>
            <w:vAlign w:val="center"/>
          </w:tcPr>
          <w:p w14:paraId="73B08D1C" w14:textId="77777777" w:rsidR="009F32FC" w:rsidRPr="00A30D7A" w:rsidRDefault="009F32FC" w:rsidP="008563D6">
            <w:pPr>
              <w:jc w:val="center"/>
              <w:rPr>
                <w:rFonts w:cs="Arial"/>
                <w:color w:val="000000"/>
                <w:sz w:val="16"/>
                <w:szCs w:val="16"/>
              </w:rPr>
            </w:pPr>
          </w:p>
        </w:tc>
        <w:tc>
          <w:tcPr>
            <w:tcW w:w="396" w:type="dxa"/>
            <w:vAlign w:val="center"/>
          </w:tcPr>
          <w:p w14:paraId="572256B1" w14:textId="77777777" w:rsidR="009F32FC" w:rsidRPr="00A30D7A" w:rsidRDefault="009F32FC" w:rsidP="008563D6">
            <w:pPr>
              <w:jc w:val="center"/>
              <w:rPr>
                <w:rFonts w:cs="Arial"/>
                <w:color w:val="000000"/>
                <w:sz w:val="16"/>
                <w:szCs w:val="16"/>
              </w:rPr>
            </w:pPr>
          </w:p>
        </w:tc>
        <w:tc>
          <w:tcPr>
            <w:tcW w:w="396" w:type="dxa"/>
            <w:vAlign w:val="center"/>
          </w:tcPr>
          <w:p w14:paraId="5B64B750" w14:textId="77777777" w:rsidR="009F32FC" w:rsidRPr="00A30D7A" w:rsidRDefault="009F32FC" w:rsidP="008563D6">
            <w:pPr>
              <w:jc w:val="center"/>
              <w:rPr>
                <w:rFonts w:cs="Arial"/>
                <w:color w:val="000000"/>
                <w:sz w:val="16"/>
                <w:szCs w:val="16"/>
              </w:rPr>
            </w:pPr>
          </w:p>
        </w:tc>
        <w:tc>
          <w:tcPr>
            <w:tcW w:w="396" w:type="dxa"/>
            <w:vAlign w:val="center"/>
          </w:tcPr>
          <w:p w14:paraId="41D9714C" w14:textId="77777777" w:rsidR="009F32FC" w:rsidRPr="00A30D7A" w:rsidRDefault="009F32FC" w:rsidP="008563D6">
            <w:pPr>
              <w:jc w:val="center"/>
              <w:rPr>
                <w:rFonts w:cs="Arial"/>
                <w:color w:val="000000"/>
                <w:sz w:val="16"/>
                <w:szCs w:val="16"/>
              </w:rPr>
            </w:pPr>
          </w:p>
        </w:tc>
        <w:tc>
          <w:tcPr>
            <w:tcW w:w="454" w:type="dxa"/>
            <w:vAlign w:val="center"/>
          </w:tcPr>
          <w:p w14:paraId="4DDC4667" w14:textId="77777777" w:rsidR="009F32FC" w:rsidRPr="00A30D7A" w:rsidRDefault="009F32FC" w:rsidP="008563D6">
            <w:pPr>
              <w:jc w:val="center"/>
              <w:rPr>
                <w:rFonts w:cs="Arial"/>
                <w:color w:val="000000"/>
                <w:sz w:val="16"/>
                <w:szCs w:val="16"/>
              </w:rPr>
            </w:pPr>
          </w:p>
        </w:tc>
        <w:tc>
          <w:tcPr>
            <w:tcW w:w="454" w:type="dxa"/>
            <w:vAlign w:val="center"/>
          </w:tcPr>
          <w:p w14:paraId="1685B670" w14:textId="77777777" w:rsidR="009F32FC" w:rsidRPr="00A30D7A" w:rsidRDefault="009F32FC" w:rsidP="008563D6">
            <w:pPr>
              <w:jc w:val="center"/>
              <w:rPr>
                <w:rFonts w:cs="Arial"/>
                <w:color w:val="000000"/>
                <w:sz w:val="16"/>
                <w:szCs w:val="16"/>
              </w:rPr>
            </w:pPr>
          </w:p>
        </w:tc>
        <w:tc>
          <w:tcPr>
            <w:tcW w:w="432" w:type="dxa"/>
            <w:vAlign w:val="center"/>
          </w:tcPr>
          <w:p w14:paraId="22B49213" w14:textId="77777777" w:rsidR="009F32FC" w:rsidRPr="00A30D7A" w:rsidRDefault="009F32FC" w:rsidP="008563D6">
            <w:pPr>
              <w:jc w:val="center"/>
              <w:rPr>
                <w:rFonts w:cs="Arial"/>
                <w:color w:val="000000"/>
                <w:sz w:val="16"/>
                <w:szCs w:val="16"/>
              </w:rPr>
            </w:pPr>
          </w:p>
        </w:tc>
        <w:tc>
          <w:tcPr>
            <w:tcW w:w="567" w:type="dxa"/>
            <w:vAlign w:val="center"/>
          </w:tcPr>
          <w:p w14:paraId="04549CE7" w14:textId="77777777" w:rsidR="009F32FC" w:rsidRPr="00A30D7A" w:rsidRDefault="009F32FC" w:rsidP="008563D6">
            <w:pPr>
              <w:jc w:val="center"/>
              <w:rPr>
                <w:rFonts w:cs="Arial"/>
                <w:color w:val="000000"/>
                <w:sz w:val="16"/>
                <w:szCs w:val="16"/>
              </w:rPr>
            </w:pPr>
          </w:p>
        </w:tc>
      </w:tr>
      <w:tr w:rsidR="009F32FC" w:rsidRPr="00A30D7A" w14:paraId="7762FEF2" w14:textId="77777777" w:rsidTr="008563D6">
        <w:trPr>
          <w:cantSplit/>
          <w:trHeight w:val="397"/>
        </w:trPr>
        <w:tc>
          <w:tcPr>
            <w:tcW w:w="1300" w:type="dxa"/>
            <w:shd w:val="clear" w:color="auto" w:fill="F2F2F2" w:themeFill="background1" w:themeFillShade="F2"/>
            <w:noWrap/>
            <w:vAlign w:val="center"/>
            <w:hideMark/>
          </w:tcPr>
          <w:p w14:paraId="40913886" w14:textId="77777777" w:rsidR="009F32FC" w:rsidRPr="00A30D7A" w:rsidRDefault="009F32FC" w:rsidP="008563D6">
            <w:pPr>
              <w:rPr>
                <w:rFonts w:cs="Arial"/>
                <w:b/>
                <w:bCs/>
                <w:color w:val="000000"/>
                <w:sz w:val="16"/>
                <w:szCs w:val="16"/>
              </w:rPr>
            </w:pPr>
            <w:r w:rsidRPr="00A30D7A">
              <w:rPr>
                <w:rFonts w:cs="Arial"/>
                <w:b/>
                <w:bCs/>
                <w:color w:val="000000"/>
                <w:sz w:val="16"/>
                <w:szCs w:val="16"/>
              </w:rPr>
              <w:t>Parent system or assembly</w:t>
            </w:r>
          </w:p>
        </w:tc>
        <w:tc>
          <w:tcPr>
            <w:tcW w:w="2239" w:type="dxa"/>
            <w:shd w:val="clear" w:color="auto" w:fill="auto"/>
            <w:noWrap/>
            <w:vAlign w:val="center"/>
            <w:hideMark/>
          </w:tcPr>
          <w:p w14:paraId="1E323523" w14:textId="77777777" w:rsidR="009F32FC" w:rsidRPr="00A30D7A" w:rsidRDefault="009F32FC" w:rsidP="008563D6">
            <w:pPr>
              <w:rPr>
                <w:rFonts w:cs="Arial"/>
                <w:color w:val="000000"/>
                <w:sz w:val="16"/>
                <w:szCs w:val="16"/>
              </w:rPr>
            </w:pPr>
          </w:p>
        </w:tc>
        <w:tc>
          <w:tcPr>
            <w:tcW w:w="851" w:type="dxa"/>
            <w:vAlign w:val="center"/>
          </w:tcPr>
          <w:p w14:paraId="072D4BFF" w14:textId="77777777" w:rsidR="009F32FC" w:rsidRPr="00A30D7A" w:rsidRDefault="009F32FC" w:rsidP="008563D6">
            <w:pPr>
              <w:rPr>
                <w:rFonts w:cs="Arial"/>
                <w:color w:val="000000"/>
                <w:sz w:val="16"/>
                <w:szCs w:val="16"/>
              </w:rPr>
            </w:pPr>
          </w:p>
        </w:tc>
        <w:tc>
          <w:tcPr>
            <w:tcW w:w="425" w:type="dxa"/>
            <w:vAlign w:val="center"/>
          </w:tcPr>
          <w:p w14:paraId="6FC925AA" w14:textId="77777777" w:rsidR="009F32FC" w:rsidRPr="00A30D7A" w:rsidRDefault="009F32FC" w:rsidP="008563D6">
            <w:pPr>
              <w:jc w:val="center"/>
              <w:rPr>
                <w:rFonts w:cs="Arial"/>
                <w:color w:val="000000"/>
                <w:sz w:val="16"/>
                <w:szCs w:val="16"/>
              </w:rPr>
            </w:pPr>
          </w:p>
        </w:tc>
        <w:tc>
          <w:tcPr>
            <w:tcW w:w="425" w:type="dxa"/>
            <w:vAlign w:val="center"/>
          </w:tcPr>
          <w:p w14:paraId="12B6D529" w14:textId="77777777" w:rsidR="009F32FC" w:rsidRPr="00A30D7A" w:rsidRDefault="009F32FC" w:rsidP="008563D6">
            <w:pPr>
              <w:jc w:val="center"/>
              <w:rPr>
                <w:rFonts w:cs="Arial"/>
                <w:color w:val="000000"/>
                <w:sz w:val="16"/>
                <w:szCs w:val="16"/>
              </w:rPr>
            </w:pPr>
          </w:p>
        </w:tc>
        <w:tc>
          <w:tcPr>
            <w:tcW w:w="425" w:type="dxa"/>
            <w:vAlign w:val="center"/>
          </w:tcPr>
          <w:p w14:paraId="0B1C36AD" w14:textId="77777777" w:rsidR="009F32FC" w:rsidRPr="00A30D7A" w:rsidRDefault="009F32FC" w:rsidP="008563D6">
            <w:pPr>
              <w:jc w:val="center"/>
              <w:rPr>
                <w:rFonts w:cs="Arial"/>
                <w:color w:val="000000"/>
                <w:sz w:val="16"/>
                <w:szCs w:val="16"/>
              </w:rPr>
            </w:pPr>
          </w:p>
        </w:tc>
        <w:tc>
          <w:tcPr>
            <w:tcW w:w="449" w:type="dxa"/>
            <w:vAlign w:val="center"/>
          </w:tcPr>
          <w:p w14:paraId="546A47D7" w14:textId="77777777" w:rsidR="009F32FC" w:rsidRPr="00A30D7A" w:rsidRDefault="009F32FC" w:rsidP="008563D6">
            <w:pPr>
              <w:jc w:val="center"/>
              <w:rPr>
                <w:rFonts w:cs="Arial"/>
                <w:color w:val="000000"/>
                <w:sz w:val="16"/>
                <w:szCs w:val="16"/>
              </w:rPr>
            </w:pPr>
          </w:p>
        </w:tc>
        <w:tc>
          <w:tcPr>
            <w:tcW w:w="396" w:type="dxa"/>
            <w:vAlign w:val="center"/>
          </w:tcPr>
          <w:p w14:paraId="0C52D767" w14:textId="77777777" w:rsidR="009F32FC" w:rsidRPr="00A30D7A" w:rsidRDefault="009F32FC" w:rsidP="008563D6">
            <w:pPr>
              <w:jc w:val="center"/>
              <w:rPr>
                <w:rFonts w:cs="Arial"/>
                <w:color w:val="000000"/>
                <w:sz w:val="16"/>
                <w:szCs w:val="16"/>
              </w:rPr>
            </w:pPr>
          </w:p>
        </w:tc>
        <w:tc>
          <w:tcPr>
            <w:tcW w:w="396" w:type="dxa"/>
            <w:vAlign w:val="center"/>
          </w:tcPr>
          <w:p w14:paraId="611E4B28" w14:textId="77777777" w:rsidR="009F32FC" w:rsidRPr="00A30D7A" w:rsidRDefault="009F32FC" w:rsidP="008563D6">
            <w:pPr>
              <w:jc w:val="center"/>
              <w:rPr>
                <w:rFonts w:cs="Arial"/>
                <w:color w:val="000000"/>
                <w:sz w:val="16"/>
                <w:szCs w:val="16"/>
              </w:rPr>
            </w:pPr>
          </w:p>
        </w:tc>
        <w:tc>
          <w:tcPr>
            <w:tcW w:w="396" w:type="dxa"/>
            <w:vAlign w:val="center"/>
          </w:tcPr>
          <w:p w14:paraId="623614F9" w14:textId="77777777" w:rsidR="009F32FC" w:rsidRPr="00A30D7A" w:rsidRDefault="009F32FC" w:rsidP="008563D6">
            <w:pPr>
              <w:jc w:val="center"/>
              <w:rPr>
                <w:rFonts w:cs="Arial"/>
                <w:color w:val="000000"/>
                <w:sz w:val="16"/>
                <w:szCs w:val="16"/>
              </w:rPr>
            </w:pPr>
          </w:p>
        </w:tc>
        <w:tc>
          <w:tcPr>
            <w:tcW w:w="454" w:type="dxa"/>
            <w:vAlign w:val="center"/>
          </w:tcPr>
          <w:p w14:paraId="4FCF6D52" w14:textId="77777777" w:rsidR="009F32FC" w:rsidRPr="00A30D7A" w:rsidRDefault="009F32FC" w:rsidP="008563D6">
            <w:pPr>
              <w:jc w:val="center"/>
              <w:rPr>
                <w:rFonts w:cs="Arial"/>
                <w:color w:val="000000"/>
                <w:sz w:val="16"/>
                <w:szCs w:val="16"/>
              </w:rPr>
            </w:pPr>
          </w:p>
        </w:tc>
        <w:tc>
          <w:tcPr>
            <w:tcW w:w="454" w:type="dxa"/>
            <w:vAlign w:val="center"/>
          </w:tcPr>
          <w:p w14:paraId="63A1CCF6" w14:textId="77777777" w:rsidR="009F32FC" w:rsidRPr="00A30D7A" w:rsidRDefault="009F32FC" w:rsidP="008563D6">
            <w:pPr>
              <w:jc w:val="center"/>
              <w:rPr>
                <w:rFonts w:cs="Arial"/>
                <w:color w:val="000000"/>
                <w:sz w:val="16"/>
                <w:szCs w:val="16"/>
              </w:rPr>
            </w:pPr>
          </w:p>
        </w:tc>
        <w:tc>
          <w:tcPr>
            <w:tcW w:w="432" w:type="dxa"/>
            <w:vAlign w:val="center"/>
          </w:tcPr>
          <w:p w14:paraId="5140E1F7" w14:textId="77777777" w:rsidR="009F32FC" w:rsidRPr="00A30D7A" w:rsidRDefault="009F32FC" w:rsidP="008563D6">
            <w:pPr>
              <w:jc w:val="center"/>
              <w:rPr>
                <w:rFonts w:cs="Arial"/>
                <w:color w:val="000000"/>
                <w:sz w:val="16"/>
                <w:szCs w:val="16"/>
              </w:rPr>
            </w:pPr>
          </w:p>
        </w:tc>
        <w:tc>
          <w:tcPr>
            <w:tcW w:w="567" w:type="dxa"/>
            <w:vAlign w:val="center"/>
          </w:tcPr>
          <w:p w14:paraId="4129B073" w14:textId="77777777" w:rsidR="009F32FC" w:rsidRPr="00A30D7A" w:rsidRDefault="009F32FC" w:rsidP="008563D6">
            <w:pPr>
              <w:jc w:val="center"/>
              <w:rPr>
                <w:rFonts w:cs="Arial"/>
                <w:color w:val="000000"/>
                <w:sz w:val="16"/>
                <w:szCs w:val="16"/>
              </w:rPr>
            </w:pPr>
          </w:p>
        </w:tc>
      </w:tr>
      <w:tr w:rsidR="009F32FC" w:rsidRPr="00A30D7A" w14:paraId="644194A1" w14:textId="77777777" w:rsidTr="008563D6">
        <w:trPr>
          <w:cantSplit/>
          <w:trHeight w:val="397"/>
        </w:trPr>
        <w:tc>
          <w:tcPr>
            <w:tcW w:w="1300" w:type="dxa"/>
            <w:shd w:val="clear" w:color="auto" w:fill="F2F2F2" w:themeFill="background1" w:themeFillShade="F2"/>
            <w:noWrap/>
            <w:vAlign w:val="center"/>
          </w:tcPr>
          <w:p w14:paraId="2BDB7B95" w14:textId="77777777" w:rsidR="009F32FC" w:rsidRPr="00A30D7A" w:rsidRDefault="009F32FC" w:rsidP="008563D6">
            <w:pPr>
              <w:rPr>
                <w:rFonts w:cs="Arial"/>
                <w:color w:val="000000"/>
                <w:sz w:val="16"/>
                <w:szCs w:val="16"/>
              </w:rPr>
            </w:pPr>
            <w:r w:rsidRPr="00A30D7A">
              <w:rPr>
                <w:rFonts w:cs="Arial"/>
                <w:b/>
                <w:bCs/>
                <w:color w:val="000000"/>
                <w:sz w:val="16"/>
                <w:szCs w:val="16"/>
              </w:rPr>
              <w:t>Classification or category</w:t>
            </w:r>
          </w:p>
        </w:tc>
        <w:tc>
          <w:tcPr>
            <w:tcW w:w="2239" w:type="dxa"/>
            <w:shd w:val="clear" w:color="auto" w:fill="auto"/>
            <w:noWrap/>
            <w:vAlign w:val="center"/>
          </w:tcPr>
          <w:p w14:paraId="1E20CBBD" w14:textId="77777777" w:rsidR="009F32FC" w:rsidRPr="00A30D7A" w:rsidRDefault="009F32FC" w:rsidP="008563D6">
            <w:pPr>
              <w:spacing w:after="120"/>
              <w:rPr>
                <w:rFonts w:cs="Arial"/>
                <w:color w:val="000000"/>
                <w:sz w:val="16"/>
                <w:szCs w:val="16"/>
              </w:rPr>
            </w:pPr>
          </w:p>
        </w:tc>
        <w:tc>
          <w:tcPr>
            <w:tcW w:w="851" w:type="dxa"/>
            <w:vAlign w:val="center"/>
          </w:tcPr>
          <w:p w14:paraId="6B34C582" w14:textId="77777777" w:rsidR="009F32FC" w:rsidRPr="00A30D7A" w:rsidRDefault="009F32FC" w:rsidP="008563D6">
            <w:pPr>
              <w:rPr>
                <w:rFonts w:cs="Arial"/>
                <w:sz w:val="16"/>
                <w:szCs w:val="16"/>
              </w:rPr>
            </w:pPr>
          </w:p>
        </w:tc>
        <w:tc>
          <w:tcPr>
            <w:tcW w:w="425" w:type="dxa"/>
            <w:vAlign w:val="center"/>
          </w:tcPr>
          <w:p w14:paraId="628A00BD" w14:textId="77777777" w:rsidR="009F32FC" w:rsidRPr="00A30D7A" w:rsidRDefault="009F32FC" w:rsidP="008563D6">
            <w:pPr>
              <w:jc w:val="center"/>
              <w:rPr>
                <w:rFonts w:cs="Arial"/>
                <w:sz w:val="16"/>
                <w:szCs w:val="16"/>
              </w:rPr>
            </w:pPr>
          </w:p>
        </w:tc>
        <w:tc>
          <w:tcPr>
            <w:tcW w:w="425" w:type="dxa"/>
            <w:vAlign w:val="center"/>
          </w:tcPr>
          <w:p w14:paraId="634B3DE1" w14:textId="77777777" w:rsidR="009F32FC" w:rsidRPr="00A30D7A" w:rsidRDefault="009F32FC" w:rsidP="008563D6">
            <w:pPr>
              <w:jc w:val="center"/>
              <w:rPr>
                <w:rFonts w:cs="Arial"/>
                <w:sz w:val="16"/>
                <w:szCs w:val="16"/>
              </w:rPr>
            </w:pPr>
          </w:p>
        </w:tc>
        <w:tc>
          <w:tcPr>
            <w:tcW w:w="425" w:type="dxa"/>
            <w:vAlign w:val="center"/>
          </w:tcPr>
          <w:p w14:paraId="5891DE2B" w14:textId="77777777" w:rsidR="009F32FC" w:rsidRPr="00A30D7A" w:rsidRDefault="009F32FC" w:rsidP="008563D6">
            <w:pPr>
              <w:jc w:val="center"/>
              <w:rPr>
                <w:rFonts w:cs="Arial"/>
                <w:sz w:val="16"/>
                <w:szCs w:val="16"/>
              </w:rPr>
            </w:pPr>
          </w:p>
        </w:tc>
        <w:tc>
          <w:tcPr>
            <w:tcW w:w="449" w:type="dxa"/>
            <w:vAlign w:val="center"/>
          </w:tcPr>
          <w:p w14:paraId="6F04F401" w14:textId="77777777" w:rsidR="009F32FC" w:rsidRPr="00A30D7A" w:rsidRDefault="009F32FC" w:rsidP="008563D6">
            <w:pPr>
              <w:jc w:val="center"/>
              <w:rPr>
                <w:rFonts w:cs="Arial"/>
                <w:sz w:val="16"/>
                <w:szCs w:val="16"/>
              </w:rPr>
            </w:pPr>
          </w:p>
        </w:tc>
        <w:tc>
          <w:tcPr>
            <w:tcW w:w="396" w:type="dxa"/>
            <w:vAlign w:val="center"/>
          </w:tcPr>
          <w:p w14:paraId="2C11C925" w14:textId="77777777" w:rsidR="009F32FC" w:rsidRPr="00A30D7A" w:rsidRDefault="009F32FC" w:rsidP="008563D6">
            <w:pPr>
              <w:jc w:val="center"/>
              <w:rPr>
                <w:rFonts w:cs="Arial"/>
                <w:sz w:val="16"/>
                <w:szCs w:val="16"/>
              </w:rPr>
            </w:pPr>
          </w:p>
        </w:tc>
        <w:tc>
          <w:tcPr>
            <w:tcW w:w="396" w:type="dxa"/>
            <w:vAlign w:val="center"/>
          </w:tcPr>
          <w:p w14:paraId="415E50CE" w14:textId="77777777" w:rsidR="009F32FC" w:rsidRPr="00A30D7A" w:rsidRDefault="009F32FC" w:rsidP="008563D6">
            <w:pPr>
              <w:jc w:val="center"/>
              <w:rPr>
                <w:rFonts w:cs="Arial"/>
                <w:sz w:val="16"/>
                <w:szCs w:val="16"/>
              </w:rPr>
            </w:pPr>
          </w:p>
        </w:tc>
        <w:tc>
          <w:tcPr>
            <w:tcW w:w="396" w:type="dxa"/>
            <w:vAlign w:val="center"/>
          </w:tcPr>
          <w:p w14:paraId="5A4EC9CC" w14:textId="77777777" w:rsidR="009F32FC" w:rsidRPr="00A30D7A" w:rsidRDefault="009F32FC" w:rsidP="008563D6">
            <w:pPr>
              <w:jc w:val="center"/>
              <w:rPr>
                <w:rFonts w:cs="Arial"/>
                <w:sz w:val="16"/>
                <w:szCs w:val="16"/>
              </w:rPr>
            </w:pPr>
          </w:p>
        </w:tc>
        <w:tc>
          <w:tcPr>
            <w:tcW w:w="454" w:type="dxa"/>
            <w:vAlign w:val="center"/>
          </w:tcPr>
          <w:p w14:paraId="1BA08495" w14:textId="77777777" w:rsidR="009F32FC" w:rsidRPr="00A30D7A" w:rsidRDefault="009F32FC" w:rsidP="008563D6">
            <w:pPr>
              <w:jc w:val="center"/>
              <w:rPr>
                <w:rFonts w:cs="Arial"/>
                <w:sz w:val="16"/>
                <w:szCs w:val="16"/>
              </w:rPr>
            </w:pPr>
          </w:p>
        </w:tc>
        <w:tc>
          <w:tcPr>
            <w:tcW w:w="454" w:type="dxa"/>
            <w:vAlign w:val="center"/>
          </w:tcPr>
          <w:p w14:paraId="780B0A10" w14:textId="77777777" w:rsidR="009F32FC" w:rsidRPr="00A30D7A" w:rsidRDefault="009F32FC" w:rsidP="008563D6">
            <w:pPr>
              <w:jc w:val="center"/>
              <w:rPr>
                <w:rFonts w:cs="Arial"/>
                <w:sz w:val="16"/>
                <w:szCs w:val="16"/>
              </w:rPr>
            </w:pPr>
          </w:p>
        </w:tc>
        <w:tc>
          <w:tcPr>
            <w:tcW w:w="432" w:type="dxa"/>
            <w:vAlign w:val="center"/>
          </w:tcPr>
          <w:p w14:paraId="5A8E0205" w14:textId="77777777" w:rsidR="009F32FC" w:rsidRPr="00A30D7A" w:rsidRDefault="009F32FC" w:rsidP="008563D6">
            <w:pPr>
              <w:jc w:val="center"/>
              <w:rPr>
                <w:rFonts w:cs="Arial"/>
                <w:sz w:val="16"/>
                <w:szCs w:val="16"/>
              </w:rPr>
            </w:pPr>
          </w:p>
        </w:tc>
        <w:tc>
          <w:tcPr>
            <w:tcW w:w="567" w:type="dxa"/>
            <w:vAlign w:val="center"/>
          </w:tcPr>
          <w:p w14:paraId="14F05D8D" w14:textId="77777777" w:rsidR="009F32FC" w:rsidRPr="00A30D7A" w:rsidRDefault="009F32FC" w:rsidP="008563D6">
            <w:pPr>
              <w:jc w:val="center"/>
              <w:rPr>
                <w:rFonts w:cs="Arial"/>
                <w:sz w:val="16"/>
                <w:szCs w:val="16"/>
              </w:rPr>
            </w:pPr>
          </w:p>
        </w:tc>
      </w:tr>
      <w:tr w:rsidR="009F32FC" w:rsidRPr="00A30D7A" w14:paraId="06DD63AA" w14:textId="77777777" w:rsidTr="008563D6">
        <w:trPr>
          <w:cantSplit/>
          <w:trHeight w:val="397"/>
        </w:trPr>
        <w:tc>
          <w:tcPr>
            <w:tcW w:w="1300" w:type="dxa"/>
            <w:shd w:val="clear" w:color="auto" w:fill="F2F2F2" w:themeFill="background1" w:themeFillShade="F2"/>
            <w:noWrap/>
            <w:vAlign w:val="center"/>
            <w:hideMark/>
          </w:tcPr>
          <w:p w14:paraId="42EFDD59" w14:textId="77777777" w:rsidR="009F32FC" w:rsidRPr="00A30D7A" w:rsidRDefault="009F32FC" w:rsidP="008563D6">
            <w:pPr>
              <w:rPr>
                <w:rFonts w:cs="Arial"/>
                <w:b/>
                <w:bCs/>
                <w:color w:val="000000"/>
                <w:sz w:val="16"/>
                <w:szCs w:val="16"/>
              </w:rPr>
            </w:pPr>
            <w:r w:rsidRPr="00A30D7A">
              <w:rPr>
                <w:rFonts w:cs="Arial"/>
                <w:b/>
                <w:bCs/>
                <w:color w:val="000000"/>
                <w:sz w:val="16"/>
                <w:szCs w:val="16"/>
              </w:rPr>
              <w:t>Manufacture &amp; supply</w:t>
            </w:r>
          </w:p>
        </w:tc>
        <w:tc>
          <w:tcPr>
            <w:tcW w:w="2239" w:type="dxa"/>
            <w:shd w:val="clear" w:color="auto" w:fill="auto"/>
            <w:noWrap/>
            <w:vAlign w:val="center"/>
            <w:hideMark/>
          </w:tcPr>
          <w:p w14:paraId="070B78A6" w14:textId="77777777" w:rsidR="009F32FC" w:rsidRPr="00A30D7A" w:rsidRDefault="009F32FC" w:rsidP="008563D6">
            <w:pPr>
              <w:rPr>
                <w:rFonts w:cs="Arial"/>
                <w:color w:val="000000"/>
                <w:sz w:val="16"/>
                <w:szCs w:val="16"/>
              </w:rPr>
            </w:pPr>
          </w:p>
        </w:tc>
        <w:tc>
          <w:tcPr>
            <w:tcW w:w="851" w:type="dxa"/>
            <w:vAlign w:val="center"/>
          </w:tcPr>
          <w:p w14:paraId="5E203F8F" w14:textId="77777777" w:rsidR="009F32FC" w:rsidRPr="00A30D7A" w:rsidRDefault="009F32FC" w:rsidP="008563D6">
            <w:pPr>
              <w:rPr>
                <w:rFonts w:cs="Arial"/>
                <w:color w:val="000000"/>
                <w:sz w:val="16"/>
                <w:szCs w:val="16"/>
              </w:rPr>
            </w:pPr>
          </w:p>
        </w:tc>
        <w:tc>
          <w:tcPr>
            <w:tcW w:w="425" w:type="dxa"/>
            <w:vAlign w:val="center"/>
          </w:tcPr>
          <w:p w14:paraId="16334730" w14:textId="77777777" w:rsidR="009F32FC" w:rsidRPr="00A30D7A" w:rsidRDefault="009F32FC" w:rsidP="008563D6">
            <w:pPr>
              <w:jc w:val="center"/>
              <w:rPr>
                <w:rFonts w:cs="Arial"/>
                <w:color w:val="000000"/>
                <w:sz w:val="16"/>
                <w:szCs w:val="16"/>
              </w:rPr>
            </w:pPr>
          </w:p>
        </w:tc>
        <w:tc>
          <w:tcPr>
            <w:tcW w:w="425" w:type="dxa"/>
            <w:vAlign w:val="center"/>
          </w:tcPr>
          <w:p w14:paraId="483EC80A" w14:textId="77777777" w:rsidR="009F32FC" w:rsidRPr="00A30D7A" w:rsidRDefault="009F32FC" w:rsidP="008563D6">
            <w:pPr>
              <w:jc w:val="center"/>
              <w:rPr>
                <w:rFonts w:cs="Arial"/>
                <w:color w:val="000000"/>
                <w:sz w:val="16"/>
                <w:szCs w:val="16"/>
              </w:rPr>
            </w:pPr>
          </w:p>
        </w:tc>
        <w:tc>
          <w:tcPr>
            <w:tcW w:w="425" w:type="dxa"/>
            <w:vAlign w:val="center"/>
          </w:tcPr>
          <w:p w14:paraId="2B8D0C0A" w14:textId="77777777" w:rsidR="009F32FC" w:rsidRPr="00A30D7A" w:rsidRDefault="009F32FC" w:rsidP="008563D6">
            <w:pPr>
              <w:jc w:val="center"/>
              <w:rPr>
                <w:rFonts w:cs="Arial"/>
                <w:color w:val="000000"/>
                <w:sz w:val="16"/>
                <w:szCs w:val="16"/>
              </w:rPr>
            </w:pPr>
          </w:p>
        </w:tc>
        <w:tc>
          <w:tcPr>
            <w:tcW w:w="449" w:type="dxa"/>
            <w:vAlign w:val="center"/>
          </w:tcPr>
          <w:p w14:paraId="5D139E64" w14:textId="77777777" w:rsidR="009F32FC" w:rsidRPr="00A30D7A" w:rsidRDefault="009F32FC" w:rsidP="008563D6">
            <w:pPr>
              <w:jc w:val="center"/>
              <w:rPr>
                <w:rFonts w:cs="Arial"/>
                <w:color w:val="000000"/>
                <w:sz w:val="16"/>
                <w:szCs w:val="16"/>
              </w:rPr>
            </w:pPr>
          </w:p>
        </w:tc>
        <w:tc>
          <w:tcPr>
            <w:tcW w:w="396" w:type="dxa"/>
            <w:vAlign w:val="center"/>
          </w:tcPr>
          <w:p w14:paraId="54B05C76" w14:textId="77777777" w:rsidR="009F32FC" w:rsidRPr="00A30D7A" w:rsidRDefault="009F32FC" w:rsidP="008563D6">
            <w:pPr>
              <w:jc w:val="center"/>
              <w:rPr>
                <w:rFonts w:cs="Arial"/>
                <w:color w:val="000000"/>
                <w:sz w:val="16"/>
                <w:szCs w:val="16"/>
              </w:rPr>
            </w:pPr>
          </w:p>
        </w:tc>
        <w:tc>
          <w:tcPr>
            <w:tcW w:w="396" w:type="dxa"/>
            <w:vAlign w:val="center"/>
          </w:tcPr>
          <w:p w14:paraId="0CD7F78F" w14:textId="77777777" w:rsidR="009F32FC" w:rsidRPr="00A30D7A" w:rsidRDefault="009F32FC" w:rsidP="008563D6">
            <w:pPr>
              <w:jc w:val="center"/>
              <w:rPr>
                <w:rFonts w:cs="Arial"/>
                <w:color w:val="000000"/>
                <w:sz w:val="16"/>
                <w:szCs w:val="16"/>
              </w:rPr>
            </w:pPr>
          </w:p>
        </w:tc>
        <w:tc>
          <w:tcPr>
            <w:tcW w:w="396" w:type="dxa"/>
            <w:vAlign w:val="center"/>
          </w:tcPr>
          <w:p w14:paraId="5440D083" w14:textId="77777777" w:rsidR="009F32FC" w:rsidRPr="00A30D7A" w:rsidRDefault="009F32FC" w:rsidP="008563D6">
            <w:pPr>
              <w:jc w:val="center"/>
              <w:rPr>
                <w:rFonts w:cs="Arial"/>
                <w:color w:val="000000"/>
                <w:sz w:val="16"/>
                <w:szCs w:val="16"/>
              </w:rPr>
            </w:pPr>
          </w:p>
        </w:tc>
        <w:tc>
          <w:tcPr>
            <w:tcW w:w="454" w:type="dxa"/>
            <w:vAlign w:val="center"/>
          </w:tcPr>
          <w:p w14:paraId="558C07D5" w14:textId="77777777" w:rsidR="009F32FC" w:rsidRPr="00A30D7A" w:rsidRDefault="009F32FC" w:rsidP="008563D6">
            <w:pPr>
              <w:jc w:val="center"/>
              <w:rPr>
                <w:rFonts w:cs="Arial"/>
                <w:color w:val="000000"/>
                <w:sz w:val="16"/>
                <w:szCs w:val="16"/>
              </w:rPr>
            </w:pPr>
          </w:p>
        </w:tc>
        <w:tc>
          <w:tcPr>
            <w:tcW w:w="454" w:type="dxa"/>
            <w:vAlign w:val="center"/>
          </w:tcPr>
          <w:p w14:paraId="781552D6" w14:textId="77777777" w:rsidR="009F32FC" w:rsidRPr="00A30D7A" w:rsidRDefault="009F32FC" w:rsidP="008563D6">
            <w:pPr>
              <w:jc w:val="center"/>
              <w:rPr>
                <w:rFonts w:cs="Arial"/>
                <w:color w:val="000000"/>
                <w:sz w:val="16"/>
                <w:szCs w:val="16"/>
              </w:rPr>
            </w:pPr>
          </w:p>
        </w:tc>
        <w:tc>
          <w:tcPr>
            <w:tcW w:w="432" w:type="dxa"/>
            <w:vAlign w:val="center"/>
          </w:tcPr>
          <w:p w14:paraId="6517E17D" w14:textId="77777777" w:rsidR="009F32FC" w:rsidRPr="00A30D7A" w:rsidRDefault="009F32FC" w:rsidP="008563D6">
            <w:pPr>
              <w:jc w:val="center"/>
              <w:rPr>
                <w:rFonts w:cs="Arial"/>
                <w:color w:val="000000"/>
                <w:sz w:val="16"/>
                <w:szCs w:val="16"/>
              </w:rPr>
            </w:pPr>
          </w:p>
        </w:tc>
        <w:tc>
          <w:tcPr>
            <w:tcW w:w="567" w:type="dxa"/>
            <w:vAlign w:val="center"/>
          </w:tcPr>
          <w:p w14:paraId="60325B17" w14:textId="77777777" w:rsidR="009F32FC" w:rsidRPr="00A30D7A" w:rsidRDefault="009F32FC" w:rsidP="008563D6">
            <w:pPr>
              <w:jc w:val="center"/>
              <w:rPr>
                <w:rFonts w:cs="Arial"/>
                <w:color w:val="000000"/>
                <w:sz w:val="16"/>
                <w:szCs w:val="16"/>
              </w:rPr>
            </w:pPr>
          </w:p>
        </w:tc>
      </w:tr>
      <w:tr w:rsidR="009F32FC" w:rsidRPr="00A30D7A" w14:paraId="1F553096" w14:textId="77777777" w:rsidTr="008563D6">
        <w:trPr>
          <w:cantSplit/>
          <w:trHeight w:val="397"/>
        </w:trPr>
        <w:tc>
          <w:tcPr>
            <w:tcW w:w="1300" w:type="dxa"/>
            <w:shd w:val="clear" w:color="auto" w:fill="F2F2F2" w:themeFill="background1" w:themeFillShade="F2"/>
            <w:noWrap/>
            <w:vAlign w:val="center"/>
            <w:hideMark/>
          </w:tcPr>
          <w:p w14:paraId="76453038" w14:textId="77777777" w:rsidR="009F32FC" w:rsidRPr="00A30D7A" w:rsidRDefault="009F32FC" w:rsidP="008563D6">
            <w:pPr>
              <w:rPr>
                <w:rFonts w:cs="Arial"/>
                <w:b/>
                <w:color w:val="000000"/>
                <w:sz w:val="16"/>
                <w:szCs w:val="16"/>
              </w:rPr>
            </w:pPr>
            <w:r w:rsidRPr="00A30D7A">
              <w:rPr>
                <w:rFonts w:cs="Arial"/>
                <w:b/>
                <w:color w:val="000000"/>
                <w:sz w:val="16"/>
                <w:szCs w:val="16"/>
              </w:rPr>
              <w:t>Warranties</w:t>
            </w:r>
          </w:p>
        </w:tc>
        <w:tc>
          <w:tcPr>
            <w:tcW w:w="2239" w:type="dxa"/>
            <w:shd w:val="clear" w:color="auto" w:fill="auto"/>
            <w:noWrap/>
            <w:vAlign w:val="center"/>
            <w:hideMark/>
          </w:tcPr>
          <w:p w14:paraId="5757CEC7" w14:textId="77777777" w:rsidR="009F32FC" w:rsidRPr="00A30D7A" w:rsidRDefault="009F32FC" w:rsidP="008563D6">
            <w:pPr>
              <w:rPr>
                <w:rFonts w:cs="Arial"/>
                <w:color w:val="000000"/>
                <w:sz w:val="16"/>
                <w:szCs w:val="16"/>
              </w:rPr>
            </w:pPr>
          </w:p>
        </w:tc>
        <w:tc>
          <w:tcPr>
            <w:tcW w:w="851" w:type="dxa"/>
            <w:vAlign w:val="center"/>
          </w:tcPr>
          <w:p w14:paraId="5EA47AA3" w14:textId="77777777" w:rsidR="009F32FC" w:rsidRPr="00A30D7A" w:rsidRDefault="009F32FC" w:rsidP="008563D6">
            <w:pPr>
              <w:rPr>
                <w:rFonts w:cs="Arial"/>
                <w:color w:val="000000"/>
                <w:sz w:val="16"/>
                <w:szCs w:val="16"/>
              </w:rPr>
            </w:pPr>
          </w:p>
        </w:tc>
        <w:tc>
          <w:tcPr>
            <w:tcW w:w="425" w:type="dxa"/>
            <w:vAlign w:val="center"/>
          </w:tcPr>
          <w:p w14:paraId="6701B0F4" w14:textId="77777777" w:rsidR="009F32FC" w:rsidRPr="00A30D7A" w:rsidRDefault="009F32FC" w:rsidP="008563D6">
            <w:pPr>
              <w:jc w:val="center"/>
              <w:rPr>
                <w:rFonts w:cs="Arial"/>
                <w:color w:val="000000"/>
                <w:sz w:val="16"/>
                <w:szCs w:val="16"/>
              </w:rPr>
            </w:pPr>
          </w:p>
        </w:tc>
        <w:tc>
          <w:tcPr>
            <w:tcW w:w="425" w:type="dxa"/>
            <w:vAlign w:val="center"/>
          </w:tcPr>
          <w:p w14:paraId="46EE7681" w14:textId="77777777" w:rsidR="009F32FC" w:rsidRPr="00A30D7A" w:rsidRDefault="009F32FC" w:rsidP="008563D6">
            <w:pPr>
              <w:jc w:val="center"/>
              <w:rPr>
                <w:rFonts w:cs="Arial"/>
                <w:color w:val="000000"/>
                <w:sz w:val="16"/>
                <w:szCs w:val="16"/>
              </w:rPr>
            </w:pPr>
          </w:p>
        </w:tc>
        <w:tc>
          <w:tcPr>
            <w:tcW w:w="425" w:type="dxa"/>
            <w:vAlign w:val="center"/>
          </w:tcPr>
          <w:p w14:paraId="454501FD" w14:textId="77777777" w:rsidR="009F32FC" w:rsidRPr="00A30D7A" w:rsidRDefault="009F32FC" w:rsidP="008563D6">
            <w:pPr>
              <w:jc w:val="center"/>
              <w:rPr>
                <w:rFonts w:cs="Arial"/>
                <w:color w:val="000000"/>
                <w:sz w:val="16"/>
                <w:szCs w:val="16"/>
              </w:rPr>
            </w:pPr>
          </w:p>
        </w:tc>
        <w:tc>
          <w:tcPr>
            <w:tcW w:w="449" w:type="dxa"/>
            <w:vAlign w:val="center"/>
          </w:tcPr>
          <w:p w14:paraId="036A198F" w14:textId="77777777" w:rsidR="009F32FC" w:rsidRPr="00A30D7A" w:rsidRDefault="009F32FC" w:rsidP="008563D6">
            <w:pPr>
              <w:jc w:val="center"/>
              <w:rPr>
                <w:rFonts w:cs="Arial"/>
                <w:color w:val="000000"/>
                <w:sz w:val="16"/>
                <w:szCs w:val="16"/>
              </w:rPr>
            </w:pPr>
          </w:p>
        </w:tc>
        <w:tc>
          <w:tcPr>
            <w:tcW w:w="396" w:type="dxa"/>
            <w:vAlign w:val="center"/>
          </w:tcPr>
          <w:p w14:paraId="186343D7" w14:textId="77777777" w:rsidR="009F32FC" w:rsidRPr="00A30D7A" w:rsidRDefault="009F32FC" w:rsidP="008563D6">
            <w:pPr>
              <w:jc w:val="center"/>
              <w:rPr>
                <w:rFonts w:cs="Arial"/>
                <w:color w:val="000000"/>
                <w:sz w:val="16"/>
                <w:szCs w:val="16"/>
              </w:rPr>
            </w:pPr>
          </w:p>
        </w:tc>
        <w:tc>
          <w:tcPr>
            <w:tcW w:w="396" w:type="dxa"/>
            <w:vAlign w:val="center"/>
          </w:tcPr>
          <w:p w14:paraId="332E4E1F" w14:textId="77777777" w:rsidR="009F32FC" w:rsidRPr="00A30D7A" w:rsidRDefault="009F32FC" w:rsidP="008563D6">
            <w:pPr>
              <w:jc w:val="center"/>
              <w:rPr>
                <w:rFonts w:cs="Arial"/>
                <w:color w:val="000000"/>
                <w:sz w:val="16"/>
                <w:szCs w:val="16"/>
              </w:rPr>
            </w:pPr>
          </w:p>
        </w:tc>
        <w:tc>
          <w:tcPr>
            <w:tcW w:w="396" w:type="dxa"/>
            <w:vAlign w:val="center"/>
          </w:tcPr>
          <w:p w14:paraId="1277CBE3" w14:textId="77777777" w:rsidR="009F32FC" w:rsidRPr="00A30D7A" w:rsidRDefault="009F32FC" w:rsidP="008563D6">
            <w:pPr>
              <w:jc w:val="center"/>
              <w:rPr>
                <w:rFonts w:cs="Arial"/>
                <w:color w:val="000000"/>
                <w:sz w:val="16"/>
                <w:szCs w:val="16"/>
              </w:rPr>
            </w:pPr>
          </w:p>
        </w:tc>
        <w:tc>
          <w:tcPr>
            <w:tcW w:w="454" w:type="dxa"/>
            <w:vAlign w:val="center"/>
          </w:tcPr>
          <w:p w14:paraId="18D58807" w14:textId="77777777" w:rsidR="009F32FC" w:rsidRPr="00A30D7A" w:rsidRDefault="009F32FC" w:rsidP="008563D6">
            <w:pPr>
              <w:jc w:val="center"/>
              <w:rPr>
                <w:rFonts w:cs="Arial"/>
                <w:color w:val="000000"/>
                <w:sz w:val="16"/>
                <w:szCs w:val="16"/>
              </w:rPr>
            </w:pPr>
          </w:p>
        </w:tc>
        <w:tc>
          <w:tcPr>
            <w:tcW w:w="454" w:type="dxa"/>
            <w:vAlign w:val="center"/>
          </w:tcPr>
          <w:p w14:paraId="52D02FBC" w14:textId="77777777" w:rsidR="009F32FC" w:rsidRPr="00A30D7A" w:rsidRDefault="009F32FC" w:rsidP="008563D6">
            <w:pPr>
              <w:jc w:val="center"/>
              <w:rPr>
                <w:rFonts w:cs="Arial"/>
                <w:color w:val="000000"/>
                <w:sz w:val="16"/>
                <w:szCs w:val="16"/>
              </w:rPr>
            </w:pPr>
          </w:p>
        </w:tc>
        <w:tc>
          <w:tcPr>
            <w:tcW w:w="432" w:type="dxa"/>
            <w:vAlign w:val="center"/>
          </w:tcPr>
          <w:p w14:paraId="17C42C2C" w14:textId="77777777" w:rsidR="009F32FC" w:rsidRPr="00A30D7A" w:rsidRDefault="009F32FC" w:rsidP="008563D6">
            <w:pPr>
              <w:jc w:val="center"/>
              <w:rPr>
                <w:rFonts w:cs="Arial"/>
                <w:color w:val="000000"/>
                <w:sz w:val="16"/>
                <w:szCs w:val="16"/>
              </w:rPr>
            </w:pPr>
          </w:p>
        </w:tc>
        <w:tc>
          <w:tcPr>
            <w:tcW w:w="567" w:type="dxa"/>
            <w:vAlign w:val="center"/>
          </w:tcPr>
          <w:p w14:paraId="5BDF4489" w14:textId="77777777" w:rsidR="009F32FC" w:rsidRPr="00A30D7A" w:rsidRDefault="009F32FC" w:rsidP="008563D6">
            <w:pPr>
              <w:jc w:val="center"/>
              <w:rPr>
                <w:rFonts w:cs="Arial"/>
                <w:color w:val="000000"/>
                <w:sz w:val="16"/>
                <w:szCs w:val="16"/>
              </w:rPr>
            </w:pPr>
          </w:p>
        </w:tc>
      </w:tr>
      <w:tr w:rsidR="009F32FC" w:rsidRPr="00A30D7A" w14:paraId="09B512CC" w14:textId="77777777" w:rsidTr="008563D6">
        <w:trPr>
          <w:cantSplit/>
          <w:trHeight w:val="397"/>
        </w:trPr>
        <w:tc>
          <w:tcPr>
            <w:tcW w:w="1300" w:type="dxa"/>
            <w:shd w:val="clear" w:color="auto" w:fill="F2F2F2" w:themeFill="background1" w:themeFillShade="F2"/>
            <w:noWrap/>
            <w:vAlign w:val="center"/>
            <w:hideMark/>
          </w:tcPr>
          <w:p w14:paraId="2235A4CA" w14:textId="77777777" w:rsidR="009F32FC" w:rsidRPr="00A30D7A" w:rsidRDefault="009F32FC" w:rsidP="008563D6">
            <w:pPr>
              <w:rPr>
                <w:rFonts w:cs="Arial"/>
                <w:b/>
                <w:bCs/>
                <w:color w:val="000000"/>
                <w:sz w:val="16"/>
                <w:szCs w:val="16"/>
              </w:rPr>
            </w:pPr>
            <w:r w:rsidRPr="00A30D7A">
              <w:rPr>
                <w:rFonts w:cs="Arial"/>
                <w:b/>
                <w:bCs/>
                <w:color w:val="000000"/>
                <w:sz w:val="16"/>
                <w:szCs w:val="16"/>
              </w:rPr>
              <w:t>Life cycle &amp; maintenance</w:t>
            </w:r>
          </w:p>
        </w:tc>
        <w:tc>
          <w:tcPr>
            <w:tcW w:w="2239" w:type="dxa"/>
            <w:shd w:val="clear" w:color="auto" w:fill="auto"/>
            <w:noWrap/>
            <w:vAlign w:val="center"/>
            <w:hideMark/>
          </w:tcPr>
          <w:p w14:paraId="7EFF98FE" w14:textId="77777777" w:rsidR="009F32FC" w:rsidRPr="00A30D7A" w:rsidRDefault="009F32FC" w:rsidP="008563D6">
            <w:pPr>
              <w:rPr>
                <w:rFonts w:cs="Arial"/>
                <w:color w:val="000000"/>
                <w:sz w:val="16"/>
                <w:szCs w:val="16"/>
              </w:rPr>
            </w:pPr>
          </w:p>
        </w:tc>
        <w:tc>
          <w:tcPr>
            <w:tcW w:w="851" w:type="dxa"/>
            <w:vAlign w:val="center"/>
          </w:tcPr>
          <w:p w14:paraId="2E9D50A5" w14:textId="77777777" w:rsidR="009F32FC" w:rsidRPr="00A30D7A" w:rsidRDefault="009F32FC" w:rsidP="008563D6">
            <w:pPr>
              <w:rPr>
                <w:rFonts w:cs="Arial"/>
                <w:color w:val="000000"/>
                <w:sz w:val="16"/>
                <w:szCs w:val="16"/>
              </w:rPr>
            </w:pPr>
          </w:p>
        </w:tc>
        <w:tc>
          <w:tcPr>
            <w:tcW w:w="425" w:type="dxa"/>
            <w:vAlign w:val="center"/>
          </w:tcPr>
          <w:p w14:paraId="642B93E5" w14:textId="77777777" w:rsidR="009F32FC" w:rsidRPr="00A30D7A" w:rsidRDefault="009F32FC" w:rsidP="008563D6">
            <w:pPr>
              <w:jc w:val="center"/>
              <w:rPr>
                <w:rFonts w:cs="Arial"/>
                <w:color w:val="000000"/>
                <w:sz w:val="16"/>
                <w:szCs w:val="16"/>
              </w:rPr>
            </w:pPr>
          </w:p>
        </w:tc>
        <w:tc>
          <w:tcPr>
            <w:tcW w:w="425" w:type="dxa"/>
            <w:vAlign w:val="center"/>
          </w:tcPr>
          <w:p w14:paraId="76D59CBE" w14:textId="77777777" w:rsidR="009F32FC" w:rsidRPr="00A30D7A" w:rsidRDefault="009F32FC" w:rsidP="008563D6">
            <w:pPr>
              <w:jc w:val="center"/>
              <w:rPr>
                <w:rFonts w:cs="Arial"/>
                <w:color w:val="000000"/>
                <w:sz w:val="16"/>
                <w:szCs w:val="16"/>
              </w:rPr>
            </w:pPr>
          </w:p>
        </w:tc>
        <w:tc>
          <w:tcPr>
            <w:tcW w:w="425" w:type="dxa"/>
            <w:vAlign w:val="center"/>
          </w:tcPr>
          <w:p w14:paraId="7BEB1C15" w14:textId="77777777" w:rsidR="009F32FC" w:rsidRPr="00A30D7A" w:rsidRDefault="009F32FC" w:rsidP="008563D6">
            <w:pPr>
              <w:jc w:val="center"/>
              <w:rPr>
                <w:rFonts w:cs="Arial"/>
                <w:color w:val="000000"/>
                <w:sz w:val="16"/>
                <w:szCs w:val="16"/>
              </w:rPr>
            </w:pPr>
          </w:p>
        </w:tc>
        <w:tc>
          <w:tcPr>
            <w:tcW w:w="449" w:type="dxa"/>
            <w:vAlign w:val="center"/>
          </w:tcPr>
          <w:p w14:paraId="05A14399" w14:textId="77777777" w:rsidR="009F32FC" w:rsidRPr="00A30D7A" w:rsidRDefault="009F32FC" w:rsidP="008563D6">
            <w:pPr>
              <w:jc w:val="center"/>
              <w:rPr>
                <w:rFonts w:cs="Arial"/>
                <w:color w:val="000000"/>
                <w:sz w:val="16"/>
                <w:szCs w:val="16"/>
              </w:rPr>
            </w:pPr>
          </w:p>
        </w:tc>
        <w:tc>
          <w:tcPr>
            <w:tcW w:w="396" w:type="dxa"/>
            <w:vAlign w:val="center"/>
          </w:tcPr>
          <w:p w14:paraId="16AB02B3" w14:textId="77777777" w:rsidR="009F32FC" w:rsidRPr="00A30D7A" w:rsidRDefault="009F32FC" w:rsidP="008563D6">
            <w:pPr>
              <w:jc w:val="center"/>
              <w:rPr>
                <w:rFonts w:cs="Arial"/>
                <w:color w:val="000000"/>
                <w:sz w:val="16"/>
                <w:szCs w:val="16"/>
              </w:rPr>
            </w:pPr>
          </w:p>
        </w:tc>
        <w:tc>
          <w:tcPr>
            <w:tcW w:w="396" w:type="dxa"/>
            <w:vAlign w:val="center"/>
          </w:tcPr>
          <w:p w14:paraId="399356C2" w14:textId="77777777" w:rsidR="009F32FC" w:rsidRPr="00A30D7A" w:rsidRDefault="009F32FC" w:rsidP="008563D6">
            <w:pPr>
              <w:jc w:val="center"/>
              <w:rPr>
                <w:rFonts w:cs="Arial"/>
                <w:color w:val="000000"/>
                <w:sz w:val="16"/>
                <w:szCs w:val="16"/>
              </w:rPr>
            </w:pPr>
          </w:p>
        </w:tc>
        <w:tc>
          <w:tcPr>
            <w:tcW w:w="396" w:type="dxa"/>
            <w:vAlign w:val="center"/>
          </w:tcPr>
          <w:p w14:paraId="64742020" w14:textId="77777777" w:rsidR="009F32FC" w:rsidRPr="00A30D7A" w:rsidRDefault="009F32FC" w:rsidP="008563D6">
            <w:pPr>
              <w:jc w:val="center"/>
              <w:rPr>
                <w:rFonts w:cs="Arial"/>
                <w:color w:val="000000"/>
                <w:sz w:val="16"/>
                <w:szCs w:val="16"/>
              </w:rPr>
            </w:pPr>
          </w:p>
        </w:tc>
        <w:tc>
          <w:tcPr>
            <w:tcW w:w="454" w:type="dxa"/>
            <w:vAlign w:val="center"/>
          </w:tcPr>
          <w:p w14:paraId="560148AF" w14:textId="77777777" w:rsidR="009F32FC" w:rsidRPr="00A30D7A" w:rsidRDefault="009F32FC" w:rsidP="008563D6">
            <w:pPr>
              <w:jc w:val="center"/>
              <w:rPr>
                <w:rFonts w:cs="Arial"/>
                <w:color w:val="000000"/>
                <w:sz w:val="16"/>
                <w:szCs w:val="16"/>
              </w:rPr>
            </w:pPr>
          </w:p>
        </w:tc>
        <w:tc>
          <w:tcPr>
            <w:tcW w:w="454" w:type="dxa"/>
            <w:vAlign w:val="center"/>
          </w:tcPr>
          <w:p w14:paraId="0A4E5258" w14:textId="77777777" w:rsidR="009F32FC" w:rsidRPr="00A30D7A" w:rsidRDefault="009F32FC" w:rsidP="008563D6">
            <w:pPr>
              <w:jc w:val="center"/>
              <w:rPr>
                <w:rFonts w:cs="Arial"/>
                <w:color w:val="000000"/>
                <w:sz w:val="16"/>
                <w:szCs w:val="16"/>
              </w:rPr>
            </w:pPr>
          </w:p>
        </w:tc>
        <w:tc>
          <w:tcPr>
            <w:tcW w:w="432" w:type="dxa"/>
            <w:vAlign w:val="center"/>
          </w:tcPr>
          <w:p w14:paraId="79B9BB9A" w14:textId="77777777" w:rsidR="009F32FC" w:rsidRPr="00A30D7A" w:rsidRDefault="009F32FC" w:rsidP="008563D6">
            <w:pPr>
              <w:jc w:val="center"/>
              <w:rPr>
                <w:rFonts w:cs="Arial"/>
                <w:color w:val="000000"/>
                <w:sz w:val="16"/>
                <w:szCs w:val="16"/>
              </w:rPr>
            </w:pPr>
          </w:p>
        </w:tc>
        <w:tc>
          <w:tcPr>
            <w:tcW w:w="567" w:type="dxa"/>
            <w:vAlign w:val="center"/>
          </w:tcPr>
          <w:p w14:paraId="655F07A4" w14:textId="77777777" w:rsidR="009F32FC" w:rsidRPr="00A30D7A" w:rsidRDefault="009F32FC" w:rsidP="008563D6">
            <w:pPr>
              <w:jc w:val="center"/>
              <w:rPr>
                <w:rFonts w:cs="Arial"/>
                <w:color w:val="000000"/>
                <w:sz w:val="16"/>
                <w:szCs w:val="16"/>
              </w:rPr>
            </w:pPr>
          </w:p>
        </w:tc>
      </w:tr>
      <w:tr w:rsidR="009F32FC" w:rsidRPr="00A30D7A" w14:paraId="57A4696F" w14:textId="77777777" w:rsidTr="008563D6">
        <w:trPr>
          <w:cantSplit/>
          <w:trHeight w:val="397"/>
        </w:trPr>
        <w:tc>
          <w:tcPr>
            <w:tcW w:w="1300" w:type="dxa"/>
            <w:shd w:val="clear" w:color="auto" w:fill="F2F2F2" w:themeFill="background1" w:themeFillShade="F2"/>
            <w:noWrap/>
            <w:vAlign w:val="center"/>
            <w:hideMark/>
          </w:tcPr>
          <w:p w14:paraId="029EC506" w14:textId="77777777" w:rsidR="009F32FC" w:rsidRPr="00A30D7A" w:rsidRDefault="009F32FC" w:rsidP="008563D6">
            <w:pPr>
              <w:rPr>
                <w:rFonts w:cs="Arial"/>
                <w:b/>
                <w:bCs/>
                <w:sz w:val="16"/>
                <w:szCs w:val="16"/>
              </w:rPr>
            </w:pPr>
            <w:r w:rsidRPr="00A30D7A">
              <w:rPr>
                <w:rFonts w:cs="Arial"/>
                <w:b/>
                <w:bCs/>
                <w:sz w:val="16"/>
                <w:szCs w:val="16"/>
              </w:rPr>
              <w:t>Temporal</w:t>
            </w:r>
          </w:p>
        </w:tc>
        <w:tc>
          <w:tcPr>
            <w:tcW w:w="2239" w:type="dxa"/>
            <w:shd w:val="clear" w:color="auto" w:fill="auto"/>
            <w:noWrap/>
            <w:vAlign w:val="center"/>
            <w:hideMark/>
          </w:tcPr>
          <w:p w14:paraId="1FF93167" w14:textId="77777777" w:rsidR="009F32FC" w:rsidRPr="00A30D7A" w:rsidRDefault="009F32FC" w:rsidP="008563D6">
            <w:pPr>
              <w:rPr>
                <w:rFonts w:cs="Arial"/>
                <w:color w:val="000000"/>
                <w:sz w:val="16"/>
                <w:szCs w:val="16"/>
              </w:rPr>
            </w:pPr>
          </w:p>
        </w:tc>
        <w:tc>
          <w:tcPr>
            <w:tcW w:w="851" w:type="dxa"/>
            <w:vAlign w:val="center"/>
          </w:tcPr>
          <w:p w14:paraId="35E8F511" w14:textId="77777777" w:rsidR="009F32FC" w:rsidRPr="00A30D7A" w:rsidRDefault="009F32FC" w:rsidP="008563D6">
            <w:pPr>
              <w:rPr>
                <w:rFonts w:cs="Arial"/>
                <w:color w:val="000000"/>
                <w:sz w:val="16"/>
                <w:szCs w:val="16"/>
              </w:rPr>
            </w:pPr>
          </w:p>
        </w:tc>
        <w:tc>
          <w:tcPr>
            <w:tcW w:w="425" w:type="dxa"/>
            <w:vAlign w:val="center"/>
          </w:tcPr>
          <w:p w14:paraId="450E63F1" w14:textId="77777777" w:rsidR="009F32FC" w:rsidRPr="00A30D7A" w:rsidRDefault="009F32FC" w:rsidP="008563D6">
            <w:pPr>
              <w:jc w:val="center"/>
              <w:rPr>
                <w:rFonts w:cs="Arial"/>
                <w:color w:val="000000"/>
                <w:sz w:val="16"/>
                <w:szCs w:val="16"/>
              </w:rPr>
            </w:pPr>
          </w:p>
        </w:tc>
        <w:tc>
          <w:tcPr>
            <w:tcW w:w="425" w:type="dxa"/>
            <w:vAlign w:val="center"/>
          </w:tcPr>
          <w:p w14:paraId="541CFB6D" w14:textId="77777777" w:rsidR="009F32FC" w:rsidRPr="00A30D7A" w:rsidRDefault="009F32FC" w:rsidP="008563D6">
            <w:pPr>
              <w:jc w:val="center"/>
              <w:rPr>
                <w:rFonts w:cs="Arial"/>
                <w:color w:val="000000"/>
                <w:sz w:val="16"/>
                <w:szCs w:val="16"/>
              </w:rPr>
            </w:pPr>
          </w:p>
        </w:tc>
        <w:tc>
          <w:tcPr>
            <w:tcW w:w="425" w:type="dxa"/>
            <w:vAlign w:val="center"/>
          </w:tcPr>
          <w:p w14:paraId="76E66D7F" w14:textId="77777777" w:rsidR="009F32FC" w:rsidRPr="00A30D7A" w:rsidRDefault="009F32FC" w:rsidP="008563D6">
            <w:pPr>
              <w:jc w:val="center"/>
              <w:rPr>
                <w:rFonts w:cs="Arial"/>
                <w:color w:val="000000"/>
                <w:sz w:val="16"/>
                <w:szCs w:val="16"/>
              </w:rPr>
            </w:pPr>
          </w:p>
        </w:tc>
        <w:tc>
          <w:tcPr>
            <w:tcW w:w="449" w:type="dxa"/>
            <w:vAlign w:val="center"/>
          </w:tcPr>
          <w:p w14:paraId="0103865E" w14:textId="77777777" w:rsidR="009F32FC" w:rsidRPr="00A30D7A" w:rsidRDefault="009F32FC" w:rsidP="008563D6">
            <w:pPr>
              <w:jc w:val="center"/>
              <w:rPr>
                <w:rFonts w:cs="Arial"/>
                <w:color w:val="000000"/>
                <w:sz w:val="16"/>
                <w:szCs w:val="16"/>
              </w:rPr>
            </w:pPr>
          </w:p>
        </w:tc>
        <w:tc>
          <w:tcPr>
            <w:tcW w:w="396" w:type="dxa"/>
            <w:vAlign w:val="center"/>
          </w:tcPr>
          <w:p w14:paraId="7F4686E8" w14:textId="77777777" w:rsidR="009F32FC" w:rsidRPr="00A30D7A" w:rsidRDefault="009F32FC" w:rsidP="008563D6">
            <w:pPr>
              <w:jc w:val="center"/>
              <w:rPr>
                <w:rFonts w:cs="Arial"/>
                <w:color w:val="000000"/>
                <w:sz w:val="16"/>
                <w:szCs w:val="16"/>
              </w:rPr>
            </w:pPr>
          </w:p>
        </w:tc>
        <w:tc>
          <w:tcPr>
            <w:tcW w:w="396" w:type="dxa"/>
            <w:vAlign w:val="center"/>
          </w:tcPr>
          <w:p w14:paraId="4FB26C6A" w14:textId="77777777" w:rsidR="009F32FC" w:rsidRPr="00A30D7A" w:rsidRDefault="009F32FC" w:rsidP="008563D6">
            <w:pPr>
              <w:jc w:val="center"/>
              <w:rPr>
                <w:rFonts w:cs="Arial"/>
                <w:color w:val="000000"/>
                <w:sz w:val="16"/>
                <w:szCs w:val="16"/>
              </w:rPr>
            </w:pPr>
          </w:p>
        </w:tc>
        <w:tc>
          <w:tcPr>
            <w:tcW w:w="396" w:type="dxa"/>
            <w:vAlign w:val="center"/>
          </w:tcPr>
          <w:p w14:paraId="0AF606BD" w14:textId="77777777" w:rsidR="009F32FC" w:rsidRPr="00A30D7A" w:rsidRDefault="009F32FC" w:rsidP="008563D6">
            <w:pPr>
              <w:jc w:val="center"/>
              <w:rPr>
                <w:rFonts w:cs="Arial"/>
                <w:color w:val="000000"/>
                <w:sz w:val="16"/>
                <w:szCs w:val="16"/>
              </w:rPr>
            </w:pPr>
          </w:p>
        </w:tc>
        <w:tc>
          <w:tcPr>
            <w:tcW w:w="454" w:type="dxa"/>
            <w:vAlign w:val="center"/>
          </w:tcPr>
          <w:p w14:paraId="1B6D272D" w14:textId="77777777" w:rsidR="009F32FC" w:rsidRPr="00A30D7A" w:rsidRDefault="009F32FC" w:rsidP="008563D6">
            <w:pPr>
              <w:jc w:val="center"/>
              <w:rPr>
                <w:rFonts w:cs="Arial"/>
                <w:color w:val="000000"/>
                <w:sz w:val="16"/>
                <w:szCs w:val="16"/>
              </w:rPr>
            </w:pPr>
          </w:p>
        </w:tc>
        <w:tc>
          <w:tcPr>
            <w:tcW w:w="454" w:type="dxa"/>
            <w:vAlign w:val="center"/>
          </w:tcPr>
          <w:p w14:paraId="4584AAC3" w14:textId="77777777" w:rsidR="009F32FC" w:rsidRPr="00A30D7A" w:rsidRDefault="009F32FC" w:rsidP="008563D6">
            <w:pPr>
              <w:jc w:val="center"/>
              <w:rPr>
                <w:rFonts w:cs="Arial"/>
                <w:color w:val="000000"/>
                <w:sz w:val="16"/>
                <w:szCs w:val="16"/>
              </w:rPr>
            </w:pPr>
          </w:p>
        </w:tc>
        <w:tc>
          <w:tcPr>
            <w:tcW w:w="432" w:type="dxa"/>
            <w:vAlign w:val="center"/>
          </w:tcPr>
          <w:p w14:paraId="0D97C446" w14:textId="77777777" w:rsidR="009F32FC" w:rsidRPr="00A30D7A" w:rsidRDefault="009F32FC" w:rsidP="008563D6">
            <w:pPr>
              <w:jc w:val="center"/>
              <w:rPr>
                <w:rFonts w:cs="Arial"/>
                <w:color w:val="000000"/>
                <w:sz w:val="16"/>
                <w:szCs w:val="16"/>
              </w:rPr>
            </w:pPr>
          </w:p>
        </w:tc>
        <w:tc>
          <w:tcPr>
            <w:tcW w:w="567" w:type="dxa"/>
            <w:vAlign w:val="center"/>
          </w:tcPr>
          <w:p w14:paraId="12516535" w14:textId="77777777" w:rsidR="009F32FC" w:rsidRPr="00A30D7A" w:rsidRDefault="009F32FC" w:rsidP="008563D6">
            <w:pPr>
              <w:jc w:val="center"/>
              <w:rPr>
                <w:rFonts w:cs="Arial"/>
                <w:color w:val="000000"/>
                <w:sz w:val="16"/>
                <w:szCs w:val="16"/>
              </w:rPr>
            </w:pPr>
          </w:p>
        </w:tc>
      </w:tr>
      <w:tr w:rsidR="009F32FC" w:rsidRPr="00A30D7A" w14:paraId="4DA35472" w14:textId="77777777" w:rsidTr="008563D6">
        <w:trPr>
          <w:cantSplit/>
          <w:trHeight w:val="397"/>
        </w:trPr>
        <w:tc>
          <w:tcPr>
            <w:tcW w:w="1300" w:type="dxa"/>
            <w:shd w:val="clear" w:color="auto" w:fill="F2F2F2" w:themeFill="background1" w:themeFillShade="F2"/>
            <w:noWrap/>
            <w:vAlign w:val="center"/>
          </w:tcPr>
          <w:p w14:paraId="596DB697" w14:textId="77777777" w:rsidR="009F32FC" w:rsidRPr="00A30D7A" w:rsidRDefault="009F32FC" w:rsidP="008563D6">
            <w:pPr>
              <w:rPr>
                <w:rFonts w:cs="Arial"/>
                <w:bCs/>
                <w:color w:val="000000"/>
                <w:sz w:val="16"/>
                <w:szCs w:val="16"/>
              </w:rPr>
            </w:pPr>
            <w:r w:rsidRPr="00A30D7A">
              <w:rPr>
                <w:rFonts w:cs="Arial"/>
                <w:b/>
                <w:bCs/>
                <w:color w:val="000000"/>
                <w:sz w:val="16"/>
                <w:szCs w:val="16"/>
              </w:rPr>
              <w:t>Performance</w:t>
            </w:r>
          </w:p>
        </w:tc>
        <w:tc>
          <w:tcPr>
            <w:tcW w:w="2239" w:type="dxa"/>
            <w:shd w:val="clear" w:color="auto" w:fill="auto"/>
            <w:noWrap/>
            <w:vAlign w:val="center"/>
          </w:tcPr>
          <w:p w14:paraId="6102B4F1" w14:textId="77777777" w:rsidR="009F32FC" w:rsidRPr="00A30D7A" w:rsidRDefault="009F32FC" w:rsidP="008563D6">
            <w:pPr>
              <w:rPr>
                <w:rFonts w:cs="Arial"/>
                <w:color w:val="000000"/>
                <w:sz w:val="16"/>
                <w:szCs w:val="16"/>
              </w:rPr>
            </w:pPr>
          </w:p>
        </w:tc>
        <w:tc>
          <w:tcPr>
            <w:tcW w:w="851" w:type="dxa"/>
            <w:vAlign w:val="center"/>
          </w:tcPr>
          <w:p w14:paraId="3FE46595" w14:textId="77777777" w:rsidR="009F32FC" w:rsidRPr="00A30D7A" w:rsidRDefault="009F32FC" w:rsidP="008563D6">
            <w:pPr>
              <w:rPr>
                <w:rFonts w:cs="Arial"/>
                <w:color w:val="000000"/>
                <w:sz w:val="16"/>
                <w:szCs w:val="16"/>
              </w:rPr>
            </w:pPr>
          </w:p>
        </w:tc>
        <w:tc>
          <w:tcPr>
            <w:tcW w:w="425" w:type="dxa"/>
            <w:vAlign w:val="center"/>
          </w:tcPr>
          <w:p w14:paraId="3819CB6A" w14:textId="77777777" w:rsidR="009F32FC" w:rsidRPr="00A30D7A" w:rsidRDefault="009F32FC" w:rsidP="008563D6">
            <w:pPr>
              <w:jc w:val="center"/>
              <w:rPr>
                <w:rFonts w:cs="Arial"/>
                <w:color w:val="000000"/>
                <w:sz w:val="16"/>
                <w:szCs w:val="16"/>
              </w:rPr>
            </w:pPr>
          </w:p>
        </w:tc>
        <w:tc>
          <w:tcPr>
            <w:tcW w:w="425" w:type="dxa"/>
            <w:vAlign w:val="center"/>
          </w:tcPr>
          <w:p w14:paraId="509D6385" w14:textId="77777777" w:rsidR="009F32FC" w:rsidRPr="00A30D7A" w:rsidRDefault="009F32FC" w:rsidP="008563D6">
            <w:pPr>
              <w:jc w:val="center"/>
              <w:rPr>
                <w:rFonts w:cs="Arial"/>
                <w:color w:val="000000"/>
                <w:sz w:val="16"/>
                <w:szCs w:val="16"/>
              </w:rPr>
            </w:pPr>
          </w:p>
        </w:tc>
        <w:tc>
          <w:tcPr>
            <w:tcW w:w="425" w:type="dxa"/>
            <w:vAlign w:val="center"/>
          </w:tcPr>
          <w:p w14:paraId="40FFC021" w14:textId="77777777" w:rsidR="009F32FC" w:rsidRPr="00A30D7A" w:rsidRDefault="009F32FC" w:rsidP="008563D6">
            <w:pPr>
              <w:jc w:val="center"/>
              <w:rPr>
                <w:rFonts w:cs="Arial"/>
                <w:color w:val="000000"/>
                <w:sz w:val="16"/>
                <w:szCs w:val="16"/>
              </w:rPr>
            </w:pPr>
          </w:p>
        </w:tc>
        <w:tc>
          <w:tcPr>
            <w:tcW w:w="449" w:type="dxa"/>
            <w:vAlign w:val="center"/>
          </w:tcPr>
          <w:p w14:paraId="2E7A9186" w14:textId="77777777" w:rsidR="009F32FC" w:rsidRPr="00A30D7A" w:rsidRDefault="009F32FC" w:rsidP="008563D6">
            <w:pPr>
              <w:jc w:val="center"/>
              <w:rPr>
                <w:rFonts w:cs="Arial"/>
                <w:color w:val="000000"/>
                <w:sz w:val="16"/>
                <w:szCs w:val="16"/>
              </w:rPr>
            </w:pPr>
          </w:p>
        </w:tc>
        <w:tc>
          <w:tcPr>
            <w:tcW w:w="396" w:type="dxa"/>
            <w:vAlign w:val="center"/>
          </w:tcPr>
          <w:p w14:paraId="2F2D8BDC" w14:textId="77777777" w:rsidR="009F32FC" w:rsidRPr="00A30D7A" w:rsidRDefault="009F32FC" w:rsidP="008563D6">
            <w:pPr>
              <w:jc w:val="center"/>
              <w:rPr>
                <w:rFonts w:cs="Arial"/>
                <w:color w:val="000000"/>
                <w:sz w:val="16"/>
                <w:szCs w:val="16"/>
              </w:rPr>
            </w:pPr>
          </w:p>
        </w:tc>
        <w:tc>
          <w:tcPr>
            <w:tcW w:w="396" w:type="dxa"/>
            <w:vAlign w:val="center"/>
          </w:tcPr>
          <w:p w14:paraId="015B4A06" w14:textId="77777777" w:rsidR="009F32FC" w:rsidRPr="00A30D7A" w:rsidRDefault="009F32FC" w:rsidP="008563D6">
            <w:pPr>
              <w:jc w:val="center"/>
              <w:rPr>
                <w:rFonts w:cs="Arial"/>
                <w:color w:val="000000"/>
                <w:sz w:val="16"/>
                <w:szCs w:val="16"/>
              </w:rPr>
            </w:pPr>
          </w:p>
        </w:tc>
        <w:tc>
          <w:tcPr>
            <w:tcW w:w="396" w:type="dxa"/>
            <w:vAlign w:val="center"/>
          </w:tcPr>
          <w:p w14:paraId="26336627" w14:textId="77777777" w:rsidR="009F32FC" w:rsidRPr="00A30D7A" w:rsidRDefault="009F32FC" w:rsidP="008563D6">
            <w:pPr>
              <w:jc w:val="center"/>
              <w:rPr>
                <w:rFonts w:cs="Arial"/>
                <w:color w:val="000000"/>
                <w:sz w:val="16"/>
                <w:szCs w:val="16"/>
              </w:rPr>
            </w:pPr>
          </w:p>
        </w:tc>
        <w:tc>
          <w:tcPr>
            <w:tcW w:w="454" w:type="dxa"/>
            <w:vAlign w:val="center"/>
          </w:tcPr>
          <w:p w14:paraId="1CE2B2D3" w14:textId="77777777" w:rsidR="009F32FC" w:rsidRPr="00A30D7A" w:rsidRDefault="009F32FC" w:rsidP="008563D6">
            <w:pPr>
              <w:jc w:val="center"/>
              <w:rPr>
                <w:rFonts w:cs="Arial"/>
                <w:color w:val="000000"/>
                <w:sz w:val="16"/>
                <w:szCs w:val="16"/>
              </w:rPr>
            </w:pPr>
          </w:p>
        </w:tc>
        <w:tc>
          <w:tcPr>
            <w:tcW w:w="454" w:type="dxa"/>
            <w:vAlign w:val="center"/>
          </w:tcPr>
          <w:p w14:paraId="3FF300A9" w14:textId="77777777" w:rsidR="009F32FC" w:rsidRPr="00A30D7A" w:rsidRDefault="009F32FC" w:rsidP="008563D6">
            <w:pPr>
              <w:jc w:val="center"/>
              <w:rPr>
                <w:rFonts w:cs="Arial"/>
                <w:color w:val="000000"/>
                <w:sz w:val="16"/>
                <w:szCs w:val="16"/>
              </w:rPr>
            </w:pPr>
          </w:p>
        </w:tc>
        <w:tc>
          <w:tcPr>
            <w:tcW w:w="432" w:type="dxa"/>
            <w:vAlign w:val="center"/>
          </w:tcPr>
          <w:p w14:paraId="686D37D5" w14:textId="77777777" w:rsidR="009F32FC" w:rsidRPr="00A30D7A" w:rsidRDefault="009F32FC" w:rsidP="008563D6">
            <w:pPr>
              <w:jc w:val="center"/>
              <w:rPr>
                <w:rFonts w:cs="Arial"/>
                <w:color w:val="000000"/>
                <w:sz w:val="16"/>
                <w:szCs w:val="16"/>
              </w:rPr>
            </w:pPr>
          </w:p>
        </w:tc>
        <w:tc>
          <w:tcPr>
            <w:tcW w:w="567" w:type="dxa"/>
            <w:vAlign w:val="center"/>
          </w:tcPr>
          <w:p w14:paraId="4103E635" w14:textId="77777777" w:rsidR="009F32FC" w:rsidRPr="00A30D7A" w:rsidRDefault="009F32FC" w:rsidP="008563D6">
            <w:pPr>
              <w:jc w:val="center"/>
              <w:rPr>
                <w:rFonts w:cs="Arial"/>
                <w:color w:val="000000"/>
                <w:sz w:val="16"/>
                <w:szCs w:val="16"/>
              </w:rPr>
            </w:pPr>
          </w:p>
        </w:tc>
      </w:tr>
      <w:tr w:rsidR="009F32FC" w:rsidRPr="00A30D7A" w14:paraId="68EB3126" w14:textId="77777777" w:rsidTr="008563D6">
        <w:trPr>
          <w:cantSplit/>
          <w:trHeight w:val="397"/>
        </w:trPr>
        <w:tc>
          <w:tcPr>
            <w:tcW w:w="1300" w:type="dxa"/>
            <w:shd w:val="clear" w:color="auto" w:fill="F2F2F2" w:themeFill="background1" w:themeFillShade="F2"/>
            <w:noWrap/>
            <w:vAlign w:val="center"/>
            <w:hideMark/>
          </w:tcPr>
          <w:p w14:paraId="0DEB876A" w14:textId="77777777" w:rsidR="009F32FC" w:rsidRPr="00A30D7A" w:rsidRDefault="009F32FC" w:rsidP="008563D6">
            <w:pPr>
              <w:rPr>
                <w:rFonts w:cs="Arial"/>
                <w:b/>
                <w:bCs/>
                <w:color w:val="000000"/>
                <w:sz w:val="16"/>
                <w:szCs w:val="16"/>
              </w:rPr>
            </w:pPr>
            <w:r w:rsidRPr="00A30D7A">
              <w:rPr>
                <w:rFonts w:cs="Arial"/>
                <w:b/>
                <w:bCs/>
                <w:color w:val="000000"/>
                <w:sz w:val="16"/>
                <w:szCs w:val="16"/>
              </w:rPr>
              <w:t>Condition</w:t>
            </w:r>
          </w:p>
        </w:tc>
        <w:tc>
          <w:tcPr>
            <w:tcW w:w="2239" w:type="dxa"/>
            <w:shd w:val="clear" w:color="auto" w:fill="auto"/>
            <w:noWrap/>
            <w:vAlign w:val="center"/>
            <w:hideMark/>
          </w:tcPr>
          <w:p w14:paraId="1FB69380" w14:textId="77777777" w:rsidR="009F32FC" w:rsidRPr="00A30D7A" w:rsidRDefault="009F32FC" w:rsidP="008563D6">
            <w:pPr>
              <w:rPr>
                <w:rFonts w:cs="Arial"/>
                <w:color w:val="000000"/>
                <w:sz w:val="16"/>
                <w:szCs w:val="16"/>
              </w:rPr>
            </w:pPr>
          </w:p>
        </w:tc>
        <w:tc>
          <w:tcPr>
            <w:tcW w:w="851" w:type="dxa"/>
            <w:vAlign w:val="center"/>
          </w:tcPr>
          <w:p w14:paraId="3A454C7F" w14:textId="77777777" w:rsidR="009F32FC" w:rsidRPr="00A30D7A" w:rsidRDefault="009F32FC" w:rsidP="008563D6">
            <w:pPr>
              <w:rPr>
                <w:rFonts w:cs="Arial"/>
                <w:color w:val="000000"/>
                <w:sz w:val="16"/>
                <w:szCs w:val="16"/>
              </w:rPr>
            </w:pPr>
          </w:p>
        </w:tc>
        <w:tc>
          <w:tcPr>
            <w:tcW w:w="425" w:type="dxa"/>
            <w:vAlign w:val="center"/>
          </w:tcPr>
          <w:p w14:paraId="0F948A6B" w14:textId="77777777" w:rsidR="009F32FC" w:rsidRPr="00A30D7A" w:rsidRDefault="009F32FC" w:rsidP="008563D6">
            <w:pPr>
              <w:jc w:val="center"/>
              <w:rPr>
                <w:rFonts w:cs="Arial"/>
                <w:color w:val="000000"/>
                <w:sz w:val="16"/>
                <w:szCs w:val="16"/>
              </w:rPr>
            </w:pPr>
          </w:p>
        </w:tc>
        <w:tc>
          <w:tcPr>
            <w:tcW w:w="425" w:type="dxa"/>
            <w:vAlign w:val="center"/>
          </w:tcPr>
          <w:p w14:paraId="508EDC06" w14:textId="77777777" w:rsidR="009F32FC" w:rsidRPr="00A30D7A" w:rsidRDefault="009F32FC" w:rsidP="008563D6">
            <w:pPr>
              <w:jc w:val="center"/>
              <w:rPr>
                <w:rFonts w:cs="Arial"/>
                <w:color w:val="000000"/>
                <w:sz w:val="16"/>
                <w:szCs w:val="16"/>
              </w:rPr>
            </w:pPr>
          </w:p>
        </w:tc>
        <w:tc>
          <w:tcPr>
            <w:tcW w:w="425" w:type="dxa"/>
            <w:vAlign w:val="center"/>
          </w:tcPr>
          <w:p w14:paraId="139BB204" w14:textId="77777777" w:rsidR="009F32FC" w:rsidRPr="00A30D7A" w:rsidRDefault="009F32FC" w:rsidP="008563D6">
            <w:pPr>
              <w:jc w:val="center"/>
              <w:rPr>
                <w:rFonts w:cs="Arial"/>
                <w:color w:val="000000"/>
                <w:sz w:val="16"/>
                <w:szCs w:val="16"/>
              </w:rPr>
            </w:pPr>
          </w:p>
        </w:tc>
        <w:tc>
          <w:tcPr>
            <w:tcW w:w="449" w:type="dxa"/>
            <w:vAlign w:val="center"/>
          </w:tcPr>
          <w:p w14:paraId="57090324" w14:textId="77777777" w:rsidR="009F32FC" w:rsidRPr="00A30D7A" w:rsidRDefault="009F32FC" w:rsidP="008563D6">
            <w:pPr>
              <w:jc w:val="center"/>
              <w:rPr>
                <w:rFonts w:cs="Arial"/>
                <w:color w:val="000000"/>
                <w:sz w:val="16"/>
                <w:szCs w:val="16"/>
              </w:rPr>
            </w:pPr>
          </w:p>
        </w:tc>
        <w:tc>
          <w:tcPr>
            <w:tcW w:w="396" w:type="dxa"/>
            <w:vAlign w:val="center"/>
          </w:tcPr>
          <w:p w14:paraId="0FCA650E" w14:textId="77777777" w:rsidR="009F32FC" w:rsidRPr="00A30D7A" w:rsidRDefault="009F32FC" w:rsidP="008563D6">
            <w:pPr>
              <w:jc w:val="center"/>
              <w:rPr>
                <w:rFonts w:cs="Arial"/>
                <w:color w:val="000000"/>
                <w:sz w:val="16"/>
                <w:szCs w:val="16"/>
              </w:rPr>
            </w:pPr>
          </w:p>
        </w:tc>
        <w:tc>
          <w:tcPr>
            <w:tcW w:w="396" w:type="dxa"/>
            <w:vAlign w:val="center"/>
          </w:tcPr>
          <w:p w14:paraId="62938FEB" w14:textId="77777777" w:rsidR="009F32FC" w:rsidRPr="00A30D7A" w:rsidRDefault="009F32FC" w:rsidP="008563D6">
            <w:pPr>
              <w:jc w:val="center"/>
              <w:rPr>
                <w:rFonts w:cs="Arial"/>
                <w:color w:val="000000"/>
                <w:sz w:val="16"/>
                <w:szCs w:val="16"/>
              </w:rPr>
            </w:pPr>
          </w:p>
        </w:tc>
        <w:tc>
          <w:tcPr>
            <w:tcW w:w="396" w:type="dxa"/>
            <w:vAlign w:val="center"/>
          </w:tcPr>
          <w:p w14:paraId="52050F4C" w14:textId="77777777" w:rsidR="009F32FC" w:rsidRPr="00A30D7A" w:rsidRDefault="009F32FC" w:rsidP="008563D6">
            <w:pPr>
              <w:jc w:val="center"/>
              <w:rPr>
                <w:rFonts w:cs="Arial"/>
                <w:color w:val="000000"/>
                <w:sz w:val="16"/>
                <w:szCs w:val="16"/>
              </w:rPr>
            </w:pPr>
          </w:p>
        </w:tc>
        <w:tc>
          <w:tcPr>
            <w:tcW w:w="454" w:type="dxa"/>
            <w:vAlign w:val="center"/>
          </w:tcPr>
          <w:p w14:paraId="2728CA27" w14:textId="77777777" w:rsidR="009F32FC" w:rsidRPr="00A30D7A" w:rsidRDefault="009F32FC" w:rsidP="008563D6">
            <w:pPr>
              <w:jc w:val="center"/>
              <w:rPr>
                <w:rFonts w:cs="Arial"/>
                <w:color w:val="000000"/>
                <w:sz w:val="16"/>
                <w:szCs w:val="16"/>
              </w:rPr>
            </w:pPr>
          </w:p>
        </w:tc>
        <w:tc>
          <w:tcPr>
            <w:tcW w:w="454" w:type="dxa"/>
            <w:vAlign w:val="center"/>
          </w:tcPr>
          <w:p w14:paraId="62DFF117" w14:textId="77777777" w:rsidR="009F32FC" w:rsidRPr="00A30D7A" w:rsidRDefault="009F32FC" w:rsidP="008563D6">
            <w:pPr>
              <w:jc w:val="center"/>
              <w:rPr>
                <w:rFonts w:cs="Arial"/>
                <w:color w:val="000000"/>
                <w:sz w:val="16"/>
                <w:szCs w:val="16"/>
              </w:rPr>
            </w:pPr>
          </w:p>
        </w:tc>
        <w:tc>
          <w:tcPr>
            <w:tcW w:w="432" w:type="dxa"/>
            <w:vAlign w:val="center"/>
          </w:tcPr>
          <w:p w14:paraId="4430DEAA" w14:textId="77777777" w:rsidR="009F32FC" w:rsidRPr="00A30D7A" w:rsidRDefault="009F32FC" w:rsidP="008563D6">
            <w:pPr>
              <w:jc w:val="center"/>
              <w:rPr>
                <w:rFonts w:cs="Arial"/>
                <w:color w:val="000000"/>
                <w:sz w:val="16"/>
                <w:szCs w:val="16"/>
              </w:rPr>
            </w:pPr>
          </w:p>
        </w:tc>
        <w:tc>
          <w:tcPr>
            <w:tcW w:w="567" w:type="dxa"/>
            <w:vAlign w:val="center"/>
          </w:tcPr>
          <w:p w14:paraId="21DAFB66" w14:textId="77777777" w:rsidR="009F32FC" w:rsidRPr="00A30D7A" w:rsidRDefault="009F32FC" w:rsidP="008563D6">
            <w:pPr>
              <w:jc w:val="center"/>
              <w:rPr>
                <w:rFonts w:cs="Arial"/>
                <w:color w:val="000000"/>
                <w:sz w:val="16"/>
                <w:szCs w:val="16"/>
              </w:rPr>
            </w:pPr>
          </w:p>
        </w:tc>
      </w:tr>
      <w:tr w:rsidR="009F32FC" w:rsidRPr="00A30D7A" w14:paraId="62F4B106" w14:textId="77777777" w:rsidTr="008563D6">
        <w:trPr>
          <w:cantSplit/>
          <w:trHeight w:val="397"/>
        </w:trPr>
        <w:tc>
          <w:tcPr>
            <w:tcW w:w="1300" w:type="dxa"/>
            <w:shd w:val="clear" w:color="auto" w:fill="F2F2F2" w:themeFill="background1" w:themeFillShade="F2"/>
            <w:noWrap/>
            <w:vAlign w:val="center"/>
          </w:tcPr>
          <w:p w14:paraId="21C96861" w14:textId="77777777" w:rsidR="009F32FC" w:rsidRPr="00A30D7A" w:rsidRDefault="009F32FC" w:rsidP="008563D6">
            <w:pPr>
              <w:rPr>
                <w:rFonts w:cs="Arial"/>
                <w:b/>
                <w:bCs/>
                <w:color w:val="000000"/>
                <w:sz w:val="16"/>
                <w:szCs w:val="16"/>
              </w:rPr>
            </w:pPr>
            <w:r w:rsidRPr="00A30D7A">
              <w:rPr>
                <w:rFonts w:cs="Arial"/>
                <w:b/>
                <w:bCs/>
                <w:color w:val="000000"/>
                <w:sz w:val="16"/>
                <w:szCs w:val="16"/>
              </w:rPr>
              <w:t>Financial</w:t>
            </w:r>
          </w:p>
        </w:tc>
        <w:tc>
          <w:tcPr>
            <w:tcW w:w="2239" w:type="dxa"/>
            <w:shd w:val="clear" w:color="auto" w:fill="auto"/>
            <w:noWrap/>
            <w:vAlign w:val="center"/>
          </w:tcPr>
          <w:p w14:paraId="46B62874" w14:textId="77777777" w:rsidR="009F32FC" w:rsidRPr="00A30D7A" w:rsidRDefault="009F32FC" w:rsidP="008563D6">
            <w:pPr>
              <w:rPr>
                <w:rFonts w:cs="Arial"/>
                <w:color w:val="000000"/>
                <w:sz w:val="16"/>
                <w:szCs w:val="16"/>
              </w:rPr>
            </w:pPr>
          </w:p>
        </w:tc>
        <w:tc>
          <w:tcPr>
            <w:tcW w:w="851" w:type="dxa"/>
            <w:vAlign w:val="center"/>
          </w:tcPr>
          <w:p w14:paraId="553AD477" w14:textId="77777777" w:rsidR="009F32FC" w:rsidRPr="00A30D7A" w:rsidRDefault="009F32FC" w:rsidP="008563D6">
            <w:pPr>
              <w:rPr>
                <w:rFonts w:cs="Arial"/>
                <w:color w:val="000000"/>
                <w:sz w:val="16"/>
                <w:szCs w:val="16"/>
              </w:rPr>
            </w:pPr>
          </w:p>
        </w:tc>
        <w:tc>
          <w:tcPr>
            <w:tcW w:w="425" w:type="dxa"/>
            <w:vAlign w:val="center"/>
          </w:tcPr>
          <w:p w14:paraId="4CF5A967" w14:textId="77777777" w:rsidR="009F32FC" w:rsidRPr="00A30D7A" w:rsidRDefault="009F32FC" w:rsidP="008563D6">
            <w:pPr>
              <w:jc w:val="center"/>
              <w:rPr>
                <w:rFonts w:cs="Arial"/>
                <w:color w:val="000000"/>
                <w:sz w:val="16"/>
                <w:szCs w:val="16"/>
              </w:rPr>
            </w:pPr>
          </w:p>
        </w:tc>
        <w:tc>
          <w:tcPr>
            <w:tcW w:w="425" w:type="dxa"/>
            <w:vAlign w:val="center"/>
          </w:tcPr>
          <w:p w14:paraId="0770BBE6" w14:textId="77777777" w:rsidR="009F32FC" w:rsidRPr="00A30D7A" w:rsidRDefault="009F32FC" w:rsidP="008563D6">
            <w:pPr>
              <w:jc w:val="center"/>
              <w:rPr>
                <w:rFonts w:cs="Arial"/>
                <w:color w:val="000000"/>
                <w:sz w:val="16"/>
                <w:szCs w:val="16"/>
              </w:rPr>
            </w:pPr>
          </w:p>
        </w:tc>
        <w:tc>
          <w:tcPr>
            <w:tcW w:w="425" w:type="dxa"/>
            <w:vAlign w:val="center"/>
          </w:tcPr>
          <w:p w14:paraId="0AE5141D" w14:textId="77777777" w:rsidR="009F32FC" w:rsidRPr="00A30D7A" w:rsidRDefault="009F32FC" w:rsidP="008563D6">
            <w:pPr>
              <w:jc w:val="center"/>
              <w:rPr>
                <w:rFonts w:cs="Arial"/>
                <w:color w:val="000000"/>
                <w:sz w:val="16"/>
                <w:szCs w:val="16"/>
              </w:rPr>
            </w:pPr>
          </w:p>
        </w:tc>
        <w:tc>
          <w:tcPr>
            <w:tcW w:w="449" w:type="dxa"/>
            <w:vAlign w:val="center"/>
          </w:tcPr>
          <w:p w14:paraId="114160CC" w14:textId="77777777" w:rsidR="009F32FC" w:rsidRPr="00A30D7A" w:rsidRDefault="009F32FC" w:rsidP="008563D6">
            <w:pPr>
              <w:jc w:val="center"/>
              <w:rPr>
                <w:rFonts w:cs="Arial"/>
                <w:color w:val="000000"/>
                <w:sz w:val="16"/>
                <w:szCs w:val="16"/>
              </w:rPr>
            </w:pPr>
          </w:p>
        </w:tc>
        <w:tc>
          <w:tcPr>
            <w:tcW w:w="396" w:type="dxa"/>
            <w:vAlign w:val="center"/>
          </w:tcPr>
          <w:p w14:paraId="142B37CC" w14:textId="77777777" w:rsidR="009F32FC" w:rsidRPr="00A30D7A" w:rsidRDefault="009F32FC" w:rsidP="008563D6">
            <w:pPr>
              <w:jc w:val="center"/>
              <w:rPr>
                <w:rFonts w:cs="Arial"/>
                <w:color w:val="000000"/>
                <w:sz w:val="16"/>
                <w:szCs w:val="16"/>
              </w:rPr>
            </w:pPr>
          </w:p>
        </w:tc>
        <w:tc>
          <w:tcPr>
            <w:tcW w:w="396" w:type="dxa"/>
            <w:vAlign w:val="center"/>
          </w:tcPr>
          <w:p w14:paraId="59083DBD" w14:textId="77777777" w:rsidR="009F32FC" w:rsidRPr="00A30D7A" w:rsidRDefault="009F32FC" w:rsidP="008563D6">
            <w:pPr>
              <w:jc w:val="center"/>
              <w:rPr>
                <w:rFonts w:cs="Arial"/>
                <w:color w:val="000000"/>
                <w:sz w:val="16"/>
                <w:szCs w:val="16"/>
              </w:rPr>
            </w:pPr>
          </w:p>
        </w:tc>
        <w:tc>
          <w:tcPr>
            <w:tcW w:w="396" w:type="dxa"/>
            <w:vAlign w:val="center"/>
          </w:tcPr>
          <w:p w14:paraId="2C355114" w14:textId="77777777" w:rsidR="009F32FC" w:rsidRPr="00A30D7A" w:rsidRDefault="009F32FC" w:rsidP="008563D6">
            <w:pPr>
              <w:jc w:val="center"/>
              <w:rPr>
                <w:rFonts w:cs="Arial"/>
                <w:color w:val="000000"/>
                <w:sz w:val="16"/>
                <w:szCs w:val="16"/>
              </w:rPr>
            </w:pPr>
          </w:p>
        </w:tc>
        <w:tc>
          <w:tcPr>
            <w:tcW w:w="454" w:type="dxa"/>
            <w:vAlign w:val="center"/>
          </w:tcPr>
          <w:p w14:paraId="147448CE" w14:textId="77777777" w:rsidR="009F32FC" w:rsidRPr="00A30D7A" w:rsidRDefault="009F32FC" w:rsidP="008563D6">
            <w:pPr>
              <w:jc w:val="center"/>
              <w:rPr>
                <w:rFonts w:cs="Arial"/>
                <w:color w:val="000000"/>
                <w:sz w:val="16"/>
                <w:szCs w:val="16"/>
              </w:rPr>
            </w:pPr>
          </w:p>
        </w:tc>
        <w:tc>
          <w:tcPr>
            <w:tcW w:w="454" w:type="dxa"/>
            <w:vAlign w:val="center"/>
          </w:tcPr>
          <w:p w14:paraId="4C19C6D3" w14:textId="77777777" w:rsidR="009F32FC" w:rsidRPr="00A30D7A" w:rsidRDefault="009F32FC" w:rsidP="008563D6">
            <w:pPr>
              <w:jc w:val="center"/>
              <w:rPr>
                <w:rFonts w:cs="Arial"/>
                <w:color w:val="000000"/>
                <w:sz w:val="16"/>
                <w:szCs w:val="16"/>
              </w:rPr>
            </w:pPr>
          </w:p>
        </w:tc>
        <w:tc>
          <w:tcPr>
            <w:tcW w:w="432" w:type="dxa"/>
            <w:vAlign w:val="center"/>
          </w:tcPr>
          <w:p w14:paraId="13ED6B24" w14:textId="77777777" w:rsidR="009F32FC" w:rsidRPr="00A30D7A" w:rsidRDefault="009F32FC" w:rsidP="008563D6">
            <w:pPr>
              <w:jc w:val="center"/>
              <w:rPr>
                <w:rFonts w:cs="Arial"/>
                <w:color w:val="000000"/>
                <w:sz w:val="16"/>
                <w:szCs w:val="16"/>
              </w:rPr>
            </w:pPr>
          </w:p>
        </w:tc>
        <w:tc>
          <w:tcPr>
            <w:tcW w:w="567" w:type="dxa"/>
            <w:vAlign w:val="center"/>
          </w:tcPr>
          <w:p w14:paraId="1633F96E" w14:textId="77777777" w:rsidR="009F32FC" w:rsidRPr="00A30D7A" w:rsidRDefault="009F32FC" w:rsidP="008563D6">
            <w:pPr>
              <w:jc w:val="center"/>
              <w:rPr>
                <w:rFonts w:cs="Arial"/>
                <w:color w:val="000000"/>
                <w:sz w:val="16"/>
                <w:szCs w:val="16"/>
              </w:rPr>
            </w:pPr>
          </w:p>
        </w:tc>
      </w:tr>
    </w:tbl>
    <w:p w14:paraId="603818A2" w14:textId="77777777" w:rsidR="009F32FC" w:rsidRPr="00A30D7A" w:rsidRDefault="009F32FC" w:rsidP="009F32FC"/>
    <w:p w14:paraId="6315D671" w14:textId="0A45F69C" w:rsidR="009F32FC" w:rsidRPr="00A30D7A" w:rsidRDefault="004739F7" w:rsidP="009F32FC">
      <w:pPr>
        <w:pStyle w:val="Instructions"/>
        <w:rPr>
          <w:b/>
          <w:bCs/>
        </w:rPr>
      </w:pPr>
      <w:r w:rsidRPr="00A30D7A">
        <w:rPr>
          <w:b/>
          <w:bCs/>
        </w:rPr>
        <w:t>Instructions</w:t>
      </w:r>
    </w:p>
    <w:p w14:paraId="57D093DA" w14:textId="73D37626" w:rsidR="009F32FC" w:rsidRPr="00A30D7A" w:rsidRDefault="009F32FC" w:rsidP="009F32FC">
      <w:pPr>
        <w:pStyle w:val="Instructionsindent"/>
      </w:pPr>
      <w:r w:rsidRPr="00A30D7A">
        <w:t xml:space="preserve">Indicate responsibilities for including each property in asset objects by entering the acronym for the relevant party from the following </w:t>
      </w:r>
      <w:r w:rsidRPr="00A30D7A">
        <w:rPr>
          <w:b/>
          <w:bCs/>
        </w:rPr>
        <w:t>Key to disciplines</w:t>
      </w:r>
      <w:r w:rsidRPr="00A30D7A">
        <w:t xml:space="preserve"> in the ‘Responsibility’ column. Disciplines are shown as an example. Amend the descriptions and acronyms to suit the project. The two letter codes shown are from the upcoming National Annex to AS ISO 19650.2</w:t>
      </w:r>
      <w:r w:rsidR="00353DE3">
        <w:t xml:space="preserve"> (2019)</w:t>
      </w:r>
      <w:r w:rsidRPr="00A30D7A">
        <w:t>. A single letter code may be preferred for projects with a limited number of disciplines.</w:t>
      </w:r>
    </w:p>
    <w:p w14:paraId="77C4F420" w14:textId="77777777" w:rsidR="009F32FC" w:rsidRPr="00A30D7A" w:rsidRDefault="009F32FC" w:rsidP="009F32FC">
      <w:pPr>
        <w:spacing w:line="276" w:lineRule="auto"/>
        <w:rPr>
          <w:rFonts w:cs="Arial"/>
          <w:b/>
          <w:bCs/>
        </w:rPr>
      </w:pPr>
      <w:r w:rsidRPr="00A30D7A">
        <w:rPr>
          <w:rFonts w:cs="Arial"/>
          <w:b/>
          <w:bCs/>
        </w:rPr>
        <w:t xml:space="preserve">Key to </w:t>
      </w:r>
      <w:proofErr w:type="gramStart"/>
      <w:r w:rsidRPr="00A30D7A">
        <w:rPr>
          <w:rFonts w:cs="Arial"/>
          <w:b/>
          <w:bCs/>
        </w:rPr>
        <w:t>disciplines</w:t>
      </w:r>
      <w:proofErr w:type="gramEnd"/>
    </w:p>
    <w:tbl>
      <w:tblPr>
        <w:tblStyle w:val="TableGrid"/>
        <w:tblW w:w="890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
        <w:gridCol w:w="3785"/>
        <w:gridCol w:w="849"/>
        <w:gridCol w:w="3593"/>
        <w:gridCol w:w="59"/>
      </w:tblGrid>
      <w:tr w:rsidR="009F32FC" w:rsidRPr="00A30D7A" w14:paraId="24DBEFA4" w14:textId="77777777" w:rsidTr="008563D6">
        <w:trPr>
          <w:gridAfter w:val="1"/>
          <w:wAfter w:w="59" w:type="dxa"/>
        </w:trPr>
        <w:tc>
          <w:tcPr>
            <w:tcW w:w="616" w:type="dxa"/>
          </w:tcPr>
          <w:p w14:paraId="59D658F9" w14:textId="77777777" w:rsidR="009F32FC" w:rsidRPr="00A30D7A" w:rsidRDefault="009F32FC" w:rsidP="008563D6">
            <w:pPr>
              <w:spacing w:line="276" w:lineRule="auto"/>
              <w:rPr>
                <w:rFonts w:cs="Arial"/>
                <w:szCs w:val="18"/>
              </w:rPr>
            </w:pPr>
            <w:r w:rsidRPr="00A30D7A">
              <w:rPr>
                <w:rFonts w:cs="Arial"/>
                <w:szCs w:val="18"/>
              </w:rPr>
              <w:t>AR</w:t>
            </w:r>
          </w:p>
        </w:tc>
        <w:tc>
          <w:tcPr>
            <w:tcW w:w="3785" w:type="dxa"/>
          </w:tcPr>
          <w:p w14:paraId="0F203149" w14:textId="77777777" w:rsidR="009F32FC" w:rsidRPr="00A30D7A" w:rsidRDefault="009F32FC" w:rsidP="008563D6">
            <w:pPr>
              <w:spacing w:line="276" w:lineRule="auto"/>
              <w:rPr>
                <w:rFonts w:cs="Arial"/>
                <w:szCs w:val="18"/>
              </w:rPr>
            </w:pPr>
            <w:r w:rsidRPr="00A30D7A">
              <w:rPr>
                <w:rFonts w:cs="Arial"/>
                <w:szCs w:val="18"/>
              </w:rPr>
              <w:t>Architecture</w:t>
            </w:r>
          </w:p>
        </w:tc>
        <w:tc>
          <w:tcPr>
            <w:tcW w:w="849" w:type="dxa"/>
          </w:tcPr>
          <w:p w14:paraId="610F756A" w14:textId="77777777" w:rsidR="009F32FC" w:rsidRPr="00A30D7A" w:rsidRDefault="009F32FC" w:rsidP="008563D6">
            <w:pPr>
              <w:spacing w:line="276" w:lineRule="auto"/>
              <w:rPr>
                <w:rFonts w:cs="Arial"/>
                <w:szCs w:val="18"/>
              </w:rPr>
            </w:pPr>
            <w:r w:rsidRPr="00A30D7A">
              <w:rPr>
                <w:rFonts w:cs="Arial"/>
                <w:szCs w:val="18"/>
              </w:rPr>
              <w:t>ID</w:t>
            </w:r>
          </w:p>
        </w:tc>
        <w:tc>
          <w:tcPr>
            <w:tcW w:w="3593" w:type="dxa"/>
          </w:tcPr>
          <w:p w14:paraId="291850AE" w14:textId="77777777" w:rsidR="009F32FC" w:rsidRPr="00A30D7A" w:rsidRDefault="009F32FC" w:rsidP="008563D6">
            <w:pPr>
              <w:spacing w:line="276" w:lineRule="auto"/>
              <w:rPr>
                <w:rFonts w:cs="Arial"/>
                <w:szCs w:val="18"/>
              </w:rPr>
            </w:pPr>
            <w:r w:rsidRPr="00A30D7A">
              <w:rPr>
                <w:rFonts w:cs="Arial"/>
                <w:szCs w:val="18"/>
              </w:rPr>
              <w:t>Interior design</w:t>
            </w:r>
          </w:p>
        </w:tc>
      </w:tr>
      <w:tr w:rsidR="009F32FC" w:rsidRPr="00A30D7A" w14:paraId="372FFDCA" w14:textId="77777777" w:rsidTr="008563D6">
        <w:trPr>
          <w:gridAfter w:val="1"/>
          <w:wAfter w:w="59" w:type="dxa"/>
        </w:trPr>
        <w:tc>
          <w:tcPr>
            <w:tcW w:w="616" w:type="dxa"/>
          </w:tcPr>
          <w:p w14:paraId="2485248C" w14:textId="77777777" w:rsidR="009F32FC" w:rsidRPr="00A30D7A" w:rsidRDefault="009F32FC" w:rsidP="008563D6">
            <w:pPr>
              <w:spacing w:line="276" w:lineRule="auto"/>
              <w:rPr>
                <w:rFonts w:cs="Arial"/>
                <w:szCs w:val="18"/>
              </w:rPr>
            </w:pPr>
            <w:r w:rsidRPr="00A30D7A">
              <w:rPr>
                <w:rFonts w:cs="Arial"/>
                <w:szCs w:val="18"/>
              </w:rPr>
              <w:t>BS</w:t>
            </w:r>
          </w:p>
        </w:tc>
        <w:tc>
          <w:tcPr>
            <w:tcW w:w="3785" w:type="dxa"/>
          </w:tcPr>
          <w:p w14:paraId="22D7CAA7" w14:textId="77777777" w:rsidR="009F32FC" w:rsidRPr="00A30D7A" w:rsidRDefault="009F32FC" w:rsidP="008563D6">
            <w:pPr>
              <w:spacing w:line="276" w:lineRule="auto"/>
              <w:rPr>
                <w:rFonts w:cs="Arial"/>
                <w:szCs w:val="18"/>
              </w:rPr>
            </w:pPr>
            <w:r w:rsidRPr="00A30D7A">
              <w:rPr>
                <w:rFonts w:cs="Arial"/>
                <w:szCs w:val="18"/>
              </w:rPr>
              <w:t>Building surveying</w:t>
            </w:r>
          </w:p>
        </w:tc>
        <w:tc>
          <w:tcPr>
            <w:tcW w:w="849" w:type="dxa"/>
          </w:tcPr>
          <w:p w14:paraId="4B86408F" w14:textId="77777777" w:rsidR="009F32FC" w:rsidRPr="00A30D7A" w:rsidRDefault="009F32FC" w:rsidP="008563D6">
            <w:pPr>
              <w:spacing w:line="276" w:lineRule="auto"/>
              <w:rPr>
                <w:rFonts w:cs="Arial"/>
                <w:szCs w:val="18"/>
              </w:rPr>
            </w:pPr>
            <w:r w:rsidRPr="00A30D7A">
              <w:rPr>
                <w:rFonts w:cs="Arial"/>
                <w:szCs w:val="18"/>
              </w:rPr>
              <w:t>PM</w:t>
            </w:r>
          </w:p>
        </w:tc>
        <w:tc>
          <w:tcPr>
            <w:tcW w:w="3593" w:type="dxa"/>
          </w:tcPr>
          <w:p w14:paraId="78678A42" w14:textId="77777777" w:rsidR="009F32FC" w:rsidRPr="00A30D7A" w:rsidRDefault="009F32FC" w:rsidP="008563D6">
            <w:pPr>
              <w:spacing w:line="276" w:lineRule="auto"/>
              <w:rPr>
                <w:rFonts w:cs="Arial"/>
                <w:szCs w:val="18"/>
              </w:rPr>
            </w:pPr>
            <w:r w:rsidRPr="00A30D7A">
              <w:rPr>
                <w:rFonts w:cs="Arial"/>
                <w:szCs w:val="18"/>
              </w:rPr>
              <w:t>Project management</w:t>
            </w:r>
          </w:p>
        </w:tc>
      </w:tr>
      <w:tr w:rsidR="009F32FC" w:rsidRPr="00A30D7A" w14:paraId="7483076F" w14:textId="77777777" w:rsidTr="008563D6">
        <w:trPr>
          <w:gridAfter w:val="1"/>
          <w:wAfter w:w="59" w:type="dxa"/>
        </w:trPr>
        <w:tc>
          <w:tcPr>
            <w:tcW w:w="616" w:type="dxa"/>
          </w:tcPr>
          <w:p w14:paraId="4727F2F1" w14:textId="77777777" w:rsidR="009F32FC" w:rsidRPr="00A30D7A" w:rsidRDefault="009F32FC" w:rsidP="008563D6">
            <w:pPr>
              <w:spacing w:line="276" w:lineRule="auto"/>
              <w:rPr>
                <w:rFonts w:cs="Arial"/>
                <w:szCs w:val="18"/>
              </w:rPr>
            </w:pPr>
            <w:r w:rsidRPr="00A30D7A">
              <w:rPr>
                <w:rFonts w:cs="Arial"/>
                <w:szCs w:val="18"/>
              </w:rPr>
              <w:t>CI</w:t>
            </w:r>
          </w:p>
        </w:tc>
        <w:tc>
          <w:tcPr>
            <w:tcW w:w="3785" w:type="dxa"/>
          </w:tcPr>
          <w:p w14:paraId="629FE91B" w14:textId="77777777" w:rsidR="009F32FC" w:rsidRPr="00A30D7A" w:rsidRDefault="009F32FC" w:rsidP="008563D6">
            <w:pPr>
              <w:spacing w:line="276" w:lineRule="auto"/>
              <w:rPr>
                <w:rFonts w:cs="Arial"/>
                <w:szCs w:val="18"/>
              </w:rPr>
            </w:pPr>
            <w:r w:rsidRPr="00A30D7A">
              <w:rPr>
                <w:rFonts w:cs="Arial"/>
                <w:szCs w:val="18"/>
              </w:rPr>
              <w:t>Civil engineering</w:t>
            </w:r>
          </w:p>
        </w:tc>
        <w:tc>
          <w:tcPr>
            <w:tcW w:w="849" w:type="dxa"/>
          </w:tcPr>
          <w:p w14:paraId="2BBE9DAE" w14:textId="77777777" w:rsidR="009F32FC" w:rsidRPr="00A30D7A" w:rsidRDefault="009F32FC" w:rsidP="008563D6">
            <w:pPr>
              <w:spacing w:line="276" w:lineRule="auto"/>
              <w:rPr>
                <w:rFonts w:cs="Arial"/>
                <w:szCs w:val="18"/>
              </w:rPr>
            </w:pPr>
            <w:r w:rsidRPr="00A30D7A">
              <w:rPr>
                <w:rFonts w:cs="Arial"/>
                <w:szCs w:val="18"/>
              </w:rPr>
              <w:t>QS</w:t>
            </w:r>
          </w:p>
        </w:tc>
        <w:tc>
          <w:tcPr>
            <w:tcW w:w="3593" w:type="dxa"/>
          </w:tcPr>
          <w:p w14:paraId="4AB3F321" w14:textId="77777777" w:rsidR="009F32FC" w:rsidRPr="00A30D7A" w:rsidRDefault="009F32FC" w:rsidP="008563D6">
            <w:pPr>
              <w:spacing w:line="276" w:lineRule="auto"/>
              <w:rPr>
                <w:rFonts w:cs="Arial"/>
                <w:szCs w:val="18"/>
              </w:rPr>
            </w:pPr>
            <w:r w:rsidRPr="00A30D7A">
              <w:rPr>
                <w:rFonts w:cs="Arial"/>
                <w:szCs w:val="18"/>
              </w:rPr>
              <w:t>Quantity surveying</w:t>
            </w:r>
          </w:p>
        </w:tc>
      </w:tr>
      <w:tr w:rsidR="009F32FC" w:rsidRPr="00A30D7A" w14:paraId="2680F9E7" w14:textId="77777777" w:rsidTr="008563D6">
        <w:trPr>
          <w:gridAfter w:val="1"/>
          <w:wAfter w:w="59" w:type="dxa"/>
        </w:trPr>
        <w:tc>
          <w:tcPr>
            <w:tcW w:w="616" w:type="dxa"/>
          </w:tcPr>
          <w:p w14:paraId="61C13458" w14:textId="77777777" w:rsidR="009F32FC" w:rsidRPr="00A30D7A" w:rsidRDefault="009F32FC" w:rsidP="008563D6">
            <w:pPr>
              <w:spacing w:line="276" w:lineRule="auto"/>
              <w:rPr>
                <w:rFonts w:cs="Arial"/>
                <w:szCs w:val="18"/>
              </w:rPr>
            </w:pPr>
            <w:r w:rsidRPr="00A30D7A">
              <w:rPr>
                <w:rFonts w:cs="Arial"/>
                <w:szCs w:val="18"/>
              </w:rPr>
              <w:t>DM</w:t>
            </w:r>
          </w:p>
        </w:tc>
        <w:tc>
          <w:tcPr>
            <w:tcW w:w="3785" w:type="dxa"/>
          </w:tcPr>
          <w:p w14:paraId="4C01FA18" w14:textId="77777777" w:rsidR="009F32FC" w:rsidRPr="00A30D7A" w:rsidRDefault="009F32FC" w:rsidP="008563D6">
            <w:pPr>
              <w:spacing w:line="276" w:lineRule="auto"/>
              <w:rPr>
                <w:rFonts w:cs="Arial"/>
                <w:szCs w:val="18"/>
              </w:rPr>
            </w:pPr>
            <w:r w:rsidRPr="00A30D7A">
              <w:rPr>
                <w:rFonts w:cs="Arial"/>
                <w:szCs w:val="18"/>
              </w:rPr>
              <w:t>Demolition/dismantling</w:t>
            </w:r>
          </w:p>
        </w:tc>
        <w:tc>
          <w:tcPr>
            <w:tcW w:w="849" w:type="dxa"/>
          </w:tcPr>
          <w:p w14:paraId="02E45AAA" w14:textId="77777777" w:rsidR="009F32FC" w:rsidRPr="00A30D7A" w:rsidRDefault="009F32FC" w:rsidP="008563D6">
            <w:pPr>
              <w:spacing w:line="276" w:lineRule="auto"/>
              <w:rPr>
                <w:rFonts w:cs="Arial"/>
                <w:szCs w:val="18"/>
              </w:rPr>
            </w:pPr>
            <w:r w:rsidRPr="00A30D7A">
              <w:rPr>
                <w:rFonts w:cs="Arial"/>
                <w:szCs w:val="18"/>
              </w:rPr>
              <w:t>ST</w:t>
            </w:r>
          </w:p>
        </w:tc>
        <w:tc>
          <w:tcPr>
            <w:tcW w:w="3593" w:type="dxa"/>
          </w:tcPr>
          <w:p w14:paraId="0D76ED79" w14:textId="77777777" w:rsidR="009F32FC" w:rsidRPr="00A30D7A" w:rsidRDefault="009F32FC" w:rsidP="008563D6">
            <w:pPr>
              <w:spacing w:line="276" w:lineRule="auto"/>
              <w:rPr>
                <w:rFonts w:cs="Arial"/>
                <w:szCs w:val="18"/>
              </w:rPr>
            </w:pPr>
            <w:r w:rsidRPr="00A30D7A">
              <w:rPr>
                <w:rFonts w:cs="Arial"/>
                <w:szCs w:val="18"/>
              </w:rPr>
              <w:t>Structural engineering</w:t>
            </w:r>
          </w:p>
        </w:tc>
      </w:tr>
      <w:tr w:rsidR="009F32FC" w:rsidRPr="00A30D7A" w14:paraId="284478BC" w14:textId="77777777" w:rsidTr="008563D6">
        <w:trPr>
          <w:gridAfter w:val="1"/>
          <w:wAfter w:w="59" w:type="dxa"/>
        </w:trPr>
        <w:tc>
          <w:tcPr>
            <w:tcW w:w="616" w:type="dxa"/>
          </w:tcPr>
          <w:p w14:paraId="3CFFCD36" w14:textId="77777777" w:rsidR="009F32FC" w:rsidRPr="00A30D7A" w:rsidRDefault="009F32FC" w:rsidP="008563D6">
            <w:pPr>
              <w:spacing w:line="276" w:lineRule="auto"/>
              <w:rPr>
                <w:rFonts w:cs="Arial"/>
                <w:szCs w:val="18"/>
              </w:rPr>
            </w:pPr>
            <w:r w:rsidRPr="00A30D7A">
              <w:rPr>
                <w:rFonts w:cs="Arial"/>
                <w:szCs w:val="18"/>
              </w:rPr>
              <w:t>EL</w:t>
            </w:r>
          </w:p>
        </w:tc>
        <w:tc>
          <w:tcPr>
            <w:tcW w:w="3785" w:type="dxa"/>
          </w:tcPr>
          <w:p w14:paraId="3C707698" w14:textId="77777777" w:rsidR="009F32FC" w:rsidRPr="00A30D7A" w:rsidRDefault="009F32FC" w:rsidP="008563D6">
            <w:pPr>
              <w:spacing w:line="276" w:lineRule="auto"/>
              <w:rPr>
                <w:rFonts w:cs="Arial"/>
                <w:szCs w:val="18"/>
              </w:rPr>
            </w:pPr>
            <w:r w:rsidRPr="00A30D7A">
              <w:rPr>
                <w:rFonts w:cs="Arial"/>
                <w:szCs w:val="18"/>
              </w:rPr>
              <w:t>Electrical engineering</w:t>
            </w:r>
          </w:p>
        </w:tc>
        <w:tc>
          <w:tcPr>
            <w:tcW w:w="849" w:type="dxa"/>
          </w:tcPr>
          <w:p w14:paraId="4182873A" w14:textId="77777777" w:rsidR="009F32FC" w:rsidRPr="00A30D7A" w:rsidRDefault="009F32FC" w:rsidP="008563D6">
            <w:pPr>
              <w:spacing w:line="276" w:lineRule="auto"/>
              <w:rPr>
                <w:rFonts w:cs="Arial"/>
                <w:szCs w:val="18"/>
              </w:rPr>
            </w:pPr>
            <w:r w:rsidRPr="00A30D7A">
              <w:rPr>
                <w:rFonts w:cs="Arial"/>
                <w:szCs w:val="18"/>
              </w:rPr>
              <w:t>TR</w:t>
            </w:r>
          </w:p>
        </w:tc>
        <w:tc>
          <w:tcPr>
            <w:tcW w:w="3593" w:type="dxa"/>
          </w:tcPr>
          <w:p w14:paraId="478A8606" w14:textId="77777777" w:rsidR="009F32FC" w:rsidRPr="00A30D7A" w:rsidRDefault="009F32FC" w:rsidP="008563D6">
            <w:pPr>
              <w:spacing w:line="276" w:lineRule="auto"/>
              <w:rPr>
                <w:rFonts w:cs="Arial"/>
                <w:szCs w:val="18"/>
              </w:rPr>
            </w:pPr>
            <w:r w:rsidRPr="00A30D7A">
              <w:rPr>
                <w:rFonts w:cs="Arial"/>
                <w:szCs w:val="18"/>
              </w:rPr>
              <w:t>Traffic and transport engineering</w:t>
            </w:r>
          </w:p>
        </w:tc>
      </w:tr>
      <w:tr w:rsidR="009F32FC" w:rsidRPr="00A30D7A" w14:paraId="6306DB41" w14:textId="77777777" w:rsidTr="008563D6">
        <w:trPr>
          <w:gridAfter w:val="1"/>
          <w:wAfter w:w="59" w:type="dxa"/>
        </w:trPr>
        <w:tc>
          <w:tcPr>
            <w:tcW w:w="616" w:type="dxa"/>
          </w:tcPr>
          <w:p w14:paraId="65D894FE" w14:textId="77777777" w:rsidR="009F32FC" w:rsidRPr="00A30D7A" w:rsidRDefault="009F32FC" w:rsidP="008563D6">
            <w:pPr>
              <w:spacing w:line="276" w:lineRule="auto"/>
              <w:rPr>
                <w:rFonts w:cs="Arial"/>
                <w:szCs w:val="18"/>
              </w:rPr>
            </w:pPr>
            <w:r w:rsidRPr="00A30D7A">
              <w:rPr>
                <w:rFonts w:cs="Arial"/>
                <w:szCs w:val="18"/>
              </w:rPr>
              <w:t>FE</w:t>
            </w:r>
          </w:p>
        </w:tc>
        <w:tc>
          <w:tcPr>
            <w:tcW w:w="3785" w:type="dxa"/>
          </w:tcPr>
          <w:p w14:paraId="40D8C62A" w14:textId="77777777" w:rsidR="009F32FC" w:rsidRPr="00A30D7A" w:rsidRDefault="009F32FC" w:rsidP="008563D6">
            <w:pPr>
              <w:spacing w:line="276" w:lineRule="auto"/>
              <w:rPr>
                <w:rFonts w:cs="Arial"/>
                <w:szCs w:val="18"/>
              </w:rPr>
            </w:pPr>
            <w:r w:rsidRPr="00A30D7A">
              <w:rPr>
                <w:rFonts w:cs="Arial"/>
                <w:szCs w:val="18"/>
              </w:rPr>
              <w:t>Fire engineering</w:t>
            </w:r>
          </w:p>
        </w:tc>
        <w:tc>
          <w:tcPr>
            <w:tcW w:w="849" w:type="dxa"/>
          </w:tcPr>
          <w:p w14:paraId="573716B1" w14:textId="77777777" w:rsidR="009F32FC" w:rsidRPr="00A30D7A" w:rsidRDefault="009F32FC" w:rsidP="008563D6">
            <w:pPr>
              <w:spacing w:line="276" w:lineRule="auto"/>
              <w:rPr>
                <w:rFonts w:cs="Arial"/>
                <w:szCs w:val="18"/>
              </w:rPr>
            </w:pPr>
            <w:r w:rsidRPr="00A30D7A">
              <w:rPr>
                <w:rFonts w:cs="Arial"/>
                <w:szCs w:val="18"/>
              </w:rPr>
              <w:t>UP</w:t>
            </w:r>
          </w:p>
        </w:tc>
        <w:tc>
          <w:tcPr>
            <w:tcW w:w="3593" w:type="dxa"/>
          </w:tcPr>
          <w:p w14:paraId="776E718B" w14:textId="77777777" w:rsidR="009F32FC" w:rsidRPr="00A30D7A" w:rsidRDefault="009F32FC" w:rsidP="008563D6">
            <w:pPr>
              <w:spacing w:line="276" w:lineRule="auto"/>
              <w:rPr>
                <w:rFonts w:cs="Arial"/>
                <w:szCs w:val="18"/>
              </w:rPr>
            </w:pPr>
            <w:r w:rsidRPr="00A30D7A">
              <w:rPr>
                <w:rFonts w:cs="Arial"/>
                <w:szCs w:val="18"/>
              </w:rPr>
              <w:t>Urban and country planning and building control</w:t>
            </w:r>
          </w:p>
        </w:tc>
      </w:tr>
      <w:tr w:rsidR="009F32FC" w:rsidRPr="00A30D7A" w14:paraId="276AD024" w14:textId="77777777" w:rsidTr="008563D6">
        <w:trPr>
          <w:gridAfter w:val="1"/>
          <w:wAfter w:w="59" w:type="dxa"/>
        </w:trPr>
        <w:tc>
          <w:tcPr>
            <w:tcW w:w="616" w:type="dxa"/>
          </w:tcPr>
          <w:p w14:paraId="19162CE6" w14:textId="77777777" w:rsidR="009F32FC" w:rsidRPr="00A30D7A" w:rsidRDefault="009F32FC" w:rsidP="008563D6">
            <w:pPr>
              <w:spacing w:line="276" w:lineRule="auto"/>
              <w:rPr>
                <w:rFonts w:cs="Arial"/>
                <w:szCs w:val="18"/>
              </w:rPr>
            </w:pPr>
            <w:r w:rsidRPr="00A30D7A">
              <w:rPr>
                <w:rFonts w:cs="Arial"/>
                <w:szCs w:val="18"/>
              </w:rPr>
              <w:t>FM</w:t>
            </w:r>
          </w:p>
        </w:tc>
        <w:tc>
          <w:tcPr>
            <w:tcW w:w="3785" w:type="dxa"/>
          </w:tcPr>
          <w:p w14:paraId="02C536B2" w14:textId="77777777" w:rsidR="009F32FC" w:rsidRPr="00A30D7A" w:rsidRDefault="009F32FC" w:rsidP="008563D6">
            <w:pPr>
              <w:spacing w:line="276" w:lineRule="auto"/>
              <w:rPr>
                <w:rFonts w:cs="Arial"/>
                <w:szCs w:val="18"/>
              </w:rPr>
            </w:pPr>
            <w:r w:rsidRPr="00A30D7A">
              <w:rPr>
                <w:rFonts w:cs="Arial"/>
                <w:szCs w:val="18"/>
              </w:rPr>
              <w:t>Facilities/Asset Management</w:t>
            </w:r>
          </w:p>
        </w:tc>
        <w:tc>
          <w:tcPr>
            <w:tcW w:w="849" w:type="dxa"/>
          </w:tcPr>
          <w:p w14:paraId="62CFF48C" w14:textId="77777777" w:rsidR="009F32FC" w:rsidRPr="00A30D7A" w:rsidRDefault="009F32FC" w:rsidP="008563D6">
            <w:pPr>
              <w:spacing w:line="276" w:lineRule="auto"/>
              <w:rPr>
                <w:rFonts w:cs="Arial"/>
                <w:szCs w:val="18"/>
              </w:rPr>
            </w:pPr>
            <w:r w:rsidRPr="00A30D7A">
              <w:rPr>
                <w:rFonts w:cs="Arial"/>
                <w:szCs w:val="18"/>
              </w:rPr>
              <w:t>WE</w:t>
            </w:r>
          </w:p>
        </w:tc>
        <w:tc>
          <w:tcPr>
            <w:tcW w:w="3593" w:type="dxa"/>
          </w:tcPr>
          <w:p w14:paraId="5EE58D4E" w14:textId="77777777" w:rsidR="009F32FC" w:rsidRPr="00A30D7A" w:rsidRDefault="009F32FC" w:rsidP="008563D6">
            <w:pPr>
              <w:spacing w:line="276" w:lineRule="auto"/>
              <w:rPr>
                <w:rFonts w:cs="Arial"/>
                <w:szCs w:val="18"/>
              </w:rPr>
            </w:pPr>
            <w:r w:rsidRPr="00A30D7A">
              <w:rPr>
                <w:rFonts w:cs="Arial"/>
                <w:szCs w:val="18"/>
              </w:rPr>
              <w:t>Water engineering</w:t>
            </w:r>
          </w:p>
        </w:tc>
      </w:tr>
      <w:tr w:rsidR="009F32FC" w:rsidRPr="00A30D7A" w14:paraId="4538E87B" w14:textId="77777777" w:rsidTr="008563D6">
        <w:trPr>
          <w:gridAfter w:val="1"/>
          <w:wAfter w:w="59" w:type="dxa"/>
        </w:trPr>
        <w:tc>
          <w:tcPr>
            <w:tcW w:w="616" w:type="dxa"/>
          </w:tcPr>
          <w:p w14:paraId="47BFB0A5" w14:textId="77777777" w:rsidR="009F32FC" w:rsidRPr="00A30D7A" w:rsidRDefault="009F32FC" w:rsidP="008563D6">
            <w:pPr>
              <w:spacing w:line="276" w:lineRule="auto"/>
              <w:rPr>
                <w:rFonts w:cs="Arial"/>
                <w:szCs w:val="18"/>
              </w:rPr>
            </w:pPr>
            <w:r w:rsidRPr="00A30D7A">
              <w:rPr>
                <w:rFonts w:cs="Arial"/>
                <w:szCs w:val="18"/>
              </w:rPr>
              <w:t>GT</w:t>
            </w:r>
          </w:p>
        </w:tc>
        <w:tc>
          <w:tcPr>
            <w:tcW w:w="3785" w:type="dxa"/>
          </w:tcPr>
          <w:p w14:paraId="1FE8934B" w14:textId="77777777" w:rsidR="009F32FC" w:rsidRPr="00A30D7A" w:rsidRDefault="009F32FC" w:rsidP="008563D6">
            <w:pPr>
              <w:spacing w:line="276" w:lineRule="auto"/>
              <w:rPr>
                <w:rFonts w:cs="Arial"/>
                <w:szCs w:val="18"/>
              </w:rPr>
            </w:pPr>
            <w:r w:rsidRPr="00A30D7A">
              <w:rPr>
                <w:rFonts w:cs="Arial"/>
                <w:szCs w:val="18"/>
              </w:rPr>
              <w:t>Ground engineering/geotechnical</w:t>
            </w:r>
          </w:p>
        </w:tc>
        <w:tc>
          <w:tcPr>
            <w:tcW w:w="849" w:type="dxa"/>
          </w:tcPr>
          <w:p w14:paraId="3867668F" w14:textId="77777777" w:rsidR="009F32FC" w:rsidRPr="00A30D7A" w:rsidRDefault="009F32FC" w:rsidP="008563D6">
            <w:pPr>
              <w:spacing w:line="276" w:lineRule="auto"/>
              <w:rPr>
                <w:rFonts w:cs="Arial"/>
                <w:szCs w:val="18"/>
              </w:rPr>
            </w:pPr>
            <w:r w:rsidRPr="00A30D7A">
              <w:rPr>
                <w:rFonts w:cs="Arial"/>
                <w:szCs w:val="18"/>
              </w:rPr>
              <w:t>XX</w:t>
            </w:r>
          </w:p>
        </w:tc>
        <w:tc>
          <w:tcPr>
            <w:tcW w:w="3593" w:type="dxa"/>
          </w:tcPr>
          <w:p w14:paraId="71D64C45" w14:textId="77777777" w:rsidR="009F32FC" w:rsidRPr="00A30D7A" w:rsidRDefault="009F32FC" w:rsidP="008563D6">
            <w:pPr>
              <w:spacing w:line="276" w:lineRule="auto"/>
              <w:rPr>
                <w:rFonts w:cs="Arial"/>
                <w:szCs w:val="18"/>
              </w:rPr>
            </w:pPr>
            <w:r w:rsidRPr="00A30D7A">
              <w:rPr>
                <w:rFonts w:cs="Arial"/>
                <w:szCs w:val="18"/>
              </w:rPr>
              <w:t>Non-discipline specific</w:t>
            </w:r>
          </w:p>
        </w:tc>
      </w:tr>
      <w:tr w:rsidR="009F32FC" w:rsidRPr="00A30D7A" w14:paraId="70BD0CB9" w14:textId="77777777" w:rsidTr="008563D6">
        <w:trPr>
          <w:gridAfter w:val="1"/>
          <w:wAfter w:w="59" w:type="dxa"/>
        </w:trPr>
        <w:tc>
          <w:tcPr>
            <w:tcW w:w="616" w:type="dxa"/>
          </w:tcPr>
          <w:p w14:paraId="333B8270" w14:textId="77777777" w:rsidR="009F32FC" w:rsidRPr="00A30D7A" w:rsidRDefault="009F32FC" w:rsidP="008563D6">
            <w:pPr>
              <w:spacing w:line="276" w:lineRule="auto"/>
              <w:rPr>
                <w:rFonts w:cs="Arial"/>
                <w:szCs w:val="18"/>
              </w:rPr>
            </w:pPr>
            <w:r w:rsidRPr="00A30D7A">
              <w:rPr>
                <w:rFonts w:cs="Arial"/>
                <w:szCs w:val="18"/>
              </w:rPr>
              <w:t>HY</w:t>
            </w:r>
          </w:p>
        </w:tc>
        <w:tc>
          <w:tcPr>
            <w:tcW w:w="3785" w:type="dxa"/>
          </w:tcPr>
          <w:p w14:paraId="0D07CEAB" w14:textId="77777777" w:rsidR="009F32FC" w:rsidRPr="00A30D7A" w:rsidRDefault="009F32FC" w:rsidP="008563D6">
            <w:pPr>
              <w:spacing w:line="276" w:lineRule="auto"/>
              <w:rPr>
                <w:rFonts w:cs="Arial"/>
                <w:szCs w:val="18"/>
              </w:rPr>
            </w:pPr>
            <w:r w:rsidRPr="00A30D7A">
              <w:rPr>
                <w:rFonts w:cs="Arial"/>
                <w:szCs w:val="18"/>
              </w:rPr>
              <w:t>Hydraulic engineering</w:t>
            </w:r>
          </w:p>
        </w:tc>
        <w:tc>
          <w:tcPr>
            <w:tcW w:w="849" w:type="dxa"/>
          </w:tcPr>
          <w:p w14:paraId="7F9030A3" w14:textId="77777777" w:rsidR="009F32FC" w:rsidRPr="00A30D7A" w:rsidRDefault="009F32FC" w:rsidP="008563D6">
            <w:pPr>
              <w:spacing w:line="276" w:lineRule="auto"/>
              <w:rPr>
                <w:rFonts w:cs="Arial"/>
                <w:szCs w:val="18"/>
              </w:rPr>
            </w:pPr>
            <w:r w:rsidRPr="00A30D7A">
              <w:rPr>
                <w:rFonts w:cs="Arial"/>
                <w:szCs w:val="18"/>
              </w:rPr>
              <w:t>YY</w:t>
            </w:r>
          </w:p>
        </w:tc>
        <w:tc>
          <w:tcPr>
            <w:tcW w:w="3593" w:type="dxa"/>
          </w:tcPr>
          <w:p w14:paraId="59A6D819" w14:textId="77777777" w:rsidR="009F32FC" w:rsidRPr="00A30D7A" w:rsidRDefault="009F32FC" w:rsidP="008563D6">
            <w:pPr>
              <w:spacing w:line="276" w:lineRule="auto"/>
              <w:rPr>
                <w:rFonts w:cs="Arial"/>
                <w:szCs w:val="18"/>
              </w:rPr>
            </w:pPr>
            <w:r w:rsidRPr="00A30D7A">
              <w:rPr>
                <w:rFonts w:cs="Arial"/>
                <w:szCs w:val="18"/>
              </w:rPr>
              <w:t>Topographical surveying</w:t>
            </w:r>
          </w:p>
        </w:tc>
      </w:tr>
      <w:tr w:rsidR="009F32FC" w:rsidRPr="00A30D7A" w14:paraId="3173ED23" w14:textId="77777777" w:rsidTr="008563D6">
        <w:trPr>
          <w:gridAfter w:val="1"/>
          <w:wAfter w:w="59" w:type="dxa"/>
        </w:trPr>
        <w:tc>
          <w:tcPr>
            <w:tcW w:w="616" w:type="dxa"/>
          </w:tcPr>
          <w:p w14:paraId="1F9E06A7" w14:textId="77777777" w:rsidR="009F32FC" w:rsidRPr="00A30D7A" w:rsidRDefault="009F32FC" w:rsidP="008563D6">
            <w:pPr>
              <w:spacing w:line="276" w:lineRule="auto"/>
              <w:rPr>
                <w:rFonts w:cs="Arial"/>
                <w:szCs w:val="18"/>
              </w:rPr>
            </w:pPr>
            <w:r w:rsidRPr="00A30D7A">
              <w:rPr>
                <w:rFonts w:cs="Arial"/>
                <w:szCs w:val="18"/>
              </w:rPr>
              <w:t>LA</w:t>
            </w:r>
          </w:p>
        </w:tc>
        <w:tc>
          <w:tcPr>
            <w:tcW w:w="3785" w:type="dxa"/>
          </w:tcPr>
          <w:p w14:paraId="0C71E872" w14:textId="77777777" w:rsidR="009F32FC" w:rsidRPr="00A30D7A" w:rsidRDefault="009F32FC" w:rsidP="008563D6">
            <w:pPr>
              <w:spacing w:line="276" w:lineRule="auto"/>
              <w:rPr>
                <w:rFonts w:cs="Arial"/>
                <w:szCs w:val="18"/>
              </w:rPr>
            </w:pPr>
            <w:r w:rsidRPr="00A30D7A">
              <w:rPr>
                <w:rFonts w:cs="Arial"/>
                <w:szCs w:val="18"/>
              </w:rPr>
              <w:t>Landscape architecture</w:t>
            </w:r>
          </w:p>
        </w:tc>
        <w:tc>
          <w:tcPr>
            <w:tcW w:w="849" w:type="dxa"/>
          </w:tcPr>
          <w:p w14:paraId="08EF249A" w14:textId="77777777" w:rsidR="009F32FC" w:rsidRPr="00A30D7A" w:rsidRDefault="009F32FC" w:rsidP="008563D6">
            <w:pPr>
              <w:spacing w:line="276" w:lineRule="auto"/>
              <w:rPr>
                <w:rFonts w:cs="Arial"/>
                <w:szCs w:val="18"/>
              </w:rPr>
            </w:pPr>
            <w:r w:rsidRPr="00A30D7A">
              <w:rPr>
                <w:rFonts w:cs="Arial"/>
                <w:szCs w:val="18"/>
              </w:rPr>
              <w:t>ZZ</w:t>
            </w:r>
          </w:p>
        </w:tc>
        <w:tc>
          <w:tcPr>
            <w:tcW w:w="3593" w:type="dxa"/>
          </w:tcPr>
          <w:p w14:paraId="595BCA7C" w14:textId="77777777" w:rsidR="009F32FC" w:rsidRPr="00A30D7A" w:rsidRDefault="009F32FC" w:rsidP="008563D6">
            <w:pPr>
              <w:spacing w:line="276" w:lineRule="auto"/>
              <w:rPr>
                <w:rFonts w:cs="Arial"/>
                <w:szCs w:val="18"/>
              </w:rPr>
            </w:pPr>
            <w:r w:rsidRPr="00A30D7A">
              <w:rPr>
                <w:rFonts w:cs="Arial"/>
                <w:szCs w:val="18"/>
              </w:rPr>
              <w:t>Multiple disciplines</w:t>
            </w:r>
          </w:p>
        </w:tc>
      </w:tr>
      <w:tr w:rsidR="009F32FC" w:rsidRPr="00A30D7A" w14:paraId="6EDD92E2" w14:textId="77777777" w:rsidTr="008563D6">
        <w:trPr>
          <w:gridAfter w:val="1"/>
          <w:wAfter w:w="59" w:type="dxa"/>
        </w:trPr>
        <w:tc>
          <w:tcPr>
            <w:tcW w:w="616" w:type="dxa"/>
          </w:tcPr>
          <w:p w14:paraId="475D1561" w14:textId="77777777" w:rsidR="009F32FC" w:rsidRPr="00A30D7A" w:rsidRDefault="009F32FC" w:rsidP="008563D6">
            <w:pPr>
              <w:spacing w:line="276" w:lineRule="auto"/>
              <w:rPr>
                <w:rFonts w:cs="Arial"/>
                <w:szCs w:val="18"/>
              </w:rPr>
            </w:pPr>
            <w:r w:rsidRPr="00A30D7A">
              <w:rPr>
                <w:rFonts w:cs="Arial"/>
                <w:szCs w:val="18"/>
              </w:rPr>
              <w:t>ME</w:t>
            </w:r>
          </w:p>
        </w:tc>
        <w:tc>
          <w:tcPr>
            <w:tcW w:w="3785" w:type="dxa"/>
          </w:tcPr>
          <w:p w14:paraId="590A16E2" w14:textId="77777777" w:rsidR="009F32FC" w:rsidRPr="00A30D7A" w:rsidRDefault="009F32FC" w:rsidP="008563D6">
            <w:pPr>
              <w:spacing w:line="276" w:lineRule="auto"/>
              <w:rPr>
                <w:rFonts w:cs="Arial"/>
                <w:szCs w:val="18"/>
              </w:rPr>
            </w:pPr>
            <w:r w:rsidRPr="00A30D7A">
              <w:rPr>
                <w:rFonts w:cs="Arial"/>
                <w:szCs w:val="18"/>
              </w:rPr>
              <w:t>Mechanical engineering</w:t>
            </w:r>
          </w:p>
        </w:tc>
        <w:tc>
          <w:tcPr>
            <w:tcW w:w="849" w:type="dxa"/>
          </w:tcPr>
          <w:p w14:paraId="731CC479" w14:textId="77777777" w:rsidR="009F32FC" w:rsidRPr="00A30D7A" w:rsidRDefault="009F32FC" w:rsidP="008563D6">
            <w:pPr>
              <w:spacing w:line="276" w:lineRule="auto"/>
              <w:rPr>
                <w:rFonts w:cs="Arial"/>
                <w:szCs w:val="18"/>
              </w:rPr>
            </w:pPr>
          </w:p>
        </w:tc>
        <w:tc>
          <w:tcPr>
            <w:tcW w:w="3593" w:type="dxa"/>
          </w:tcPr>
          <w:p w14:paraId="31AA5722" w14:textId="77777777" w:rsidR="009F32FC" w:rsidRPr="00A30D7A" w:rsidRDefault="009F32FC" w:rsidP="008563D6">
            <w:pPr>
              <w:spacing w:line="276" w:lineRule="auto"/>
              <w:rPr>
                <w:rFonts w:cs="Arial"/>
                <w:szCs w:val="18"/>
              </w:rPr>
            </w:pPr>
          </w:p>
        </w:tc>
      </w:tr>
      <w:tr w:rsidR="009F32FC" w:rsidRPr="00A30D7A" w14:paraId="3CDFD4B6" w14:textId="77777777" w:rsidTr="008563D6">
        <w:tc>
          <w:tcPr>
            <w:tcW w:w="616" w:type="dxa"/>
          </w:tcPr>
          <w:p w14:paraId="4558D8A5" w14:textId="77777777" w:rsidR="009F32FC" w:rsidRPr="00A30D7A" w:rsidRDefault="009F32FC" w:rsidP="008563D6">
            <w:pPr>
              <w:spacing w:line="276" w:lineRule="auto"/>
              <w:rPr>
                <w:rFonts w:cs="Arial"/>
                <w:szCs w:val="18"/>
              </w:rPr>
            </w:pPr>
            <w:r w:rsidRPr="00A30D7A">
              <w:rPr>
                <w:rFonts w:cs="Arial"/>
                <w:szCs w:val="18"/>
              </w:rPr>
              <w:t>Δ/Ω</w:t>
            </w:r>
          </w:p>
        </w:tc>
        <w:tc>
          <w:tcPr>
            <w:tcW w:w="8286" w:type="dxa"/>
            <w:gridSpan w:val="4"/>
          </w:tcPr>
          <w:p w14:paraId="7C7C052F" w14:textId="77777777" w:rsidR="009F32FC" w:rsidRPr="00A30D7A" w:rsidRDefault="009F32FC" w:rsidP="008563D6">
            <w:pPr>
              <w:spacing w:line="276" w:lineRule="auto"/>
              <w:rPr>
                <w:rFonts w:cs="Arial"/>
                <w:szCs w:val="18"/>
              </w:rPr>
            </w:pPr>
            <w:r w:rsidRPr="00A30D7A">
              <w:rPr>
                <w:rFonts w:cs="Arial"/>
                <w:szCs w:val="18"/>
              </w:rPr>
              <w:t>Indicates a property has been included in an object by one party, e.g. Δ, and the value entered by another, e.g. Ω.</w:t>
            </w:r>
          </w:p>
        </w:tc>
      </w:tr>
    </w:tbl>
    <w:p w14:paraId="71F00EAD" w14:textId="77777777" w:rsidR="009F32FC" w:rsidRPr="00A30D7A" w:rsidRDefault="009F32FC" w:rsidP="009F32FC">
      <w:pPr>
        <w:pStyle w:val="Prompt"/>
        <w:rPr>
          <w:rFonts w:cs="Arial"/>
        </w:rPr>
      </w:pPr>
      <w:r w:rsidRPr="00A30D7A">
        <w:rPr>
          <w:rFonts w:cs="Arial"/>
        </w:rPr>
        <w:t xml:space="preserve">Asset object alphanumeric information location: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16FE468" w14:textId="77777777" w:rsidR="009F32FC" w:rsidRPr="00A30D7A" w:rsidRDefault="009F32FC" w:rsidP="009F32FC">
      <w:pPr>
        <w:pStyle w:val="Instructions"/>
      </w:pPr>
      <w:r w:rsidRPr="00A30D7A">
        <w:t xml:space="preserve">Some asset object properties/parameters are automatically generated by the modelling application. However, not all properties in the </w:t>
      </w:r>
      <w:r w:rsidRPr="00A30D7A">
        <w:rPr>
          <w:b/>
          <w:bCs/>
        </w:rPr>
        <w:t>Asset object alphanumeric information table</w:t>
      </w:r>
      <w:r w:rsidRPr="00A30D7A">
        <w:t xml:space="preserve"> or </w:t>
      </w:r>
      <w:r w:rsidRPr="00A30D7A">
        <w:rPr>
          <w:b/>
          <w:bCs/>
        </w:rPr>
        <w:t>Asset object shared properties responsibility matrix</w:t>
      </w:r>
      <w:r w:rsidRPr="00A30D7A">
        <w:t xml:space="preserve"> will be, and the model may not be the most appropriate location for every property, particularly those relevant to the operation and maintenance of the asset.</w:t>
      </w:r>
    </w:p>
    <w:p w14:paraId="5C9A3070" w14:textId="44103E2A" w:rsidR="009F32FC" w:rsidRPr="0063774F" w:rsidRDefault="009F32FC" w:rsidP="0063774F">
      <w:pPr>
        <w:pStyle w:val="Instructions"/>
        <w:rPr>
          <w:b/>
          <w:bCs/>
        </w:rPr>
      </w:pPr>
      <w:r w:rsidRPr="00A30D7A">
        <w:t xml:space="preserve">Use this prompt to describe where properties not included in asset objects will be located, e.g. spreadsheet, database, and how it will be linked to the model, e.g. object ID or designation. This should be consistent with the approach to meeting EIR described under </w:t>
      </w:r>
      <w:r w:rsidRPr="0063774F">
        <w:rPr>
          <w:b/>
          <w:bCs/>
        </w:rPr>
        <w:t>MANAGEMENT – INFORMATION IN GENERAL</w:t>
      </w:r>
      <w:r w:rsidRPr="0063774F">
        <w:t>,</w:t>
      </w:r>
      <w:r w:rsidRPr="0063774F">
        <w:rPr>
          <w:b/>
          <w:bCs/>
        </w:rPr>
        <w:t xml:space="preserve"> Delivery team EIR delivery strategy.</w:t>
      </w:r>
    </w:p>
    <w:p w14:paraId="700DDA31" w14:textId="77777777" w:rsidR="00A94547" w:rsidRPr="00A30D7A" w:rsidRDefault="00A94547">
      <w:pPr>
        <w:rPr>
          <w:rFonts w:cs="Arial"/>
        </w:rPr>
        <w:sectPr w:rsidR="00A94547" w:rsidRPr="00A30D7A" w:rsidSect="00536EA5">
          <w:footerReference w:type="default" r:id="rId30"/>
          <w:pgSz w:w="11906" w:h="16838" w:code="9"/>
          <w:pgMar w:top="851" w:right="1418" w:bottom="851" w:left="1418" w:header="709" w:footer="709" w:gutter="0"/>
          <w:pgNumType w:start="1"/>
          <w:cols w:space="708"/>
          <w:docGrid w:linePitch="360"/>
        </w:sectPr>
      </w:pPr>
    </w:p>
    <w:p w14:paraId="0C0A4638" w14:textId="59D59EDC" w:rsidR="00A94547" w:rsidRPr="00A30D7A" w:rsidRDefault="00A94547" w:rsidP="003D628C">
      <w:pPr>
        <w:pStyle w:val="Heading1"/>
      </w:pPr>
      <w:bookmarkStart w:id="570" w:name="_Toc163550182"/>
      <w:r w:rsidRPr="00A30D7A">
        <w:lastRenderedPageBreak/>
        <w:t>Annex</w:t>
      </w:r>
      <w:r w:rsidR="004739F7" w:rsidRPr="00A30D7A">
        <w:t> </w:t>
      </w:r>
      <w:r w:rsidR="00662A18" w:rsidRPr="00A30D7A">
        <w:t>D</w:t>
      </w:r>
      <w:r w:rsidRPr="00A30D7A">
        <w:t xml:space="preserve"> – Master information delivery plan</w:t>
      </w:r>
      <w:r w:rsidR="0063774F">
        <w:t xml:space="preserve"> (MIDP)</w:t>
      </w:r>
      <w:bookmarkEnd w:id="570"/>
    </w:p>
    <w:p w14:paraId="01348287" w14:textId="77777777" w:rsidR="00A94547" w:rsidRPr="00A30D7A" w:rsidRDefault="00A94547" w:rsidP="00A94547">
      <w:pPr>
        <w:pStyle w:val="Heading2"/>
      </w:pPr>
      <w:bookmarkStart w:id="571" w:name="_Toc163550183"/>
      <w:r w:rsidRPr="00A30D7A">
        <w:t>Information deliverables</w:t>
      </w:r>
      <w:bookmarkEnd w:id="571"/>
    </w:p>
    <w:p w14:paraId="568020A6" w14:textId="77777777" w:rsidR="00A94547" w:rsidRPr="00A30D7A" w:rsidRDefault="00A94547" w:rsidP="00A94547">
      <w:pPr>
        <w:rPr>
          <w:rFonts w:cs="Arial"/>
        </w:rPr>
      </w:pPr>
      <w:r w:rsidRPr="00A30D7A">
        <w:rPr>
          <w:rFonts w:cs="Arial"/>
        </w:rPr>
        <w:t xml:space="preserve">Responsibilities: Task teams are responsible for delivering information in the forms, at the levels of information need, and at project information delivery milestones shown in the </w:t>
      </w:r>
      <w:r w:rsidRPr="00A30D7A">
        <w:rPr>
          <w:rFonts w:cs="Arial"/>
          <w:b/>
        </w:rPr>
        <w:t>Master information delivery plan (MIDP)</w:t>
      </w:r>
      <w:r w:rsidRPr="00A30D7A">
        <w:rPr>
          <w:rFonts w:cs="Arial"/>
        </w:rPr>
        <w:t>.</w:t>
      </w:r>
    </w:p>
    <w:p w14:paraId="0C717592" w14:textId="6F863146" w:rsidR="00A94547" w:rsidRPr="00A30D7A" w:rsidRDefault="00A94547" w:rsidP="00A94547">
      <w:pPr>
        <w:pStyle w:val="Instructionsindent"/>
        <w:numPr>
          <w:ilvl w:val="0"/>
          <w:numId w:val="0"/>
        </w:numPr>
      </w:pPr>
      <w:r w:rsidRPr="00A30D7A">
        <w:t>Refer to AS ISO 19650.2</w:t>
      </w:r>
      <w:r w:rsidR="00353DE3">
        <w:t xml:space="preserve"> (2019)</w:t>
      </w:r>
      <w:r w:rsidRPr="00A30D7A">
        <w:t xml:space="preserve"> clauses 5.4.4 and 5.4.5. The MIDP is compiled by the lead appointed party from the individual task information delivery plans (TIDP) provided by each task team. </w:t>
      </w:r>
      <w:r w:rsidR="00D647E2" w:rsidRPr="00A30D7A">
        <w:t xml:space="preserve">When using this or any other </w:t>
      </w:r>
      <w:r w:rsidR="00F966FC" w:rsidRPr="00A30D7A">
        <w:t>template, the TIPD should be the same format as the MIDP to aid compilation.</w:t>
      </w:r>
    </w:p>
    <w:p w14:paraId="77B82B3E" w14:textId="77777777" w:rsidR="00A94547" w:rsidRPr="00A30D7A" w:rsidRDefault="00A94547" w:rsidP="00A94547">
      <w:pPr>
        <w:pStyle w:val="Instructionsindent"/>
        <w:numPr>
          <w:ilvl w:val="0"/>
          <w:numId w:val="0"/>
        </w:numPr>
      </w:pPr>
      <w:r w:rsidRPr="00A30D7A">
        <w:t>Note: TIDPs are only relevant to appointments of appointed parties by the lead appointed party, so are not included in the BEP.</w:t>
      </w:r>
    </w:p>
    <w:p w14:paraId="6F5FD51E" w14:textId="77777777" w:rsidR="00A94547" w:rsidRPr="00A30D7A" w:rsidRDefault="00A94547" w:rsidP="00A94547">
      <w:pPr>
        <w:pStyle w:val="Tabletitle"/>
      </w:pPr>
      <w:r w:rsidRPr="00A30D7A">
        <w:t>Master information delivery plan (MIDP)</w:t>
      </w:r>
    </w:p>
    <w:tbl>
      <w:tblPr>
        <w:tblW w:w="20981" w:type="dxa"/>
        <w:tblLayout w:type="fixed"/>
        <w:tblLook w:val="04A0" w:firstRow="1" w:lastRow="0" w:firstColumn="1" w:lastColumn="0" w:noHBand="0" w:noVBand="1"/>
      </w:tblPr>
      <w:tblGrid>
        <w:gridCol w:w="2041"/>
        <w:gridCol w:w="1418"/>
        <w:gridCol w:w="1021"/>
        <w:gridCol w:w="907"/>
        <w:gridCol w:w="907"/>
        <w:gridCol w:w="851"/>
        <w:gridCol w:w="851"/>
        <w:gridCol w:w="851"/>
        <w:gridCol w:w="851"/>
        <w:gridCol w:w="851"/>
        <w:gridCol w:w="907"/>
        <w:gridCol w:w="907"/>
        <w:gridCol w:w="1134"/>
        <w:gridCol w:w="1134"/>
        <w:gridCol w:w="907"/>
        <w:gridCol w:w="1134"/>
        <w:gridCol w:w="1134"/>
        <w:gridCol w:w="907"/>
        <w:gridCol w:w="1134"/>
        <w:gridCol w:w="1134"/>
      </w:tblGrid>
      <w:tr w:rsidR="009E5A92" w:rsidRPr="00A30D7A" w14:paraId="102289B1" w14:textId="77777777" w:rsidTr="009E5A92">
        <w:trPr>
          <w:trHeight w:val="231"/>
        </w:trPr>
        <w:tc>
          <w:tcPr>
            <w:tcW w:w="2041" w:type="dxa"/>
            <w:tcBorders>
              <w:top w:val="single" w:sz="4" w:space="0" w:color="auto"/>
              <w:bottom w:val="single" w:sz="4" w:space="0" w:color="auto"/>
            </w:tcBorders>
            <w:shd w:val="clear" w:color="000000" w:fill="D9E1F2"/>
            <w:noWrap/>
            <w:vAlign w:val="bottom"/>
            <w:hideMark/>
          </w:tcPr>
          <w:p w14:paraId="57227BF7"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Project Number</w:t>
            </w:r>
          </w:p>
        </w:tc>
        <w:tc>
          <w:tcPr>
            <w:tcW w:w="1418" w:type="dxa"/>
            <w:tcBorders>
              <w:top w:val="single" w:sz="4" w:space="0" w:color="auto"/>
              <w:bottom w:val="single" w:sz="4" w:space="0" w:color="auto"/>
            </w:tcBorders>
            <w:shd w:val="clear" w:color="auto" w:fill="auto"/>
            <w:noWrap/>
            <w:vAlign w:val="bottom"/>
            <w:hideMark/>
          </w:tcPr>
          <w:p w14:paraId="60FA842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05AD9D33"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hideMark/>
          </w:tcPr>
          <w:p w14:paraId="707461C0"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3BD6F3BE"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40519691"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150A0AA6"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3D475134"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74031BFE"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3655D2E4"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158832CC"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251177E7"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2A31B0CF"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4F58D183"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1D6A600A"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14F3241F"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4EBD6D7C"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541E1F0A"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2299992D"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79962551" w14:textId="77777777" w:rsidR="009E5A92" w:rsidRPr="00A30D7A" w:rsidRDefault="009E5A92" w:rsidP="008563D6">
            <w:pPr>
              <w:spacing w:after="0"/>
              <w:rPr>
                <w:rFonts w:cs="Arial"/>
                <w:sz w:val="16"/>
                <w:szCs w:val="16"/>
              </w:rPr>
            </w:pPr>
          </w:p>
        </w:tc>
      </w:tr>
      <w:tr w:rsidR="009E5A92" w:rsidRPr="00A30D7A" w14:paraId="7A48571F" w14:textId="77777777" w:rsidTr="009E5A92">
        <w:trPr>
          <w:trHeight w:val="231"/>
        </w:trPr>
        <w:tc>
          <w:tcPr>
            <w:tcW w:w="2041" w:type="dxa"/>
            <w:tcBorders>
              <w:top w:val="single" w:sz="4" w:space="0" w:color="auto"/>
              <w:bottom w:val="single" w:sz="4" w:space="0" w:color="auto"/>
            </w:tcBorders>
            <w:shd w:val="clear" w:color="000000" w:fill="D9E1F2"/>
            <w:noWrap/>
            <w:vAlign w:val="bottom"/>
            <w:hideMark/>
          </w:tcPr>
          <w:p w14:paraId="1809091F"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Project Title</w:t>
            </w:r>
          </w:p>
        </w:tc>
        <w:tc>
          <w:tcPr>
            <w:tcW w:w="1418" w:type="dxa"/>
            <w:tcBorders>
              <w:top w:val="single" w:sz="4" w:space="0" w:color="auto"/>
              <w:bottom w:val="single" w:sz="4" w:space="0" w:color="auto"/>
            </w:tcBorders>
            <w:shd w:val="clear" w:color="auto" w:fill="auto"/>
            <w:noWrap/>
            <w:vAlign w:val="bottom"/>
            <w:hideMark/>
          </w:tcPr>
          <w:p w14:paraId="2DAF981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446B9708"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hideMark/>
          </w:tcPr>
          <w:p w14:paraId="6E8DE977"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55427915"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722C0865"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1E4B0EDE"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40861E02"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743A17E0"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73B2F4D1"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3366ED4A"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0EA9F100"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288F3A8F"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19C64436"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6633914C"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635A0DF6"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10D69227"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12B19858"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422E27F5"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7FBFC07C" w14:textId="77777777" w:rsidR="009E5A92" w:rsidRPr="00A30D7A" w:rsidRDefault="009E5A92" w:rsidP="008563D6">
            <w:pPr>
              <w:spacing w:after="0"/>
              <w:rPr>
                <w:rFonts w:cs="Arial"/>
                <w:sz w:val="16"/>
                <w:szCs w:val="16"/>
              </w:rPr>
            </w:pPr>
          </w:p>
        </w:tc>
      </w:tr>
      <w:tr w:rsidR="009E5A92" w:rsidRPr="00A30D7A" w14:paraId="0D4D6C3B" w14:textId="77777777" w:rsidTr="009E5A92">
        <w:trPr>
          <w:trHeight w:val="231"/>
        </w:trPr>
        <w:tc>
          <w:tcPr>
            <w:tcW w:w="2041" w:type="dxa"/>
            <w:tcBorders>
              <w:top w:val="single" w:sz="4" w:space="0" w:color="auto"/>
              <w:bottom w:val="single" w:sz="4" w:space="0" w:color="auto"/>
            </w:tcBorders>
            <w:shd w:val="clear" w:color="000000" w:fill="D9E1F2"/>
            <w:noWrap/>
            <w:vAlign w:val="bottom"/>
          </w:tcPr>
          <w:p w14:paraId="444326B0"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Document Reference</w:t>
            </w:r>
          </w:p>
        </w:tc>
        <w:tc>
          <w:tcPr>
            <w:tcW w:w="1418" w:type="dxa"/>
            <w:tcBorders>
              <w:top w:val="single" w:sz="4" w:space="0" w:color="auto"/>
              <w:bottom w:val="single" w:sz="4" w:space="0" w:color="auto"/>
            </w:tcBorders>
            <w:shd w:val="clear" w:color="auto" w:fill="auto"/>
            <w:noWrap/>
            <w:vAlign w:val="bottom"/>
          </w:tcPr>
          <w:p w14:paraId="5F301377" w14:textId="77777777" w:rsidR="009E5A92" w:rsidRPr="00A30D7A" w:rsidRDefault="009E5A92" w:rsidP="008563D6">
            <w:pPr>
              <w:spacing w:after="0"/>
              <w:rPr>
                <w:rFonts w:cs="Arial"/>
                <w:color w:val="000000"/>
                <w:sz w:val="16"/>
                <w:szCs w:val="16"/>
              </w:rPr>
            </w:pPr>
          </w:p>
        </w:tc>
        <w:tc>
          <w:tcPr>
            <w:tcW w:w="1021" w:type="dxa"/>
            <w:tcBorders>
              <w:top w:val="single" w:sz="4" w:space="0" w:color="auto"/>
              <w:bottom w:val="single" w:sz="4" w:space="0" w:color="auto"/>
            </w:tcBorders>
            <w:shd w:val="clear" w:color="auto" w:fill="auto"/>
            <w:noWrap/>
            <w:vAlign w:val="bottom"/>
          </w:tcPr>
          <w:p w14:paraId="52679ACA"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tcPr>
          <w:p w14:paraId="6BAA1A10" w14:textId="77777777" w:rsidR="009E5A92" w:rsidRPr="00A30D7A" w:rsidRDefault="009E5A92" w:rsidP="008563D6">
            <w:pPr>
              <w:spacing w:after="0"/>
              <w:rPr>
                <w:rFonts w:cs="Arial"/>
                <w:sz w:val="16"/>
                <w:szCs w:val="16"/>
              </w:rPr>
            </w:pPr>
          </w:p>
        </w:tc>
        <w:tc>
          <w:tcPr>
            <w:tcW w:w="907" w:type="dxa"/>
            <w:shd w:val="clear" w:color="auto" w:fill="auto"/>
            <w:noWrap/>
            <w:vAlign w:val="bottom"/>
          </w:tcPr>
          <w:p w14:paraId="77B6BA1E" w14:textId="77777777" w:rsidR="009E5A92" w:rsidRPr="00A30D7A" w:rsidRDefault="009E5A92" w:rsidP="008563D6">
            <w:pPr>
              <w:spacing w:after="0"/>
              <w:rPr>
                <w:rFonts w:cs="Arial"/>
                <w:sz w:val="16"/>
                <w:szCs w:val="16"/>
              </w:rPr>
            </w:pPr>
          </w:p>
        </w:tc>
        <w:tc>
          <w:tcPr>
            <w:tcW w:w="851" w:type="dxa"/>
            <w:shd w:val="clear" w:color="auto" w:fill="auto"/>
            <w:noWrap/>
            <w:vAlign w:val="bottom"/>
          </w:tcPr>
          <w:p w14:paraId="380EF6BA" w14:textId="77777777" w:rsidR="009E5A92" w:rsidRPr="00A30D7A" w:rsidRDefault="009E5A92" w:rsidP="008563D6">
            <w:pPr>
              <w:spacing w:after="0"/>
              <w:rPr>
                <w:rFonts w:cs="Arial"/>
                <w:sz w:val="16"/>
                <w:szCs w:val="16"/>
              </w:rPr>
            </w:pPr>
          </w:p>
        </w:tc>
        <w:tc>
          <w:tcPr>
            <w:tcW w:w="851" w:type="dxa"/>
            <w:shd w:val="clear" w:color="auto" w:fill="auto"/>
            <w:noWrap/>
            <w:vAlign w:val="bottom"/>
          </w:tcPr>
          <w:p w14:paraId="311C11B7" w14:textId="77777777" w:rsidR="009E5A92" w:rsidRPr="00A30D7A" w:rsidRDefault="009E5A92" w:rsidP="008563D6">
            <w:pPr>
              <w:spacing w:after="0"/>
              <w:rPr>
                <w:rFonts w:cs="Arial"/>
                <w:sz w:val="16"/>
                <w:szCs w:val="16"/>
              </w:rPr>
            </w:pPr>
          </w:p>
        </w:tc>
        <w:tc>
          <w:tcPr>
            <w:tcW w:w="851" w:type="dxa"/>
            <w:shd w:val="clear" w:color="auto" w:fill="auto"/>
            <w:noWrap/>
            <w:vAlign w:val="bottom"/>
          </w:tcPr>
          <w:p w14:paraId="1CE072A6" w14:textId="77777777" w:rsidR="009E5A92" w:rsidRPr="00A30D7A" w:rsidRDefault="009E5A92" w:rsidP="008563D6">
            <w:pPr>
              <w:spacing w:after="0"/>
              <w:rPr>
                <w:rFonts w:cs="Arial"/>
                <w:sz w:val="16"/>
                <w:szCs w:val="16"/>
              </w:rPr>
            </w:pPr>
          </w:p>
        </w:tc>
        <w:tc>
          <w:tcPr>
            <w:tcW w:w="851" w:type="dxa"/>
            <w:shd w:val="clear" w:color="auto" w:fill="auto"/>
            <w:noWrap/>
            <w:vAlign w:val="bottom"/>
          </w:tcPr>
          <w:p w14:paraId="699B039F" w14:textId="77777777" w:rsidR="009E5A92" w:rsidRPr="00A30D7A" w:rsidRDefault="009E5A92" w:rsidP="008563D6">
            <w:pPr>
              <w:spacing w:after="0"/>
              <w:rPr>
                <w:rFonts w:cs="Arial"/>
                <w:sz w:val="16"/>
                <w:szCs w:val="16"/>
              </w:rPr>
            </w:pPr>
          </w:p>
        </w:tc>
        <w:tc>
          <w:tcPr>
            <w:tcW w:w="851" w:type="dxa"/>
            <w:shd w:val="clear" w:color="auto" w:fill="auto"/>
            <w:noWrap/>
            <w:vAlign w:val="bottom"/>
          </w:tcPr>
          <w:p w14:paraId="7AE6E93D" w14:textId="77777777" w:rsidR="009E5A92" w:rsidRPr="00A30D7A" w:rsidRDefault="009E5A92" w:rsidP="008563D6">
            <w:pPr>
              <w:spacing w:after="0"/>
              <w:rPr>
                <w:rFonts w:cs="Arial"/>
                <w:sz w:val="16"/>
                <w:szCs w:val="16"/>
              </w:rPr>
            </w:pPr>
          </w:p>
        </w:tc>
        <w:tc>
          <w:tcPr>
            <w:tcW w:w="907" w:type="dxa"/>
            <w:shd w:val="clear" w:color="auto" w:fill="auto"/>
            <w:noWrap/>
            <w:vAlign w:val="bottom"/>
          </w:tcPr>
          <w:p w14:paraId="078EBA61" w14:textId="77777777" w:rsidR="009E5A92" w:rsidRPr="00A30D7A" w:rsidRDefault="009E5A92" w:rsidP="008563D6">
            <w:pPr>
              <w:spacing w:after="0"/>
              <w:rPr>
                <w:rFonts w:cs="Arial"/>
                <w:sz w:val="16"/>
                <w:szCs w:val="16"/>
              </w:rPr>
            </w:pPr>
          </w:p>
        </w:tc>
        <w:tc>
          <w:tcPr>
            <w:tcW w:w="907" w:type="dxa"/>
            <w:shd w:val="clear" w:color="auto" w:fill="auto"/>
            <w:noWrap/>
            <w:vAlign w:val="bottom"/>
          </w:tcPr>
          <w:p w14:paraId="0990E067"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15FD75A2"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379693C1" w14:textId="77777777" w:rsidR="009E5A92" w:rsidRPr="00A30D7A" w:rsidRDefault="009E5A92" w:rsidP="008563D6">
            <w:pPr>
              <w:spacing w:after="0"/>
              <w:rPr>
                <w:rFonts w:cs="Arial"/>
                <w:sz w:val="16"/>
                <w:szCs w:val="16"/>
              </w:rPr>
            </w:pPr>
          </w:p>
        </w:tc>
        <w:tc>
          <w:tcPr>
            <w:tcW w:w="907" w:type="dxa"/>
            <w:shd w:val="clear" w:color="auto" w:fill="auto"/>
            <w:noWrap/>
            <w:vAlign w:val="bottom"/>
          </w:tcPr>
          <w:p w14:paraId="26AF2D07"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295F3E2F"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45E16658" w14:textId="77777777" w:rsidR="009E5A92" w:rsidRPr="00A30D7A" w:rsidRDefault="009E5A92" w:rsidP="008563D6">
            <w:pPr>
              <w:spacing w:after="0"/>
              <w:rPr>
                <w:rFonts w:cs="Arial"/>
                <w:sz w:val="16"/>
                <w:szCs w:val="16"/>
              </w:rPr>
            </w:pPr>
          </w:p>
        </w:tc>
        <w:tc>
          <w:tcPr>
            <w:tcW w:w="907" w:type="dxa"/>
            <w:shd w:val="clear" w:color="auto" w:fill="auto"/>
            <w:noWrap/>
            <w:vAlign w:val="bottom"/>
          </w:tcPr>
          <w:p w14:paraId="73200C91"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2F8F0545" w14:textId="77777777" w:rsidR="009E5A92" w:rsidRPr="00A30D7A" w:rsidRDefault="009E5A92" w:rsidP="008563D6">
            <w:pPr>
              <w:spacing w:after="0"/>
              <w:rPr>
                <w:rFonts w:cs="Arial"/>
                <w:sz w:val="16"/>
                <w:szCs w:val="16"/>
              </w:rPr>
            </w:pPr>
          </w:p>
        </w:tc>
        <w:tc>
          <w:tcPr>
            <w:tcW w:w="1134" w:type="dxa"/>
            <w:shd w:val="clear" w:color="auto" w:fill="auto"/>
            <w:noWrap/>
            <w:vAlign w:val="bottom"/>
          </w:tcPr>
          <w:p w14:paraId="1CCA05CE" w14:textId="77777777" w:rsidR="009E5A92" w:rsidRPr="00A30D7A" w:rsidRDefault="009E5A92" w:rsidP="008563D6">
            <w:pPr>
              <w:spacing w:after="0"/>
              <w:rPr>
                <w:rFonts w:cs="Arial"/>
                <w:sz w:val="16"/>
                <w:szCs w:val="16"/>
              </w:rPr>
            </w:pPr>
          </w:p>
        </w:tc>
      </w:tr>
      <w:tr w:rsidR="009E5A92" w:rsidRPr="00A30D7A" w14:paraId="5557D2BF" w14:textId="77777777" w:rsidTr="009E5A92">
        <w:trPr>
          <w:trHeight w:val="231"/>
        </w:trPr>
        <w:tc>
          <w:tcPr>
            <w:tcW w:w="2041" w:type="dxa"/>
            <w:tcBorders>
              <w:top w:val="single" w:sz="4" w:space="0" w:color="auto"/>
              <w:bottom w:val="single" w:sz="4" w:space="0" w:color="auto"/>
            </w:tcBorders>
            <w:shd w:val="clear" w:color="000000" w:fill="D9E1F2"/>
            <w:noWrap/>
            <w:vAlign w:val="bottom"/>
            <w:hideMark/>
          </w:tcPr>
          <w:p w14:paraId="6E3DD658"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Author</w:t>
            </w:r>
          </w:p>
        </w:tc>
        <w:tc>
          <w:tcPr>
            <w:tcW w:w="1418" w:type="dxa"/>
            <w:tcBorders>
              <w:top w:val="single" w:sz="4" w:space="0" w:color="auto"/>
              <w:bottom w:val="single" w:sz="4" w:space="0" w:color="auto"/>
            </w:tcBorders>
            <w:shd w:val="clear" w:color="auto" w:fill="auto"/>
            <w:noWrap/>
            <w:vAlign w:val="bottom"/>
            <w:hideMark/>
          </w:tcPr>
          <w:p w14:paraId="5554CFA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31AFF44B"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hideMark/>
          </w:tcPr>
          <w:p w14:paraId="463BAFEC"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7AD8BFEE"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68480D70"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2F3864D2"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21808BAE"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5B7B5F50"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27045662"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6C72AAAA"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060A3D63"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51E1BBBB"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5BEBDAAF"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02315F0B"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3B17D8F3"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1CEAC5B6"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75AFA304"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6E0DD0BA"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230D6E93" w14:textId="77777777" w:rsidR="009E5A92" w:rsidRPr="00A30D7A" w:rsidRDefault="009E5A92" w:rsidP="008563D6">
            <w:pPr>
              <w:spacing w:after="0"/>
              <w:rPr>
                <w:rFonts w:cs="Arial"/>
                <w:sz w:val="16"/>
                <w:szCs w:val="16"/>
              </w:rPr>
            </w:pPr>
          </w:p>
        </w:tc>
      </w:tr>
      <w:tr w:rsidR="009E5A92" w:rsidRPr="00A30D7A" w14:paraId="6F9CDEDD" w14:textId="77777777" w:rsidTr="009E5A92">
        <w:trPr>
          <w:trHeight w:val="231"/>
        </w:trPr>
        <w:tc>
          <w:tcPr>
            <w:tcW w:w="2041" w:type="dxa"/>
            <w:tcBorders>
              <w:top w:val="single" w:sz="4" w:space="0" w:color="auto"/>
              <w:bottom w:val="single" w:sz="4" w:space="0" w:color="auto"/>
            </w:tcBorders>
            <w:shd w:val="clear" w:color="000000" w:fill="D9E1F2"/>
            <w:noWrap/>
            <w:vAlign w:val="bottom"/>
            <w:hideMark/>
          </w:tcPr>
          <w:p w14:paraId="253CBEF5"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Date created</w:t>
            </w:r>
          </w:p>
        </w:tc>
        <w:tc>
          <w:tcPr>
            <w:tcW w:w="1418" w:type="dxa"/>
            <w:tcBorders>
              <w:top w:val="single" w:sz="4" w:space="0" w:color="auto"/>
              <w:bottom w:val="single" w:sz="4" w:space="0" w:color="auto"/>
            </w:tcBorders>
            <w:shd w:val="clear" w:color="auto" w:fill="auto"/>
            <w:noWrap/>
            <w:vAlign w:val="bottom"/>
            <w:hideMark/>
          </w:tcPr>
          <w:p w14:paraId="2676811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2B4413A6"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hideMark/>
          </w:tcPr>
          <w:p w14:paraId="6DB2802C"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73EC1304"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42A2642F"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6AEA2FEB"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353D4A33"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0B545BE0" w14:textId="77777777" w:rsidR="009E5A92" w:rsidRPr="00A30D7A" w:rsidRDefault="009E5A92" w:rsidP="008563D6">
            <w:pPr>
              <w:spacing w:after="0"/>
              <w:rPr>
                <w:rFonts w:cs="Arial"/>
                <w:sz w:val="16"/>
                <w:szCs w:val="16"/>
              </w:rPr>
            </w:pPr>
          </w:p>
        </w:tc>
        <w:tc>
          <w:tcPr>
            <w:tcW w:w="851" w:type="dxa"/>
            <w:shd w:val="clear" w:color="auto" w:fill="auto"/>
            <w:noWrap/>
            <w:vAlign w:val="bottom"/>
            <w:hideMark/>
          </w:tcPr>
          <w:p w14:paraId="3E554F95"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69DACB3D"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09B3C146"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500A534D"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372A85A4"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7555C828"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76EC8FBA"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6C52D3AB" w14:textId="77777777" w:rsidR="009E5A92" w:rsidRPr="00A30D7A" w:rsidRDefault="009E5A92" w:rsidP="008563D6">
            <w:pPr>
              <w:spacing w:after="0"/>
              <w:rPr>
                <w:rFonts w:cs="Arial"/>
                <w:sz w:val="16"/>
                <w:szCs w:val="16"/>
              </w:rPr>
            </w:pPr>
          </w:p>
        </w:tc>
        <w:tc>
          <w:tcPr>
            <w:tcW w:w="907" w:type="dxa"/>
            <w:shd w:val="clear" w:color="auto" w:fill="auto"/>
            <w:noWrap/>
            <w:vAlign w:val="bottom"/>
            <w:hideMark/>
          </w:tcPr>
          <w:p w14:paraId="408F4620"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53820EF8" w14:textId="77777777" w:rsidR="009E5A92" w:rsidRPr="00A30D7A" w:rsidRDefault="009E5A92" w:rsidP="008563D6">
            <w:pPr>
              <w:spacing w:after="0"/>
              <w:rPr>
                <w:rFonts w:cs="Arial"/>
                <w:sz w:val="16"/>
                <w:szCs w:val="16"/>
              </w:rPr>
            </w:pPr>
          </w:p>
        </w:tc>
        <w:tc>
          <w:tcPr>
            <w:tcW w:w="1134" w:type="dxa"/>
            <w:shd w:val="clear" w:color="auto" w:fill="auto"/>
            <w:noWrap/>
            <w:vAlign w:val="bottom"/>
            <w:hideMark/>
          </w:tcPr>
          <w:p w14:paraId="3F8515AA" w14:textId="77777777" w:rsidR="009E5A92" w:rsidRPr="00A30D7A" w:rsidRDefault="009E5A92" w:rsidP="008563D6">
            <w:pPr>
              <w:spacing w:after="0"/>
              <w:rPr>
                <w:rFonts w:cs="Arial"/>
                <w:sz w:val="16"/>
                <w:szCs w:val="16"/>
              </w:rPr>
            </w:pPr>
          </w:p>
        </w:tc>
      </w:tr>
      <w:tr w:rsidR="009E5A92" w:rsidRPr="00A30D7A" w14:paraId="0DF3FFA6" w14:textId="77777777" w:rsidTr="009E5A92">
        <w:trPr>
          <w:trHeight w:val="231"/>
        </w:trPr>
        <w:tc>
          <w:tcPr>
            <w:tcW w:w="2041" w:type="dxa"/>
            <w:tcBorders>
              <w:top w:val="single" w:sz="4" w:space="0" w:color="auto"/>
              <w:bottom w:val="single" w:sz="4" w:space="0" w:color="auto"/>
            </w:tcBorders>
            <w:shd w:val="clear" w:color="000000" w:fill="D9E1F2"/>
            <w:noWrap/>
            <w:vAlign w:val="bottom"/>
            <w:hideMark/>
          </w:tcPr>
          <w:p w14:paraId="701EC8C1"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Date last updated</w:t>
            </w:r>
          </w:p>
        </w:tc>
        <w:tc>
          <w:tcPr>
            <w:tcW w:w="1418" w:type="dxa"/>
            <w:tcBorders>
              <w:top w:val="single" w:sz="4" w:space="0" w:color="auto"/>
              <w:bottom w:val="single" w:sz="4" w:space="0" w:color="auto"/>
            </w:tcBorders>
            <w:shd w:val="clear" w:color="auto" w:fill="auto"/>
            <w:noWrap/>
            <w:vAlign w:val="bottom"/>
            <w:hideMark/>
          </w:tcPr>
          <w:p w14:paraId="680899B5"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2CFDAFDD" w14:textId="77777777" w:rsidR="009E5A92" w:rsidRPr="00A30D7A" w:rsidRDefault="009E5A92" w:rsidP="008563D6">
            <w:pPr>
              <w:spacing w:after="0"/>
              <w:rPr>
                <w:rFonts w:cs="Arial"/>
                <w:color w:val="000000"/>
                <w:sz w:val="16"/>
                <w:szCs w:val="16"/>
              </w:rPr>
            </w:pPr>
          </w:p>
        </w:tc>
        <w:tc>
          <w:tcPr>
            <w:tcW w:w="907" w:type="dxa"/>
            <w:shd w:val="clear" w:color="auto" w:fill="auto"/>
            <w:noWrap/>
            <w:vAlign w:val="bottom"/>
            <w:hideMark/>
          </w:tcPr>
          <w:p w14:paraId="1B507579" w14:textId="77777777" w:rsidR="009E5A92" w:rsidRPr="00A30D7A" w:rsidRDefault="009E5A92" w:rsidP="008563D6">
            <w:pPr>
              <w:spacing w:after="0"/>
              <w:rPr>
                <w:rFonts w:cs="Arial"/>
                <w:sz w:val="16"/>
                <w:szCs w:val="16"/>
              </w:rPr>
            </w:pPr>
          </w:p>
        </w:tc>
        <w:tc>
          <w:tcPr>
            <w:tcW w:w="907" w:type="dxa"/>
            <w:tcBorders>
              <w:bottom w:val="single" w:sz="4" w:space="0" w:color="auto"/>
            </w:tcBorders>
            <w:shd w:val="clear" w:color="auto" w:fill="auto"/>
            <w:noWrap/>
            <w:vAlign w:val="bottom"/>
            <w:hideMark/>
          </w:tcPr>
          <w:p w14:paraId="78B761AB" w14:textId="77777777" w:rsidR="009E5A92" w:rsidRPr="00A30D7A" w:rsidRDefault="009E5A92" w:rsidP="008563D6">
            <w:pPr>
              <w:spacing w:after="0"/>
              <w:rPr>
                <w:rFonts w:cs="Arial"/>
                <w:sz w:val="16"/>
                <w:szCs w:val="16"/>
              </w:rPr>
            </w:pPr>
          </w:p>
        </w:tc>
        <w:tc>
          <w:tcPr>
            <w:tcW w:w="851" w:type="dxa"/>
            <w:tcBorders>
              <w:bottom w:val="single" w:sz="4" w:space="0" w:color="auto"/>
            </w:tcBorders>
            <w:shd w:val="clear" w:color="auto" w:fill="auto"/>
            <w:noWrap/>
            <w:vAlign w:val="bottom"/>
            <w:hideMark/>
          </w:tcPr>
          <w:p w14:paraId="2E2ADE99" w14:textId="77777777" w:rsidR="009E5A92" w:rsidRPr="00A30D7A" w:rsidRDefault="009E5A92" w:rsidP="008563D6">
            <w:pPr>
              <w:spacing w:after="0"/>
              <w:rPr>
                <w:rFonts w:cs="Arial"/>
                <w:sz w:val="16"/>
                <w:szCs w:val="16"/>
              </w:rPr>
            </w:pPr>
          </w:p>
        </w:tc>
        <w:tc>
          <w:tcPr>
            <w:tcW w:w="851" w:type="dxa"/>
            <w:tcBorders>
              <w:bottom w:val="single" w:sz="4" w:space="0" w:color="auto"/>
            </w:tcBorders>
            <w:shd w:val="clear" w:color="auto" w:fill="auto"/>
            <w:noWrap/>
            <w:vAlign w:val="bottom"/>
            <w:hideMark/>
          </w:tcPr>
          <w:p w14:paraId="3DAA68A0" w14:textId="77777777" w:rsidR="009E5A92" w:rsidRPr="00A30D7A" w:rsidRDefault="009E5A92" w:rsidP="008563D6">
            <w:pPr>
              <w:spacing w:after="0"/>
              <w:rPr>
                <w:rFonts w:cs="Arial"/>
                <w:sz w:val="16"/>
                <w:szCs w:val="16"/>
              </w:rPr>
            </w:pPr>
          </w:p>
        </w:tc>
        <w:tc>
          <w:tcPr>
            <w:tcW w:w="851" w:type="dxa"/>
            <w:tcBorders>
              <w:bottom w:val="single" w:sz="4" w:space="0" w:color="auto"/>
            </w:tcBorders>
            <w:shd w:val="clear" w:color="auto" w:fill="auto"/>
            <w:noWrap/>
            <w:vAlign w:val="bottom"/>
            <w:hideMark/>
          </w:tcPr>
          <w:p w14:paraId="4D7CA22F" w14:textId="77777777" w:rsidR="009E5A92" w:rsidRPr="00A30D7A" w:rsidRDefault="009E5A92" w:rsidP="008563D6">
            <w:pPr>
              <w:spacing w:after="0"/>
              <w:rPr>
                <w:rFonts w:cs="Arial"/>
                <w:sz w:val="16"/>
                <w:szCs w:val="16"/>
              </w:rPr>
            </w:pPr>
          </w:p>
        </w:tc>
        <w:tc>
          <w:tcPr>
            <w:tcW w:w="851" w:type="dxa"/>
            <w:tcBorders>
              <w:bottom w:val="single" w:sz="4" w:space="0" w:color="auto"/>
            </w:tcBorders>
            <w:shd w:val="clear" w:color="auto" w:fill="auto"/>
            <w:noWrap/>
            <w:vAlign w:val="bottom"/>
            <w:hideMark/>
          </w:tcPr>
          <w:p w14:paraId="4166B9AB" w14:textId="77777777" w:rsidR="009E5A92" w:rsidRPr="00A30D7A" w:rsidRDefault="009E5A92" w:rsidP="008563D6">
            <w:pPr>
              <w:spacing w:after="0"/>
              <w:rPr>
                <w:rFonts w:cs="Arial"/>
                <w:sz w:val="16"/>
                <w:szCs w:val="16"/>
              </w:rPr>
            </w:pPr>
          </w:p>
        </w:tc>
        <w:tc>
          <w:tcPr>
            <w:tcW w:w="851" w:type="dxa"/>
            <w:tcBorders>
              <w:bottom w:val="single" w:sz="4" w:space="0" w:color="auto"/>
            </w:tcBorders>
            <w:shd w:val="clear" w:color="auto" w:fill="auto"/>
            <w:noWrap/>
            <w:vAlign w:val="bottom"/>
            <w:hideMark/>
          </w:tcPr>
          <w:p w14:paraId="1CEDB1BC" w14:textId="77777777" w:rsidR="009E5A92" w:rsidRPr="00A30D7A" w:rsidRDefault="009E5A92" w:rsidP="008563D6">
            <w:pPr>
              <w:spacing w:after="0"/>
              <w:rPr>
                <w:rFonts w:cs="Arial"/>
                <w:sz w:val="16"/>
                <w:szCs w:val="16"/>
              </w:rPr>
            </w:pPr>
          </w:p>
        </w:tc>
        <w:tc>
          <w:tcPr>
            <w:tcW w:w="907" w:type="dxa"/>
            <w:tcBorders>
              <w:bottom w:val="single" w:sz="4" w:space="0" w:color="auto"/>
            </w:tcBorders>
            <w:shd w:val="clear" w:color="auto" w:fill="auto"/>
            <w:noWrap/>
            <w:vAlign w:val="bottom"/>
            <w:hideMark/>
          </w:tcPr>
          <w:p w14:paraId="65C84041" w14:textId="77777777" w:rsidR="009E5A92" w:rsidRPr="00A30D7A" w:rsidRDefault="009E5A92" w:rsidP="008563D6">
            <w:pPr>
              <w:spacing w:after="0"/>
              <w:rPr>
                <w:rFonts w:cs="Arial"/>
                <w:sz w:val="16"/>
                <w:szCs w:val="16"/>
              </w:rPr>
            </w:pPr>
          </w:p>
        </w:tc>
        <w:tc>
          <w:tcPr>
            <w:tcW w:w="907" w:type="dxa"/>
            <w:tcBorders>
              <w:bottom w:val="single" w:sz="4" w:space="0" w:color="auto"/>
            </w:tcBorders>
            <w:shd w:val="clear" w:color="auto" w:fill="auto"/>
            <w:noWrap/>
            <w:vAlign w:val="bottom"/>
            <w:hideMark/>
          </w:tcPr>
          <w:p w14:paraId="4E55D7FA"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4E4B6DE8"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3EC44030" w14:textId="77777777" w:rsidR="009E5A92" w:rsidRPr="00A30D7A" w:rsidRDefault="009E5A92" w:rsidP="008563D6">
            <w:pPr>
              <w:spacing w:after="0"/>
              <w:rPr>
                <w:rFonts w:cs="Arial"/>
                <w:sz w:val="16"/>
                <w:szCs w:val="16"/>
              </w:rPr>
            </w:pPr>
          </w:p>
        </w:tc>
        <w:tc>
          <w:tcPr>
            <w:tcW w:w="907" w:type="dxa"/>
            <w:tcBorders>
              <w:bottom w:val="single" w:sz="4" w:space="0" w:color="auto"/>
            </w:tcBorders>
            <w:shd w:val="clear" w:color="auto" w:fill="auto"/>
            <w:noWrap/>
            <w:vAlign w:val="bottom"/>
            <w:hideMark/>
          </w:tcPr>
          <w:p w14:paraId="09DF424A"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54FEC3FC"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4CB16FBD" w14:textId="77777777" w:rsidR="009E5A92" w:rsidRPr="00A30D7A" w:rsidRDefault="009E5A92" w:rsidP="008563D6">
            <w:pPr>
              <w:spacing w:after="0"/>
              <w:rPr>
                <w:rFonts w:cs="Arial"/>
                <w:sz w:val="16"/>
                <w:szCs w:val="16"/>
              </w:rPr>
            </w:pPr>
          </w:p>
        </w:tc>
        <w:tc>
          <w:tcPr>
            <w:tcW w:w="907" w:type="dxa"/>
            <w:tcBorders>
              <w:bottom w:val="single" w:sz="4" w:space="0" w:color="auto"/>
            </w:tcBorders>
            <w:shd w:val="clear" w:color="auto" w:fill="auto"/>
            <w:noWrap/>
            <w:vAlign w:val="bottom"/>
            <w:hideMark/>
          </w:tcPr>
          <w:p w14:paraId="4E1893A8"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1FE56063" w14:textId="77777777" w:rsidR="009E5A92" w:rsidRPr="00A30D7A" w:rsidRDefault="009E5A92" w:rsidP="008563D6">
            <w:pPr>
              <w:spacing w:after="0"/>
              <w:rPr>
                <w:rFonts w:cs="Arial"/>
                <w:sz w:val="16"/>
                <w:szCs w:val="16"/>
              </w:rPr>
            </w:pPr>
          </w:p>
        </w:tc>
        <w:tc>
          <w:tcPr>
            <w:tcW w:w="1134" w:type="dxa"/>
            <w:tcBorders>
              <w:bottom w:val="single" w:sz="4" w:space="0" w:color="auto"/>
            </w:tcBorders>
            <w:shd w:val="clear" w:color="auto" w:fill="auto"/>
            <w:noWrap/>
            <w:vAlign w:val="bottom"/>
            <w:hideMark/>
          </w:tcPr>
          <w:p w14:paraId="3DAF6CF6" w14:textId="77777777" w:rsidR="009E5A92" w:rsidRPr="00A30D7A" w:rsidRDefault="009E5A92" w:rsidP="008563D6">
            <w:pPr>
              <w:spacing w:after="0"/>
              <w:rPr>
                <w:rFonts w:cs="Arial"/>
                <w:sz w:val="16"/>
                <w:szCs w:val="16"/>
              </w:rPr>
            </w:pPr>
          </w:p>
        </w:tc>
      </w:tr>
      <w:tr w:rsidR="009E5A92" w:rsidRPr="00A30D7A" w14:paraId="0C458958" w14:textId="77777777" w:rsidTr="009E5A92">
        <w:trPr>
          <w:trHeight w:val="452"/>
        </w:trPr>
        <w:tc>
          <w:tcPr>
            <w:tcW w:w="2041" w:type="dxa"/>
            <w:tcBorders>
              <w:top w:val="single" w:sz="4" w:space="0" w:color="auto"/>
              <w:bottom w:val="single" w:sz="4" w:space="0" w:color="auto"/>
            </w:tcBorders>
            <w:shd w:val="clear" w:color="auto" w:fill="auto"/>
            <w:noWrap/>
            <w:vAlign w:val="bottom"/>
            <w:hideMark/>
          </w:tcPr>
          <w:p w14:paraId="64A33475"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single" w:sz="4" w:space="0" w:color="auto"/>
              <w:bottom w:val="single" w:sz="4" w:space="0" w:color="auto"/>
            </w:tcBorders>
            <w:shd w:val="clear" w:color="auto" w:fill="auto"/>
            <w:noWrap/>
            <w:vAlign w:val="bottom"/>
            <w:hideMark/>
          </w:tcPr>
          <w:p w14:paraId="64204C5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single" w:sz="4" w:space="0" w:color="auto"/>
              <w:bottom w:val="single" w:sz="4" w:space="0" w:color="auto"/>
            </w:tcBorders>
            <w:shd w:val="clear" w:color="auto" w:fill="auto"/>
            <w:noWrap/>
            <w:vAlign w:val="bottom"/>
            <w:hideMark/>
          </w:tcPr>
          <w:p w14:paraId="461D654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bottom w:val="single" w:sz="4" w:space="0" w:color="auto"/>
              <w:right w:val="single" w:sz="4" w:space="0" w:color="auto"/>
            </w:tcBorders>
            <w:shd w:val="clear" w:color="auto" w:fill="auto"/>
            <w:noWrap/>
            <w:vAlign w:val="bottom"/>
            <w:hideMark/>
          </w:tcPr>
          <w:p w14:paraId="70C3D73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single" w:sz="4" w:space="0" w:color="auto"/>
              <w:left w:val="single" w:sz="4" w:space="0" w:color="auto"/>
              <w:bottom w:val="single" w:sz="4" w:space="0" w:color="auto"/>
              <w:right w:val="nil"/>
            </w:tcBorders>
            <w:shd w:val="clear" w:color="000000" w:fill="D9E1F2"/>
            <w:noWrap/>
            <w:vAlign w:val="bottom"/>
            <w:hideMark/>
          </w:tcPr>
          <w:p w14:paraId="24246B8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851" w:type="dxa"/>
            <w:tcBorders>
              <w:top w:val="single" w:sz="4" w:space="0" w:color="auto"/>
              <w:left w:val="nil"/>
              <w:bottom w:val="single" w:sz="4" w:space="0" w:color="auto"/>
              <w:right w:val="nil"/>
            </w:tcBorders>
            <w:shd w:val="clear" w:color="000000" w:fill="D9E1F2"/>
            <w:noWrap/>
            <w:vAlign w:val="bottom"/>
            <w:hideMark/>
          </w:tcPr>
          <w:p w14:paraId="243E721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851" w:type="dxa"/>
            <w:tcBorders>
              <w:top w:val="single" w:sz="4" w:space="0" w:color="auto"/>
              <w:left w:val="nil"/>
              <w:bottom w:val="single" w:sz="4" w:space="0" w:color="auto"/>
              <w:right w:val="nil"/>
            </w:tcBorders>
            <w:shd w:val="clear" w:color="000000" w:fill="D9E1F2"/>
            <w:noWrap/>
            <w:vAlign w:val="bottom"/>
            <w:hideMark/>
          </w:tcPr>
          <w:p w14:paraId="0AAA9CF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851" w:type="dxa"/>
            <w:tcBorders>
              <w:top w:val="single" w:sz="4" w:space="0" w:color="auto"/>
              <w:left w:val="nil"/>
              <w:bottom w:val="single" w:sz="4" w:space="0" w:color="auto"/>
              <w:right w:val="nil"/>
            </w:tcBorders>
            <w:shd w:val="clear" w:color="000000" w:fill="D9E1F2"/>
            <w:noWrap/>
            <w:vAlign w:val="center"/>
            <w:hideMark/>
          </w:tcPr>
          <w:p w14:paraId="4E557332"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File name</w:t>
            </w:r>
          </w:p>
        </w:tc>
        <w:tc>
          <w:tcPr>
            <w:tcW w:w="851" w:type="dxa"/>
            <w:tcBorders>
              <w:top w:val="single" w:sz="4" w:space="0" w:color="auto"/>
              <w:left w:val="nil"/>
              <w:bottom w:val="single" w:sz="4" w:space="0" w:color="auto"/>
              <w:right w:val="nil"/>
            </w:tcBorders>
            <w:shd w:val="clear" w:color="000000" w:fill="D9E1F2"/>
            <w:vAlign w:val="center"/>
          </w:tcPr>
          <w:p w14:paraId="3F312479" w14:textId="77777777" w:rsidR="009E5A92" w:rsidRPr="00A30D7A" w:rsidRDefault="009E5A92" w:rsidP="008563D6">
            <w:pPr>
              <w:spacing w:after="0"/>
              <w:rPr>
                <w:rFonts w:cs="Arial"/>
                <w:b/>
                <w:bCs/>
                <w:color w:val="000000"/>
                <w:sz w:val="16"/>
                <w:szCs w:val="16"/>
              </w:rPr>
            </w:pPr>
          </w:p>
        </w:tc>
        <w:tc>
          <w:tcPr>
            <w:tcW w:w="851" w:type="dxa"/>
            <w:tcBorders>
              <w:top w:val="single" w:sz="4" w:space="0" w:color="auto"/>
              <w:left w:val="nil"/>
              <w:bottom w:val="single" w:sz="4" w:space="0" w:color="auto"/>
              <w:right w:val="nil"/>
            </w:tcBorders>
            <w:shd w:val="clear" w:color="000000" w:fill="D9E1F2"/>
            <w:noWrap/>
            <w:vAlign w:val="bottom"/>
            <w:hideMark/>
          </w:tcPr>
          <w:p w14:paraId="5B51119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single" w:sz="4" w:space="0" w:color="auto"/>
              <w:left w:val="nil"/>
              <w:bottom w:val="single" w:sz="4" w:space="0" w:color="auto"/>
              <w:right w:val="single" w:sz="8" w:space="0" w:color="auto"/>
            </w:tcBorders>
            <w:shd w:val="clear" w:color="000000" w:fill="D9E1F2"/>
            <w:noWrap/>
            <w:vAlign w:val="bottom"/>
            <w:hideMark/>
          </w:tcPr>
          <w:p w14:paraId="501CD3A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single" w:sz="4" w:space="0" w:color="auto"/>
              <w:left w:val="nil"/>
              <w:bottom w:val="single" w:sz="4" w:space="0" w:color="auto"/>
              <w:right w:val="nil"/>
            </w:tcBorders>
            <w:shd w:val="clear" w:color="000000" w:fill="ECF5E7"/>
            <w:noWrap/>
            <w:vAlign w:val="bottom"/>
            <w:hideMark/>
          </w:tcPr>
          <w:p w14:paraId="7CF17D6B" w14:textId="77777777" w:rsidR="009E5A92" w:rsidRPr="00A30D7A" w:rsidRDefault="009E5A92" w:rsidP="008563D6">
            <w:pPr>
              <w:spacing w:after="0"/>
              <w:rPr>
                <w:rFonts w:cs="Arial"/>
                <w:color w:val="000000"/>
                <w:sz w:val="16"/>
                <w:szCs w:val="16"/>
              </w:rPr>
            </w:pPr>
          </w:p>
        </w:tc>
        <w:tc>
          <w:tcPr>
            <w:tcW w:w="1134" w:type="dxa"/>
            <w:tcBorders>
              <w:top w:val="single" w:sz="4" w:space="0" w:color="auto"/>
              <w:left w:val="nil"/>
              <w:bottom w:val="single" w:sz="4" w:space="0" w:color="auto"/>
            </w:tcBorders>
            <w:shd w:val="clear" w:color="000000" w:fill="ECF5E7"/>
            <w:noWrap/>
            <w:vAlign w:val="center"/>
            <w:hideMark/>
          </w:tcPr>
          <w:p w14:paraId="57656F73"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Data Exchange 1</w:t>
            </w:r>
          </w:p>
        </w:tc>
        <w:tc>
          <w:tcPr>
            <w:tcW w:w="1134" w:type="dxa"/>
            <w:tcBorders>
              <w:top w:val="single" w:sz="4" w:space="0" w:color="auto"/>
              <w:left w:val="nil"/>
              <w:bottom w:val="single" w:sz="4" w:space="0" w:color="auto"/>
              <w:right w:val="single" w:sz="8" w:space="0" w:color="000000"/>
            </w:tcBorders>
            <w:shd w:val="clear" w:color="000000" w:fill="ECF5E7"/>
            <w:vAlign w:val="center"/>
          </w:tcPr>
          <w:p w14:paraId="69717919" w14:textId="77777777" w:rsidR="009E5A92" w:rsidRPr="00A30D7A" w:rsidRDefault="009E5A92" w:rsidP="008563D6">
            <w:pPr>
              <w:spacing w:after="0"/>
              <w:rPr>
                <w:rFonts w:cs="Arial"/>
                <w:b/>
                <w:bCs/>
                <w:color w:val="000000"/>
                <w:sz w:val="16"/>
                <w:szCs w:val="16"/>
              </w:rPr>
            </w:pPr>
          </w:p>
        </w:tc>
        <w:tc>
          <w:tcPr>
            <w:tcW w:w="907" w:type="dxa"/>
            <w:tcBorders>
              <w:top w:val="single" w:sz="4" w:space="0" w:color="auto"/>
              <w:left w:val="nil"/>
              <w:bottom w:val="single" w:sz="4" w:space="0" w:color="auto"/>
              <w:right w:val="nil"/>
            </w:tcBorders>
            <w:shd w:val="clear" w:color="000000" w:fill="FEF2EC"/>
            <w:noWrap/>
            <w:vAlign w:val="bottom"/>
            <w:hideMark/>
          </w:tcPr>
          <w:p w14:paraId="413FAA9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134" w:type="dxa"/>
            <w:tcBorders>
              <w:top w:val="single" w:sz="4" w:space="0" w:color="auto"/>
              <w:left w:val="nil"/>
              <w:bottom w:val="single" w:sz="4" w:space="0" w:color="auto"/>
            </w:tcBorders>
            <w:shd w:val="clear" w:color="000000" w:fill="FEF2EC"/>
            <w:noWrap/>
            <w:vAlign w:val="center"/>
            <w:hideMark/>
          </w:tcPr>
          <w:p w14:paraId="428156E0"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Data Exchange 2</w:t>
            </w:r>
          </w:p>
        </w:tc>
        <w:tc>
          <w:tcPr>
            <w:tcW w:w="1134" w:type="dxa"/>
            <w:tcBorders>
              <w:top w:val="single" w:sz="4" w:space="0" w:color="auto"/>
              <w:left w:val="nil"/>
              <w:bottom w:val="single" w:sz="4" w:space="0" w:color="auto"/>
              <w:right w:val="single" w:sz="8" w:space="0" w:color="000000"/>
            </w:tcBorders>
            <w:shd w:val="clear" w:color="000000" w:fill="FEF2EC"/>
            <w:vAlign w:val="center"/>
          </w:tcPr>
          <w:p w14:paraId="76EEA34B" w14:textId="77777777" w:rsidR="009E5A92" w:rsidRPr="00A30D7A" w:rsidRDefault="009E5A92" w:rsidP="008563D6">
            <w:pPr>
              <w:spacing w:after="0"/>
              <w:rPr>
                <w:rFonts w:cs="Arial"/>
                <w:b/>
                <w:bCs/>
                <w:color w:val="000000"/>
                <w:sz w:val="16"/>
                <w:szCs w:val="16"/>
              </w:rPr>
            </w:pPr>
          </w:p>
        </w:tc>
        <w:tc>
          <w:tcPr>
            <w:tcW w:w="907" w:type="dxa"/>
            <w:tcBorders>
              <w:top w:val="single" w:sz="4" w:space="0" w:color="auto"/>
              <w:left w:val="nil"/>
              <w:bottom w:val="single" w:sz="4" w:space="0" w:color="auto"/>
              <w:right w:val="nil"/>
            </w:tcBorders>
            <w:shd w:val="clear" w:color="000000" w:fill="ECF5E7"/>
            <w:noWrap/>
            <w:vAlign w:val="bottom"/>
            <w:hideMark/>
          </w:tcPr>
          <w:p w14:paraId="3BFB5ED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134" w:type="dxa"/>
            <w:tcBorders>
              <w:top w:val="single" w:sz="4" w:space="0" w:color="auto"/>
              <w:left w:val="nil"/>
              <w:bottom w:val="single" w:sz="4" w:space="0" w:color="auto"/>
            </w:tcBorders>
            <w:shd w:val="clear" w:color="000000" w:fill="ECF5E7"/>
            <w:noWrap/>
            <w:vAlign w:val="center"/>
            <w:hideMark/>
          </w:tcPr>
          <w:p w14:paraId="357356C5"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Data Exchange 3</w:t>
            </w:r>
          </w:p>
        </w:tc>
        <w:tc>
          <w:tcPr>
            <w:tcW w:w="1134" w:type="dxa"/>
            <w:tcBorders>
              <w:top w:val="single" w:sz="4" w:space="0" w:color="auto"/>
              <w:left w:val="nil"/>
              <w:bottom w:val="single" w:sz="4" w:space="0" w:color="auto"/>
              <w:right w:val="single" w:sz="8" w:space="0" w:color="000000"/>
            </w:tcBorders>
            <w:shd w:val="clear" w:color="000000" w:fill="ECF5E7"/>
            <w:vAlign w:val="center"/>
          </w:tcPr>
          <w:p w14:paraId="24D4A187" w14:textId="77777777" w:rsidR="009E5A92" w:rsidRPr="00A30D7A" w:rsidRDefault="009E5A92" w:rsidP="008563D6">
            <w:pPr>
              <w:spacing w:after="0"/>
              <w:rPr>
                <w:rFonts w:cs="Arial"/>
                <w:b/>
                <w:bCs/>
                <w:color w:val="000000"/>
                <w:sz w:val="16"/>
                <w:szCs w:val="16"/>
              </w:rPr>
            </w:pPr>
          </w:p>
        </w:tc>
      </w:tr>
      <w:tr w:rsidR="009E5A92" w:rsidRPr="00A30D7A" w14:paraId="7F498D0C" w14:textId="77777777" w:rsidTr="009E5A92">
        <w:trPr>
          <w:trHeight w:val="1067"/>
        </w:trPr>
        <w:tc>
          <w:tcPr>
            <w:tcW w:w="2041" w:type="dxa"/>
            <w:tcBorders>
              <w:top w:val="single" w:sz="4" w:space="0" w:color="auto"/>
              <w:left w:val="single" w:sz="4" w:space="0" w:color="auto"/>
              <w:bottom w:val="single" w:sz="8" w:space="0" w:color="auto"/>
              <w:right w:val="single" w:sz="4" w:space="0" w:color="auto"/>
            </w:tcBorders>
            <w:shd w:val="clear" w:color="000000" w:fill="99CCFF"/>
            <w:noWrap/>
            <w:vAlign w:val="center"/>
            <w:hideMark/>
          </w:tcPr>
          <w:p w14:paraId="62B2AB84"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Deliverable title</w:t>
            </w:r>
          </w:p>
        </w:tc>
        <w:tc>
          <w:tcPr>
            <w:tcW w:w="1418" w:type="dxa"/>
            <w:tcBorders>
              <w:top w:val="single" w:sz="4" w:space="0" w:color="auto"/>
              <w:left w:val="nil"/>
              <w:bottom w:val="single" w:sz="8" w:space="0" w:color="auto"/>
              <w:right w:val="nil"/>
            </w:tcBorders>
            <w:shd w:val="clear" w:color="000000" w:fill="99CCFF"/>
            <w:noWrap/>
            <w:vAlign w:val="center"/>
            <w:hideMark/>
          </w:tcPr>
          <w:p w14:paraId="7B6AC9C8"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Description</w:t>
            </w:r>
          </w:p>
        </w:tc>
        <w:tc>
          <w:tcPr>
            <w:tcW w:w="1021" w:type="dxa"/>
            <w:tcBorders>
              <w:top w:val="single" w:sz="4" w:space="0" w:color="auto"/>
              <w:left w:val="single" w:sz="4" w:space="0" w:color="auto"/>
              <w:bottom w:val="single" w:sz="8" w:space="0" w:color="auto"/>
              <w:right w:val="nil"/>
            </w:tcBorders>
            <w:shd w:val="clear" w:color="000000" w:fill="99CCFF"/>
            <w:noWrap/>
            <w:vAlign w:val="center"/>
            <w:hideMark/>
          </w:tcPr>
          <w:p w14:paraId="4ACBEDE6"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Exchange format</w:t>
            </w:r>
          </w:p>
        </w:tc>
        <w:tc>
          <w:tcPr>
            <w:tcW w:w="907" w:type="dxa"/>
            <w:tcBorders>
              <w:top w:val="single" w:sz="4" w:space="0" w:color="auto"/>
              <w:left w:val="single" w:sz="4" w:space="0" w:color="auto"/>
              <w:bottom w:val="single" w:sz="8" w:space="0" w:color="auto"/>
              <w:right w:val="single" w:sz="8" w:space="0" w:color="auto"/>
            </w:tcBorders>
            <w:shd w:val="clear" w:color="000000" w:fill="99CCFF"/>
            <w:noWrap/>
            <w:vAlign w:val="center"/>
            <w:hideMark/>
          </w:tcPr>
          <w:p w14:paraId="0C726E4B"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EIR Ref.</w:t>
            </w:r>
          </w:p>
        </w:tc>
        <w:tc>
          <w:tcPr>
            <w:tcW w:w="907" w:type="dxa"/>
            <w:tcBorders>
              <w:top w:val="single" w:sz="4" w:space="0" w:color="auto"/>
              <w:left w:val="nil"/>
              <w:bottom w:val="single" w:sz="8" w:space="0" w:color="auto"/>
              <w:right w:val="nil"/>
            </w:tcBorders>
            <w:shd w:val="clear" w:color="000000" w:fill="99CCFF"/>
            <w:textDirection w:val="btLr"/>
            <w:vAlign w:val="center"/>
            <w:hideMark/>
          </w:tcPr>
          <w:p w14:paraId="1CFDEFA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Project</w:t>
            </w:r>
          </w:p>
        </w:tc>
        <w:tc>
          <w:tcPr>
            <w:tcW w:w="851" w:type="dxa"/>
            <w:tcBorders>
              <w:top w:val="single" w:sz="4" w:space="0" w:color="auto"/>
              <w:left w:val="single" w:sz="4" w:space="0" w:color="auto"/>
              <w:bottom w:val="single" w:sz="8" w:space="0" w:color="auto"/>
              <w:right w:val="nil"/>
            </w:tcBorders>
            <w:shd w:val="clear" w:color="000000" w:fill="99CCFF"/>
            <w:textDirection w:val="btLr"/>
            <w:vAlign w:val="center"/>
            <w:hideMark/>
          </w:tcPr>
          <w:p w14:paraId="54DF297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Originator</w:t>
            </w:r>
          </w:p>
        </w:tc>
        <w:tc>
          <w:tcPr>
            <w:tcW w:w="851" w:type="dxa"/>
            <w:tcBorders>
              <w:top w:val="single" w:sz="4" w:space="0" w:color="auto"/>
              <w:left w:val="single" w:sz="4" w:space="0" w:color="auto"/>
              <w:bottom w:val="single" w:sz="8" w:space="0" w:color="auto"/>
              <w:right w:val="nil"/>
            </w:tcBorders>
            <w:shd w:val="clear" w:color="000000" w:fill="99CCFF"/>
            <w:textDirection w:val="btLr"/>
            <w:vAlign w:val="center"/>
            <w:hideMark/>
          </w:tcPr>
          <w:p w14:paraId="1047821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Functional Breakdown</w:t>
            </w:r>
          </w:p>
        </w:tc>
        <w:tc>
          <w:tcPr>
            <w:tcW w:w="851" w:type="dxa"/>
            <w:tcBorders>
              <w:top w:val="single" w:sz="4" w:space="0" w:color="auto"/>
              <w:left w:val="single" w:sz="4" w:space="0" w:color="auto"/>
              <w:bottom w:val="single" w:sz="8" w:space="0" w:color="auto"/>
              <w:right w:val="nil"/>
            </w:tcBorders>
            <w:shd w:val="clear" w:color="000000" w:fill="99CCFF"/>
            <w:textDirection w:val="btLr"/>
            <w:vAlign w:val="center"/>
            <w:hideMark/>
          </w:tcPr>
          <w:p w14:paraId="22578D5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Spatial Breakdown</w:t>
            </w:r>
          </w:p>
        </w:tc>
        <w:tc>
          <w:tcPr>
            <w:tcW w:w="851" w:type="dxa"/>
            <w:tcBorders>
              <w:top w:val="single" w:sz="4" w:space="0" w:color="auto"/>
              <w:left w:val="single" w:sz="4" w:space="0" w:color="auto"/>
              <w:bottom w:val="single" w:sz="8" w:space="0" w:color="auto"/>
              <w:right w:val="nil"/>
            </w:tcBorders>
            <w:shd w:val="clear" w:color="000000" w:fill="99CCFF"/>
            <w:textDirection w:val="btLr"/>
            <w:vAlign w:val="center"/>
            <w:hideMark/>
          </w:tcPr>
          <w:p w14:paraId="13D637A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Form</w:t>
            </w:r>
          </w:p>
        </w:tc>
        <w:tc>
          <w:tcPr>
            <w:tcW w:w="851" w:type="dxa"/>
            <w:tcBorders>
              <w:top w:val="single" w:sz="4" w:space="0" w:color="auto"/>
              <w:left w:val="single" w:sz="4" w:space="0" w:color="auto"/>
              <w:bottom w:val="single" w:sz="8" w:space="0" w:color="auto"/>
              <w:right w:val="nil"/>
            </w:tcBorders>
            <w:shd w:val="clear" w:color="000000" w:fill="99CCFF"/>
            <w:textDirection w:val="btLr"/>
            <w:vAlign w:val="center"/>
            <w:hideMark/>
          </w:tcPr>
          <w:p w14:paraId="1C21842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Discipline</w:t>
            </w:r>
          </w:p>
        </w:tc>
        <w:tc>
          <w:tcPr>
            <w:tcW w:w="907" w:type="dxa"/>
            <w:tcBorders>
              <w:top w:val="single" w:sz="4" w:space="0" w:color="auto"/>
              <w:left w:val="single" w:sz="4" w:space="0" w:color="auto"/>
              <w:bottom w:val="single" w:sz="8" w:space="0" w:color="auto"/>
              <w:right w:val="single" w:sz="8" w:space="0" w:color="auto"/>
            </w:tcBorders>
            <w:shd w:val="clear" w:color="000000" w:fill="99CCFF"/>
            <w:textDirection w:val="btLr"/>
            <w:vAlign w:val="center"/>
            <w:hideMark/>
          </w:tcPr>
          <w:p w14:paraId="4CD732B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Number</w:t>
            </w:r>
          </w:p>
        </w:tc>
        <w:tc>
          <w:tcPr>
            <w:tcW w:w="907" w:type="dxa"/>
            <w:tcBorders>
              <w:top w:val="single" w:sz="4" w:space="0" w:color="auto"/>
              <w:left w:val="nil"/>
              <w:bottom w:val="single" w:sz="8" w:space="0" w:color="auto"/>
              <w:right w:val="nil"/>
            </w:tcBorders>
            <w:shd w:val="clear" w:color="000000" w:fill="99CCFF"/>
            <w:vAlign w:val="center"/>
            <w:hideMark/>
          </w:tcPr>
          <w:p w14:paraId="76C0936E"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Author</w:t>
            </w:r>
          </w:p>
        </w:tc>
        <w:tc>
          <w:tcPr>
            <w:tcW w:w="1134" w:type="dxa"/>
            <w:tcBorders>
              <w:top w:val="single" w:sz="4" w:space="0" w:color="auto"/>
              <w:left w:val="single" w:sz="4" w:space="0" w:color="auto"/>
              <w:bottom w:val="single" w:sz="8" w:space="0" w:color="auto"/>
              <w:right w:val="nil"/>
            </w:tcBorders>
            <w:shd w:val="clear" w:color="000000" w:fill="99CCFF"/>
            <w:vAlign w:val="center"/>
            <w:hideMark/>
          </w:tcPr>
          <w:p w14:paraId="54E4C8B6"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Production duration</w:t>
            </w:r>
          </w:p>
        </w:tc>
        <w:tc>
          <w:tcPr>
            <w:tcW w:w="1134" w:type="dxa"/>
            <w:tcBorders>
              <w:top w:val="single" w:sz="4" w:space="0" w:color="auto"/>
              <w:left w:val="single" w:sz="4" w:space="0" w:color="auto"/>
              <w:bottom w:val="single" w:sz="8" w:space="0" w:color="auto"/>
              <w:right w:val="single" w:sz="8" w:space="0" w:color="auto"/>
            </w:tcBorders>
            <w:shd w:val="clear" w:color="000000" w:fill="99CCFF"/>
            <w:vAlign w:val="center"/>
            <w:hideMark/>
          </w:tcPr>
          <w:p w14:paraId="67F4E1BB"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 xml:space="preserve">Submission date </w:t>
            </w:r>
          </w:p>
        </w:tc>
        <w:tc>
          <w:tcPr>
            <w:tcW w:w="907" w:type="dxa"/>
            <w:tcBorders>
              <w:top w:val="single" w:sz="4" w:space="0" w:color="auto"/>
              <w:left w:val="nil"/>
              <w:bottom w:val="single" w:sz="8" w:space="0" w:color="auto"/>
              <w:right w:val="nil"/>
            </w:tcBorders>
            <w:shd w:val="clear" w:color="000000" w:fill="99CCFF"/>
            <w:vAlign w:val="center"/>
            <w:hideMark/>
          </w:tcPr>
          <w:p w14:paraId="3884A730"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Author</w:t>
            </w:r>
          </w:p>
        </w:tc>
        <w:tc>
          <w:tcPr>
            <w:tcW w:w="1134" w:type="dxa"/>
            <w:tcBorders>
              <w:top w:val="single" w:sz="4" w:space="0" w:color="auto"/>
              <w:left w:val="single" w:sz="4" w:space="0" w:color="auto"/>
              <w:bottom w:val="single" w:sz="8" w:space="0" w:color="auto"/>
              <w:right w:val="nil"/>
            </w:tcBorders>
            <w:shd w:val="clear" w:color="000000" w:fill="99CCFF"/>
            <w:vAlign w:val="center"/>
            <w:hideMark/>
          </w:tcPr>
          <w:p w14:paraId="540EB7A0"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Production duration</w:t>
            </w:r>
          </w:p>
        </w:tc>
        <w:tc>
          <w:tcPr>
            <w:tcW w:w="1134" w:type="dxa"/>
            <w:tcBorders>
              <w:top w:val="single" w:sz="4" w:space="0" w:color="auto"/>
              <w:left w:val="single" w:sz="4" w:space="0" w:color="auto"/>
              <w:bottom w:val="single" w:sz="8" w:space="0" w:color="auto"/>
              <w:right w:val="single" w:sz="8" w:space="0" w:color="auto"/>
            </w:tcBorders>
            <w:shd w:val="clear" w:color="000000" w:fill="99CCFF"/>
            <w:vAlign w:val="center"/>
            <w:hideMark/>
          </w:tcPr>
          <w:p w14:paraId="53A75123"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 xml:space="preserve">Submission date </w:t>
            </w:r>
          </w:p>
        </w:tc>
        <w:tc>
          <w:tcPr>
            <w:tcW w:w="907" w:type="dxa"/>
            <w:tcBorders>
              <w:top w:val="single" w:sz="4" w:space="0" w:color="auto"/>
              <w:left w:val="nil"/>
              <w:bottom w:val="single" w:sz="8" w:space="0" w:color="auto"/>
              <w:right w:val="nil"/>
            </w:tcBorders>
            <w:shd w:val="clear" w:color="000000" w:fill="99CCFF"/>
            <w:vAlign w:val="center"/>
            <w:hideMark/>
          </w:tcPr>
          <w:p w14:paraId="54E087A7"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Author</w:t>
            </w:r>
          </w:p>
        </w:tc>
        <w:tc>
          <w:tcPr>
            <w:tcW w:w="1134" w:type="dxa"/>
            <w:tcBorders>
              <w:top w:val="single" w:sz="4" w:space="0" w:color="auto"/>
              <w:left w:val="single" w:sz="4" w:space="0" w:color="auto"/>
              <w:bottom w:val="single" w:sz="8" w:space="0" w:color="auto"/>
              <w:right w:val="nil"/>
            </w:tcBorders>
            <w:shd w:val="clear" w:color="000000" w:fill="99CCFF"/>
            <w:vAlign w:val="center"/>
            <w:hideMark/>
          </w:tcPr>
          <w:p w14:paraId="44C0E6A3"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Production duration</w:t>
            </w:r>
          </w:p>
        </w:tc>
        <w:tc>
          <w:tcPr>
            <w:tcW w:w="1134" w:type="dxa"/>
            <w:tcBorders>
              <w:top w:val="single" w:sz="4" w:space="0" w:color="auto"/>
              <w:left w:val="single" w:sz="4" w:space="0" w:color="auto"/>
              <w:bottom w:val="single" w:sz="8" w:space="0" w:color="auto"/>
              <w:right w:val="single" w:sz="8" w:space="0" w:color="auto"/>
            </w:tcBorders>
            <w:shd w:val="clear" w:color="000000" w:fill="99CCFF"/>
            <w:vAlign w:val="center"/>
            <w:hideMark/>
          </w:tcPr>
          <w:p w14:paraId="375CD44E" w14:textId="77777777" w:rsidR="009E5A92" w:rsidRPr="00A30D7A" w:rsidRDefault="009E5A92" w:rsidP="008563D6">
            <w:pPr>
              <w:spacing w:after="0"/>
              <w:jc w:val="center"/>
              <w:rPr>
                <w:rFonts w:cs="Arial"/>
                <w:b/>
                <w:bCs/>
                <w:color w:val="000000"/>
                <w:sz w:val="16"/>
                <w:szCs w:val="16"/>
              </w:rPr>
            </w:pPr>
            <w:r w:rsidRPr="00A30D7A">
              <w:rPr>
                <w:rFonts w:cs="Arial"/>
                <w:b/>
                <w:bCs/>
                <w:color w:val="000000"/>
                <w:sz w:val="16"/>
                <w:szCs w:val="16"/>
              </w:rPr>
              <w:t xml:space="preserve">Submission date </w:t>
            </w:r>
          </w:p>
        </w:tc>
      </w:tr>
      <w:tr w:rsidR="009E5A92" w:rsidRPr="00A30D7A" w14:paraId="49077D6E"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43B507F6" w14:textId="77777777" w:rsidR="009E5A92" w:rsidRPr="00A30D7A" w:rsidRDefault="009E5A92" w:rsidP="008563D6">
            <w:pPr>
              <w:spacing w:after="0"/>
              <w:rPr>
                <w:rFonts w:cs="Arial"/>
                <w:b/>
                <w:bCs/>
                <w:color w:val="000000"/>
                <w:sz w:val="18"/>
                <w:szCs w:val="18"/>
              </w:rPr>
            </w:pPr>
            <w:r w:rsidRPr="00A30D7A">
              <w:rPr>
                <w:rFonts w:cs="Arial"/>
                <w:b/>
                <w:bCs/>
                <w:color w:val="000000"/>
                <w:sz w:val="18"/>
                <w:szCs w:val="18"/>
              </w:rPr>
              <w:t>MODELS</w:t>
            </w:r>
          </w:p>
        </w:tc>
        <w:tc>
          <w:tcPr>
            <w:tcW w:w="1418" w:type="dxa"/>
            <w:tcBorders>
              <w:top w:val="nil"/>
              <w:left w:val="nil"/>
              <w:bottom w:val="single" w:sz="4" w:space="0" w:color="auto"/>
              <w:right w:val="nil"/>
            </w:tcBorders>
            <w:shd w:val="clear" w:color="000000" w:fill="D9D9D9"/>
            <w:noWrap/>
            <w:vAlign w:val="center"/>
            <w:hideMark/>
          </w:tcPr>
          <w:p w14:paraId="12FF32ED" w14:textId="77777777" w:rsidR="009E5A92" w:rsidRPr="00A30D7A" w:rsidRDefault="009E5A92" w:rsidP="008563D6">
            <w:pPr>
              <w:spacing w:after="0"/>
              <w:rPr>
                <w:rFonts w:cs="Arial"/>
                <w:color w:val="000000"/>
                <w:sz w:val="18"/>
                <w:szCs w:val="18"/>
              </w:rPr>
            </w:pPr>
            <w:r w:rsidRPr="00A30D7A">
              <w:rPr>
                <w:rFonts w:cs="Arial"/>
                <w:color w:val="000000"/>
                <w:sz w:val="18"/>
                <w:szCs w:val="18"/>
              </w:rPr>
              <w:t> </w:t>
            </w:r>
          </w:p>
        </w:tc>
        <w:tc>
          <w:tcPr>
            <w:tcW w:w="1021" w:type="dxa"/>
            <w:tcBorders>
              <w:top w:val="nil"/>
              <w:left w:val="single" w:sz="4" w:space="0" w:color="auto"/>
              <w:bottom w:val="single" w:sz="4" w:space="0" w:color="auto"/>
              <w:right w:val="nil"/>
            </w:tcBorders>
            <w:shd w:val="clear" w:color="000000" w:fill="D9D9D9"/>
            <w:noWrap/>
            <w:vAlign w:val="center"/>
            <w:hideMark/>
          </w:tcPr>
          <w:p w14:paraId="6351574E" w14:textId="77777777" w:rsidR="009E5A92" w:rsidRPr="00A30D7A" w:rsidRDefault="009E5A92" w:rsidP="008563D6">
            <w:pPr>
              <w:spacing w:after="0"/>
              <w:rPr>
                <w:rFonts w:cs="Arial"/>
                <w:color w:val="000000"/>
                <w:sz w:val="18"/>
                <w:szCs w:val="18"/>
              </w:rPr>
            </w:pPr>
            <w:r w:rsidRPr="00A30D7A">
              <w:rPr>
                <w:rFonts w:cs="Arial"/>
                <w:color w:val="000000"/>
                <w:sz w:val="18"/>
                <w:szCs w:val="18"/>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428F47CB" w14:textId="77777777" w:rsidR="009E5A92" w:rsidRPr="00A30D7A" w:rsidRDefault="009E5A92" w:rsidP="008563D6">
            <w:pPr>
              <w:spacing w:after="0"/>
              <w:rPr>
                <w:rFonts w:cs="Arial"/>
                <w:color w:val="000000"/>
                <w:sz w:val="18"/>
                <w:szCs w:val="18"/>
              </w:rPr>
            </w:pPr>
            <w:r w:rsidRPr="00A30D7A">
              <w:rPr>
                <w:rFonts w:cs="Arial"/>
                <w:color w:val="000000"/>
                <w:sz w:val="18"/>
                <w:szCs w:val="18"/>
              </w:rPr>
              <w:t> </w:t>
            </w:r>
          </w:p>
        </w:tc>
        <w:tc>
          <w:tcPr>
            <w:tcW w:w="907" w:type="dxa"/>
            <w:tcBorders>
              <w:top w:val="nil"/>
              <w:left w:val="nil"/>
              <w:bottom w:val="single" w:sz="4" w:space="0" w:color="auto"/>
              <w:right w:val="nil"/>
            </w:tcBorders>
            <w:shd w:val="clear" w:color="000000" w:fill="D9D9D9"/>
            <w:noWrap/>
            <w:vAlign w:val="center"/>
            <w:hideMark/>
          </w:tcPr>
          <w:p w14:paraId="0DC20546"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67510FB1"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BD3DB29"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798B6FE9"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75512A70"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45D60100"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3DF12FA5" w14:textId="77777777" w:rsidR="009E5A92" w:rsidRPr="00A30D7A" w:rsidRDefault="009E5A92" w:rsidP="008563D6">
            <w:pPr>
              <w:spacing w:after="0"/>
              <w:rPr>
                <w:rFonts w:cs="Arial"/>
                <w:color w:val="000000"/>
                <w:sz w:val="18"/>
                <w:szCs w:val="18"/>
              </w:rPr>
            </w:pPr>
            <w:r w:rsidRPr="00A30D7A">
              <w:rPr>
                <w:rFonts w:cs="Arial"/>
                <w:color w:val="000000"/>
                <w:sz w:val="18"/>
                <w:szCs w:val="18"/>
              </w:rPr>
              <w:t> </w:t>
            </w:r>
          </w:p>
        </w:tc>
        <w:tc>
          <w:tcPr>
            <w:tcW w:w="907" w:type="dxa"/>
            <w:tcBorders>
              <w:top w:val="nil"/>
              <w:left w:val="nil"/>
              <w:bottom w:val="single" w:sz="4" w:space="0" w:color="auto"/>
              <w:right w:val="nil"/>
            </w:tcBorders>
            <w:shd w:val="clear" w:color="000000" w:fill="D9D9D9"/>
            <w:noWrap/>
            <w:vAlign w:val="center"/>
            <w:hideMark/>
          </w:tcPr>
          <w:p w14:paraId="68BDB431"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50B6A12E"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09523256"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907" w:type="dxa"/>
            <w:tcBorders>
              <w:top w:val="nil"/>
              <w:left w:val="nil"/>
              <w:bottom w:val="single" w:sz="4" w:space="0" w:color="auto"/>
              <w:right w:val="nil"/>
            </w:tcBorders>
            <w:shd w:val="clear" w:color="000000" w:fill="D9D9D9"/>
            <w:noWrap/>
            <w:vAlign w:val="center"/>
            <w:hideMark/>
          </w:tcPr>
          <w:p w14:paraId="3161D1CE"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10BA8708"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5EDB046A"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907" w:type="dxa"/>
            <w:tcBorders>
              <w:top w:val="nil"/>
              <w:left w:val="nil"/>
              <w:bottom w:val="single" w:sz="4" w:space="0" w:color="auto"/>
              <w:right w:val="nil"/>
            </w:tcBorders>
            <w:shd w:val="clear" w:color="000000" w:fill="D9D9D9"/>
            <w:noWrap/>
            <w:vAlign w:val="center"/>
            <w:hideMark/>
          </w:tcPr>
          <w:p w14:paraId="13452D6D"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5FEC7D0C"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0E861605" w14:textId="77777777" w:rsidR="009E5A92" w:rsidRPr="00A30D7A" w:rsidRDefault="009E5A92" w:rsidP="008563D6">
            <w:pPr>
              <w:spacing w:after="0"/>
              <w:jc w:val="center"/>
              <w:rPr>
                <w:rFonts w:cs="Arial"/>
                <w:color w:val="000000"/>
                <w:sz w:val="18"/>
                <w:szCs w:val="18"/>
              </w:rPr>
            </w:pPr>
            <w:r w:rsidRPr="00A30D7A">
              <w:rPr>
                <w:rFonts w:cs="Arial"/>
                <w:color w:val="000000"/>
                <w:sz w:val="18"/>
                <w:szCs w:val="18"/>
              </w:rPr>
              <w:t> </w:t>
            </w:r>
          </w:p>
        </w:tc>
      </w:tr>
      <w:tr w:rsidR="009E5A92" w:rsidRPr="00A30D7A" w14:paraId="0F059478"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F63C6F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71D4E20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0EF0CAE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46A543D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D29020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&lt;XXXX&gt;</w:t>
            </w:r>
          </w:p>
        </w:tc>
        <w:tc>
          <w:tcPr>
            <w:tcW w:w="851" w:type="dxa"/>
            <w:tcBorders>
              <w:top w:val="nil"/>
              <w:left w:val="single" w:sz="4" w:space="0" w:color="auto"/>
              <w:bottom w:val="single" w:sz="4" w:space="0" w:color="auto"/>
              <w:right w:val="nil"/>
            </w:tcBorders>
            <w:shd w:val="clear" w:color="auto" w:fill="auto"/>
            <w:noWrap/>
            <w:vAlign w:val="center"/>
            <w:hideMark/>
          </w:tcPr>
          <w:p w14:paraId="393F756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&lt;XXX&gt;</w:t>
            </w:r>
          </w:p>
        </w:tc>
        <w:tc>
          <w:tcPr>
            <w:tcW w:w="851" w:type="dxa"/>
            <w:tcBorders>
              <w:top w:val="nil"/>
              <w:left w:val="single" w:sz="4" w:space="0" w:color="auto"/>
              <w:bottom w:val="single" w:sz="4" w:space="0" w:color="auto"/>
              <w:right w:val="nil"/>
            </w:tcBorders>
            <w:shd w:val="clear" w:color="000000" w:fill="D9E1F2"/>
            <w:noWrap/>
            <w:vAlign w:val="center"/>
            <w:hideMark/>
          </w:tcPr>
          <w:p w14:paraId="5286AB8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&lt;XX&gt;</w:t>
            </w:r>
          </w:p>
        </w:tc>
        <w:tc>
          <w:tcPr>
            <w:tcW w:w="851" w:type="dxa"/>
            <w:tcBorders>
              <w:top w:val="nil"/>
              <w:left w:val="single" w:sz="4" w:space="0" w:color="auto"/>
              <w:bottom w:val="single" w:sz="4" w:space="0" w:color="auto"/>
              <w:right w:val="nil"/>
            </w:tcBorders>
            <w:shd w:val="clear" w:color="auto" w:fill="auto"/>
            <w:noWrap/>
            <w:vAlign w:val="center"/>
            <w:hideMark/>
          </w:tcPr>
          <w:p w14:paraId="136E669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&lt;XX&gt;</w:t>
            </w:r>
          </w:p>
        </w:tc>
        <w:tc>
          <w:tcPr>
            <w:tcW w:w="851" w:type="dxa"/>
            <w:tcBorders>
              <w:top w:val="nil"/>
              <w:left w:val="single" w:sz="4" w:space="0" w:color="auto"/>
              <w:bottom w:val="single" w:sz="4" w:space="0" w:color="auto"/>
              <w:right w:val="nil"/>
            </w:tcBorders>
            <w:shd w:val="clear" w:color="000000" w:fill="D9E1F2"/>
            <w:noWrap/>
            <w:vAlign w:val="center"/>
            <w:hideMark/>
          </w:tcPr>
          <w:p w14:paraId="0D62192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&lt;X&gt;</w:t>
            </w:r>
          </w:p>
        </w:tc>
        <w:tc>
          <w:tcPr>
            <w:tcW w:w="851" w:type="dxa"/>
            <w:tcBorders>
              <w:top w:val="nil"/>
              <w:left w:val="single" w:sz="4" w:space="0" w:color="auto"/>
              <w:bottom w:val="single" w:sz="4" w:space="0" w:color="auto"/>
              <w:right w:val="nil"/>
            </w:tcBorders>
            <w:shd w:val="clear" w:color="auto" w:fill="auto"/>
            <w:noWrap/>
            <w:vAlign w:val="center"/>
            <w:hideMark/>
          </w:tcPr>
          <w:p w14:paraId="076AC6E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&lt;X&gt;</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65D6370" w14:textId="77777777" w:rsidR="009E5A92" w:rsidRPr="00A30D7A" w:rsidRDefault="009E5A92" w:rsidP="008563D6">
            <w:pPr>
              <w:spacing w:after="0"/>
              <w:rPr>
                <w:rFonts w:cs="Arial"/>
                <w:color w:val="000000"/>
                <w:sz w:val="16"/>
                <w:szCs w:val="16"/>
              </w:rPr>
            </w:pPr>
            <w:r w:rsidRPr="00A30D7A">
              <w:rPr>
                <w:rFonts w:cs="Arial"/>
                <w:color w:val="000000"/>
                <w:sz w:val="16"/>
                <w:szCs w:val="16"/>
              </w:rPr>
              <w:t>&lt;0000&gt;</w:t>
            </w:r>
          </w:p>
        </w:tc>
        <w:tc>
          <w:tcPr>
            <w:tcW w:w="907" w:type="dxa"/>
            <w:tcBorders>
              <w:top w:val="nil"/>
              <w:left w:val="nil"/>
              <w:bottom w:val="single" w:sz="4" w:space="0" w:color="auto"/>
              <w:right w:val="nil"/>
            </w:tcBorders>
            <w:shd w:val="clear" w:color="000000" w:fill="ECF5E7"/>
            <w:noWrap/>
            <w:vAlign w:val="center"/>
            <w:hideMark/>
          </w:tcPr>
          <w:p w14:paraId="67BC792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480D99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1E28121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024B5BA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2007878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5BE653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2E1A8AB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B4817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27CD6E1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0C8EB62"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641D7BD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5A249C1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984953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7E5D32A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586DEC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C1948B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107B71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00733E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0F5E591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18CA81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7C1940E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FDD151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F7E444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A0F4C6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37F33D7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09892E6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6EC7210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84A048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7A9D38F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C9F27D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42A04177"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6FAB49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AEEE23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96949B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673E0DB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52A0A7E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855356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7EDD7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A7EABB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88EB6D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6093FD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6BE28D2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D4E8CB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7978A66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24940B7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5E87C20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192C119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4AAB8F6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2A9D33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8199D0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49AB106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4F9717FB"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18FC3F1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200DD69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DEE01E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3ECC94E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9781C8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FEC62D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A993B4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3841D2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E6080B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736FB5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3562DE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C2BA7D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71D2FAC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45EAD6E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5D42D0C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674F537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6942679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38C871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12632A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2172E3B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3532A1B1"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727FE7F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2FF33BF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215013A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180DB10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604C189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258B05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F722F7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A936F4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520AD4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1A3E5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77AAB9A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BA1FF0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0C2BAC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984B73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43759F0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1262DEE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760D49E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6DA3AC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2D0CCB5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EE2931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48B2A3DF"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7271DB3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14F2C31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03400F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2616880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96D757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74153C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0375CB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6EDDD5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E51E17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643AAA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CF5F43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12A713B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2EAC014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17B9408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38EC748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623FF6F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4AF29FA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58E474E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F66BA6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30B045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C5B5437"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08457E2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6D0647D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24FF8FA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7B36AD2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7B9D36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931D01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708452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351408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F26768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19EFFC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6BC8299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8F1A3E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929F1E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931A65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50C77B1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0FCA54F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602A23E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BB03A2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2B3867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C3B5C9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C071232"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333B51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61B77D9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5759C6D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2A2E472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C6B7DB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2C3200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2AFEBF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1FBD9D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5DFE92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A00B99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8DD8F35"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6CBAF8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7F1AC97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41B046E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229DEAC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1F45D29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54AC474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036CAD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10FF9A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CE9AFB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543B44A"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0651B9C5"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DRAWINGS</w:t>
            </w:r>
          </w:p>
        </w:tc>
        <w:tc>
          <w:tcPr>
            <w:tcW w:w="1418" w:type="dxa"/>
            <w:tcBorders>
              <w:top w:val="nil"/>
              <w:left w:val="nil"/>
              <w:bottom w:val="single" w:sz="4" w:space="0" w:color="auto"/>
              <w:right w:val="nil"/>
            </w:tcBorders>
            <w:shd w:val="clear" w:color="000000" w:fill="D9D9D9"/>
            <w:noWrap/>
            <w:vAlign w:val="center"/>
            <w:hideMark/>
          </w:tcPr>
          <w:p w14:paraId="0850777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000000" w:fill="D9D9D9"/>
            <w:noWrap/>
            <w:vAlign w:val="center"/>
            <w:hideMark/>
          </w:tcPr>
          <w:p w14:paraId="12049D6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561630B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2C58735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584E932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5970D76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59044AC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14B5B59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1A055BD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5AA23BF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1CE2AD2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3F1861E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25713E2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046B1AF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1BF64EA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5334E74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2F98D9D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15E9170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2A24EA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2C5BFB77"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71686BA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DF6A74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0A7D39A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011A494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687957A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22439A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2C4590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198B64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A951C2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566E38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732C10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0124ECD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09F854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2C9722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052C1FD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08CE16A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6547D11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0F2DC60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A12FDB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59D3DE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0BF19E0"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FCAE18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053A644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2C2539F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2B2E0B4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0738C5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BDCC95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025DF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7ED055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AF2E87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3CC315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7B8D748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CBB3E9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65E37C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78F657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3333CC8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653A82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10BAD2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A224CB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0E57DD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F1982E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6121FBD"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4E50974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04C8E7D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2A72396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7B10332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37863A4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3758B2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F694D0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5BE212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A0998F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D3D715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9316F3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0883962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B24FAF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14BD900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474C424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539670E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4D7758F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69BE0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54FCBAD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E999C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1945D5A0"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60588D7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0381F7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41B0CA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5CC0BA35"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68B459C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9E5B91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CFA298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41804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863F30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D70445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6FA98F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16CA3F8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7F2E53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6C4F84E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41A9A4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240B1BC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5934555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7BAB4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09C774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6D98C83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7E5206BC"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2721277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3DF450A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60C8097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7520D7E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08087EE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8FA569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6D8A86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0C292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377385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FB9EB1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A7C326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9A6BF4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D06196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E089CC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6B73E9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58D4470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62B4B76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9ED7DB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6FC49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79F1E1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B6282D0"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2BD944D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932F7B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35550B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3B06494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7B362FF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8DAE44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07477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F2C434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01F071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15FCBA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7314BEC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DE6B9F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1779406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21A96DA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7BDFF07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5918CE6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27B463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E6D08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7DE83D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E7436A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3E8AF6F6"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D41119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244DD31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58A8A48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58BD84B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79997C5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0439B8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0CB24B0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EF451B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DEF7F9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7FFBBB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8D079B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00D9A04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37E7360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C10DA7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6D9A4C2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5367E8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544BA3D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74D9429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DDBE89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876544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3D97685"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743121C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1BEA4E3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06C6D24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147D6F7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B291BB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31A0BC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941F31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21846A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85B214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B17711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5D5A34D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8AA838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7085E22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B42173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118238A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4BC35E8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210EBD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D79A10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E2288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1DD3726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1E27BABA"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8A4ABA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058F4C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2FB2BC4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76EE992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3A7777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4283C3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69A8D6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230761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82E8AD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C9084E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6F47CAB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037BF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5B275B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A5BB72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7B8EA87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2AE2A24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5378096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F0DBA8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CBA1F3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B4C6E1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C8256D5"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753333A7"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SPECIFICATIONS</w:t>
            </w:r>
          </w:p>
        </w:tc>
        <w:tc>
          <w:tcPr>
            <w:tcW w:w="1418" w:type="dxa"/>
            <w:tcBorders>
              <w:top w:val="nil"/>
              <w:left w:val="nil"/>
              <w:bottom w:val="single" w:sz="4" w:space="0" w:color="auto"/>
              <w:right w:val="nil"/>
            </w:tcBorders>
            <w:shd w:val="clear" w:color="000000" w:fill="D9D9D9"/>
            <w:noWrap/>
            <w:vAlign w:val="center"/>
            <w:hideMark/>
          </w:tcPr>
          <w:p w14:paraId="485195D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000000" w:fill="D9D9D9"/>
            <w:noWrap/>
            <w:vAlign w:val="center"/>
            <w:hideMark/>
          </w:tcPr>
          <w:p w14:paraId="7CED280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31264C3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2547D85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5043581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42969BE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6E7E64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97AFBB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6E16F92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026192C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7447CF8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01F0561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7C23932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7BD2625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5112B21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5546EF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1D5179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59C1E26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7E17A78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9836C7A"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F4A082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3628048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3843987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143E22F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ED04DF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84C270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C82A5D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B200E1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7C8F64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39DA42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51AECD7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A0C7C7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C10745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6E4D136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1DEDA39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40AAB88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707685A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0DF2841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2BC1CB7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44A7195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94F89E9"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21E570A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7A201C9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3CF6EB0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67A47C7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C48795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362CA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00CF0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B6F65C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BA04C4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F9AF04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060074F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5A94D3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1A7AC5B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730056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6F023AF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439E16C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22DD083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1492099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4186C23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69D69CF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3CDF508"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2B6AB0F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3714079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1673079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55F7E5E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23ACC6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4C0087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612C6C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95FB30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764EAD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59304C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42A9CE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1D34C7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12299B0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612CD93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1096215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6A8A0B4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4CE07D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5B2C89D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56B0E1C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5AD3A0D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454864A"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0F3DEBB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558924C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0954907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0C377C4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7A76F1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D5E4B4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57BC9C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8F8941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354E93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B833CF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34C7B29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6C1B2E4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9CB81C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F3EB8C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6443DCC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1A79650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3E25BA3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4866002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0C2019F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46916EC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1FEB7DB"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49B09A3A"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REPORTS</w:t>
            </w:r>
          </w:p>
        </w:tc>
        <w:tc>
          <w:tcPr>
            <w:tcW w:w="1418" w:type="dxa"/>
            <w:tcBorders>
              <w:top w:val="nil"/>
              <w:left w:val="nil"/>
              <w:bottom w:val="single" w:sz="4" w:space="0" w:color="auto"/>
              <w:right w:val="nil"/>
            </w:tcBorders>
            <w:shd w:val="clear" w:color="000000" w:fill="D9D9D9"/>
            <w:noWrap/>
            <w:vAlign w:val="center"/>
            <w:hideMark/>
          </w:tcPr>
          <w:p w14:paraId="171978A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000000" w:fill="D9D9D9"/>
            <w:noWrap/>
            <w:vAlign w:val="center"/>
            <w:hideMark/>
          </w:tcPr>
          <w:p w14:paraId="4735EFB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7B39110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574FD89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D3513F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684BAEE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3A822C1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EE2231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346997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51F3664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01A6A03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705CEDD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381E249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776F344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0035B68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27A8230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7853753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D9D9D9"/>
            <w:noWrap/>
            <w:vAlign w:val="center"/>
            <w:hideMark/>
          </w:tcPr>
          <w:p w14:paraId="34C3B7E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D9D9D9"/>
            <w:noWrap/>
            <w:vAlign w:val="center"/>
            <w:hideMark/>
          </w:tcPr>
          <w:p w14:paraId="5372464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01CE2A4C"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03E030E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nil"/>
            </w:tcBorders>
            <w:shd w:val="clear" w:color="auto" w:fill="auto"/>
            <w:noWrap/>
            <w:vAlign w:val="center"/>
            <w:hideMark/>
          </w:tcPr>
          <w:p w14:paraId="4AC0569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single" w:sz="4" w:space="0" w:color="auto"/>
              <w:bottom w:val="single" w:sz="4" w:space="0" w:color="auto"/>
              <w:right w:val="nil"/>
            </w:tcBorders>
            <w:shd w:val="clear" w:color="auto" w:fill="auto"/>
            <w:noWrap/>
            <w:vAlign w:val="center"/>
            <w:hideMark/>
          </w:tcPr>
          <w:p w14:paraId="4FC7E9A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auto" w:fill="auto"/>
            <w:noWrap/>
            <w:vAlign w:val="center"/>
            <w:hideMark/>
          </w:tcPr>
          <w:p w14:paraId="435B87F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297C79A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753005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640BDD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CBF5F0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04ACA64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E7377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5EAD69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3DB1748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5BD120C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00E3978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FEF2EC"/>
            <w:noWrap/>
            <w:vAlign w:val="center"/>
            <w:hideMark/>
          </w:tcPr>
          <w:p w14:paraId="363843E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FEF2EC"/>
            <w:noWrap/>
            <w:vAlign w:val="center"/>
            <w:hideMark/>
          </w:tcPr>
          <w:p w14:paraId="27928B9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FEF2EC"/>
            <w:noWrap/>
            <w:vAlign w:val="center"/>
            <w:hideMark/>
          </w:tcPr>
          <w:p w14:paraId="3C017FB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ECF5E7"/>
            <w:noWrap/>
            <w:vAlign w:val="center"/>
            <w:hideMark/>
          </w:tcPr>
          <w:p w14:paraId="208D45E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nil"/>
            </w:tcBorders>
            <w:shd w:val="clear" w:color="000000" w:fill="ECF5E7"/>
            <w:noWrap/>
            <w:vAlign w:val="center"/>
            <w:hideMark/>
          </w:tcPr>
          <w:p w14:paraId="66BE9DA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single" w:sz="4" w:space="0" w:color="auto"/>
              <w:bottom w:val="single" w:sz="4" w:space="0" w:color="auto"/>
              <w:right w:val="single" w:sz="8" w:space="0" w:color="auto"/>
            </w:tcBorders>
            <w:shd w:val="clear" w:color="000000" w:fill="ECF5E7"/>
            <w:noWrap/>
            <w:vAlign w:val="center"/>
            <w:hideMark/>
          </w:tcPr>
          <w:p w14:paraId="39B221F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30D2EB1"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D395B1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7C690F2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6577FF3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478616E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7E2876E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1673CF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09B762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70F76B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74A93E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3184EE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5697828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0D775E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378420F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2F1BD1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6EF0AE0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2251B1C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331E6B7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310DD9A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B6477B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5851BEA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9BB76E5"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BC5247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143C0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450844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5FEEA10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60A48D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3D7CF7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93ECF4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9A21EA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0B7F847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609130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152CF3C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7890DE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68A7553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767DBB5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5088923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225EC01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27FB35D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6B4CBDD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A1BA0F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10FA347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4A2971FF"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7CD1BD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72B1C91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297D5EB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49A74BA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320E0FD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082CAE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4AFD0C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7E9EEC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47981B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471F8E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0366DBA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1C05B42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21DCA97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295CF7C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6E9AF2D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496443D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268B0EB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3FC0F9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6928988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5570243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E9BDE2A"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330729B1"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DATA</w:t>
            </w:r>
          </w:p>
        </w:tc>
        <w:tc>
          <w:tcPr>
            <w:tcW w:w="1418" w:type="dxa"/>
            <w:tcBorders>
              <w:top w:val="nil"/>
              <w:left w:val="nil"/>
              <w:bottom w:val="single" w:sz="4" w:space="0" w:color="auto"/>
              <w:right w:val="single" w:sz="4" w:space="0" w:color="auto"/>
            </w:tcBorders>
            <w:shd w:val="clear" w:color="000000" w:fill="D9D9D9"/>
            <w:noWrap/>
            <w:vAlign w:val="center"/>
            <w:hideMark/>
          </w:tcPr>
          <w:p w14:paraId="34D72DE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000000" w:fill="D9D9D9"/>
            <w:noWrap/>
            <w:vAlign w:val="center"/>
            <w:hideMark/>
          </w:tcPr>
          <w:p w14:paraId="3E092FD7"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000000" w:fill="D9D9D9"/>
            <w:noWrap/>
            <w:vAlign w:val="center"/>
            <w:hideMark/>
          </w:tcPr>
          <w:p w14:paraId="017D300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3AA8967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70A070B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56106DC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4F51252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770BB85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17ABB3A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3117E39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7C83BE9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6534C9A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352806A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5B94BE8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745D931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44E18C1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1BC9009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0928625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6D519A5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667F5E01"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6CA6DF2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58CCAD2B"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3F1C3325"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37E2FB3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19CB5E1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9E589A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5DE715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1AF97E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863960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F7FFA0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7BA7330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585CBF7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92A669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AAE7C5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42E49BD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573ACA6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0574196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51FF568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4BA7C8F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7ED5ADF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897032E"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F4629A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01B8A49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238FF6A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64F703F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735F352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686012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DE686E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FD37C4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F52A6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0BCE62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49D66B0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41D4542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09ADB5B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81FE00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29E2442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685CB32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4751C11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2669C56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42C7F5A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0C273E8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A21A040"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3461EDC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2BEACA20"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6958EC4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136CC0D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4E2F1D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09E9F5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6052E4E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6724632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9FC064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4891C4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B0F4F1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05595FF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50C3A5A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7CB6DB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0E0E88B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5E9F097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163B6DF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00F6F5C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1D40751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4CD9C9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0394ADC"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570D968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3F55C796"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58D6A4F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3D82E7DA"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62056D6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5433F7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7FE6AEC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FCB7CA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C7AF33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23D1037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47F6D9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479CD10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660C3E8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7EC7AF5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4D9E5E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4F9AEE8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05BE393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6DA6C4D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31D9F9E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125489D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D597F32" w14:textId="77777777" w:rsidTr="009E5A92">
        <w:trPr>
          <w:trHeight w:val="231"/>
        </w:trPr>
        <w:tc>
          <w:tcPr>
            <w:tcW w:w="2041" w:type="dxa"/>
            <w:tcBorders>
              <w:top w:val="nil"/>
              <w:left w:val="single" w:sz="4" w:space="0" w:color="auto"/>
              <w:bottom w:val="single" w:sz="4" w:space="0" w:color="auto"/>
              <w:right w:val="single" w:sz="4" w:space="0" w:color="auto"/>
            </w:tcBorders>
            <w:shd w:val="clear" w:color="000000" w:fill="D9D9D9"/>
            <w:noWrap/>
            <w:vAlign w:val="center"/>
            <w:hideMark/>
          </w:tcPr>
          <w:p w14:paraId="40F9AB85" w14:textId="77777777" w:rsidR="009E5A92" w:rsidRPr="00A30D7A" w:rsidRDefault="009E5A92" w:rsidP="008563D6">
            <w:pPr>
              <w:spacing w:after="0"/>
              <w:rPr>
                <w:rFonts w:cs="Arial"/>
                <w:b/>
                <w:bCs/>
                <w:color w:val="000000"/>
                <w:sz w:val="16"/>
                <w:szCs w:val="16"/>
              </w:rPr>
            </w:pPr>
            <w:r w:rsidRPr="00A30D7A">
              <w:rPr>
                <w:rFonts w:cs="Arial"/>
                <w:b/>
                <w:bCs/>
                <w:color w:val="000000"/>
                <w:sz w:val="16"/>
                <w:szCs w:val="16"/>
              </w:rPr>
              <w:t>OTHER</w:t>
            </w:r>
          </w:p>
        </w:tc>
        <w:tc>
          <w:tcPr>
            <w:tcW w:w="1418" w:type="dxa"/>
            <w:tcBorders>
              <w:top w:val="nil"/>
              <w:left w:val="nil"/>
              <w:bottom w:val="single" w:sz="4" w:space="0" w:color="auto"/>
              <w:right w:val="single" w:sz="4" w:space="0" w:color="auto"/>
            </w:tcBorders>
            <w:shd w:val="clear" w:color="000000" w:fill="D9D9D9"/>
            <w:noWrap/>
            <w:vAlign w:val="center"/>
            <w:hideMark/>
          </w:tcPr>
          <w:p w14:paraId="4535DFBD"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000000" w:fill="D9D9D9"/>
            <w:noWrap/>
            <w:vAlign w:val="center"/>
            <w:hideMark/>
          </w:tcPr>
          <w:p w14:paraId="3ED52802"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000000" w:fill="D9D9D9"/>
            <w:noWrap/>
            <w:vAlign w:val="center"/>
            <w:hideMark/>
          </w:tcPr>
          <w:p w14:paraId="126CA01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D9D9"/>
            <w:noWrap/>
            <w:vAlign w:val="center"/>
            <w:hideMark/>
          </w:tcPr>
          <w:p w14:paraId="6C46FB4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7A23D4D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4BA8754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18A8CBF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1EA47C2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D9D9"/>
            <w:noWrap/>
            <w:vAlign w:val="center"/>
            <w:hideMark/>
          </w:tcPr>
          <w:p w14:paraId="273C707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D9D9"/>
            <w:noWrap/>
            <w:vAlign w:val="center"/>
            <w:hideMark/>
          </w:tcPr>
          <w:p w14:paraId="54B4305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1FAF7E0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2A81C4A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4F612D4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5E12DF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1528265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405460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D9D9D9"/>
            <w:noWrap/>
            <w:vAlign w:val="center"/>
            <w:hideMark/>
          </w:tcPr>
          <w:p w14:paraId="0003261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D9D9D9"/>
            <w:noWrap/>
            <w:vAlign w:val="center"/>
            <w:hideMark/>
          </w:tcPr>
          <w:p w14:paraId="13D9E01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D9D9D9"/>
            <w:noWrap/>
            <w:vAlign w:val="center"/>
            <w:hideMark/>
          </w:tcPr>
          <w:p w14:paraId="28764C4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5A5EC591"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4D718E3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1869F5D4"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340886A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462391AF"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5D98C38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8932EB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5175418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1A5EF63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481760B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43E6E93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0C8D791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2A6B0AE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678CEA9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2410C46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324B6E9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12DDB80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5EE88D1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1A7AD6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5763B4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53CC297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47FB59C6"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00CE2CA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00931E5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26FFC12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3CA0E5F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03A21CAB"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D327A4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1489CB7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054E52D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8CCE31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72FB84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5CBE337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07CA5A9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902295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2F8202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63F671A0"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0071F1D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2E56F84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59809B3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35CF218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646DF8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26AB57A9"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10AFDF31"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4612219C"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40A02A1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5B7BE569"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3B1CCF4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B4994DD"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30E0BE9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8FCC50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541F886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8C03EE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623A87F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7A803E8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24EC2C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1372C6A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353B739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44CF5FC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6299ED9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463BCE2F"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7F61BA3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33295D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r w:rsidR="009E5A92" w:rsidRPr="00A30D7A" w14:paraId="2E724E36" w14:textId="77777777" w:rsidTr="009E5A92">
        <w:trPr>
          <w:trHeight w:val="231"/>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14:paraId="164EC038"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center"/>
            <w:hideMark/>
          </w:tcPr>
          <w:p w14:paraId="6630E54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1021" w:type="dxa"/>
            <w:tcBorders>
              <w:top w:val="nil"/>
              <w:left w:val="nil"/>
              <w:bottom w:val="single" w:sz="4" w:space="0" w:color="auto"/>
              <w:right w:val="single" w:sz="4" w:space="0" w:color="auto"/>
            </w:tcBorders>
            <w:shd w:val="clear" w:color="auto" w:fill="auto"/>
            <w:noWrap/>
            <w:vAlign w:val="center"/>
            <w:hideMark/>
          </w:tcPr>
          <w:p w14:paraId="7CD9CDAE"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8" w:space="0" w:color="auto"/>
            </w:tcBorders>
            <w:shd w:val="clear" w:color="auto" w:fill="auto"/>
            <w:noWrap/>
            <w:vAlign w:val="center"/>
            <w:hideMark/>
          </w:tcPr>
          <w:p w14:paraId="4AB47F13" w14:textId="77777777" w:rsidR="009E5A92" w:rsidRPr="00A30D7A" w:rsidRDefault="009E5A92" w:rsidP="008563D6">
            <w:pPr>
              <w:spacing w:after="0"/>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nil"/>
            </w:tcBorders>
            <w:shd w:val="clear" w:color="000000" w:fill="D9E1F2"/>
            <w:noWrap/>
            <w:vAlign w:val="center"/>
            <w:hideMark/>
          </w:tcPr>
          <w:p w14:paraId="097BE74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71644D6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FFB6F7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5BF027D5"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000000" w:fill="D9E1F2"/>
            <w:noWrap/>
            <w:vAlign w:val="center"/>
            <w:hideMark/>
          </w:tcPr>
          <w:p w14:paraId="2734FD08"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851" w:type="dxa"/>
            <w:tcBorders>
              <w:top w:val="nil"/>
              <w:left w:val="single" w:sz="4" w:space="0" w:color="auto"/>
              <w:bottom w:val="single" w:sz="4" w:space="0" w:color="auto"/>
              <w:right w:val="nil"/>
            </w:tcBorders>
            <w:shd w:val="clear" w:color="auto" w:fill="auto"/>
            <w:noWrap/>
            <w:vAlign w:val="center"/>
            <w:hideMark/>
          </w:tcPr>
          <w:p w14:paraId="36DBEFE7"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single" w:sz="4" w:space="0" w:color="auto"/>
              <w:bottom w:val="single" w:sz="4" w:space="0" w:color="auto"/>
              <w:right w:val="single" w:sz="8" w:space="0" w:color="auto"/>
            </w:tcBorders>
            <w:shd w:val="clear" w:color="000000" w:fill="D9E1F2"/>
            <w:noWrap/>
            <w:vAlign w:val="center"/>
            <w:hideMark/>
          </w:tcPr>
          <w:p w14:paraId="2E8F3C26"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48033F5E"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3FA2D084"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642629D9"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FEF2EC"/>
            <w:noWrap/>
            <w:vAlign w:val="center"/>
            <w:hideMark/>
          </w:tcPr>
          <w:p w14:paraId="2720582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FEF2EC"/>
            <w:noWrap/>
            <w:vAlign w:val="center"/>
            <w:hideMark/>
          </w:tcPr>
          <w:p w14:paraId="1EE1ABDA"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FEF2EC"/>
            <w:noWrap/>
            <w:vAlign w:val="center"/>
            <w:hideMark/>
          </w:tcPr>
          <w:p w14:paraId="528A9712"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907" w:type="dxa"/>
            <w:tcBorders>
              <w:top w:val="nil"/>
              <w:left w:val="nil"/>
              <w:bottom w:val="single" w:sz="4" w:space="0" w:color="auto"/>
              <w:right w:val="single" w:sz="4" w:space="0" w:color="auto"/>
            </w:tcBorders>
            <w:shd w:val="clear" w:color="000000" w:fill="ECF5E7"/>
            <w:noWrap/>
            <w:vAlign w:val="center"/>
            <w:hideMark/>
          </w:tcPr>
          <w:p w14:paraId="29D27551"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4" w:space="0" w:color="auto"/>
            </w:tcBorders>
            <w:shd w:val="clear" w:color="000000" w:fill="ECF5E7"/>
            <w:noWrap/>
            <w:vAlign w:val="center"/>
            <w:hideMark/>
          </w:tcPr>
          <w:p w14:paraId="09EB6DDC"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c>
          <w:tcPr>
            <w:tcW w:w="1134" w:type="dxa"/>
            <w:tcBorders>
              <w:top w:val="nil"/>
              <w:left w:val="nil"/>
              <w:bottom w:val="single" w:sz="4" w:space="0" w:color="auto"/>
              <w:right w:val="single" w:sz="8" w:space="0" w:color="auto"/>
            </w:tcBorders>
            <w:shd w:val="clear" w:color="000000" w:fill="ECF5E7"/>
            <w:noWrap/>
            <w:vAlign w:val="center"/>
            <w:hideMark/>
          </w:tcPr>
          <w:p w14:paraId="27E244B3" w14:textId="77777777" w:rsidR="009E5A92" w:rsidRPr="00A30D7A" w:rsidRDefault="009E5A92" w:rsidP="008563D6">
            <w:pPr>
              <w:spacing w:after="0"/>
              <w:jc w:val="center"/>
              <w:rPr>
                <w:rFonts w:cs="Arial"/>
                <w:color w:val="000000"/>
                <w:sz w:val="16"/>
                <w:szCs w:val="16"/>
              </w:rPr>
            </w:pPr>
            <w:r w:rsidRPr="00A30D7A">
              <w:rPr>
                <w:rFonts w:cs="Arial"/>
                <w:color w:val="000000"/>
                <w:sz w:val="16"/>
                <w:szCs w:val="16"/>
              </w:rPr>
              <w:t> </w:t>
            </w:r>
          </w:p>
        </w:tc>
      </w:tr>
    </w:tbl>
    <w:p w14:paraId="4D461921" w14:textId="77777777" w:rsidR="00075A5C" w:rsidRPr="00A30D7A" w:rsidRDefault="00075A5C">
      <w:pPr>
        <w:rPr>
          <w:rFonts w:cs="Arial"/>
        </w:rPr>
        <w:sectPr w:rsidR="00075A5C" w:rsidRPr="00A30D7A" w:rsidSect="00536EA5">
          <w:pgSz w:w="23811" w:h="16838" w:orient="landscape" w:code="8"/>
          <w:pgMar w:top="851" w:right="1418" w:bottom="851" w:left="1418" w:header="709" w:footer="709" w:gutter="0"/>
          <w:cols w:space="708"/>
          <w:docGrid w:linePitch="360"/>
        </w:sectPr>
      </w:pPr>
    </w:p>
    <w:p w14:paraId="153EE5B4" w14:textId="1FFE409D" w:rsidR="00075A5C" w:rsidRPr="00A30D7A" w:rsidRDefault="00075A5C" w:rsidP="00075A5C">
      <w:pPr>
        <w:pStyle w:val="Heading1"/>
      </w:pPr>
      <w:bookmarkStart w:id="572" w:name="_Toc157251962"/>
      <w:bookmarkStart w:id="573" w:name="_Toc163550184"/>
      <w:r w:rsidRPr="00A30D7A">
        <w:lastRenderedPageBreak/>
        <w:t>Annex E – Model Description Document (MDD)</w:t>
      </w:r>
      <w:bookmarkEnd w:id="572"/>
      <w:bookmarkEnd w:id="573"/>
    </w:p>
    <w:p w14:paraId="28FED9BF" w14:textId="77777777" w:rsidR="00075A5C" w:rsidRPr="00A30D7A" w:rsidRDefault="00075A5C" w:rsidP="00075A5C">
      <w:pPr>
        <w:pStyle w:val="Heading2"/>
      </w:pPr>
      <w:bookmarkStart w:id="574" w:name="_Toc157251963"/>
      <w:bookmarkStart w:id="575" w:name="_Toc163550185"/>
      <w:r w:rsidRPr="00A30D7A">
        <w:t>MDD Template</w:t>
      </w:r>
      <w:bookmarkEnd w:id="574"/>
      <w:bookmarkEnd w:id="575"/>
    </w:p>
    <w:p w14:paraId="53F4466F" w14:textId="77777777" w:rsidR="00075A5C" w:rsidRPr="00A30D7A" w:rsidRDefault="00075A5C" w:rsidP="00075A5C">
      <w:pPr>
        <w:pStyle w:val="Instructions"/>
        <w:rPr>
          <w:sz w:val="20"/>
        </w:rPr>
      </w:pPr>
      <w:r w:rsidRPr="00A30D7A">
        <w:t xml:space="preserve">If called up as a requirement under </w:t>
      </w:r>
      <w:r w:rsidRPr="00A30D7A">
        <w:rPr>
          <w:b/>
          <w:bCs/>
        </w:rPr>
        <w:t>MANAGEMENT – 3D MODELLING, Model sharing protocols</w:t>
      </w:r>
      <w:r w:rsidRPr="00A30D7A">
        <w:t>, use the Template below.</w:t>
      </w:r>
    </w:p>
    <w:p w14:paraId="5D3EE631" w14:textId="3904702E" w:rsidR="00075A5C" w:rsidRPr="00A30D7A" w:rsidRDefault="00075A5C" w:rsidP="00075A5C">
      <w:pPr>
        <w:rPr>
          <w:rFonts w:cs="Arial"/>
        </w:rPr>
      </w:pPr>
      <w:r w:rsidRPr="00A30D7A">
        <w:rPr>
          <w:rFonts w:cs="Arial"/>
        </w:rPr>
        <w:t>Description: A MDD is a document issued with a model to describe what it contains and identify any limitations of use.</w:t>
      </w:r>
    </w:p>
    <w:p w14:paraId="5111C5C9" w14:textId="77777777" w:rsidR="00075A5C" w:rsidRPr="00A30D7A" w:rsidRDefault="00075A5C" w:rsidP="00075A5C">
      <w:pPr>
        <w:pStyle w:val="Prompt"/>
        <w:rPr>
          <w:rFonts w:cs="Arial"/>
        </w:rPr>
      </w:pPr>
      <w:r w:rsidRPr="00A30D7A">
        <w:rPr>
          <w:rFonts w:cs="Arial"/>
        </w:rPr>
        <w:t xml:space="preserve">Instructions: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1DD7DA5" w14:textId="77777777" w:rsidR="00075A5C" w:rsidRPr="00A30D7A" w:rsidRDefault="00075A5C" w:rsidP="00075A5C">
      <w:pPr>
        <w:pStyle w:val="Instructions"/>
      </w:pPr>
      <w:r w:rsidRPr="00A30D7A">
        <w:t>Include details of how and when the MDD is to be used, e.g. included as a text file at specified types of model exchanges.</w:t>
      </w:r>
    </w:p>
    <w:p w14:paraId="192A03AD" w14:textId="77777777" w:rsidR="00075A5C" w:rsidRPr="00A30D7A" w:rsidRDefault="00075A5C" w:rsidP="00075A5C">
      <w:pPr>
        <w:rPr>
          <w:rFonts w:cs="Arial"/>
          <w:b/>
          <w:bCs/>
        </w:rPr>
      </w:pPr>
      <w:r w:rsidRPr="00A30D7A">
        <w:rPr>
          <w:rFonts w:cs="Arial"/>
          <w:b/>
          <w:bCs/>
        </w:rPr>
        <w:t xml:space="preserve">Model description </w:t>
      </w:r>
      <w:proofErr w:type="gramStart"/>
      <w:r w:rsidRPr="00A30D7A">
        <w:rPr>
          <w:rFonts w:cs="Arial"/>
          <w:b/>
          <w:bCs/>
        </w:rPr>
        <w:t>document</w:t>
      </w:r>
      <w:proofErr w:type="gramEnd"/>
    </w:p>
    <w:tbl>
      <w:tblPr>
        <w:tblW w:w="9663" w:type="dxa"/>
        <w:tblInd w:w="-5" w:type="dxa"/>
        <w:tblBorders>
          <w:top w:val="single" w:sz="4" w:space="0" w:color="00B0F0"/>
          <w:left w:val="single" w:sz="4" w:space="0" w:color="00B0F0"/>
          <w:bottom w:val="single" w:sz="4" w:space="0" w:color="00B0F0"/>
          <w:right w:val="single" w:sz="4" w:space="0" w:color="00B0F0"/>
          <w:insideH w:val="single" w:sz="4" w:space="0" w:color="00B0F0"/>
          <w:insideV w:val="single" w:sz="4" w:space="0" w:color="00B0F0"/>
        </w:tblBorders>
        <w:tblLook w:val="04A0" w:firstRow="1" w:lastRow="0" w:firstColumn="1" w:lastColumn="0" w:noHBand="0" w:noVBand="1"/>
      </w:tblPr>
      <w:tblGrid>
        <w:gridCol w:w="3964"/>
        <w:gridCol w:w="5699"/>
      </w:tblGrid>
      <w:tr w:rsidR="00075A5C" w:rsidRPr="00A30D7A" w14:paraId="09C03E3D" w14:textId="77777777" w:rsidTr="008563D6">
        <w:trPr>
          <w:trHeight w:val="454"/>
          <w:tblHeader/>
        </w:trPr>
        <w:tc>
          <w:tcPr>
            <w:tcW w:w="396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BDBCA6D" w14:textId="77777777" w:rsidR="00075A5C" w:rsidRPr="00A30D7A" w:rsidRDefault="00075A5C" w:rsidP="008563D6">
            <w:pPr>
              <w:rPr>
                <w:rFonts w:cs="Arial"/>
                <w:b/>
                <w:bCs/>
              </w:rPr>
            </w:pPr>
            <w:r w:rsidRPr="00A30D7A">
              <w:rPr>
                <w:rFonts w:cs="Arial"/>
                <w:b/>
                <w:bCs/>
              </w:rPr>
              <w:t>Item</w:t>
            </w:r>
          </w:p>
        </w:tc>
        <w:tc>
          <w:tcPr>
            <w:tcW w:w="569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9F1BBD9" w14:textId="77777777" w:rsidR="00075A5C" w:rsidRPr="00A30D7A" w:rsidRDefault="00075A5C" w:rsidP="008563D6">
            <w:pPr>
              <w:rPr>
                <w:rFonts w:cs="Arial"/>
                <w:b/>
                <w:bCs/>
              </w:rPr>
            </w:pPr>
            <w:r w:rsidRPr="00A30D7A">
              <w:rPr>
                <w:rFonts w:cs="Arial"/>
                <w:b/>
                <w:bCs/>
              </w:rPr>
              <w:t>Details</w:t>
            </w:r>
          </w:p>
        </w:tc>
      </w:tr>
      <w:tr w:rsidR="00075A5C" w:rsidRPr="00A30D7A" w14:paraId="30F89631" w14:textId="77777777" w:rsidTr="008563D6">
        <w:trPr>
          <w:trHeight w:val="237"/>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2F206BCC" w14:textId="77777777" w:rsidR="00075A5C" w:rsidRPr="00A30D7A" w:rsidRDefault="00075A5C" w:rsidP="008563D6">
            <w:pPr>
              <w:rPr>
                <w:rFonts w:cs="Arial"/>
              </w:rPr>
            </w:pPr>
            <w:r w:rsidRPr="00A30D7A">
              <w:rPr>
                <w:rFonts w:cs="Arial"/>
              </w:rPr>
              <w:t>Project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9D44F73" w14:textId="77777777" w:rsidR="00075A5C" w:rsidRPr="00A30D7A" w:rsidRDefault="00075A5C" w:rsidP="008563D6">
            <w:pPr>
              <w:rPr>
                <w:rFonts w:cs="Arial"/>
              </w:rPr>
            </w:pPr>
          </w:p>
        </w:tc>
      </w:tr>
      <w:tr w:rsidR="00075A5C" w:rsidRPr="00A30D7A" w14:paraId="3E5FBE3A" w14:textId="77777777" w:rsidTr="008563D6">
        <w:trPr>
          <w:trHeight w:val="321"/>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4BA69E1B" w14:textId="77777777" w:rsidR="00075A5C" w:rsidRPr="00A30D7A" w:rsidRDefault="00075A5C" w:rsidP="008563D6">
            <w:pPr>
              <w:rPr>
                <w:rFonts w:cs="Arial"/>
              </w:rPr>
            </w:pPr>
            <w:r w:rsidRPr="00A30D7A">
              <w:rPr>
                <w:rFonts w:cs="Arial"/>
              </w:rPr>
              <w:t>BEP reference and revision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520C5683" w14:textId="77777777" w:rsidR="00075A5C" w:rsidRPr="00A30D7A" w:rsidRDefault="00075A5C" w:rsidP="008563D6">
            <w:pPr>
              <w:rPr>
                <w:rFonts w:cs="Arial"/>
              </w:rPr>
            </w:pPr>
          </w:p>
        </w:tc>
      </w:tr>
      <w:tr w:rsidR="00075A5C" w:rsidRPr="00A30D7A" w14:paraId="27A7D7CD" w14:textId="77777777" w:rsidTr="008563D6">
        <w:trPr>
          <w:trHeight w:val="246"/>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7A117A5A" w14:textId="77777777" w:rsidR="00075A5C" w:rsidRPr="00A30D7A" w:rsidRDefault="00075A5C" w:rsidP="008563D6">
            <w:pPr>
              <w:rPr>
                <w:rFonts w:cs="Arial"/>
              </w:rPr>
            </w:pPr>
            <w:r w:rsidRPr="00A30D7A">
              <w:rPr>
                <w:rFonts w:cs="Arial"/>
              </w:rPr>
              <w:t>Model authoring party</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B8FD33F" w14:textId="77777777" w:rsidR="00075A5C" w:rsidRPr="00A30D7A" w:rsidRDefault="00075A5C" w:rsidP="008563D6">
            <w:pPr>
              <w:rPr>
                <w:rFonts w:cs="Arial"/>
              </w:rPr>
            </w:pPr>
          </w:p>
        </w:tc>
      </w:tr>
      <w:tr w:rsidR="00075A5C" w:rsidRPr="00A30D7A" w14:paraId="5077DE26" w14:textId="77777777" w:rsidTr="008563D6">
        <w:trPr>
          <w:trHeight w:val="330"/>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D0EAAFD" w14:textId="77777777" w:rsidR="00075A5C" w:rsidRPr="00A30D7A" w:rsidRDefault="00075A5C" w:rsidP="008563D6">
            <w:pPr>
              <w:rPr>
                <w:rFonts w:cs="Arial"/>
              </w:rPr>
            </w:pPr>
            <w:r w:rsidRPr="00A30D7A">
              <w:rPr>
                <w:rFonts w:cs="Arial"/>
              </w:rPr>
              <w:t>Discipline BIM Lead</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66C28BBE" w14:textId="77777777" w:rsidR="00075A5C" w:rsidRPr="00A30D7A" w:rsidRDefault="00075A5C" w:rsidP="008563D6">
            <w:pPr>
              <w:rPr>
                <w:rFonts w:cs="Arial"/>
              </w:rPr>
            </w:pPr>
          </w:p>
        </w:tc>
      </w:tr>
      <w:tr w:rsidR="00075A5C" w:rsidRPr="00A30D7A" w14:paraId="76835E2B" w14:textId="77777777" w:rsidTr="008563D6">
        <w:trPr>
          <w:trHeight w:val="375"/>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219247C0" w14:textId="77777777" w:rsidR="00075A5C" w:rsidRPr="00A30D7A" w:rsidRDefault="00075A5C" w:rsidP="008563D6">
            <w:pPr>
              <w:rPr>
                <w:rFonts w:cs="Arial"/>
              </w:rPr>
            </w:pPr>
            <w:r w:rsidRPr="00A30D7A">
              <w:rPr>
                <w:rFonts w:cs="Arial"/>
              </w:rPr>
              <w:t>Native file type and version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3D75277" w14:textId="77777777" w:rsidR="00075A5C" w:rsidRPr="00A30D7A" w:rsidRDefault="00075A5C" w:rsidP="008563D6">
            <w:pPr>
              <w:rPr>
                <w:rFonts w:cs="Arial"/>
              </w:rPr>
            </w:pPr>
          </w:p>
        </w:tc>
      </w:tr>
      <w:tr w:rsidR="00075A5C" w:rsidRPr="00A30D7A" w14:paraId="5F291007" w14:textId="77777777" w:rsidTr="008563D6">
        <w:trPr>
          <w:trHeight w:val="393"/>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28C087A4" w14:textId="77777777" w:rsidR="00075A5C" w:rsidRPr="00A30D7A" w:rsidRDefault="00075A5C" w:rsidP="008563D6">
            <w:pPr>
              <w:rPr>
                <w:rFonts w:cs="Arial"/>
              </w:rPr>
            </w:pPr>
            <w:r w:rsidRPr="00A30D7A">
              <w:rPr>
                <w:rFonts w:cs="Arial"/>
              </w:rPr>
              <w:t>Issued file type and version</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7D206755" w14:textId="77777777" w:rsidR="00075A5C" w:rsidRPr="00A30D7A" w:rsidRDefault="00075A5C" w:rsidP="008563D6">
            <w:pPr>
              <w:rPr>
                <w:rFonts w:cs="Arial"/>
              </w:rPr>
            </w:pPr>
          </w:p>
        </w:tc>
      </w:tr>
      <w:tr w:rsidR="00075A5C" w:rsidRPr="00A30D7A" w14:paraId="1876AEB5" w14:textId="77777777" w:rsidTr="008563D6">
        <w:trPr>
          <w:trHeight w:val="385"/>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4558C8F7" w14:textId="77777777" w:rsidR="00075A5C" w:rsidRPr="00A30D7A" w:rsidRDefault="00075A5C" w:rsidP="008563D6">
            <w:pPr>
              <w:rPr>
                <w:rFonts w:cs="Arial"/>
              </w:rPr>
            </w:pPr>
            <w:r w:rsidRPr="00A30D7A">
              <w:rPr>
                <w:rFonts w:cs="Arial"/>
              </w:rPr>
              <w:t>Issued date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7A227F33" w14:textId="77777777" w:rsidR="00075A5C" w:rsidRPr="00A30D7A" w:rsidRDefault="00075A5C" w:rsidP="008563D6">
            <w:pPr>
              <w:rPr>
                <w:rFonts w:cs="Arial"/>
              </w:rPr>
            </w:pPr>
          </w:p>
        </w:tc>
      </w:tr>
      <w:tr w:rsidR="00075A5C" w:rsidRPr="00A30D7A" w14:paraId="2060006C"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C190DE1" w14:textId="77777777" w:rsidR="00075A5C" w:rsidRPr="00A30D7A" w:rsidRDefault="00075A5C" w:rsidP="008563D6">
            <w:pPr>
              <w:rPr>
                <w:rFonts w:cs="Arial"/>
              </w:rPr>
            </w:pPr>
            <w:r w:rsidRPr="00A30D7A">
              <w:rPr>
                <w:rFonts w:cs="Arial"/>
              </w:rPr>
              <w:t>Model status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8362617" w14:textId="77777777" w:rsidR="00075A5C" w:rsidRPr="00A30D7A" w:rsidRDefault="00075A5C" w:rsidP="008563D6">
            <w:pPr>
              <w:rPr>
                <w:rFonts w:cs="Arial"/>
              </w:rPr>
            </w:pPr>
          </w:p>
        </w:tc>
      </w:tr>
      <w:tr w:rsidR="00075A5C" w:rsidRPr="00A30D7A" w14:paraId="0D2F08D4"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1DFCEE54" w14:textId="77777777" w:rsidR="00075A5C" w:rsidRPr="00A30D7A" w:rsidRDefault="00075A5C" w:rsidP="008563D6">
            <w:pPr>
              <w:rPr>
                <w:rFonts w:cs="Arial"/>
              </w:rPr>
            </w:pPr>
            <w:r w:rsidRPr="00A30D7A">
              <w:rPr>
                <w:rFonts w:cs="Arial"/>
              </w:rPr>
              <w:t>Model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0B4FBDBF" w14:textId="77777777" w:rsidR="00075A5C" w:rsidRPr="00A30D7A" w:rsidRDefault="00075A5C" w:rsidP="008563D6">
            <w:pPr>
              <w:rPr>
                <w:rFonts w:cs="Arial"/>
              </w:rPr>
            </w:pPr>
          </w:p>
        </w:tc>
      </w:tr>
      <w:tr w:rsidR="00075A5C" w:rsidRPr="00A30D7A" w14:paraId="7A9601FE"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0726895" w14:textId="77777777" w:rsidR="00075A5C" w:rsidRPr="00A30D7A" w:rsidRDefault="00075A5C" w:rsidP="008563D6">
            <w:pPr>
              <w:rPr>
                <w:rFonts w:cs="Arial"/>
              </w:rPr>
            </w:pPr>
            <w:r w:rsidRPr="00A30D7A">
              <w:rPr>
                <w:rFonts w:cs="Arial"/>
              </w:rPr>
              <w:t>Container/file name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2023057B" w14:textId="77777777" w:rsidR="00075A5C" w:rsidRPr="00A30D7A" w:rsidRDefault="00075A5C" w:rsidP="008563D6">
            <w:pPr>
              <w:rPr>
                <w:rFonts w:cs="Arial"/>
              </w:rPr>
            </w:pPr>
          </w:p>
        </w:tc>
      </w:tr>
      <w:tr w:rsidR="00075A5C" w:rsidRPr="00A30D7A" w14:paraId="44E40B8C"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7D763F5" w14:textId="77777777" w:rsidR="00075A5C" w:rsidRPr="00A30D7A" w:rsidRDefault="00075A5C" w:rsidP="008563D6">
            <w:pPr>
              <w:rPr>
                <w:rFonts w:cs="Arial"/>
              </w:rPr>
            </w:pPr>
            <w:r w:rsidRPr="00A30D7A">
              <w:rPr>
                <w:rFonts w:cs="Arial"/>
              </w:rPr>
              <w:t>Linked files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4D22A36B" w14:textId="77777777" w:rsidR="00075A5C" w:rsidRPr="00A30D7A" w:rsidRDefault="00075A5C" w:rsidP="008563D6">
            <w:pPr>
              <w:rPr>
                <w:rFonts w:cs="Arial"/>
              </w:rPr>
            </w:pPr>
          </w:p>
        </w:tc>
      </w:tr>
      <w:tr w:rsidR="00075A5C" w:rsidRPr="00A30D7A" w14:paraId="2C62B5D5"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7B9BE53A" w14:textId="77777777" w:rsidR="00075A5C" w:rsidRPr="00A30D7A" w:rsidRDefault="00075A5C" w:rsidP="008563D6">
            <w:pPr>
              <w:rPr>
                <w:rFonts w:cs="Arial"/>
              </w:rPr>
            </w:pPr>
            <w:r w:rsidRPr="00A30D7A">
              <w:rPr>
                <w:rFonts w:cs="Arial"/>
              </w:rPr>
              <w:t>Inputs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26B5ED70" w14:textId="77777777" w:rsidR="00075A5C" w:rsidRPr="00A30D7A" w:rsidRDefault="00075A5C" w:rsidP="008563D6">
            <w:pPr>
              <w:rPr>
                <w:rFonts w:cs="Arial"/>
              </w:rPr>
            </w:pPr>
          </w:p>
        </w:tc>
      </w:tr>
      <w:tr w:rsidR="00075A5C" w:rsidRPr="00A30D7A" w14:paraId="40398DD4"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61E6858B" w14:textId="77777777" w:rsidR="00075A5C" w:rsidRPr="00A30D7A" w:rsidRDefault="00075A5C" w:rsidP="008563D6">
            <w:pPr>
              <w:rPr>
                <w:rFonts w:cs="Arial"/>
              </w:rPr>
            </w:pPr>
            <w:r w:rsidRPr="00A30D7A">
              <w:rPr>
                <w:rFonts w:cs="Arial"/>
              </w:rPr>
              <w:t>Model purpose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639E052D" w14:textId="77777777" w:rsidR="00075A5C" w:rsidRPr="00A30D7A" w:rsidRDefault="00075A5C" w:rsidP="008563D6">
            <w:pPr>
              <w:rPr>
                <w:rFonts w:cs="Arial"/>
              </w:rPr>
            </w:pPr>
          </w:p>
        </w:tc>
      </w:tr>
      <w:tr w:rsidR="00075A5C" w:rsidRPr="00A30D7A" w14:paraId="30CEFCD7"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7B02C8DE" w14:textId="77777777" w:rsidR="00075A5C" w:rsidRPr="00A30D7A" w:rsidRDefault="00075A5C" w:rsidP="008563D6">
            <w:pPr>
              <w:rPr>
                <w:rFonts w:cs="Arial"/>
              </w:rPr>
            </w:pPr>
            <w:r w:rsidRPr="00A30D7A">
              <w:rPr>
                <w:rFonts w:cs="Arial"/>
              </w:rPr>
              <w:t>Agreed model use</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34E0D819" w14:textId="77777777" w:rsidR="00075A5C" w:rsidRPr="00A30D7A" w:rsidRDefault="00075A5C" w:rsidP="008563D6">
            <w:pPr>
              <w:rPr>
                <w:rFonts w:cs="Arial"/>
              </w:rPr>
            </w:pPr>
          </w:p>
        </w:tc>
      </w:tr>
      <w:tr w:rsidR="00075A5C" w:rsidRPr="00A30D7A" w14:paraId="1E10F9DF" w14:textId="77777777" w:rsidTr="008563D6">
        <w:trPr>
          <w:trHeight w:val="379"/>
        </w:trPr>
        <w:tc>
          <w:tcPr>
            <w:tcW w:w="3964" w:type="dxa"/>
            <w:tcBorders>
              <w:top w:val="single" w:sz="4" w:space="0" w:color="auto"/>
              <w:left w:val="single" w:sz="4" w:space="0" w:color="auto"/>
              <w:bottom w:val="single" w:sz="4" w:space="0" w:color="auto"/>
              <w:right w:val="single" w:sz="4" w:space="0" w:color="auto"/>
            </w:tcBorders>
            <w:shd w:val="clear" w:color="auto" w:fill="auto"/>
          </w:tcPr>
          <w:p w14:paraId="0FC6A212" w14:textId="77777777" w:rsidR="00075A5C" w:rsidRPr="00A30D7A" w:rsidRDefault="00075A5C" w:rsidP="008563D6">
            <w:pPr>
              <w:rPr>
                <w:rFonts w:cs="Arial"/>
              </w:rPr>
            </w:pPr>
            <w:r w:rsidRPr="00A30D7A">
              <w:rPr>
                <w:rFonts w:cs="Arial"/>
              </w:rPr>
              <w:t>Comments</w:t>
            </w:r>
          </w:p>
        </w:tc>
        <w:tc>
          <w:tcPr>
            <w:tcW w:w="5699" w:type="dxa"/>
            <w:tcBorders>
              <w:top w:val="single" w:sz="4" w:space="0" w:color="auto"/>
              <w:left w:val="single" w:sz="4" w:space="0" w:color="auto"/>
              <w:bottom w:val="single" w:sz="4" w:space="0" w:color="auto"/>
              <w:right w:val="single" w:sz="4" w:space="0" w:color="auto"/>
            </w:tcBorders>
            <w:shd w:val="clear" w:color="auto" w:fill="auto"/>
          </w:tcPr>
          <w:p w14:paraId="52443779" w14:textId="77777777" w:rsidR="00075A5C" w:rsidRPr="00A30D7A" w:rsidRDefault="00075A5C" w:rsidP="008563D6">
            <w:pPr>
              <w:rPr>
                <w:rFonts w:cs="Arial"/>
              </w:rPr>
            </w:pPr>
          </w:p>
        </w:tc>
      </w:tr>
    </w:tbl>
    <w:p w14:paraId="0C4E9C7B" w14:textId="77777777" w:rsidR="00075A5C" w:rsidRPr="00A30D7A" w:rsidRDefault="00075A5C" w:rsidP="00075A5C">
      <w:pPr>
        <w:spacing w:after="120"/>
        <w:rPr>
          <w:rFonts w:eastAsiaTheme="minorHAnsi" w:cs="Arial"/>
        </w:rPr>
      </w:pPr>
    </w:p>
    <w:p w14:paraId="3ED5E490" w14:textId="77777777" w:rsidR="00075A5C" w:rsidRPr="00A30D7A" w:rsidRDefault="00075A5C" w:rsidP="00075A5C">
      <w:pPr>
        <w:pStyle w:val="Instructions"/>
      </w:pPr>
      <w:r w:rsidRPr="0063774F">
        <w:t>Agreed model use:</w:t>
      </w:r>
      <w:r w:rsidRPr="00A30D7A">
        <w:t xml:space="preserve"> Edit as required, e.g.:</w:t>
      </w:r>
    </w:p>
    <w:p w14:paraId="2EAE45E6" w14:textId="77777777" w:rsidR="00075A5C" w:rsidRPr="00A30D7A" w:rsidRDefault="00075A5C" w:rsidP="00075A5C">
      <w:pPr>
        <w:pStyle w:val="Instructions"/>
      </w:pPr>
      <w:r w:rsidRPr="00A30D7A">
        <w:t>The model has been issued for:</w:t>
      </w:r>
    </w:p>
    <w:p w14:paraId="6EBC5D5F" w14:textId="77777777" w:rsidR="00075A5C" w:rsidRPr="00A30D7A" w:rsidRDefault="00075A5C" w:rsidP="00075A5C">
      <w:pPr>
        <w:pStyle w:val="Instructionsindent"/>
      </w:pPr>
      <w:r w:rsidRPr="00A30D7A">
        <w:t>Aiding coordination during the design process, e.g. noting the specific areas where coordination has been completed.</w:t>
      </w:r>
    </w:p>
    <w:p w14:paraId="4B56F707" w14:textId="77777777" w:rsidR="00075A5C" w:rsidRPr="00A30D7A" w:rsidRDefault="00075A5C" w:rsidP="00075A5C">
      <w:pPr>
        <w:pStyle w:val="Instructionsindent"/>
      </w:pPr>
      <w:r w:rsidRPr="00A30D7A">
        <w:t>Confirming model elements have been created as specified in the BEP, unless otherwise agreed.</w:t>
      </w:r>
    </w:p>
    <w:p w14:paraId="624FA893" w14:textId="77777777" w:rsidR="00075A5C" w:rsidRPr="00A30D7A" w:rsidRDefault="00075A5C" w:rsidP="00075A5C">
      <w:pPr>
        <w:pStyle w:val="Instructionsindent"/>
      </w:pPr>
      <w:r w:rsidRPr="00A30D7A">
        <w:t>Providing an overall view of the project to supplement the information contained in the drawings and schedules.</w:t>
      </w:r>
    </w:p>
    <w:p w14:paraId="2502F1DC" w14:textId="77777777" w:rsidR="00075A5C" w:rsidRPr="00A30D7A" w:rsidRDefault="00075A5C" w:rsidP="00075A5C">
      <w:pPr>
        <w:pStyle w:val="Instructionsindent"/>
      </w:pPr>
      <w:r w:rsidRPr="00A30D7A">
        <w:t>A visualisation aid.</w:t>
      </w:r>
    </w:p>
    <w:p w14:paraId="7D055252" w14:textId="77777777" w:rsidR="00075A5C" w:rsidRPr="00A30D7A" w:rsidRDefault="00075A5C" w:rsidP="00075A5C">
      <w:pPr>
        <w:pStyle w:val="Instructionsindent"/>
      </w:pPr>
      <w:r w:rsidRPr="00A30D7A">
        <w:t>Assisting in the production of schedules of quantities.</w:t>
      </w:r>
    </w:p>
    <w:p w14:paraId="503405FB" w14:textId="77777777" w:rsidR="00075A5C" w:rsidRPr="00A30D7A" w:rsidRDefault="00075A5C" w:rsidP="00075A5C">
      <w:pPr>
        <w:pStyle w:val="Instructionsindent"/>
      </w:pPr>
      <w:r w:rsidRPr="00A30D7A">
        <w:t>Assisting in the production of shop or fabrication drawings.</w:t>
      </w:r>
    </w:p>
    <w:p w14:paraId="76D64120" w14:textId="77777777" w:rsidR="00075A5C" w:rsidRPr="00A30D7A" w:rsidRDefault="00075A5C" w:rsidP="00075A5C">
      <w:pPr>
        <w:pStyle w:val="Instructionsindent"/>
      </w:pPr>
      <w:r w:rsidRPr="00A30D7A">
        <w:t>An input to fabrication, manufacture and/or construction.</w:t>
      </w:r>
    </w:p>
    <w:p w14:paraId="148D6BC1" w14:textId="77777777" w:rsidR="00075A5C" w:rsidRPr="00A30D7A" w:rsidRDefault="00075A5C" w:rsidP="00075A5C">
      <w:pPr>
        <w:rPr>
          <w:rFonts w:eastAsiaTheme="minorHAnsi" w:cs="Arial"/>
        </w:rPr>
      </w:pPr>
      <w:r w:rsidRPr="00A30D7A">
        <w:rPr>
          <w:rFonts w:eastAsiaTheme="minorHAnsi" w:cs="Arial"/>
        </w:rPr>
        <w:br w:type="page"/>
      </w:r>
    </w:p>
    <w:p w14:paraId="106B79CC" w14:textId="6C415FB3" w:rsidR="00075A5C" w:rsidRPr="00A30D7A" w:rsidRDefault="00075A5C" w:rsidP="00075A5C">
      <w:pPr>
        <w:pStyle w:val="Heading1"/>
      </w:pPr>
      <w:bookmarkStart w:id="576" w:name="_Toc157251964"/>
      <w:bookmarkStart w:id="577" w:name="_Toc163550186"/>
      <w:r w:rsidRPr="00A30D7A">
        <w:lastRenderedPageBreak/>
        <w:t>Annex F – Clash detection</w:t>
      </w:r>
      <w:bookmarkEnd w:id="576"/>
      <w:bookmarkEnd w:id="577"/>
    </w:p>
    <w:p w14:paraId="062C40CF" w14:textId="77777777" w:rsidR="00075A5C" w:rsidRPr="00A30D7A" w:rsidRDefault="00075A5C" w:rsidP="00075A5C">
      <w:pPr>
        <w:pStyle w:val="Heading2"/>
      </w:pPr>
      <w:bookmarkStart w:id="578" w:name="_Toc157251965"/>
      <w:bookmarkStart w:id="579" w:name="_Toc163550187"/>
      <w:bookmarkStart w:id="580" w:name="_Toc445217320"/>
      <w:r w:rsidRPr="00A30D7A">
        <w:t xml:space="preserve">Clash detection </w:t>
      </w:r>
      <w:proofErr w:type="gramStart"/>
      <w:r w:rsidRPr="00A30D7A">
        <w:t>objectives</w:t>
      </w:r>
      <w:bookmarkEnd w:id="578"/>
      <w:bookmarkEnd w:id="579"/>
      <w:proofErr w:type="gramEnd"/>
    </w:p>
    <w:p w14:paraId="6ABEF36D" w14:textId="77777777" w:rsidR="00075A5C" w:rsidRPr="00A30D7A" w:rsidRDefault="00075A5C" w:rsidP="00075A5C">
      <w:pPr>
        <w:rPr>
          <w:rFonts w:cs="Arial"/>
          <w:bCs/>
        </w:rPr>
      </w:pPr>
      <w:r w:rsidRPr="00A30D7A">
        <w:rPr>
          <w:rFonts w:eastAsiaTheme="minorHAnsi" w:cs="Arial"/>
        </w:rPr>
        <w:t xml:space="preserve">Process objective: </w:t>
      </w:r>
      <w:r w:rsidRPr="00A30D7A">
        <w:rPr>
          <w:rFonts w:cs="Arial"/>
          <w:bCs/>
        </w:rPr>
        <w:t xml:space="preserve">The objective of the clash resolution process is to produce a federated </w:t>
      </w:r>
      <w:r w:rsidRPr="00A30D7A">
        <w:rPr>
          <w:bCs/>
        </w:rPr>
        <w:t>model</w:t>
      </w:r>
      <w:r w:rsidRPr="00A30D7A">
        <w:rPr>
          <w:rFonts w:cs="Arial"/>
          <w:bCs/>
        </w:rPr>
        <w:t xml:space="preserve"> with minimal coordination issues at the completion of each project stage.</w:t>
      </w:r>
    </w:p>
    <w:p w14:paraId="3A8D9F93" w14:textId="77777777" w:rsidR="00075A5C" w:rsidRPr="00A30D7A" w:rsidRDefault="00075A5C" w:rsidP="00075A5C">
      <w:pPr>
        <w:pStyle w:val="Heading2"/>
      </w:pPr>
      <w:bookmarkStart w:id="581" w:name="_Toc157251966"/>
      <w:bookmarkStart w:id="582" w:name="_Toc163550188"/>
      <w:r w:rsidRPr="00A30D7A">
        <w:t xml:space="preserve">Clash detection </w:t>
      </w:r>
      <w:proofErr w:type="gramStart"/>
      <w:r w:rsidRPr="00A30D7A">
        <w:t>responsibilities</w:t>
      </w:r>
      <w:bookmarkEnd w:id="581"/>
      <w:bookmarkEnd w:id="582"/>
      <w:proofErr w:type="gramEnd"/>
    </w:p>
    <w:p w14:paraId="662F915C" w14:textId="77777777" w:rsidR="00075A5C" w:rsidRPr="00A30D7A" w:rsidRDefault="00075A5C" w:rsidP="00075A5C">
      <w:pPr>
        <w:spacing w:after="120"/>
        <w:rPr>
          <w:rFonts w:eastAsiaTheme="minorHAnsi" w:cs="Arial"/>
        </w:rPr>
      </w:pPr>
      <w:r w:rsidRPr="00A30D7A">
        <w:rPr>
          <w:rFonts w:eastAsiaTheme="minorHAnsi" w:cs="Arial"/>
        </w:rPr>
        <w:t>Base model: It is the responsibility of the BIM Manager to provide a base model to all Discipline BIM Leads.</w:t>
      </w:r>
    </w:p>
    <w:p w14:paraId="49E850C9" w14:textId="77777777" w:rsidR="00075A5C" w:rsidRPr="00A30D7A" w:rsidRDefault="00075A5C" w:rsidP="00075A5C">
      <w:pPr>
        <w:spacing w:after="120"/>
        <w:rPr>
          <w:rFonts w:eastAsiaTheme="minorHAnsi" w:cs="Arial"/>
        </w:rPr>
      </w:pPr>
      <w:r w:rsidRPr="00A30D7A">
        <w:rPr>
          <w:rFonts w:eastAsiaTheme="minorHAnsi" w:cs="Arial"/>
        </w:rPr>
        <w:t>Discipline models: It is the responsibility of Discipline BIM Leads to develop all discipline models from the base model provided by the BIM Manager.</w:t>
      </w:r>
    </w:p>
    <w:p w14:paraId="70700B1B" w14:textId="77777777" w:rsidR="00075A5C" w:rsidRPr="00A30D7A" w:rsidRDefault="00075A5C" w:rsidP="00075A5C">
      <w:pPr>
        <w:spacing w:after="120"/>
        <w:rPr>
          <w:rFonts w:eastAsiaTheme="minorHAnsi" w:cs="Arial"/>
        </w:rPr>
      </w:pPr>
      <w:r w:rsidRPr="00A30D7A">
        <w:rPr>
          <w:rFonts w:eastAsiaTheme="minorHAnsi" w:cs="Arial"/>
        </w:rPr>
        <w:t>Model federation: It is the responsibility of the BIM Manager to organise the federation of discipline models for the purpose of coordination and clash detection.</w:t>
      </w:r>
    </w:p>
    <w:p w14:paraId="1566EDB8" w14:textId="77777777" w:rsidR="00075A5C" w:rsidRPr="00A30D7A" w:rsidRDefault="00075A5C" w:rsidP="00075A5C">
      <w:pPr>
        <w:spacing w:after="120"/>
        <w:rPr>
          <w:rFonts w:eastAsiaTheme="minorHAnsi" w:cs="Arial"/>
        </w:rPr>
      </w:pPr>
      <w:r w:rsidRPr="00A30D7A">
        <w:rPr>
          <w:rFonts w:eastAsiaTheme="minorHAnsi" w:cs="Arial"/>
        </w:rPr>
        <w:t>Clash detection method: The delivery team are to use automated conflict checking/clash detection software during Schematic Design and onwards to identify and resolve geometric clashes within the 3D geometric environment.</w:t>
      </w:r>
    </w:p>
    <w:p w14:paraId="28BA5654" w14:textId="77777777" w:rsidR="00075A5C" w:rsidRPr="00A30D7A" w:rsidRDefault="00075A5C" w:rsidP="00075A5C">
      <w:pPr>
        <w:spacing w:after="120"/>
        <w:rPr>
          <w:rFonts w:eastAsiaTheme="minorHAnsi" w:cs="Arial"/>
        </w:rPr>
      </w:pPr>
      <w:r w:rsidRPr="00A30D7A">
        <w:rPr>
          <w:rFonts w:eastAsiaTheme="minorHAnsi" w:cs="Arial"/>
        </w:rPr>
        <w:t xml:space="preserve">Clash detection schedule: The BIM Manager is responsible for developing the </w:t>
      </w:r>
      <w:r w:rsidRPr="00A30D7A">
        <w:rPr>
          <w:rFonts w:eastAsiaTheme="minorHAnsi" w:cs="Arial"/>
          <w:b/>
          <w:bCs/>
          <w:color w:val="595959" w:themeColor="text1" w:themeTint="A6"/>
        </w:rPr>
        <w:t xml:space="preserve">Clash detection schedule </w:t>
      </w:r>
      <w:r w:rsidRPr="0063774F">
        <w:rPr>
          <w:rFonts w:eastAsiaTheme="minorHAnsi" w:cs="Arial"/>
        </w:rPr>
        <w:t xml:space="preserve">for reference </w:t>
      </w:r>
      <w:r w:rsidRPr="00A30D7A">
        <w:rPr>
          <w:rFonts w:eastAsiaTheme="minorHAnsi" w:cs="Arial"/>
        </w:rPr>
        <w:t>by all Discipline BIM Leads.</w:t>
      </w:r>
    </w:p>
    <w:p w14:paraId="0F8EADFC" w14:textId="77777777" w:rsidR="00075A5C" w:rsidRPr="00A30D7A" w:rsidRDefault="00075A5C" w:rsidP="00075A5C">
      <w:pPr>
        <w:pStyle w:val="Instructions"/>
        <w:rPr>
          <w:rFonts w:cs="Arial"/>
        </w:rPr>
      </w:pPr>
      <w:r w:rsidRPr="00A30D7A">
        <w:rPr>
          <w:rFonts w:cs="Arial"/>
        </w:rPr>
        <w:t>These responsibilities can be supplemented with accountabilities if these need to be made clear.</w:t>
      </w:r>
    </w:p>
    <w:p w14:paraId="6FB54B60" w14:textId="77777777" w:rsidR="00075A5C" w:rsidRPr="00A30D7A" w:rsidRDefault="00075A5C" w:rsidP="00075A5C">
      <w:pPr>
        <w:pStyle w:val="Heading2"/>
      </w:pPr>
      <w:bookmarkStart w:id="583" w:name="_Toc157251967"/>
      <w:bookmarkStart w:id="584" w:name="_Toc163550189"/>
      <w:r w:rsidRPr="00A30D7A">
        <w:t xml:space="preserve">Clash detection </w:t>
      </w:r>
      <w:proofErr w:type="gramStart"/>
      <w:r w:rsidRPr="00A30D7A">
        <w:t>meetings</w:t>
      </w:r>
      <w:bookmarkEnd w:id="583"/>
      <w:bookmarkEnd w:id="584"/>
      <w:proofErr w:type="gramEnd"/>
    </w:p>
    <w:p w14:paraId="19198FDF" w14:textId="77777777" w:rsidR="00075A5C" w:rsidRPr="00A30D7A" w:rsidRDefault="00075A5C" w:rsidP="00075A5C">
      <w:pPr>
        <w:rPr>
          <w:rFonts w:cs="Arial"/>
        </w:rPr>
      </w:pPr>
      <w:r w:rsidRPr="00A30D7A">
        <w:t xml:space="preserve">3D coordination/clash detection meeting schedule: Refer to </w:t>
      </w:r>
      <w:r w:rsidRPr="00A30D7A">
        <w:rPr>
          <w:b/>
          <w:bCs/>
          <w:color w:val="595959" w:themeColor="text1" w:themeTint="A6"/>
        </w:rPr>
        <w:t xml:space="preserve">MANAGEMENT – INFORMATION IN GENERAL, </w:t>
      </w:r>
      <w:r w:rsidRPr="00A30D7A">
        <w:rPr>
          <w:rFonts w:cs="Arial"/>
          <w:b/>
          <w:bCs/>
          <w:color w:val="595959" w:themeColor="text1" w:themeTint="A6"/>
        </w:rPr>
        <w:t>BIM coordination meetings</w:t>
      </w:r>
      <w:r w:rsidRPr="00A30D7A">
        <w:rPr>
          <w:rFonts w:cs="Arial"/>
        </w:rPr>
        <w:t>.</w:t>
      </w:r>
    </w:p>
    <w:p w14:paraId="04B12A5E" w14:textId="34FE934A" w:rsidR="00075A5C" w:rsidRPr="00A30D7A" w:rsidRDefault="00075A5C" w:rsidP="00075A5C">
      <w:pPr>
        <w:pStyle w:val="Heading3"/>
      </w:pPr>
      <w:r w:rsidRPr="00A30D7A">
        <w:t xml:space="preserve">Design </w:t>
      </w:r>
      <w:proofErr w:type="gramStart"/>
      <w:r w:rsidRPr="00A30D7A">
        <w:t>phases</w:t>
      </w:r>
      <w:proofErr w:type="gramEnd"/>
    </w:p>
    <w:p w14:paraId="1BB30F26" w14:textId="77777777" w:rsidR="00075A5C" w:rsidRPr="00A30D7A" w:rsidRDefault="00075A5C" w:rsidP="00075A5C">
      <w:r w:rsidRPr="00A30D7A">
        <w:t>Requirements:</w:t>
      </w:r>
    </w:p>
    <w:p w14:paraId="3F58E4B8" w14:textId="77777777" w:rsidR="00075A5C" w:rsidRPr="00A30D7A" w:rsidRDefault="00075A5C" w:rsidP="00075A5C">
      <w:pPr>
        <w:numPr>
          <w:ilvl w:val="0"/>
          <w:numId w:val="5"/>
        </w:numPr>
      </w:pPr>
      <w:r w:rsidRPr="00A30D7A">
        <w:t>Hold clash detection meetings regularly and at least fortnightly during the last half of Schematic Design and all of Design Development/Detailed Design.</w:t>
      </w:r>
    </w:p>
    <w:p w14:paraId="504B3E5C" w14:textId="77777777" w:rsidR="00075A5C" w:rsidRPr="00A30D7A" w:rsidRDefault="00075A5C" w:rsidP="00075A5C">
      <w:pPr>
        <w:numPr>
          <w:ilvl w:val="0"/>
          <w:numId w:val="5"/>
        </w:numPr>
      </w:pPr>
      <w:r w:rsidRPr="00A30D7A">
        <w:t>The BIM Manager (and Model Managers where applicable) for each discipline are required to attend clash management meetings.</w:t>
      </w:r>
    </w:p>
    <w:p w14:paraId="71A42F41" w14:textId="77777777" w:rsidR="00075A5C" w:rsidRPr="00A30D7A" w:rsidRDefault="00075A5C" w:rsidP="00075A5C">
      <w:pPr>
        <w:numPr>
          <w:ilvl w:val="0"/>
          <w:numId w:val="5"/>
        </w:numPr>
      </w:pPr>
      <w:r w:rsidRPr="00A30D7A">
        <w:t>The Architect and BIM Manager will chair the meetings, “navigate” the federated model, and document the location and nature of identified issues.</w:t>
      </w:r>
    </w:p>
    <w:p w14:paraId="42B5B6AA" w14:textId="77777777" w:rsidR="00075A5C" w:rsidRPr="00A30D7A" w:rsidRDefault="00075A5C" w:rsidP="00075A5C">
      <w:pPr>
        <w:numPr>
          <w:ilvl w:val="0"/>
          <w:numId w:val="5"/>
        </w:numPr>
      </w:pPr>
      <w:r w:rsidRPr="00A30D7A">
        <w:t>The BIM Manager will assign responsibilities for resolving any BIM-related issues that cannot be resolved during the meeting.</w:t>
      </w:r>
    </w:p>
    <w:p w14:paraId="502D80E2" w14:textId="77777777" w:rsidR="00075A5C" w:rsidRPr="00A30D7A" w:rsidRDefault="00075A5C" w:rsidP="00075A5C">
      <w:pPr>
        <w:numPr>
          <w:ilvl w:val="0"/>
          <w:numId w:val="5"/>
        </w:numPr>
      </w:pPr>
      <w:r w:rsidRPr="00A30D7A">
        <w:t>The outcome sought from meetings is a clear understanding of any BIM-related issues, and the tasks required to rectify them.</w:t>
      </w:r>
    </w:p>
    <w:p w14:paraId="7CB631DE" w14:textId="77777777" w:rsidR="00075A5C" w:rsidRPr="00A30D7A" w:rsidRDefault="00075A5C" w:rsidP="00075A5C">
      <w:pPr>
        <w:numPr>
          <w:ilvl w:val="0"/>
          <w:numId w:val="5"/>
        </w:numPr>
      </w:pPr>
      <w:r w:rsidRPr="00A30D7A">
        <w:t>Clash reports are to be issued to the delivery team and appointing party no later than the next working day after the meeting.</w:t>
      </w:r>
    </w:p>
    <w:p w14:paraId="74A414B2" w14:textId="16E404CB" w:rsidR="00075A5C" w:rsidRPr="00A30D7A" w:rsidRDefault="00075A5C" w:rsidP="00075A5C">
      <w:pPr>
        <w:pStyle w:val="Heading3"/>
      </w:pPr>
      <w:r w:rsidRPr="00A30D7A">
        <w:t xml:space="preserve">Construction </w:t>
      </w:r>
      <w:r w:rsidR="0063774F">
        <w:t>p</w:t>
      </w:r>
      <w:r w:rsidRPr="00A30D7A">
        <w:t>hase</w:t>
      </w:r>
    </w:p>
    <w:p w14:paraId="55BAE507" w14:textId="77777777" w:rsidR="00075A5C" w:rsidRPr="00A30D7A" w:rsidRDefault="00075A5C" w:rsidP="00075A5C">
      <w:pPr>
        <w:spacing w:after="120"/>
        <w:rPr>
          <w:rFonts w:eastAsiaTheme="minorHAnsi" w:cs="Arial"/>
        </w:rPr>
      </w:pPr>
      <w:r w:rsidRPr="00A30D7A">
        <w:rPr>
          <w:rFonts w:eastAsiaTheme="minorHAnsi" w:cs="Arial"/>
        </w:rPr>
        <w:t xml:space="preserve">Responsibility: The Contractor is responsible for arranging clash detection meetings during the construction stages </w:t>
      </w:r>
      <w:proofErr w:type="gramStart"/>
      <w:r w:rsidRPr="00A30D7A">
        <w:rPr>
          <w:rFonts w:eastAsiaTheme="minorHAnsi" w:cs="Arial"/>
        </w:rPr>
        <w:t>similar to</w:t>
      </w:r>
      <w:proofErr w:type="gramEnd"/>
      <w:r w:rsidRPr="00A30D7A">
        <w:rPr>
          <w:rFonts w:eastAsiaTheme="minorHAnsi" w:cs="Arial"/>
        </w:rPr>
        <w:t xml:space="preserve"> those described for the design phases.</w:t>
      </w:r>
    </w:p>
    <w:p w14:paraId="7DF11AD3" w14:textId="77777777" w:rsidR="00075A5C" w:rsidRPr="00A30D7A" w:rsidRDefault="00075A5C" w:rsidP="00075A5C">
      <w:pPr>
        <w:pStyle w:val="Heading2"/>
      </w:pPr>
      <w:bookmarkStart w:id="585" w:name="_Toc157251968"/>
      <w:bookmarkStart w:id="586" w:name="_Toc163550190"/>
      <w:r w:rsidRPr="00A30D7A">
        <w:t xml:space="preserve">Clash detection </w:t>
      </w:r>
      <w:proofErr w:type="gramStart"/>
      <w:r w:rsidRPr="00A30D7A">
        <w:t>schedule</w:t>
      </w:r>
      <w:bookmarkEnd w:id="580"/>
      <w:bookmarkEnd w:id="585"/>
      <w:bookmarkEnd w:id="586"/>
      <w:proofErr w:type="gramEnd"/>
    </w:p>
    <w:p w14:paraId="259F1654" w14:textId="77777777" w:rsidR="00075A5C" w:rsidRPr="00A30D7A" w:rsidRDefault="00075A5C" w:rsidP="00075A5C">
      <w:pPr>
        <w:rPr>
          <w:rFonts w:cs="Arial"/>
        </w:rPr>
      </w:pPr>
      <w:r w:rsidRPr="00A30D7A">
        <w:rPr>
          <w:rFonts w:cs="Arial"/>
        </w:rPr>
        <w:t xml:space="preserve">Clash selection sets: Conduct clash detections between sets of elements in the order shown in the </w:t>
      </w:r>
      <w:r w:rsidRPr="00A30D7A">
        <w:rPr>
          <w:rFonts w:cs="Arial"/>
          <w:b/>
          <w:bCs/>
          <w:color w:val="595959" w:themeColor="text1" w:themeTint="A6"/>
        </w:rPr>
        <w:t>Clash detection schedule</w:t>
      </w:r>
      <w:r w:rsidRPr="00A30D7A">
        <w:rPr>
          <w:rFonts w:cs="Arial"/>
        </w:rPr>
        <w:t>.</w:t>
      </w:r>
    </w:p>
    <w:p w14:paraId="632849CA" w14:textId="77777777" w:rsidR="00075A5C" w:rsidRPr="00A30D7A" w:rsidRDefault="00075A5C" w:rsidP="00075A5C">
      <w:pPr>
        <w:pStyle w:val="Instructions"/>
        <w:rPr>
          <w:rFonts w:cs="Arial"/>
        </w:rPr>
      </w:pPr>
      <w:r w:rsidRPr="00A30D7A">
        <w:rPr>
          <w:rFonts w:cs="Arial"/>
        </w:rPr>
        <w:t>It may not be possible to define all clash detection sets in detail when drafting the pre-appointment BEP. If they cannot be defined in any meaningful way, postpone inclusion of clash detection schedules until a later revision.</w:t>
      </w:r>
    </w:p>
    <w:p w14:paraId="1BA3A9D8" w14:textId="77777777" w:rsidR="00075A5C" w:rsidRPr="00A30D7A" w:rsidRDefault="00075A5C" w:rsidP="00075A5C">
      <w:pPr>
        <w:pStyle w:val="Tabletitle"/>
      </w:pPr>
      <w:r w:rsidRPr="00A30D7A">
        <w:t xml:space="preserve">Clash detection </w:t>
      </w:r>
      <w:proofErr w:type="gramStart"/>
      <w:r w:rsidRPr="00A30D7A">
        <w:t>schedule</w:t>
      </w:r>
      <w:proofErr w:type="gramEnd"/>
    </w:p>
    <w:tbl>
      <w:tblPr>
        <w:tblW w:w="9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Look w:val="01E0" w:firstRow="1" w:lastRow="1" w:firstColumn="1" w:lastColumn="1" w:noHBand="0" w:noVBand="0"/>
      </w:tblPr>
      <w:tblGrid>
        <w:gridCol w:w="1560"/>
        <w:gridCol w:w="3714"/>
        <w:gridCol w:w="303"/>
        <w:gridCol w:w="3677"/>
      </w:tblGrid>
      <w:tr w:rsidR="00075A5C" w:rsidRPr="00A30D7A" w14:paraId="370277EC" w14:textId="77777777" w:rsidTr="0063774F">
        <w:trPr>
          <w:cantSplit/>
          <w:tblHeader/>
        </w:trPr>
        <w:tc>
          <w:tcPr>
            <w:tcW w:w="1560" w:type="dxa"/>
            <w:tcBorders>
              <w:top w:val="nil"/>
              <w:left w:val="nil"/>
              <w:bottom w:val="single" w:sz="4" w:space="0" w:color="auto"/>
              <w:right w:val="single" w:sz="4" w:space="0" w:color="auto"/>
            </w:tcBorders>
            <w:shd w:val="clear" w:color="auto" w:fill="auto"/>
          </w:tcPr>
          <w:p w14:paraId="70B786AD" w14:textId="77777777" w:rsidR="00075A5C" w:rsidRPr="00A30D7A" w:rsidRDefault="00075A5C" w:rsidP="008563D6">
            <w:pPr>
              <w:rPr>
                <w:rFonts w:cs="Arial"/>
              </w:rPr>
            </w:pPr>
          </w:p>
        </w:tc>
        <w:tc>
          <w:tcPr>
            <w:tcW w:w="7694" w:type="dxa"/>
            <w:gridSpan w:val="3"/>
            <w:tcBorders>
              <w:left w:val="single" w:sz="4" w:space="0" w:color="auto"/>
            </w:tcBorders>
            <w:shd w:val="clear" w:color="auto" w:fill="D9E2F3" w:themeFill="accent1" w:themeFillTint="33"/>
          </w:tcPr>
          <w:p w14:paraId="4BB6986D" w14:textId="77777777" w:rsidR="00075A5C" w:rsidRPr="00A30D7A" w:rsidRDefault="00075A5C" w:rsidP="008563D6">
            <w:pPr>
              <w:pStyle w:val="Tabletitle"/>
            </w:pPr>
            <w:r w:rsidRPr="00A30D7A">
              <w:t>Clash Set 1</w:t>
            </w:r>
          </w:p>
        </w:tc>
      </w:tr>
      <w:tr w:rsidR="00075A5C" w:rsidRPr="00A30D7A" w14:paraId="72D6C0DE" w14:textId="77777777" w:rsidTr="0063774F">
        <w:trPr>
          <w:cantSplit/>
          <w:tblHeader/>
        </w:trPr>
        <w:tc>
          <w:tcPr>
            <w:tcW w:w="1560" w:type="dxa"/>
            <w:tcBorders>
              <w:top w:val="single" w:sz="4" w:space="0" w:color="auto"/>
            </w:tcBorders>
            <w:shd w:val="clear" w:color="auto" w:fill="D9E2F3" w:themeFill="accent1" w:themeFillTint="33"/>
          </w:tcPr>
          <w:p w14:paraId="74BF68E8" w14:textId="77777777" w:rsidR="00075A5C" w:rsidRPr="00A30D7A" w:rsidRDefault="00075A5C" w:rsidP="008563D6">
            <w:pPr>
              <w:rPr>
                <w:rFonts w:cs="Arial"/>
              </w:rPr>
            </w:pPr>
            <w:r w:rsidRPr="00A30D7A">
              <w:rPr>
                <w:rFonts w:cs="Arial"/>
                <w:b/>
              </w:rPr>
              <w:t>Clash Ref. No.</w:t>
            </w:r>
          </w:p>
        </w:tc>
        <w:tc>
          <w:tcPr>
            <w:tcW w:w="3714" w:type="dxa"/>
            <w:shd w:val="clear" w:color="auto" w:fill="D9E2F3" w:themeFill="accent1" w:themeFillTint="33"/>
          </w:tcPr>
          <w:p w14:paraId="6E2873C1" w14:textId="77777777" w:rsidR="00075A5C" w:rsidRPr="00A30D7A" w:rsidRDefault="00075A5C" w:rsidP="008563D6">
            <w:pPr>
              <w:pStyle w:val="Tabletitle"/>
            </w:pPr>
            <w:r w:rsidRPr="00A30D7A">
              <w:t>Discipline A</w:t>
            </w:r>
          </w:p>
        </w:tc>
        <w:tc>
          <w:tcPr>
            <w:tcW w:w="303" w:type="dxa"/>
            <w:vMerge w:val="restart"/>
            <w:shd w:val="clear" w:color="auto" w:fill="auto"/>
          </w:tcPr>
          <w:p w14:paraId="20EDAD79" w14:textId="77777777" w:rsidR="00075A5C" w:rsidRPr="00A30D7A" w:rsidRDefault="00075A5C" w:rsidP="008563D6">
            <w:pPr>
              <w:pStyle w:val="Tabletitle"/>
            </w:pPr>
            <w:r w:rsidRPr="00A30D7A">
              <w:t>vs</w:t>
            </w:r>
          </w:p>
        </w:tc>
        <w:tc>
          <w:tcPr>
            <w:tcW w:w="3677" w:type="dxa"/>
            <w:shd w:val="clear" w:color="auto" w:fill="D9E2F3" w:themeFill="accent1" w:themeFillTint="33"/>
          </w:tcPr>
          <w:p w14:paraId="5924C642" w14:textId="77777777" w:rsidR="00075A5C" w:rsidRPr="00A30D7A" w:rsidRDefault="00075A5C" w:rsidP="008563D6">
            <w:pPr>
              <w:pStyle w:val="Tabletitle"/>
            </w:pPr>
            <w:r w:rsidRPr="00A30D7A">
              <w:t>Discipline B</w:t>
            </w:r>
          </w:p>
        </w:tc>
      </w:tr>
      <w:tr w:rsidR="00075A5C" w:rsidRPr="00A30D7A" w14:paraId="28E04268" w14:textId="77777777" w:rsidTr="0063774F">
        <w:tc>
          <w:tcPr>
            <w:tcW w:w="1560" w:type="dxa"/>
            <w:shd w:val="clear" w:color="auto" w:fill="auto"/>
          </w:tcPr>
          <w:p w14:paraId="33B1FE42" w14:textId="77777777" w:rsidR="00075A5C" w:rsidRPr="00A30D7A" w:rsidRDefault="00075A5C" w:rsidP="008563D6">
            <w:pPr>
              <w:rPr>
                <w:rFonts w:cs="Arial"/>
              </w:rPr>
            </w:pPr>
            <w:r w:rsidRPr="00A30D7A">
              <w:rPr>
                <w:rFonts w:cs="Arial"/>
              </w:rPr>
              <w:t>1.01</w:t>
            </w:r>
          </w:p>
        </w:tc>
        <w:tc>
          <w:tcPr>
            <w:tcW w:w="3714" w:type="dxa"/>
            <w:shd w:val="clear" w:color="auto" w:fill="auto"/>
          </w:tcPr>
          <w:p w14:paraId="4E73FC52" w14:textId="77777777" w:rsidR="00075A5C" w:rsidRPr="00A30D7A" w:rsidRDefault="00075A5C" w:rsidP="008563D6">
            <w:pPr>
              <w:rPr>
                <w:rFonts w:cs="Arial"/>
              </w:rPr>
            </w:pPr>
          </w:p>
        </w:tc>
        <w:tc>
          <w:tcPr>
            <w:tcW w:w="303" w:type="dxa"/>
            <w:vMerge/>
            <w:shd w:val="clear" w:color="auto" w:fill="auto"/>
          </w:tcPr>
          <w:p w14:paraId="52A3C788" w14:textId="77777777" w:rsidR="00075A5C" w:rsidRPr="00A30D7A" w:rsidRDefault="00075A5C" w:rsidP="008563D6">
            <w:pPr>
              <w:rPr>
                <w:rFonts w:cs="Arial"/>
              </w:rPr>
            </w:pPr>
          </w:p>
        </w:tc>
        <w:tc>
          <w:tcPr>
            <w:tcW w:w="3677" w:type="dxa"/>
            <w:shd w:val="clear" w:color="auto" w:fill="auto"/>
          </w:tcPr>
          <w:p w14:paraId="702A7BE7" w14:textId="77777777" w:rsidR="00075A5C" w:rsidRPr="00A30D7A" w:rsidRDefault="00075A5C" w:rsidP="008563D6">
            <w:pPr>
              <w:rPr>
                <w:rFonts w:cs="Arial"/>
              </w:rPr>
            </w:pPr>
          </w:p>
        </w:tc>
      </w:tr>
      <w:tr w:rsidR="00075A5C" w:rsidRPr="00A30D7A" w14:paraId="4698BF15" w14:textId="77777777" w:rsidTr="0063774F">
        <w:tc>
          <w:tcPr>
            <w:tcW w:w="1560" w:type="dxa"/>
            <w:shd w:val="clear" w:color="auto" w:fill="auto"/>
          </w:tcPr>
          <w:p w14:paraId="3E60626D" w14:textId="77777777" w:rsidR="00075A5C" w:rsidRPr="00A30D7A" w:rsidRDefault="00075A5C" w:rsidP="008563D6">
            <w:pPr>
              <w:rPr>
                <w:rFonts w:cs="Arial"/>
              </w:rPr>
            </w:pPr>
            <w:r w:rsidRPr="00A30D7A">
              <w:rPr>
                <w:rFonts w:cs="Arial"/>
              </w:rPr>
              <w:t>1.02</w:t>
            </w:r>
          </w:p>
        </w:tc>
        <w:tc>
          <w:tcPr>
            <w:tcW w:w="3714" w:type="dxa"/>
            <w:shd w:val="clear" w:color="auto" w:fill="auto"/>
          </w:tcPr>
          <w:p w14:paraId="12ACD6DA" w14:textId="77777777" w:rsidR="00075A5C" w:rsidRPr="00A30D7A" w:rsidRDefault="00075A5C" w:rsidP="008563D6">
            <w:pPr>
              <w:rPr>
                <w:rFonts w:cs="Arial"/>
              </w:rPr>
            </w:pPr>
          </w:p>
        </w:tc>
        <w:tc>
          <w:tcPr>
            <w:tcW w:w="303" w:type="dxa"/>
            <w:vMerge/>
            <w:shd w:val="clear" w:color="auto" w:fill="auto"/>
          </w:tcPr>
          <w:p w14:paraId="0BBB2837" w14:textId="77777777" w:rsidR="00075A5C" w:rsidRPr="00A30D7A" w:rsidRDefault="00075A5C" w:rsidP="008563D6">
            <w:pPr>
              <w:rPr>
                <w:rFonts w:cs="Arial"/>
              </w:rPr>
            </w:pPr>
          </w:p>
        </w:tc>
        <w:tc>
          <w:tcPr>
            <w:tcW w:w="3677" w:type="dxa"/>
            <w:shd w:val="clear" w:color="auto" w:fill="auto"/>
          </w:tcPr>
          <w:p w14:paraId="2602703E" w14:textId="77777777" w:rsidR="00075A5C" w:rsidRPr="00A30D7A" w:rsidRDefault="00075A5C" w:rsidP="008563D6">
            <w:pPr>
              <w:rPr>
                <w:rFonts w:cs="Arial"/>
              </w:rPr>
            </w:pPr>
          </w:p>
        </w:tc>
      </w:tr>
      <w:tr w:rsidR="00075A5C" w:rsidRPr="00A30D7A" w14:paraId="05D70B91" w14:textId="77777777" w:rsidTr="0063774F">
        <w:tc>
          <w:tcPr>
            <w:tcW w:w="1560" w:type="dxa"/>
            <w:shd w:val="clear" w:color="auto" w:fill="auto"/>
          </w:tcPr>
          <w:p w14:paraId="6CE76A2F" w14:textId="77777777" w:rsidR="00075A5C" w:rsidRPr="00A30D7A" w:rsidRDefault="00075A5C" w:rsidP="008563D6">
            <w:pPr>
              <w:rPr>
                <w:rFonts w:cs="Arial"/>
              </w:rPr>
            </w:pPr>
            <w:r w:rsidRPr="00A30D7A">
              <w:rPr>
                <w:rFonts w:cs="Arial"/>
              </w:rPr>
              <w:t>1.03</w:t>
            </w:r>
          </w:p>
        </w:tc>
        <w:tc>
          <w:tcPr>
            <w:tcW w:w="3714" w:type="dxa"/>
            <w:shd w:val="clear" w:color="auto" w:fill="auto"/>
          </w:tcPr>
          <w:p w14:paraId="04E179F3" w14:textId="77777777" w:rsidR="00075A5C" w:rsidRPr="00A30D7A" w:rsidRDefault="00075A5C" w:rsidP="008563D6">
            <w:pPr>
              <w:rPr>
                <w:rFonts w:cs="Arial"/>
              </w:rPr>
            </w:pPr>
          </w:p>
        </w:tc>
        <w:tc>
          <w:tcPr>
            <w:tcW w:w="303" w:type="dxa"/>
            <w:vMerge/>
            <w:shd w:val="clear" w:color="auto" w:fill="auto"/>
          </w:tcPr>
          <w:p w14:paraId="59100FE8" w14:textId="77777777" w:rsidR="00075A5C" w:rsidRPr="00A30D7A" w:rsidRDefault="00075A5C" w:rsidP="008563D6">
            <w:pPr>
              <w:rPr>
                <w:rFonts w:cs="Arial"/>
              </w:rPr>
            </w:pPr>
          </w:p>
        </w:tc>
        <w:tc>
          <w:tcPr>
            <w:tcW w:w="3677" w:type="dxa"/>
            <w:shd w:val="clear" w:color="auto" w:fill="auto"/>
          </w:tcPr>
          <w:p w14:paraId="583F0CB3" w14:textId="77777777" w:rsidR="00075A5C" w:rsidRPr="00A30D7A" w:rsidRDefault="00075A5C" w:rsidP="008563D6">
            <w:pPr>
              <w:rPr>
                <w:rFonts w:cs="Arial"/>
              </w:rPr>
            </w:pPr>
          </w:p>
        </w:tc>
      </w:tr>
    </w:tbl>
    <w:p w14:paraId="25E379AB" w14:textId="77777777" w:rsidR="00075A5C" w:rsidRPr="00A30D7A" w:rsidRDefault="00075A5C" w:rsidP="00075A5C">
      <w:pPr>
        <w:rPr>
          <w:rFonts w:cs="Arial"/>
        </w:rPr>
      </w:pPr>
    </w:p>
    <w:p w14:paraId="22BF4D3F" w14:textId="77777777" w:rsidR="00075A5C" w:rsidRPr="00A30D7A" w:rsidRDefault="00075A5C" w:rsidP="00075A5C">
      <w:pPr>
        <w:pStyle w:val="Instructions"/>
        <w:rPr>
          <w:rFonts w:cs="Arial"/>
        </w:rPr>
      </w:pPr>
      <w:r w:rsidRPr="00A30D7A">
        <w:rPr>
          <w:rFonts w:cs="Arial"/>
        </w:rPr>
        <w:t xml:space="preserve">Using the </w:t>
      </w:r>
      <w:r w:rsidRPr="00A30D7A">
        <w:rPr>
          <w:rFonts w:cs="Arial"/>
          <w:b/>
        </w:rPr>
        <w:t>Clash detection schedule</w:t>
      </w:r>
      <w:r w:rsidRPr="00A30D7A">
        <w:rPr>
          <w:rFonts w:cs="Arial"/>
        </w:rPr>
        <w:t>:</w:t>
      </w:r>
    </w:p>
    <w:p w14:paraId="20031F3D" w14:textId="5D261D0A" w:rsidR="00075A5C" w:rsidRPr="00A30D7A" w:rsidRDefault="00075A5C" w:rsidP="00075A5C">
      <w:pPr>
        <w:pStyle w:val="Instructionsindent"/>
      </w:pPr>
      <w:r w:rsidRPr="00A30D7A">
        <w:lastRenderedPageBreak/>
        <w:t>Substitute the names of the pairs of discipline models to be coordinated for the headings ‘Discipline A’ and’ Discipline B’, e.g. ‘Structural’ and ‘Mechanical’. The abbreviations used for the M</w:t>
      </w:r>
      <w:r w:rsidR="0063774F">
        <w:t>EA</w:t>
      </w:r>
      <w:r w:rsidRPr="00A30D7A">
        <w:t xml:space="preserve"> in the </w:t>
      </w:r>
      <w:r w:rsidR="0063774F">
        <w:rPr>
          <w:b/>
        </w:rPr>
        <w:t>Detailed responsibility matrix</w:t>
      </w:r>
      <w:r w:rsidRPr="00A30D7A">
        <w:t xml:space="preserve"> can also be used for this purpose. Provide a legend for the abbreviations adjacent the schedules if considered necessary.</w:t>
      </w:r>
    </w:p>
    <w:p w14:paraId="32D2273A" w14:textId="77777777" w:rsidR="00075A5C" w:rsidRPr="00A30D7A" w:rsidRDefault="00075A5C" w:rsidP="00075A5C">
      <w:pPr>
        <w:pStyle w:val="Instructionsindent"/>
      </w:pPr>
      <w:r w:rsidRPr="00A30D7A">
        <w:t>In each row under these headings enter descriptions of specific Model Elements within the discipline models that are to be checked for clashes, e.g. Beams, Supply air (ducts), All.</w:t>
      </w:r>
    </w:p>
    <w:p w14:paraId="43379B29" w14:textId="77777777" w:rsidR="00075A5C" w:rsidRPr="00A30D7A" w:rsidRDefault="00075A5C" w:rsidP="00075A5C">
      <w:pPr>
        <w:pStyle w:val="Instructionsindent"/>
      </w:pPr>
      <w:r w:rsidRPr="00A30D7A">
        <w:t>Copy the schedule for each Clash Set as required and renumber, e.g. Clash Set 2, Clash Ref. No. 2.01, 2.02, 2.03, etc.</w:t>
      </w:r>
    </w:p>
    <w:p w14:paraId="47484B7C" w14:textId="77777777" w:rsidR="00075A5C" w:rsidRPr="00A30D7A" w:rsidRDefault="00075A5C" w:rsidP="00075A5C">
      <w:pPr>
        <w:pStyle w:val="Instructionsindent"/>
      </w:pPr>
      <w:r w:rsidRPr="00A30D7A">
        <w:t xml:space="preserve">The Clash Ref. No. can be cited in reports, or the </w:t>
      </w:r>
      <w:r w:rsidRPr="00A30D7A">
        <w:rPr>
          <w:b/>
        </w:rPr>
        <w:t>Clash detection schedule</w:t>
      </w:r>
      <w:r w:rsidRPr="00A30D7A">
        <w:t xml:space="preserve"> can be used for reporting purposes by adding additional columns for results and comments.</w:t>
      </w:r>
    </w:p>
    <w:p w14:paraId="3B84BAD9" w14:textId="77777777" w:rsidR="00075A5C" w:rsidRPr="00A30D7A" w:rsidRDefault="00075A5C" w:rsidP="00075A5C">
      <w:pPr>
        <w:pStyle w:val="Instructions"/>
        <w:rPr>
          <w:rFonts w:cs="Arial"/>
        </w:rPr>
      </w:pPr>
      <w:r w:rsidRPr="00A30D7A">
        <w:rPr>
          <w:rFonts w:cs="Arial"/>
        </w:rPr>
        <w:t>Show completion dates for each Clash Set on the project program to place them in context and facilitate reference.</w:t>
      </w:r>
    </w:p>
    <w:p w14:paraId="6E00F8C3" w14:textId="77777777" w:rsidR="00075A5C" w:rsidRPr="00A30D7A" w:rsidRDefault="00075A5C" w:rsidP="00075A5C">
      <w:pPr>
        <w:pStyle w:val="Heading2"/>
      </w:pPr>
      <w:bookmarkStart w:id="587" w:name="_Toc138922879"/>
      <w:bookmarkStart w:id="588" w:name="_Toc138948124"/>
      <w:bookmarkStart w:id="589" w:name="_Toc138922880"/>
      <w:bookmarkStart w:id="590" w:name="_Toc138948125"/>
      <w:bookmarkStart w:id="591" w:name="_Toc138922881"/>
      <w:bookmarkStart w:id="592" w:name="_Toc138948126"/>
      <w:bookmarkStart w:id="593" w:name="_Toc138922882"/>
      <w:bookmarkStart w:id="594" w:name="_Toc138948127"/>
      <w:bookmarkStart w:id="595" w:name="_Toc138922883"/>
      <w:bookmarkStart w:id="596" w:name="_Toc138948128"/>
      <w:bookmarkStart w:id="597" w:name="_Toc138922884"/>
      <w:bookmarkStart w:id="598" w:name="_Toc138948129"/>
      <w:bookmarkStart w:id="599" w:name="_Toc157251969"/>
      <w:bookmarkStart w:id="600" w:name="_Toc163550191"/>
      <w:bookmarkEnd w:id="587"/>
      <w:bookmarkEnd w:id="588"/>
      <w:bookmarkEnd w:id="589"/>
      <w:bookmarkEnd w:id="590"/>
      <w:bookmarkEnd w:id="591"/>
      <w:bookmarkEnd w:id="592"/>
      <w:bookmarkEnd w:id="593"/>
      <w:bookmarkEnd w:id="594"/>
      <w:bookmarkEnd w:id="595"/>
      <w:bookmarkEnd w:id="596"/>
      <w:bookmarkEnd w:id="597"/>
      <w:bookmarkEnd w:id="598"/>
      <w:r w:rsidRPr="00A30D7A">
        <w:t xml:space="preserve">Clash detection </w:t>
      </w:r>
      <w:proofErr w:type="gramStart"/>
      <w:r w:rsidRPr="00A30D7A">
        <w:t>rules</w:t>
      </w:r>
      <w:bookmarkEnd w:id="599"/>
      <w:bookmarkEnd w:id="600"/>
      <w:proofErr w:type="gramEnd"/>
    </w:p>
    <w:p w14:paraId="36543A31" w14:textId="77777777" w:rsidR="00075A5C" w:rsidRPr="00A30D7A" w:rsidRDefault="00075A5C" w:rsidP="00075A5C">
      <w:pPr>
        <w:pStyle w:val="Instructions"/>
        <w:rPr>
          <w:rFonts w:cs="Arial"/>
        </w:rPr>
      </w:pPr>
      <w:r w:rsidRPr="00A30D7A">
        <w:rPr>
          <w:rFonts w:cs="Arial"/>
        </w:rPr>
        <w:t>Describe modelling rules for clash detection purposes including hard clashes; construction tolerances; safe working/ maintenance zones and the items described in the following prompts.</w:t>
      </w:r>
    </w:p>
    <w:p w14:paraId="58492C43" w14:textId="77777777" w:rsidR="00075A5C" w:rsidRPr="00A30D7A" w:rsidRDefault="00075A5C" w:rsidP="00075A5C">
      <w:pPr>
        <w:pStyle w:val="Prompt"/>
        <w:rPr>
          <w:rFonts w:cs="Arial"/>
        </w:rPr>
      </w:pPr>
      <w:r w:rsidRPr="00A30D7A">
        <w:rPr>
          <w:rFonts w:cs="Arial"/>
        </w:rPr>
        <w:t xml:space="preserve">Elements excluded from clash detection: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0A33E49A" w14:textId="77777777" w:rsidR="00075A5C" w:rsidRPr="00A30D7A" w:rsidRDefault="00075A5C" w:rsidP="00075A5C">
      <w:pPr>
        <w:pStyle w:val="Instructions"/>
        <w:rPr>
          <w:rFonts w:cs="Arial"/>
        </w:rPr>
      </w:pPr>
      <w:r w:rsidRPr="00A30D7A">
        <w:rPr>
          <w:rFonts w:cs="Arial"/>
        </w:rPr>
        <w:t>Describe elements excluded from the clash sets, and clashes to be supressed/ignored, e.g. power outlets in walls.</w:t>
      </w:r>
    </w:p>
    <w:p w14:paraId="03D5AEC2" w14:textId="77777777" w:rsidR="00075A5C" w:rsidRPr="00A30D7A" w:rsidRDefault="00075A5C" w:rsidP="00075A5C">
      <w:pPr>
        <w:pStyle w:val="Prompt"/>
        <w:rPr>
          <w:rFonts w:cs="Arial"/>
        </w:rPr>
      </w:pPr>
      <w:r w:rsidRPr="00A30D7A">
        <w:rPr>
          <w:rFonts w:cs="Arial"/>
        </w:rPr>
        <w:t xml:space="preserve">Elements attributes for clash detection: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79DEE8A" w14:textId="77777777" w:rsidR="00075A5C" w:rsidRPr="00A30D7A" w:rsidRDefault="00075A5C" w:rsidP="00075A5C">
      <w:pPr>
        <w:pStyle w:val="Instructions"/>
        <w:rPr>
          <w:rFonts w:cs="Arial"/>
        </w:rPr>
      </w:pPr>
      <w:r w:rsidRPr="00A30D7A">
        <w:rPr>
          <w:rFonts w:cs="Arial"/>
        </w:rPr>
        <w:t>Describe attributes attached to elements necessary to make clash rules work, e.g. penetrations in partitions, definition of clearance tolerances and service zones.</w:t>
      </w:r>
    </w:p>
    <w:p w14:paraId="40D50876" w14:textId="77777777" w:rsidR="00075A5C" w:rsidRPr="00A30D7A" w:rsidRDefault="00075A5C" w:rsidP="00075A5C">
      <w:pPr>
        <w:pStyle w:val="Heading2"/>
      </w:pPr>
      <w:bookmarkStart w:id="601" w:name="_Toc157251970"/>
      <w:bookmarkStart w:id="602" w:name="_Toc163550192"/>
      <w:r w:rsidRPr="00A30D7A">
        <w:t xml:space="preserve">Clash </w:t>
      </w:r>
      <w:proofErr w:type="gramStart"/>
      <w:r w:rsidRPr="00A30D7A">
        <w:t>tolerances</w:t>
      </w:r>
      <w:bookmarkEnd w:id="601"/>
      <w:bookmarkEnd w:id="602"/>
      <w:proofErr w:type="gramEnd"/>
    </w:p>
    <w:p w14:paraId="47B27906" w14:textId="77777777" w:rsidR="00075A5C" w:rsidRPr="00A30D7A" w:rsidRDefault="00075A5C" w:rsidP="00075A5C">
      <w:pPr>
        <w:pStyle w:val="Prompt"/>
        <w:rPr>
          <w:rFonts w:cs="Arial"/>
        </w:rPr>
      </w:pPr>
      <w:r w:rsidRPr="00A30D7A">
        <w:rPr>
          <w:rFonts w:cs="Arial"/>
        </w:rPr>
        <w:t xml:space="preserve">Clash tolerances by project stage: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4D9B313" w14:textId="77777777" w:rsidR="00075A5C" w:rsidRPr="00A30D7A" w:rsidRDefault="00075A5C" w:rsidP="00075A5C">
      <w:pPr>
        <w:pStyle w:val="Instructions"/>
        <w:rPr>
          <w:rFonts w:cs="Arial"/>
        </w:rPr>
      </w:pPr>
      <w:r w:rsidRPr="00A30D7A">
        <w:rPr>
          <w:rFonts w:cs="Arial"/>
        </w:rPr>
        <w:t>Set minimum tolerances for clash detection for project stage deliverables. These tolerances may vary between stages, e.g. moving from a 100 mm tolerance at Schematic Design to a 25 mm during Design Development/Detailed Design.</w:t>
      </w:r>
    </w:p>
    <w:p w14:paraId="4EB795DA" w14:textId="77777777" w:rsidR="00075A5C" w:rsidRPr="00A30D7A" w:rsidRDefault="00075A5C" w:rsidP="00075A5C">
      <w:pPr>
        <w:pStyle w:val="Instructions"/>
        <w:rPr>
          <w:rFonts w:cs="Arial"/>
        </w:rPr>
      </w:pPr>
      <w:r w:rsidRPr="00A30D7A">
        <w:rPr>
          <w:rFonts w:cs="Arial"/>
        </w:rPr>
        <w:t>This information may be better presented as a table showing the tolerances for different groups of elements at each stage.</w:t>
      </w:r>
    </w:p>
    <w:p w14:paraId="73FC9DA4" w14:textId="77777777" w:rsidR="00075A5C" w:rsidRPr="00A30D7A" w:rsidRDefault="00075A5C" w:rsidP="00075A5C">
      <w:pPr>
        <w:pStyle w:val="Heading2"/>
      </w:pPr>
      <w:bookmarkStart w:id="603" w:name="_Toc138922887"/>
      <w:bookmarkStart w:id="604" w:name="_Toc138948132"/>
      <w:bookmarkStart w:id="605" w:name="_Toc157251971"/>
      <w:bookmarkStart w:id="606" w:name="_Toc163550193"/>
      <w:bookmarkEnd w:id="603"/>
      <w:bookmarkEnd w:id="604"/>
      <w:r w:rsidRPr="00A30D7A">
        <w:t xml:space="preserve">Clash resolution </w:t>
      </w:r>
      <w:proofErr w:type="gramStart"/>
      <w:r w:rsidRPr="00A30D7A">
        <w:t>priorities</w:t>
      </w:r>
      <w:bookmarkEnd w:id="605"/>
      <w:bookmarkEnd w:id="606"/>
      <w:proofErr w:type="gramEnd"/>
    </w:p>
    <w:p w14:paraId="3D38876D" w14:textId="77777777" w:rsidR="00075A5C" w:rsidRPr="00A30D7A" w:rsidRDefault="00075A5C" w:rsidP="00075A5C">
      <w:pPr>
        <w:rPr>
          <w:rFonts w:eastAsiaTheme="minorHAnsi" w:cs="Arial"/>
        </w:rPr>
      </w:pPr>
      <w:r w:rsidRPr="00A30D7A">
        <w:rPr>
          <w:rFonts w:eastAsiaTheme="minorHAnsi" w:cs="Arial"/>
        </w:rPr>
        <w:t>Clash level categories: Clashes are organised into three levels for the purpose of assigning priorities for rectification or resolution.</w:t>
      </w:r>
    </w:p>
    <w:p w14:paraId="3CB03B56" w14:textId="77777777" w:rsidR="00075A5C" w:rsidRPr="00A30D7A" w:rsidRDefault="00075A5C" w:rsidP="00075A5C">
      <w:pPr>
        <w:rPr>
          <w:bCs/>
        </w:rPr>
      </w:pPr>
      <w:r w:rsidRPr="00A30D7A">
        <w:rPr>
          <w:rFonts w:eastAsiaTheme="minorHAnsi" w:cs="Arial"/>
        </w:rPr>
        <w:t xml:space="preserve">Priority assignment: Delivery team members are to agree priorities for resolving geometric clashes between sets of elements prior to each clash detection meeting. </w:t>
      </w:r>
      <w:r w:rsidRPr="00A30D7A">
        <w:rPr>
          <w:bCs/>
        </w:rPr>
        <w:t xml:space="preserve">These priorities will determine which sets of building elements should be included in the </w:t>
      </w:r>
      <w:r w:rsidRPr="00A30D7A">
        <w:rPr>
          <w:b/>
          <w:color w:val="595959" w:themeColor="text1" w:themeTint="A6"/>
        </w:rPr>
        <w:t xml:space="preserve">Clash detection schedule </w:t>
      </w:r>
      <w:r w:rsidRPr="00A30D7A">
        <w:rPr>
          <w:bCs/>
        </w:rPr>
        <w:t>and in what order.</w:t>
      </w:r>
    </w:p>
    <w:p w14:paraId="4FE12ACF" w14:textId="77777777" w:rsidR="00075A5C" w:rsidRPr="00A30D7A" w:rsidRDefault="00075A5C" w:rsidP="00075A5C">
      <w:pPr>
        <w:rPr>
          <w:rFonts w:eastAsiaTheme="minorHAnsi" w:cs="Arial"/>
        </w:rPr>
      </w:pPr>
      <w:r w:rsidRPr="00A30D7A">
        <w:rPr>
          <w:rFonts w:eastAsiaTheme="minorHAnsi" w:cs="Arial"/>
        </w:rPr>
        <w:t>Clash resolution: Where clashes occur, give precedence to resolving those assigned the highest priority over those of lower priority.</w:t>
      </w:r>
    </w:p>
    <w:p w14:paraId="0C341581" w14:textId="77777777" w:rsidR="00075A5C" w:rsidRPr="00A30D7A" w:rsidRDefault="00075A5C" w:rsidP="00075A5C">
      <w:pPr>
        <w:spacing w:after="120"/>
        <w:rPr>
          <w:rFonts w:eastAsiaTheme="minorHAnsi" w:cs="Arial"/>
        </w:rPr>
      </w:pPr>
      <w:r w:rsidRPr="00A30D7A">
        <w:rPr>
          <w:rFonts w:eastAsiaTheme="minorHAnsi" w:cs="Arial"/>
        </w:rPr>
        <w:t>Priorities for resolution in descending order:</w:t>
      </w:r>
    </w:p>
    <w:p w14:paraId="4529A239" w14:textId="77777777" w:rsidR="00075A5C" w:rsidRPr="00A30D7A" w:rsidRDefault="00075A5C" w:rsidP="00075A5C">
      <w:pPr>
        <w:spacing w:after="120"/>
        <w:rPr>
          <w:rFonts w:eastAsiaTheme="minorHAnsi" w:cs="Arial"/>
          <w:b/>
          <w:bCs/>
        </w:rPr>
      </w:pPr>
      <w:r w:rsidRPr="00A30D7A">
        <w:rPr>
          <w:rFonts w:eastAsiaTheme="minorHAnsi" w:cs="Arial"/>
          <w:b/>
          <w:bCs/>
        </w:rPr>
        <w:t>Level One Clashes</w:t>
      </w:r>
    </w:p>
    <w:p w14:paraId="69412C90" w14:textId="77777777" w:rsidR="00075A5C" w:rsidRPr="00A30D7A" w:rsidRDefault="00075A5C" w:rsidP="00075A5C">
      <w:pPr>
        <w:spacing w:after="120"/>
        <w:rPr>
          <w:rFonts w:eastAsiaTheme="minorHAnsi" w:cs="Arial"/>
        </w:rPr>
      </w:pPr>
      <w:r w:rsidRPr="00A30D7A">
        <w:rPr>
          <w:rFonts w:eastAsiaTheme="minorHAnsi" w:cs="Arial"/>
        </w:rPr>
        <w:t>Those that are considered critical to the design process. As Level One Clashes are those that are assigned the highest priority, they should be rectified within the model/s as soon as possible, and preferably prior to clash detection meetings.</w:t>
      </w:r>
    </w:p>
    <w:p w14:paraId="04577193" w14:textId="77777777" w:rsidR="00075A5C" w:rsidRPr="00A30D7A" w:rsidRDefault="00075A5C" w:rsidP="00075A5C">
      <w:pPr>
        <w:spacing w:after="120"/>
        <w:rPr>
          <w:rFonts w:eastAsiaTheme="minorHAnsi" w:cs="Arial"/>
        </w:rPr>
      </w:pPr>
      <w:r w:rsidRPr="00A30D7A">
        <w:rPr>
          <w:rFonts w:eastAsiaTheme="minorHAnsi" w:cs="Arial"/>
        </w:rPr>
        <w:t>Examples of the clash components in this category include, but are not limited to:</w:t>
      </w:r>
    </w:p>
    <w:p w14:paraId="29ACBF0A" w14:textId="77777777" w:rsidR="00075A5C" w:rsidRPr="00A30D7A" w:rsidRDefault="00075A5C" w:rsidP="00075A5C">
      <w:pPr>
        <w:ind w:left="851" w:hanging="425"/>
      </w:pPr>
      <w:r w:rsidRPr="00A30D7A">
        <w:t>a)</w:t>
      </w:r>
      <w:r w:rsidRPr="00A30D7A">
        <w:tab/>
        <w:t>Mechanical ductwork and piping vs. cable trays (electrical and communications)</w:t>
      </w:r>
    </w:p>
    <w:p w14:paraId="6329A3AB" w14:textId="77777777" w:rsidR="00075A5C" w:rsidRPr="00A30D7A" w:rsidRDefault="00075A5C" w:rsidP="00075A5C">
      <w:pPr>
        <w:ind w:left="851" w:hanging="425"/>
      </w:pPr>
      <w:r w:rsidRPr="00A30D7A">
        <w:t>b)</w:t>
      </w:r>
      <w:r w:rsidRPr="00A30D7A">
        <w:tab/>
        <w:t>Mechanical ductwork and piping vs. hydraulic systems piping</w:t>
      </w:r>
    </w:p>
    <w:p w14:paraId="4F78CA6F" w14:textId="77777777" w:rsidR="00075A5C" w:rsidRPr="00A30D7A" w:rsidRDefault="00075A5C" w:rsidP="00075A5C">
      <w:pPr>
        <w:ind w:left="851" w:hanging="425"/>
      </w:pPr>
      <w:r w:rsidRPr="00A30D7A">
        <w:t>c)</w:t>
      </w:r>
      <w:r w:rsidRPr="00A30D7A">
        <w:tab/>
        <w:t>Mechanical ductwork and piping vs. pneumatic tube system</w:t>
      </w:r>
    </w:p>
    <w:p w14:paraId="67FAF311" w14:textId="77777777" w:rsidR="00075A5C" w:rsidRPr="00A30D7A" w:rsidRDefault="00075A5C" w:rsidP="00075A5C">
      <w:pPr>
        <w:ind w:left="851" w:hanging="425"/>
      </w:pPr>
      <w:r w:rsidRPr="00A30D7A">
        <w:t>d)</w:t>
      </w:r>
      <w:r w:rsidRPr="00A30D7A">
        <w:tab/>
        <w:t>Mechanical ductwork and piping vs. ceilings</w:t>
      </w:r>
    </w:p>
    <w:p w14:paraId="214BBEDA" w14:textId="77777777" w:rsidR="00075A5C" w:rsidRPr="00A30D7A" w:rsidRDefault="00075A5C" w:rsidP="00075A5C">
      <w:pPr>
        <w:ind w:left="851" w:hanging="425"/>
      </w:pPr>
      <w:r w:rsidRPr="00A30D7A">
        <w:t>e)</w:t>
      </w:r>
      <w:r w:rsidRPr="00A30D7A">
        <w:tab/>
        <w:t>Mechanical ductwork and piping vs. fire and acoustic rated walls (for coordination of dampers and other mechanical equipment needs)</w:t>
      </w:r>
    </w:p>
    <w:p w14:paraId="71E56558" w14:textId="77777777" w:rsidR="00075A5C" w:rsidRPr="00A30D7A" w:rsidRDefault="00075A5C" w:rsidP="00075A5C">
      <w:pPr>
        <w:ind w:left="851" w:hanging="425"/>
      </w:pPr>
      <w:r w:rsidRPr="00A30D7A">
        <w:t>f)</w:t>
      </w:r>
      <w:r w:rsidRPr="00A30D7A">
        <w:tab/>
        <w:t>Mechanical ductwork and piping vs. structure (columns, beams, framing, load bearing walls, etc.)</w:t>
      </w:r>
    </w:p>
    <w:p w14:paraId="086DCAFF" w14:textId="77777777" w:rsidR="00075A5C" w:rsidRPr="00A30D7A" w:rsidRDefault="00075A5C" w:rsidP="00075A5C">
      <w:pPr>
        <w:ind w:left="851" w:hanging="425"/>
      </w:pPr>
      <w:r w:rsidRPr="00A30D7A">
        <w:t>g)</w:t>
      </w:r>
      <w:r w:rsidRPr="00A30D7A">
        <w:tab/>
        <w:t>Mechanical ductwork and piping vs. mechanical ductwork and piping (by individual system, e.g. supply air vs. return air)</w:t>
      </w:r>
    </w:p>
    <w:p w14:paraId="77114D02" w14:textId="77777777" w:rsidR="00075A5C" w:rsidRPr="00A30D7A" w:rsidRDefault="00075A5C" w:rsidP="00075A5C">
      <w:pPr>
        <w:ind w:left="851" w:hanging="425"/>
      </w:pPr>
      <w:r w:rsidRPr="00A30D7A">
        <w:t>h)</w:t>
      </w:r>
      <w:r w:rsidRPr="00A30D7A">
        <w:tab/>
        <w:t>Mechanical ductwork and piping vs. equipment access clearances</w:t>
      </w:r>
    </w:p>
    <w:p w14:paraId="6DC444A7" w14:textId="77777777" w:rsidR="00075A5C" w:rsidRPr="00A30D7A" w:rsidRDefault="00075A5C" w:rsidP="00075A5C">
      <w:pPr>
        <w:ind w:left="851" w:hanging="425"/>
      </w:pPr>
      <w:proofErr w:type="spellStart"/>
      <w:r w:rsidRPr="00A30D7A">
        <w:t>i</w:t>
      </w:r>
      <w:proofErr w:type="spellEnd"/>
      <w:r w:rsidRPr="00A30D7A">
        <w:t>)</w:t>
      </w:r>
      <w:r w:rsidRPr="00A30D7A">
        <w:tab/>
        <w:t>All equipment and their applicable clearances vs. walls</w:t>
      </w:r>
    </w:p>
    <w:p w14:paraId="1D8AAF7C" w14:textId="77777777" w:rsidR="00075A5C" w:rsidRPr="00A30D7A" w:rsidRDefault="00075A5C" w:rsidP="00075A5C">
      <w:pPr>
        <w:ind w:left="851" w:hanging="425"/>
      </w:pPr>
      <w:r w:rsidRPr="00A30D7A">
        <w:t>j)</w:t>
      </w:r>
      <w:r w:rsidRPr="00A30D7A">
        <w:tab/>
        <w:t>All equipment and their applicable clearances vs. structure</w:t>
      </w:r>
    </w:p>
    <w:p w14:paraId="6C7AE26A" w14:textId="77777777" w:rsidR="00075A5C" w:rsidRPr="00A30D7A" w:rsidRDefault="00075A5C" w:rsidP="00075A5C">
      <w:pPr>
        <w:ind w:left="851" w:hanging="425"/>
      </w:pPr>
      <w:r w:rsidRPr="00A30D7A">
        <w:t>k)</w:t>
      </w:r>
      <w:r w:rsidRPr="00A30D7A">
        <w:tab/>
        <w:t>Mechanical equipment and fixtures vs. electrical equipment and fixtures</w:t>
      </w:r>
    </w:p>
    <w:p w14:paraId="414CE974" w14:textId="77777777" w:rsidR="00075A5C" w:rsidRPr="00A30D7A" w:rsidRDefault="00075A5C" w:rsidP="00075A5C">
      <w:pPr>
        <w:ind w:left="851" w:hanging="425"/>
      </w:pPr>
      <w:r w:rsidRPr="00A30D7A">
        <w:t>l)</w:t>
      </w:r>
      <w:r w:rsidRPr="00A30D7A">
        <w:tab/>
        <w:t>Mechanical ductwork and piping vs. plumbing piping</w:t>
      </w:r>
    </w:p>
    <w:p w14:paraId="3EA4E52D" w14:textId="77777777" w:rsidR="00075A5C" w:rsidRPr="00A30D7A" w:rsidRDefault="00075A5C" w:rsidP="00075A5C">
      <w:pPr>
        <w:spacing w:after="120"/>
        <w:rPr>
          <w:rFonts w:eastAsiaTheme="minorHAnsi" w:cs="Arial"/>
          <w:b/>
          <w:bCs/>
        </w:rPr>
      </w:pPr>
    </w:p>
    <w:p w14:paraId="56F8C79D" w14:textId="77777777" w:rsidR="00075A5C" w:rsidRPr="00A30D7A" w:rsidRDefault="00075A5C" w:rsidP="00075A5C">
      <w:pPr>
        <w:spacing w:after="120"/>
        <w:rPr>
          <w:rFonts w:eastAsiaTheme="minorHAnsi" w:cs="Arial"/>
          <w:b/>
          <w:bCs/>
        </w:rPr>
      </w:pPr>
      <w:r w:rsidRPr="00A30D7A">
        <w:rPr>
          <w:rFonts w:eastAsiaTheme="minorHAnsi" w:cs="Arial"/>
          <w:b/>
          <w:bCs/>
        </w:rPr>
        <w:lastRenderedPageBreak/>
        <w:t>Level Two Clashes</w:t>
      </w:r>
    </w:p>
    <w:p w14:paraId="210EAAD4" w14:textId="77777777" w:rsidR="00075A5C" w:rsidRPr="00A30D7A" w:rsidRDefault="00075A5C" w:rsidP="00075A5C">
      <w:pPr>
        <w:spacing w:after="120"/>
        <w:rPr>
          <w:rFonts w:eastAsiaTheme="minorHAnsi" w:cs="Arial"/>
        </w:rPr>
      </w:pPr>
      <w:r w:rsidRPr="00A30D7A">
        <w:rPr>
          <w:rFonts w:eastAsiaTheme="minorHAnsi" w:cs="Arial"/>
        </w:rPr>
        <w:t>Those that are considered important to the design and construction process. These clashes should be rectified during project coordination meetings.</w:t>
      </w:r>
    </w:p>
    <w:p w14:paraId="4ABC43DB" w14:textId="77777777" w:rsidR="00075A5C" w:rsidRPr="00A30D7A" w:rsidRDefault="00075A5C" w:rsidP="00075A5C">
      <w:pPr>
        <w:spacing w:after="120"/>
        <w:rPr>
          <w:rFonts w:eastAsiaTheme="minorHAnsi" w:cs="Arial"/>
        </w:rPr>
      </w:pPr>
      <w:r w:rsidRPr="00A30D7A">
        <w:rPr>
          <w:rFonts w:eastAsiaTheme="minorHAnsi" w:cs="Arial"/>
        </w:rPr>
        <w:t>Examples of the clash components in this category include, but are not limited to:</w:t>
      </w:r>
    </w:p>
    <w:p w14:paraId="33841548" w14:textId="77777777" w:rsidR="00075A5C" w:rsidRPr="00A30D7A" w:rsidRDefault="00075A5C" w:rsidP="00075A5C">
      <w:pPr>
        <w:ind w:left="851" w:hanging="425"/>
      </w:pPr>
      <w:r w:rsidRPr="00A30D7A">
        <w:t>a)</w:t>
      </w:r>
      <w:r w:rsidRPr="00A30D7A">
        <w:tab/>
        <w:t>Mechanical ductwork and piping vs. fire sprinkler system piping</w:t>
      </w:r>
    </w:p>
    <w:p w14:paraId="6D313422" w14:textId="77777777" w:rsidR="00075A5C" w:rsidRPr="00A30D7A" w:rsidRDefault="00075A5C" w:rsidP="00075A5C">
      <w:pPr>
        <w:ind w:left="851" w:hanging="425"/>
      </w:pPr>
      <w:r w:rsidRPr="00A30D7A">
        <w:t>b)</w:t>
      </w:r>
      <w:r w:rsidRPr="00A30D7A">
        <w:tab/>
        <w:t>Mechanical ductwork and piping vs. medical gas piping</w:t>
      </w:r>
    </w:p>
    <w:p w14:paraId="13A9F969" w14:textId="77777777" w:rsidR="00075A5C" w:rsidRPr="00A30D7A" w:rsidRDefault="00075A5C" w:rsidP="00075A5C">
      <w:pPr>
        <w:ind w:left="851" w:hanging="425"/>
      </w:pPr>
      <w:r w:rsidRPr="00A30D7A">
        <w:t>c)</w:t>
      </w:r>
      <w:r w:rsidRPr="00A30D7A">
        <w:tab/>
        <w:t>Mechanical ductwork and piping vs. electrical equipment, fixtures, and devices</w:t>
      </w:r>
    </w:p>
    <w:p w14:paraId="7AD1EAC3" w14:textId="77777777" w:rsidR="00075A5C" w:rsidRPr="00A30D7A" w:rsidRDefault="00075A5C" w:rsidP="00075A5C">
      <w:pPr>
        <w:ind w:left="851" w:hanging="425"/>
      </w:pPr>
      <w:r w:rsidRPr="00A30D7A">
        <w:t>d)</w:t>
      </w:r>
      <w:r w:rsidRPr="00A30D7A">
        <w:tab/>
        <w:t>Mechanical ductwork and piping vs. floors</w:t>
      </w:r>
    </w:p>
    <w:p w14:paraId="62282ED4" w14:textId="77777777" w:rsidR="00075A5C" w:rsidRPr="00A30D7A" w:rsidRDefault="00075A5C" w:rsidP="00075A5C">
      <w:pPr>
        <w:ind w:left="851" w:hanging="425"/>
      </w:pPr>
      <w:r w:rsidRPr="00A30D7A">
        <w:t>e)</w:t>
      </w:r>
      <w:r w:rsidRPr="00A30D7A">
        <w:tab/>
        <w:t>Cable trays (electrical and communications) vs. pneumatic tube system</w:t>
      </w:r>
    </w:p>
    <w:p w14:paraId="3A995BC0" w14:textId="77777777" w:rsidR="00075A5C" w:rsidRPr="00A30D7A" w:rsidRDefault="00075A5C" w:rsidP="00075A5C">
      <w:pPr>
        <w:ind w:left="851" w:hanging="425"/>
      </w:pPr>
      <w:r w:rsidRPr="00A30D7A">
        <w:t>f)</w:t>
      </w:r>
      <w:r w:rsidRPr="00A30D7A">
        <w:tab/>
        <w:t>Cable trays (electrical and communications) vs. hydraulic systems piping</w:t>
      </w:r>
    </w:p>
    <w:p w14:paraId="28619B56" w14:textId="77777777" w:rsidR="00075A5C" w:rsidRPr="00A30D7A" w:rsidRDefault="00075A5C" w:rsidP="00075A5C">
      <w:pPr>
        <w:ind w:left="851" w:hanging="425"/>
      </w:pPr>
      <w:r w:rsidRPr="00A30D7A">
        <w:t>g)</w:t>
      </w:r>
      <w:r w:rsidRPr="00A30D7A">
        <w:tab/>
        <w:t>Cable trays (electrical and communications) vs. fire sprinkler system piping</w:t>
      </w:r>
    </w:p>
    <w:p w14:paraId="4390E9C4" w14:textId="77777777" w:rsidR="00075A5C" w:rsidRPr="00A30D7A" w:rsidRDefault="00075A5C" w:rsidP="00075A5C">
      <w:pPr>
        <w:ind w:left="851" w:hanging="425"/>
      </w:pPr>
      <w:r w:rsidRPr="00A30D7A">
        <w:t>h)</w:t>
      </w:r>
      <w:r w:rsidRPr="00A30D7A">
        <w:tab/>
        <w:t>Cable trays (electrical and communications) vs. medical gas piping</w:t>
      </w:r>
    </w:p>
    <w:p w14:paraId="2964CE89" w14:textId="77777777" w:rsidR="00075A5C" w:rsidRPr="00A30D7A" w:rsidRDefault="00075A5C" w:rsidP="00075A5C">
      <w:pPr>
        <w:ind w:left="851" w:hanging="425"/>
      </w:pPr>
      <w:proofErr w:type="spellStart"/>
      <w:r w:rsidRPr="00A30D7A">
        <w:t>i</w:t>
      </w:r>
      <w:proofErr w:type="spellEnd"/>
      <w:r w:rsidRPr="00A30D7A">
        <w:t>)</w:t>
      </w:r>
      <w:r w:rsidRPr="00A30D7A">
        <w:tab/>
        <w:t>Cable trays (electrical and communications) vs. ceilings</w:t>
      </w:r>
    </w:p>
    <w:p w14:paraId="1B541871" w14:textId="77777777" w:rsidR="00075A5C" w:rsidRPr="00A30D7A" w:rsidRDefault="00075A5C" w:rsidP="00075A5C">
      <w:pPr>
        <w:ind w:left="851" w:hanging="425"/>
      </w:pPr>
      <w:r w:rsidRPr="00A30D7A">
        <w:t>j)</w:t>
      </w:r>
      <w:r w:rsidRPr="00A30D7A">
        <w:tab/>
        <w:t>Cable trays (electrical and communications) vs. fire and acoustic rated walls</w:t>
      </w:r>
    </w:p>
    <w:p w14:paraId="043A6326" w14:textId="77777777" w:rsidR="00075A5C" w:rsidRPr="00A30D7A" w:rsidRDefault="00075A5C" w:rsidP="00075A5C">
      <w:pPr>
        <w:ind w:left="851" w:hanging="425"/>
      </w:pPr>
      <w:r w:rsidRPr="00A30D7A">
        <w:t>k)</w:t>
      </w:r>
      <w:r w:rsidRPr="00A30D7A">
        <w:tab/>
        <w:t>Cable trays (electrical and communications) vs. structure (floors, columns, beams, framing, load bearing walls, etc.)</w:t>
      </w:r>
    </w:p>
    <w:p w14:paraId="4EFA4FD7" w14:textId="77777777" w:rsidR="00075A5C" w:rsidRPr="00A30D7A" w:rsidRDefault="00075A5C" w:rsidP="00075A5C">
      <w:pPr>
        <w:ind w:left="851" w:hanging="425"/>
      </w:pPr>
      <w:r w:rsidRPr="00A30D7A">
        <w:t>l)</w:t>
      </w:r>
      <w:r w:rsidRPr="00A30D7A">
        <w:tab/>
        <w:t>Cable trays (electrical) vs. cable trays (communications)</w:t>
      </w:r>
    </w:p>
    <w:p w14:paraId="73D5DD4B" w14:textId="77777777" w:rsidR="00075A5C" w:rsidRPr="00A30D7A" w:rsidRDefault="00075A5C" w:rsidP="00075A5C">
      <w:pPr>
        <w:ind w:left="851" w:hanging="425"/>
      </w:pPr>
      <w:r w:rsidRPr="00A30D7A">
        <w:t>m)</w:t>
      </w:r>
      <w:r w:rsidRPr="00A30D7A">
        <w:tab/>
        <w:t>Cable trays (electrical) vs. equipment access clearances</w:t>
      </w:r>
    </w:p>
    <w:p w14:paraId="6E977F8D" w14:textId="77777777" w:rsidR="00075A5C" w:rsidRPr="00A30D7A" w:rsidRDefault="00075A5C" w:rsidP="00075A5C">
      <w:pPr>
        <w:ind w:left="851" w:hanging="425"/>
      </w:pPr>
      <w:r w:rsidRPr="00A30D7A">
        <w:t>n)</w:t>
      </w:r>
      <w:r w:rsidRPr="00A30D7A">
        <w:tab/>
        <w:t>Hydraulic systems piping vs. pneumatic tube system</w:t>
      </w:r>
    </w:p>
    <w:p w14:paraId="4505476C" w14:textId="77777777" w:rsidR="00075A5C" w:rsidRPr="00A30D7A" w:rsidRDefault="00075A5C" w:rsidP="00075A5C">
      <w:pPr>
        <w:ind w:left="851" w:hanging="425"/>
      </w:pPr>
      <w:r w:rsidRPr="00A30D7A">
        <w:t>o)</w:t>
      </w:r>
      <w:r w:rsidRPr="00A30D7A">
        <w:tab/>
        <w:t>Hydraulic systems piping vs. fire sprinkler system piping</w:t>
      </w:r>
    </w:p>
    <w:p w14:paraId="7691D62B" w14:textId="77777777" w:rsidR="00075A5C" w:rsidRPr="00A30D7A" w:rsidRDefault="00075A5C" w:rsidP="00075A5C">
      <w:pPr>
        <w:ind w:left="851" w:hanging="425"/>
      </w:pPr>
      <w:r w:rsidRPr="00A30D7A">
        <w:t>p)</w:t>
      </w:r>
      <w:r w:rsidRPr="00A30D7A">
        <w:tab/>
        <w:t>Hydraulic systems piping vs. medical gas piping</w:t>
      </w:r>
    </w:p>
    <w:p w14:paraId="53D22AF4" w14:textId="77777777" w:rsidR="00075A5C" w:rsidRPr="00A30D7A" w:rsidRDefault="00075A5C" w:rsidP="00075A5C">
      <w:pPr>
        <w:ind w:left="851" w:hanging="425"/>
      </w:pPr>
      <w:r w:rsidRPr="00A30D7A">
        <w:t>q)</w:t>
      </w:r>
      <w:r w:rsidRPr="00A30D7A">
        <w:tab/>
        <w:t>Hydraulic systems piping vs. ceilings</w:t>
      </w:r>
    </w:p>
    <w:p w14:paraId="40C6ABE1" w14:textId="77777777" w:rsidR="00075A5C" w:rsidRPr="00A30D7A" w:rsidRDefault="00075A5C" w:rsidP="00075A5C">
      <w:pPr>
        <w:ind w:left="851" w:hanging="425"/>
      </w:pPr>
      <w:r w:rsidRPr="00A30D7A">
        <w:t>r)</w:t>
      </w:r>
      <w:r w:rsidRPr="00A30D7A">
        <w:tab/>
        <w:t>Hydraulic systems piping vs. fire and acoustic rated walls</w:t>
      </w:r>
    </w:p>
    <w:p w14:paraId="20BCBD64" w14:textId="77777777" w:rsidR="00075A5C" w:rsidRPr="00A30D7A" w:rsidRDefault="00075A5C" w:rsidP="00075A5C">
      <w:pPr>
        <w:ind w:left="851" w:hanging="425"/>
      </w:pPr>
      <w:r w:rsidRPr="00A30D7A">
        <w:t>s)</w:t>
      </w:r>
      <w:r w:rsidRPr="00A30D7A">
        <w:tab/>
        <w:t>Hydraulic systems piping vs. structure (floors, columns, beams, framing, load bearing walls, etc.)</w:t>
      </w:r>
    </w:p>
    <w:p w14:paraId="03BA7954" w14:textId="77777777" w:rsidR="00075A5C" w:rsidRPr="00A30D7A" w:rsidRDefault="00075A5C" w:rsidP="00075A5C">
      <w:pPr>
        <w:ind w:left="851" w:hanging="425"/>
      </w:pPr>
      <w:r w:rsidRPr="00A30D7A">
        <w:t>t)</w:t>
      </w:r>
      <w:r w:rsidRPr="00A30D7A">
        <w:tab/>
        <w:t>Hydraulic systems piping vs. hydraulic systems piping (by individual system, e.g. sanitary vs. water supply)</w:t>
      </w:r>
    </w:p>
    <w:p w14:paraId="23CD3062" w14:textId="77777777" w:rsidR="00075A5C" w:rsidRPr="00A30D7A" w:rsidRDefault="00075A5C" w:rsidP="00075A5C">
      <w:pPr>
        <w:ind w:left="851" w:hanging="425"/>
      </w:pPr>
      <w:r w:rsidRPr="00A30D7A">
        <w:t>u)</w:t>
      </w:r>
      <w:r w:rsidRPr="00A30D7A">
        <w:tab/>
        <w:t>Hydraulic systems piping vs. equipment access clearances</w:t>
      </w:r>
    </w:p>
    <w:p w14:paraId="11C5E12B" w14:textId="77777777" w:rsidR="00075A5C" w:rsidRPr="00A30D7A" w:rsidRDefault="00075A5C" w:rsidP="00075A5C">
      <w:pPr>
        <w:ind w:left="851" w:hanging="425"/>
      </w:pPr>
      <w:r w:rsidRPr="00A30D7A">
        <w:t>v)</w:t>
      </w:r>
      <w:r w:rsidRPr="00A30D7A">
        <w:tab/>
        <w:t>Fire sprinkler system piping vs. equipment access clearances</w:t>
      </w:r>
    </w:p>
    <w:p w14:paraId="6F5BDF9F" w14:textId="77777777" w:rsidR="00075A5C" w:rsidRPr="00A30D7A" w:rsidRDefault="00075A5C" w:rsidP="00075A5C">
      <w:pPr>
        <w:ind w:left="851" w:hanging="425"/>
      </w:pPr>
      <w:r w:rsidRPr="00A30D7A">
        <w:t>w)</w:t>
      </w:r>
      <w:r w:rsidRPr="00A30D7A">
        <w:tab/>
        <w:t>Pneumatic tube system piping vs. equipment access clearances</w:t>
      </w:r>
    </w:p>
    <w:p w14:paraId="329ECF06" w14:textId="77777777" w:rsidR="00075A5C" w:rsidRPr="00A30D7A" w:rsidRDefault="00075A5C" w:rsidP="00075A5C">
      <w:pPr>
        <w:ind w:left="851" w:hanging="425"/>
      </w:pPr>
      <w:r w:rsidRPr="00A30D7A">
        <w:t>x)</w:t>
      </w:r>
      <w:r w:rsidRPr="00A30D7A">
        <w:tab/>
        <w:t>Joinery vs. electrical fixtures and devices</w:t>
      </w:r>
    </w:p>
    <w:p w14:paraId="1178E130" w14:textId="77777777" w:rsidR="00075A5C" w:rsidRPr="00A30D7A" w:rsidRDefault="00075A5C" w:rsidP="00075A5C">
      <w:pPr>
        <w:ind w:left="851" w:hanging="425"/>
      </w:pPr>
      <w:r w:rsidRPr="00A30D7A">
        <w:t>y)</w:t>
      </w:r>
      <w:r w:rsidRPr="00A30D7A">
        <w:tab/>
        <w:t>Structure (columns, beams, framing, etc.) vs. specialty equipment</w:t>
      </w:r>
    </w:p>
    <w:p w14:paraId="6563B744" w14:textId="77777777" w:rsidR="00075A5C" w:rsidRPr="00A30D7A" w:rsidRDefault="00075A5C" w:rsidP="00075A5C">
      <w:pPr>
        <w:ind w:left="851" w:hanging="425"/>
      </w:pPr>
      <w:r w:rsidRPr="00A30D7A">
        <w:t>z)</w:t>
      </w:r>
      <w:r w:rsidRPr="00A30D7A">
        <w:tab/>
        <w:t xml:space="preserve">Structure (columns, beams, framing, etc.) vs. electrical equipment, </w:t>
      </w:r>
      <w:proofErr w:type="gramStart"/>
      <w:r w:rsidRPr="00A30D7A">
        <w:t>fixtures</w:t>
      </w:r>
      <w:proofErr w:type="gramEnd"/>
      <w:r w:rsidRPr="00A30D7A">
        <w:t xml:space="preserve"> and devices</w:t>
      </w:r>
    </w:p>
    <w:p w14:paraId="3D7A9AD2" w14:textId="77777777" w:rsidR="00075A5C" w:rsidRPr="00A30D7A" w:rsidRDefault="00075A5C" w:rsidP="00075A5C">
      <w:pPr>
        <w:rPr>
          <w:rFonts w:cs="Arial"/>
          <w:b/>
        </w:rPr>
      </w:pPr>
    </w:p>
    <w:p w14:paraId="23925271" w14:textId="77777777" w:rsidR="00075A5C" w:rsidRPr="00A30D7A" w:rsidRDefault="00075A5C" w:rsidP="00075A5C">
      <w:pPr>
        <w:rPr>
          <w:rFonts w:cs="Arial"/>
          <w:b/>
        </w:rPr>
      </w:pPr>
      <w:r w:rsidRPr="00A30D7A">
        <w:rPr>
          <w:rFonts w:cs="Arial"/>
          <w:b/>
        </w:rPr>
        <w:t>Level Three Clashes</w:t>
      </w:r>
    </w:p>
    <w:p w14:paraId="3F717EF6" w14:textId="77777777" w:rsidR="00075A5C" w:rsidRPr="00A30D7A" w:rsidRDefault="00075A5C" w:rsidP="00075A5C">
      <w:pPr>
        <w:rPr>
          <w:b/>
          <w:bCs/>
        </w:rPr>
      </w:pPr>
      <w:r w:rsidRPr="00A30D7A">
        <w:rPr>
          <w:bCs/>
        </w:rPr>
        <w:t>Those that while considered important to the correctness of the model, will generally be changing on a regular basis throughout the design and construction process. While these clashes are those that are assigned a lower priority, they should be rectified before the completion of the project stage deliverable and/or submission of the model/s to the appointing party.</w:t>
      </w:r>
    </w:p>
    <w:p w14:paraId="002068E8" w14:textId="77777777" w:rsidR="00075A5C" w:rsidRPr="00A30D7A" w:rsidRDefault="00075A5C" w:rsidP="00075A5C">
      <w:r w:rsidRPr="00A30D7A">
        <w:t>Examples of the clash components in this category include, but are not limited to:</w:t>
      </w:r>
    </w:p>
    <w:p w14:paraId="76652EF8" w14:textId="77777777" w:rsidR="00075A5C" w:rsidRPr="00A30D7A" w:rsidRDefault="00075A5C" w:rsidP="00075A5C">
      <w:pPr>
        <w:ind w:left="851" w:hanging="425"/>
      </w:pPr>
      <w:r w:rsidRPr="00A30D7A">
        <w:t>a)</w:t>
      </w:r>
      <w:r w:rsidRPr="00A30D7A">
        <w:tab/>
        <w:t>Hydraulic piping vs. electrical equipment, fixtures, and devices</w:t>
      </w:r>
    </w:p>
    <w:p w14:paraId="22C7E41F" w14:textId="77777777" w:rsidR="00075A5C" w:rsidRPr="00A30D7A" w:rsidRDefault="00075A5C" w:rsidP="00075A5C">
      <w:pPr>
        <w:ind w:left="851" w:hanging="425"/>
      </w:pPr>
      <w:r w:rsidRPr="00A30D7A">
        <w:t>b)</w:t>
      </w:r>
      <w:r w:rsidRPr="00A30D7A">
        <w:tab/>
        <w:t>Hydraulic piping vs. mechanical equipment, fixtures, and devices</w:t>
      </w:r>
    </w:p>
    <w:p w14:paraId="69873D12" w14:textId="77777777" w:rsidR="00075A5C" w:rsidRPr="00A30D7A" w:rsidRDefault="00075A5C" w:rsidP="00075A5C">
      <w:pPr>
        <w:ind w:left="851" w:hanging="425"/>
      </w:pPr>
      <w:r w:rsidRPr="00A30D7A">
        <w:t>c)</w:t>
      </w:r>
      <w:r w:rsidRPr="00A30D7A">
        <w:tab/>
        <w:t>Joinery vs. walls and ceilings</w:t>
      </w:r>
    </w:p>
    <w:p w14:paraId="043EC425" w14:textId="77777777" w:rsidR="00075A5C" w:rsidRPr="00A30D7A" w:rsidRDefault="00075A5C" w:rsidP="00075A5C">
      <w:pPr>
        <w:ind w:left="851" w:hanging="425"/>
      </w:pPr>
      <w:r w:rsidRPr="00A30D7A">
        <w:t>d)</w:t>
      </w:r>
      <w:r w:rsidRPr="00A30D7A">
        <w:tab/>
        <w:t>FFE vs. electrical fixtures and devices</w:t>
      </w:r>
    </w:p>
    <w:p w14:paraId="76F7626E" w14:textId="77777777" w:rsidR="00075A5C" w:rsidRPr="00A30D7A" w:rsidRDefault="00075A5C" w:rsidP="00075A5C">
      <w:pPr>
        <w:ind w:left="851" w:hanging="425"/>
      </w:pPr>
      <w:r w:rsidRPr="00A30D7A">
        <w:t>e)</w:t>
      </w:r>
      <w:r w:rsidRPr="00A30D7A">
        <w:tab/>
        <w:t>FFE vs. walls and ceilings</w:t>
      </w:r>
    </w:p>
    <w:p w14:paraId="0B880F80" w14:textId="77777777" w:rsidR="00075A5C" w:rsidRPr="00A30D7A" w:rsidRDefault="00075A5C" w:rsidP="00075A5C">
      <w:pPr>
        <w:ind w:left="851" w:hanging="425"/>
      </w:pPr>
      <w:r w:rsidRPr="00A30D7A">
        <w:t>f)</w:t>
      </w:r>
      <w:r w:rsidRPr="00A30D7A">
        <w:tab/>
        <w:t>Disability Discrimination Act 1992 clear space requirements vs. doors, fixtures, walls, structure</w:t>
      </w:r>
    </w:p>
    <w:p w14:paraId="7DC74696" w14:textId="77777777" w:rsidR="00075A5C" w:rsidRPr="00A30D7A" w:rsidRDefault="00075A5C" w:rsidP="00075A5C">
      <w:pPr>
        <w:rPr>
          <w:rFonts w:cs="Arial"/>
          <w:b/>
          <w:color w:val="000000"/>
        </w:rPr>
      </w:pPr>
    </w:p>
    <w:p w14:paraId="60EBE552" w14:textId="77777777" w:rsidR="00075A5C" w:rsidRPr="00A30D7A" w:rsidRDefault="00075A5C" w:rsidP="00075A5C">
      <w:pPr>
        <w:rPr>
          <w:rFonts w:cs="Arial"/>
          <w:color w:val="000000"/>
        </w:rPr>
      </w:pPr>
      <w:r w:rsidRPr="00A30D7A">
        <w:rPr>
          <w:rFonts w:cs="Arial"/>
          <w:b/>
          <w:color w:val="000000"/>
        </w:rPr>
        <w:t>All Other Clashes</w:t>
      </w:r>
    </w:p>
    <w:p w14:paraId="54C96C4E" w14:textId="77777777" w:rsidR="00075A5C" w:rsidRPr="00A30D7A" w:rsidRDefault="00075A5C" w:rsidP="00075A5C">
      <w:pPr>
        <w:rPr>
          <w:rFonts w:cs="Arial"/>
          <w:bCs/>
        </w:rPr>
      </w:pPr>
      <w:r w:rsidRPr="00A30D7A">
        <w:rPr>
          <w:rFonts w:cs="Arial"/>
          <w:bCs/>
        </w:rPr>
        <w:t xml:space="preserve">While the above clashes have been assigned priorities, other clashes will exist within </w:t>
      </w:r>
      <w:r w:rsidRPr="00A30D7A">
        <w:rPr>
          <w:bCs/>
        </w:rPr>
        <w:t>models</w:t>
      </w:r>
      <w:r w:rsidRPr="00A30D7A">
        <w:rPr>
          <w:rFonts w:cs="Arial"/>
          <w:bCs/>
        </w:rPr>
        <w:t xml:space="preserve">. These other clashes </w:t>
      </w:r>
      <w:r w:rsidRPr="00A30D7A">
        <w:rPr>
          <w:bCs/>
        </w:rPr>
        <w:t>should</w:t>
      </w:r>
      <w:r w:rsidRPr="00A30D7A">
        <w:rPr>
          <w:rFonts w:cs="Arial"/>
          <w:bCs/>
        </w:rPr>
        <w:t xml:space="preserve"> not </w:t>
      </w:r>
      <w:r w:rsidRPr="00A30D7A">
        <w:rPr>
          <w:bCs/>
        </w:rPr>
        <w:t xml:space="preserve">be </w:t>
      </w:r>
      <w:r w:rsidRPr="00A30D7A">
        <w:rPr>
          <w:rFonts w:cs="Arial"/>
          <w:bCs/>
        </w:rPr>
        <w:t>ignor</w:t>
      </w:r>
      <w:r w:rsidRPr="00A30D7A">
        <w:rPr>
          <w:bCs/>
        </w:rPr>
        <w:t>ed or</w:t>
      </w:r>
      <w:r w:rsidRPr="00A30D7A">
        <w:rPr>
          <w:rFonts w:cs="Arial"/>
          <w:bCs/>
        </w:rPr>
        <w:t xml:space="preserve"> discarded.</w:t>
      </w:r>
    </w:p>
    <w:p w14:paraId="4E4CCD4B" w14:textId="77777777" w:rsidR="00075A5C" w:rsidRPr="00A30D7A" w:rsidRDefault="00075A5C" w:rsidP="00075A5C">
      <w:pPr>
        <w:pStyle w:val="Heading2"/>
      </w:pPr>
      <w:bookmarkStart w:id="607" w:name="_Toc157251972"/>
      <w:bookmarkStart w:id="608" w:name="_Toc163550194"/>
      <w:r w:rsidRPr="00A30D7A">
        <w:lastRenderedPageBreak/>
        <w:t xml:space="preserve">Clash detection </w:t>
      </w:r>
      <w:proofErr w:type="gramStart"/>
      <w:r w:rsidRPr="00A30D7A">
        <w:t>reports</w:t>
      </w:r>
      <w:bookmarkEnd w:id="607"/>
      <w:bookmarkEnd w:id="608"/>
      <w:proofErr w:type="gramEnd"/>
    </w:p>
    <w:p w14:paraId="736C91BB" w14:textId="77777777" w:rsidR="00075A5C" w:rsidRPr="00A30D7A" w:rsidRDefault="00075A5C" w:rsidP="00075A5C">
      <w:pPr>
        <w:pStyle w:val="Prompt"/>
        <w:rPr>
          <w:rFonts w:cs="Arial"/>
        </w:rPr>
      </w:pPr>
      <w:r w:rsidRPr="00A30D7A">
        <w:rPr>
          <w:rFonts w:cs="Arial"/>
        </w:rPr>
        <w:t xml:space="preserve">Clash detection reporting procedures: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271FAAD2" w14:textId="77777777" w:rsidR="00075A5C" w:rsidRPr="00A30D7A" w:rsidRDefault="00075A5C" w:rsidP="00075A5C">
      <w:pPr>
        <w:pStyle w:val="Instructions"/>
        <w:rPr>
          <w:rFonts w:cs="Arial"/>
        </w:rPr>
      </w:pPr>
      <w:r w:rsidRPr="00A30D7A">
        <w:rPr>
          <w:rFonts w:cs="Arial"/>
        </w:rPr>
        <w:t>Include details such as frequency of reporting, and the parties responsible for creating reports, reviewing, and approving them.</w:t>
      </w:r>
    </w:p>
    <w:p w14:paraId="04E905BF" w14:textId="77777777" w:rsidR="00075A5C" w:rsidRPr="00A30D7A" w:rsidRDefault="00075A5C" w:rsidP="00075A5C">
      <w:pPr>
        <w:spacing w:after="120"/>
        <w:rPr>
          <w:rFonts w:eastAsiaTheme="minorHAnsi" w:cs="Arial"/>
        </w:rPr>
      </w:pPr>
      <w:r w:rsidRPr="00A30D7A">
        <w:rPr>
          <w:rFonts w:eastAsiaTheme="minorHAnsi" w:cs="Arial"/>
        </w:rPr>
        <w:t>Clash report content: Document any outstanding coordination issues between delivery team members.</w:t>
      </w:r>
    </w:p>
    <w:p w14:paraId="7A8E207D" w14:textId="77777777" w:rsidR="00075A5C" w:rsidRPr="00A30D7A" w:rsidRDefault="00075A5C" w:rsidP="00075A5C">
      <w:pPr>
        <w:pStyle w:val="Prompt"/>
        <w:rPr>
          <w:rFonts w:cs="Arial"/>
        </w:rPr>
      </w:pPr>
      <w:r w:rsidRPr="00A30D7A">
        <w:rPr>
          <w:rFonts w:cs="Arial"/>
        </w:rPr>
        <w:t xml:space="preserve">Clash detection report format: </w:t>
      </w:r>
      <w:r w:rsidRPr="00A30D7A">
        <w:rPr>
          <w:rFonts w:cs="Arial"/>
        </w:rPr>
        <w:fldChar w:fldCharType="begin"/>
      </w:r>
      <w:r w:rsidRPr="00A30D7A">
        <w:rPr>
          <w:rFonts w:cs="Arial"/>
        </w:rPr>
        <w:instrText xml:space="preserve"> MACROBUTTON  ac_OnHelp [complete/delete] </w:instrText>
      </w:r>
      <w:r w:rsidRPr="00A30D7A">
        <w:rPr>
          <w:rFonts w:cs="Arial"/>
        </w:rPr>
        <w:fldChar w:fldCharType="end"/>
      </w:r>
    </w:p>
    <w:p w14:paraId="39814CC7" w14:textId="77777777" w:rsidR="00075A5C" w:rsidRPr="00A30D7A" w:rsidRDefault="00075A5C" w:rsidP="00075A5C">
      <w:pPr>
        <w:pStyle w:val="Instructions"/>
        <w:rPr>
          <w:rFonts w:cs="Arial"/>
        </w:rPr>
      </w:pPr>
      <w:r w:rsidRPr="00A30D7A">
        <w:rPr>
          <w:rFonts w:cs="Arial"/>
        </w:rPr>
        <w:t xml:space="preserve">Include items such as clash report templates and details such as report identification and file formats, </w:t>
      </w:r>
      <w:proofErr w:type="spellStart"/>
      <w:r w:rsidRPr="00A30D7A">
        <w:rPr>
          <w:rFonts w:cs="Arial"/>
        </w:rPr>
        <w:t>e.g</w:t>
      </w:r>
      <w:proofErr w:type="spellEnd"/>
      <w:r w:rsidRPr="00A30D7A">
        <w:rPr>
          <w:rFonts w:cs="Arial"/>
        </w:rPr>
        <w:t>, excel, dashboarding.</w:t>
      </w:r>
    </w:p>
    <w:p w14:paraId="306B4164" w14:textId="77777777" w:rsidR="00075A5C" w:rsidRPr="00A30D7A" w:rsidRDefault="00075A5C" w:rsidP="00075A5C">
      <w:pPr>
        <w:rPr>
          <w:bCs/>
        </w:rPr>
      </w:pPr>
      <w:r w:rsidRPr="00A30D7A">
        <w:rPr>
          <w:rFonts w:cs="Arial"/>
          <w:bCs/>
        </w:rPr>
        <w:t xml:space="preserve">Coordination confirmation: The </w:t>
      </w:r>
      <w:r w:rsidRPr="00A30D7A">
        <w:rPr>
          <w:bCs/>
        </w:rPr>
        <w:t>d</w:t>
      </w:r>
      <w:r w:rsidRPr="00A30D7A">
        <w:rPr>
          <w:rFonts w:cs="Arial"/>
          <w:bCs/>
        </w:rPr>
        <w:t xml:space="preserve">elivery </w:t>
      </w:r>
      <w:r w:rsidRPr="00A30D7A">
        <w:rPr>
          <w:bCs/>
        </w:rPr>
        <w:t>t</w:t>
      </w:r>
      <w:r w:rsidRPr="00A30D7A">
        <w:rPr>
          <w:rFonts w:cs="Arial"/>
          <w:bCs/>
        </w:rPr>
        <w:t xml:space="preserve">eam is to provide a statement that it has addressed </w:t>
      </w:r>
      <w:r w:rsidRPr="00A30D7A">
        <w:rPr>
          <w:bCs/>
        </w:rPr>
        <w:t>all</w:t>
      </w:r>
      <w:r w:rsidRPr="00A30D7A">
        <w:rPr>
          <w:rFonts w:cs="Arial"/>
          <w:bCs/>
        </w:rPr>
        <w:t xml:space="preserve"> clashes identified.</w:t>
      </w:r>
    </w:p>
    <w:p w14:paraId="1DB85DAA" w14:textId="77777777" w:rsidR="00075A5C" w:rsidRPr="00A30D7A" w:rsidRDefault="00075A5C" w:rsidP="00075A5C">
      <w:pPr>
        <w:pStyle w:val="Heading2"/>
      </w:pPr>
      <w:bookmarkStart w:id="609" w:name="_Toc138948135"/>
      <w:bookmarkStart w:id="610" w:name="_Toc98843068"/>
      <w:bookmarkStart w:id="611" w:name="_Toc98843571"/>
      <w:bookmarkStart w:id="612" w:name="_Toc445217321"/>
      <w:bookmarkStart w:id="613" w:name="_Toc157251973"/>
      <w:bookmarkStart w:id="614" w:name="_Toc163550195"/>
      <w:bookmarkEnd w:id="609"/>
      <w:bookmarkEnd w:id="610"/>
      <w:bookmarkEnd w:id="611"/>
      <w:r w:rsidRPr="00A30D7A">
        <w:t xml:space="preserve">Clash detection </w:t>
      </w:r>
      <w:proofErr w:type="gramStart"/>
      <w:r w:rsidRPr="00A30D7A">
        <w:t>colours</w:t>
      </w:r>
      <w:bookmarkEnd w:id="612"/>
      <w:bookmarkEnd w:id="613"/>
      <w:bookmarkEnd w:id="614"/>
      <w:proofErr w:type="gramEnd"/>
    </w:p>
    <w:p w14:paraId="44EE0F69" w14:textId="77777777" w:rsidR="00075A5C" w:rsidRPr="00A30D7A" w:rsidRDefault="00075A5C" w:rsidP="00075A5C">
      <w:pPr>
        <w:rPr>
          <w:rFonts w:cs="Arial"/>
        </w:rPr>
      </w:pPr>
      <w:r w:rsidRPr="00A30D7A">
        <w:rPr>
          <w:rFonts w:cs="Arial"/>
        </w:rPr>
        <w:t xml:space="preserve">Requirement: Unless another system has been specified in the EIR or </w:t>
      </w:r>
      <w:r w:rsidRPr="00A30D7A">
        <w:rPr>
          <w:rFonts w:cs="Arial"/>
          <w:i/>
        </w:rPr>
        <w:t>Project BIM Brief</w:t>
      </w:r>
      <w:r w:rsidRPr="00A30D7A">
        <w:rPr>
          <w:rFonts w:cs="Arial"/>
        </w:rPr>
        <w:t xml:space="preserve"> assign the colours shown in the </w:t>
      </w:r>
      <w:r w:rsidRPr="00A30D7A">
        <w:rPr>
          <w:rFonts w:cs="Arial"/>
          <w:b/>
          <w:bCs/>
          <w:color w:val="595959" w:themeColor="text1" w:themeTint="A6"/>
        </w:rPr>
        <w:t>Clash detection colour schedule</w:t>
      </w:r>
      <w:r w:rsidRPr="00A30D7A">
        <w:rPr>
          <w:rFonts w:cs="Arial"/>
        </w:rPr>
        <w:t xml:space="preserve"> to Model Elements in models being combined for clash detection:</w:t>
      </w:r>
    </w:p>
    <w:p w14:paraId="7BD20203" w14:textId="77777777" w:rsidR="00075A5C" w:rsidRPr="00A30D7A" w:rsidRDefault="00075A5C" w:rsidP="00075A5C">
      <w:pPr>
        <w:pStyle w:val="Tabletitle"/>
      </w:pPr>
      <w:r w:rsidRPr="00A30D7A">
        <w:t xml:space="preserve">Clash detection colour </w:t>
      </w:r>
      <w:proofErr w:type="gramStart"/>
      <w:r w:rsidRPr="00A30D7A">
        <w:t>schedule</w:t>
      </w:r>
      <w:proofErr w:type="gramEnd"/>
    </w:p>
    <w:tbl>
      <w:tblPr>
        <w:tblW w:w="9606" w:type="dxa"/>
        <w:tblLayout w:type="fixed"/>
        <w:tblCellMar>
          <w:left w:w="0" w:type="dxa"/>
          <w:right w:w="0" w:type="dxa"/>
        </w:tblCellMar>
        <w:tblLook w:val="04A0" w:firstRow="1" w:lastRow="0" w:firstColumn="1" w:lastColumn="0" w:noHBand="0" w:noVBand="1"/>
      </w:tblPr>
      <w:tblGrid>
        <w:gridCol w:w="2518"/>
        <w:gridCol w:w="425"/>
        <w:gridCol w:w="1701"/>
        <w:gridCol w:w="1560"/>
        <w:gridCol w:w="567"/>
        <w:gridCol w:w="567"/>
        <w:gridCol w:w="567"/>
        <w:gridCol w:w="1701"/>
      </w:tblGrid>
      <w:tr w:rsidR="00075A5C" w:rsidRPr="00A30D7A" w14:paraId="30AADEE1" w14:textId="77777777" w:rsidTr="008563D6">
        <w:trPr>
          <w:cantSplit/>
          <w:tblHeader/>
        </w:trPr>
        <w:tc>
          <w:tcPr>
            <w:tcW w:w="2518" w:type="dxa"/>
            <w:vMerge w:val="restar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42A4293F" w14:textId="77777777" w:rsidR="00075A5C" w:rsidRPr="00A30D7A" w:rsidRDefault="00075A5C" w:rsidP="008563D6">
            <w:pPr>
              <w:rPr>
                <w:rFonts w:eastAsiaTheme="minorHAnsi" w:cs="Arial"/>
                <w:b/>
                <w:bCs/>
              </w:rPr>
            </w:pPr>
            <w:r w:rsidRPr="00A30D7A">
              <w:rPr>
                <w:rFonts w:cs="Arial"/>
                <w:b/>
                <w:bCs/>
              </w:rPr>
              <w:t>Element</w:t>
            </w:r>
          </w:p>
        </w:tc>
        <w:tc>
          <w:tcPr>
            <w:tcW w:w="2126" w:type="dxa"/>
            <w:gridSpan w:val="2"/>
            <w:vMerge w:val="restart"/>
            <w:tcBorders>
              <w:top w:val="single" w:sz="8" w:space="0" w:color="auto"/>
              <w:left w:val="nil"/>
              <w:right w:val="single" w:sz="8" w:space="0" w:color="auto"/>
            </w:tcBorders>
            <w:shd w:val="clear" w:color="auto" w:fill="D9E2F3" w:themeFill="accent1" w:themeFillTint="33"/>
          </w:tcPr>
          <w:p w14:paraId="2ECF2EFA" w14:textId="77777777" w:rsidR="00075A5C" w:rsidRPr="00A30D7A" w:rsidRDefault="00075A5C" w:rsidP="008563D6">
            <w:pPr>
              <w:rPr>
                <w:rFonts w:cs="Arial"/>
                <w:b/>
                <w:bCs/>
              </w:rPr>
            </w:pPr>
            <w:r w:rsidRPr="00A30D7A">
              <w:rPr>
                <w:rFonts w:cs="Arial"/>
                <w:b/>
                <w:bCs/>
              </w:rPr>
              <w:t xml:space="preserve">Colour </w:t>
            </w:r>
            <w:proofErr w:type="gramStart"/>
            <w:r w:rsidRPr="00A30D7A">
              <w:rPr>
                <w:rFonts w:cs="Arial"/>
                <w:b/>
                <w:bCs/>
              </w:rPr>
              <w:t>name</w:t>
            </w:r>
            <w:proofErr w:type="gramEnd"/>
          </w:p>
          <w:p w14:paraId="5D4A0589" w14:textId="77777777" w:rsidR="00075A5C" w:rsidRPr="00A30D7A" w:rsidRDefault="00075A5C" w:rsidP="008563D6">
            <w:pPr>
              <w:rPr>
                <w:rFonts w:eastAsiaTheme="minorHAnsi" w:cs="Arial"/>
                <w:b/>
                <w:bCs/>
              </w:rPr>
            </w:pPr>
            <w:r w:rsidRPr="00A30D7A">
              <w:rPr>
                <w:rFonts w:cs="Arial"/>
                <w:b/>
                <w:bCs/>
              </w:rPr>
              <w:t xml:space="preserve">(ACI </w:t>
            </w:r>
            <w:proofErr w:type="gramStart"/>
            <w:r w:rsidRPr="00A30D7A">
              <w:rPr>
                <w:rFonts w:cs="Arial"/>
                <w:b/>
                <w:bCs/>
              </w:rPr>
              <w:t>No.)*</w:t>
            </w:r>
            <w:proofErr w:type="gramEnd"/>
          </w:p>
        </w:tc>
        <w:tc>
          <w:tcPr>
            <w:tcW w:w="1560" w:type="dxa"/>
            <w:vMerge w:val="restart"/>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BC33501" w14:textId="77777777" w:rsidR="00075A5C" w:rsidRPr="00A30D7A" w:rsidRDefault="00075A5C" w:rsidP="008563D6">
            <w:pPr>
              <w:rPr>
                <w:rFonts w:eastAsiaTheme="minorHAnsi" w:cs="Arial"/>
                <w:b/>
                <w:bCs/>
              </w:rPr>
            </w:pPr>
            <w:r w:rsidRPr="00A30D7A">
              <w:rPr>
                <w:rFonts w:cs="Arial"/>
                <w:b/>
                <w:bCs/>
              </w:rPr>
              <w:t>Hexadecimal</w:t>
            </w:r>
          </w:p>
        </w:tc>
        <w:tc>
          <w:tcPr>
            <w:tcW w:w="1701" w:type="dxa"/>
            <w:gridSpan w:val="3"/>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0AD55835" w14:textId="77777777" w:rsidR="00075A5C" w:rsidRPr="00A30D7A" w:rsidRDefault="00075A5C" w:rsidP="008563D6">
            <w:pPr>
              <w:jc w:val="center"/>
              <w:rPr>
                <w:rFonts w:eastAsiaTheme="minorHAnsi" w:cs="Arial"/>
                <w:b/>
                <w:bCs/>
              </w:rPr>
            </w:pPr>
            <w:r w:rsidRPr="00A30D7A">
              <w:rPr>
                <w:rFonts w:cs="Arial"/>
                <w:b/>
                <w:bCs/>
              </w:rPr>
              <w:t>RGB</w:t>
            </w:r>
          </w:p>
        </w:tc>
        <w:tc>
          <w:tcPr>
            <w:tcW w:w="1701" w:type="dxa"/>
            <w:vMerge w:val="restart"/>
            <w:tcBorders>
              <w:top w:val="single" w:sz="8" w:space="0" w:color="auto"/>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35A5B203" w14:textId="77777777" w:rsidR="00075A5C" w:rsidRPr="00A30D7A" w:rsidRDefault="00075A5C" w:rsidP="008563D6">
            <w:pPr>
              <w:rPr>
                <w:rFonts w:eastAsiaTheme="minorHAnsi" w:cs="Arial"/>
                <w:b/>
                <w:bCs/>
              </w:rPr>
            </w:pPr>
            <w:r w:rsidRPr="00A30D7A">
              <w:rPr>
                <w:rFonts w:cs="Arial"/>
                <w:b/>
                <w:bCs/>
              </w:rPr>
              <w:t>Comments</w:t>
            </w:r>
          </w:p>
        </w:tc>
      </w:tr>
      <w:tr w:rsidR="00075A5C" w:rsidRPr="00A30D7A" w14:paraId="567404D6" w14:textId="77777777" w:rsidTr="008563D6">
        <w:trPr>
          <w:cantSplit/>
          <w:tblHeader/>
        </w:trPr>
        <w:tc>
          <w:tcPr>
            <w:tcW w:w="2518" w:type="dxa"/>
            <w:vMerge/>
            <w:tcBorders>
              <w:top w:val="single" w:sz="8" w:space="0" w:color="auto"/>
              <w:left w:val="single" w:sz="8" w:space="0" w:color="auto"/>
              <w:bottom w:val="single" w:sz="8" w:space="0" w:color="auto"/>
              <w:right w:val="single" w:sz="8" w:space="0" w:color="auto"/>
            </w:tcBorders>
            <w:vAlign w:val="center"/>
            <w:hideMark/>
          </w:tcPr>
          <w:p w14:paraId="263523A6" w14:textId="77777777" w:rsidR="00075A5C" w:rsidRPr="00A30D7A" w:rsidRDefault="00075A5C" w:rsidP="008563D6">
            <w:pPr>
              <w:rPr>
                <w:rFonts w:eastAsiaTheme="minorHAnsi" w:cs="Arial"/>
                <w:b/>
                <w:bCs/>
              </w:rPr>
            </w:pPr>
          </w:p>
        </w:tc>
        <w:tc>
          <w:tcPr>
            <w:tcW w:w="2126" w:type="dxa"/>
            <w:gridSpan w:val="2"/>
            <w:vMerge/>
            <w:tcBorders>
              <w:left w:val="nil"/>
              <w:bottom w:val="single" w:sz="8" w:space="0" w:color="auto"/>
              <w:right w:val="single" w:sz="8" w:space="0" w:color="auto"/>
            </w:tcBorders>
          </w:tcPr>
          <w:p w14:paraId="5FA55CD6" w14:textId="77777777" w:rsidR="00075A5C" w:rsidRPr="00A30D7A" w:rsidRDefault="00075A5C" w:rsidP="008563D6">
            <w:pPr>
              <w:rPr>
                <w:rFonts w:eastAsiaTheme="minorHAnsi" w:cs="Arial"/>
                <w:b/>
                <w:bCs/>
              </w:rPr>
            </w:pPr>
          </w:p>
        </w:tc>
        <w:tc>
          <w:tcPr>
            <w:tcW w:w="1560" w:type="dxa"/>
            <w:vMerge/>
            <w:tcBorders>
              <w:top w:val="single" w:sz="8" w:space="0" w:color="auto"/>
              <w:left w:val="single" w:sz="8" w:space="0" w:color="auto"/>
              <w:bottom w:val="single" w:sz="8" w:space="0" w:color="auto"/>
              <w:right w:val="single" w:sz="8" w:space="0" w:color="auto"/>
            </w:tcBorders>
            <w:vAlign w:val="center"/>
            <w:hideMark/>
          </w:tcPr>
          <w:p w14:paraId="65E76D29" w14:textId="77777777" w:rsidR="00075A5C" w:rsidRPr="00A30D7A" w:rsidRDefault="00075A5C" w:rsidP="008563D6">
            <w:pPr>
              <w:rPr>
                <w:rFonts w:eastAsiaTheme="minorHAnsi" w:cs="Arial"/>
                <w:b/>
                <w:bCs/>
              </w:rPr>
            </w:pP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A539B8D" w14:textId="77777777" w:rsidR="00075A5C" w:rsidRPr="00A30D7A" w:rsidRDefault="00075A5C" w:rsidP="008563D6">
            <w:pPr>
              <w:rPr>
                <w:rFonts w:eastAsiaTheme="minorHAnsi" w:cs="Arial"/>
                <w:b/>
                <w:bCs/>
              </w:rPr>
            </w:pPr>
            <w:r w:rsidRPr="00A30D7A">
              <w:rPr>
                <w:rFonts w:cs="Arial"/>
                <w:b/>
                <w:bCs/>
              </w:rPr>
              <w:t>R</w:t>
            </w: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483725F" w14:textId="77777777" w:rsidR="00075A5C" w:rsidRPr="00A30D7A" w:rsidRDefault="00075A5C" w:rsidP="008563D6">
            <w:pPr>
              <w:rPr>
                <w:rFonts w:eastAsiaTheme="minorHAnsi" w:cs="Arial"/>
                <w:b/>
                <w:bCs/>
              </w:rPr>
            </w:pPr>
            <w:r w:rsidRPr="00A30D7A">
              <w:rPr>
                <w:rFonts w:cs="Arial"/>
                <w:b/>
                <w:bCs/>
              </w:rPr>
              <w:t>G</w:t>
            </w:r>
          </w:p>
        </w:tc>
        <w:tc>
          <w:tcPr>
            <w:tcW w:w="567" w:type="dxa"/>
            <w:tcBorders>
              <w:top w:val="nil"/>
              <w:left w:val="nil"/>
              <w:bottom w:val="single" w:sz="8" w:space="0" w:color="auto"/>
              <w:right w:val="single" w:sz="8" w:space="0" w:color="auto"/>
            </w:tcBorders>
            <w:shd w:val="clear" w:color="auto" w:fill="D9E2F3" w:themeFill="accent1" w:themeFillTint="33"/>
            <w:tcMar>
              <w:top w:w="0" w:type="dxa"/>
              <w:left w:w="108" w:type="dxa"/>
              <w:bottom w:w="0" w:type="dxa"/>
              <w:right w:w="108" w:type="dxa"/>
            </w:tcMar>
            <w:hideMark/>
          </w:tcPr>
          <w:p w14:paraId="71C793FB" w14:textId="77777777" w:rsidR="00075A5C" w:rsidRPr="00A30D7A" w:rsidRDefault="00075A5C" w:rsidP="008563D6">
            <w:pPr>
              <w:rPr>
                <w:rFonts w:eastAsiaTheme="minorHAnsi" w:cs="Arial"/>
                <w:b/>
                <w:bCs/>
              </w:rPr>
            </w:pPr>
            <w:r w:rsidRPr="00A30D7A">
              <w:rPr>
                <w:rFonts w:cs="Arial"/>
                <w:b/>
                <w:bCs/>
              </w:rPr>
              <w:t>B</w:t>
            </w:r>
          </w:p>
        </w:tc>
        <w:tc>
          <w:tcPr>
            <w:tcW w:w="1701" w:type="dxa"/>
            <w:vMerge/>
            <w:tcBorders>
              <w:top w:val="single" w:sz="8" w:space="0" w:color="auto"/>
              <w:left w:val="nil"/>
              <w:bottom w:val="single" w:sz="8" w:space="0" w:color="auto"/>
              <w:right w:val="single" w:sz="8" w:space="0" w:color="auto"/>
            </w:tcBorders>
            <w:vAlign w:val="center"/>
            <w:hideMark/>
          </w:tcPr>
          <w:p w14:paraId="1084EC90" w14:textId="77777777" w:rsidR="00075A5C" w:rsidRPr="00A30D7A" w:rsidRDefault="00075A5C" w:rsidP="008563D6">
            <w:pPr>
              <w:rPr>
                <w:rFonts w:eastAsiaTheme="minorHAnsi" w:cs="Arial"/>
                <w:b/>
                <w:bCs/>
              </w:rPr>
            </w:pPr>
          </w:p>
        </w:tc>
      </w:tr>
      <w:tr w:rsidR="00075A5C" w:rsidRPr="00A30D7A" w14:paraId="3ED82455"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EA6C3F" w14:textId="77777777" w:rsidR="00075A5C" w:rsidRPr="00A30D7A" w:rsidRDefault="00075A5C" w:rsidP="008563D6">
            <w:pPr>
              <w:rPr>
                <w:rFonts w:eastAsiaTheme="minorHAnsi" w:cs="Arial"/>
              </w:rPr>
            </w:pPr>
            <w:r w:rsidRPr="00A30D7A">
              <w:rPr>
                <w:rFonts w:cs="Arial"/>
              </w:rPr>
              <w:t>Architecture</w:t>
            </w:r>
          </w:p>
        </w:tc>
        <w:tc>
          <w:tcPr>
            <w:tcW w:w="425" w:type="dxa"/>
            <w:tcBorders>
              <w:top w:val="nil"/>
              <w:left w:val="nil"/>
              <w:bottom w:val="single" w:sz="8" w:space="0" w:color="auto"/>
              <w:right w:val="single" w:sz="4" w:space="0" w:color="auto"/>
            </w:tcBorders>
          </w:tcPr>
          <w:p w14:paraId="2B4772F2"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F118162" w14:textId="77777777" w:rsidR="00075A5C" w:rsidRPr="00A30D7A" w:rsidRDefault="00075A5C" w:rsidP="008563D6">
            <w:pPr>
              <w:rPr>
                <w:rFonts w:eastAsiaTheme="minorHAnsi" w:cs="Arial"/>
              </w:rPr>
            </w:pPr>
            <w:r w:rsidRPr="00A30D7A">
              <w:rPr>
                <w:rFonts w:cs="Arial"/>
              </w:rPr>
              <w:t>White (7)</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D9D73C8" w14:textId="77777777" w:rsidR="00075A5C" w:rsidRPr="00A30D7A" w:rsidRDefault="00075A5C" w:rsidP="008563D6">
            <w:pPr>
              <w:rPr>
                <w:rFonts w:eastAsiaTheme="minorHAnsi" w:cs="Arial"/>
              </w:rPr>
            </w:pPr>
            <w:r w:rsidRPr="00A30D7A">
              <w:rPr>
                <w:rFonts w:cs="Arial"/>
              </w:rPr>
              <w:t>#FFFFFF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6F77C6"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B52E902"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6C1B1CB"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FCE77D6" w14:textId="77777777" w:rsidR="00075A5C" w:rsidRPr="00A30D7A" w:rsidRDefault="00075A5C" w:rsidP="008563D6">
            <w:pPr>
              <w:rPr>
                <w:rFonts w:eastAsiaTheme="minorHAnsi" w:cs="Arial"/>
              </w:rPr>
            </w:pPr>
          </w:p>
        </w:tc>
      </w:tr>
      <w:tr w:rsidR="00075A5C" w:rsidRPr="00A30D7A" w14:paraId="45F6AD2B"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F6B7AF" w14:textId="77777777" w:rsidR="00075A5C" w:rsidRPr="00A30D7A" w:rsidRDefault="00075A5C" w:rsidP="008563D6">
            <w:pPr>
              <w:rPr>
                <w:rFonts w:eastAsiaTheme="minorHAnsi" w:cs="Arial"/>
              </w:rPr>
            </w:pPr>
            <w:r w:rsidRPr="00A30D7A">
              <w:rPr>
                <w:rFonts w:cs="Arial"/>
              </w:rPr>
              <w:t>Structural Steel</w:t>
            </w:r>
          </w:p>
        </w:tc>
        <w:tc>
          <w:tcPr>
            <w:tcW w:w="425" w:type="dxa"/>
            <w:tcBorders>
              <w:top w:val="nil"/>
              <w:left w:val="nil"/>
              <w:bottom w:val="single" w:sz="8" w:space="0" w:color="auto"/>
              <w:right w:val="single" w:sz="4" w:space="0" w:color="auto"/>
            </w:tcBorders>
            <w:shd w:val="clear" w:color="auto" w:fill="800000"/>
          </w:tcPr>
          <w:p w14:paraId="07F17025"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467FE6D" w14:textId="77777777" w:rsidR="00075A5C" w:rsidRPr="00A30D7A" w:rsidRDefault="00075A5C" w:rsidP="008563D6">
            <w:pPr>
              <w:rPr>
                <w:rFonts w:eastAsiaTheme="minorHAnsi" w:cs="Arial"/>
              </w:rPr>
            </w:pPr>
            <w:r w:rsidRPr="00A30D7A">
              <w:rPr>
                <w:rFonts w:cs="Arial"/>
              </w:rPr>
              <w:t>Maroon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4988446" w14:textId="77777777" w:rsidR="00075A5C" w:rsidRPr="00A30D7A" w:rsidRDefault="00075A5C" w:rsidP="008563D6">
            <w:pPr>
              <w:rPr>
                <w:rFonts w:eastAsiaTheme="minorHAnsi" w:cs="Arial"/>
              </w:rPr>
            </w:pPr>
            <w:r w:rsidRPr="00A30D7A">
              <w:rPr>
                <w:rFonts w:cs="Arial"/>
              </w:rPr>
              <w:t>#800000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A1741C0" w14:textId="77777777" w:rsidR="00075A5C" w:rsidRPr="00A30D7A" w:rsidRDefault="00075A5C" w:rsidP="008563D6">
            <w:pPr>
              <w:rPr>
                <w:rFonts w:eastAsiaTheme="minorHAnsi" w:cs="Arial"/>
              </w:rPr>
            </w:pPr>
            <w:r w:rsidRPr="00A30D7A">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942582A"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13D0EF0"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E72D232" w14:textId="77777777" w:rsidR="00075A5C" w:rsidRPr="00A30D7A" w:rsidRDefault="00075A5C" w:rsidP="008563D6">
            <w:pPr>
              <w:rPr>
                <w:rFonts w:eastAsiaTheme="minorHAnsi" w:cs="Arial"/>
              </w:rPr>
            </w:pPr>
          </w:p>
        </w:tc>
      </w:tr>
      <w:tr w:rsidR="00075A5C" w:rsidRPr="00A30D7A" w14:paraId="1EE10CA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5E1EC5" w14:textId="77777777" w:rsidR="00075A5C" w:rsidRPr="00A30D7A" w:rsidRDefault="00075A5C" w:rsidP="008563D6">
            <w:pPr>
              <w:rPr>
                <w:rFonts w:eastAsiaTheme="minorHAnsi" w:cs="Arial"/>
              </w:rPr>
            </w:pPr>
            <w:r w:rsidRPr="00A30D7A">
              <w:rPr>
                <w:rFonts w:cs="Arial"/>
              </w:rPr>
              <w:t xml:space="preserve">Concrete – </w:t>
            </w:r>
            <w:proofErr w:type="gramStart"/>
            <w:r w:rsidRPr="00A30D7A">
              <w:rPr>
                <w:rFonts w:cs="Arial"/>
              </w:rPr>
              <w:t>load-bearing</w:t>
            </w:r>
            <w:proofErr w:type="gramEnd"/>
          </w:p>
        </w:tc>
        <w:tc>
          <w:tcPr>
            <w:tcW w:w="425" w:type="dxa"/>
            <w:tcBorders>
              <w:top w:val="nil"/>
              <w:left w:val="nil"/>
              <w:bottom w:val="single" w:sz="8" w:space="0" w:color="auto"/>
              <w:right w:val="single" w:sz="4" w:space="0" w:color="auto"/>
            </w:tcBorders>
            <w:shd w:val="clear" w:color="auto" w:fill="808080"/>
          </w:tcPr>
          <w:p w14:paraId="6CCF1E5E"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0CCDBD5" w14:textId="77777777" w:rsidR="00075A5C" w:rsidRPr="00A30D7A" w:rsidRDefault="00075A5C" w:rsidP="008563D6">
            <w:pPr>
              <w:rPr>
                <w:rFonts w:eastAsiaTheme="minorHAnsi" w:cs="Arial"/>
              </w:rPr>
            </w:pPr>
            <w:r w:rsidRPr="00A30D7A">
              <w:rPr>
                <w:rFonts w:cs="Arial"/>
              </w:rPr>
              <w:t>Gray (ACI Light Gray 9)</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E1A5292" w14:textId="77777777" w:rsidR="00075A5C" w:rsidRPr="00A30D7A" w:rsidRDefault="00075A5C" w:rsidP="008563D6">
            <w:pPr>
              <w:rPr>
                <w:rFonts w:eastAsiaTheme="minorHAnsi" w:cs="Arial"/>
              </w:rPr>
            </w:pPr>
            <w:r w:rsidRPr="00A30D7A">
              <w:rPr>
                <w:rFonts w:cs="Arial"/>
              </w:rPr>
              <w:t>#808080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2DE7CDC" w14:textId="77777777" w:rsidR="00075A5C" w:rsidRPr="00A30D7A" w:rsidRDefault="00075A5C" w:rsidP="008563D6">
            <w:pPr>
              <w:rPr>
                <w:rFonts w:eastAsiaTheme="minorHAnsi" w:cs="Arial"/>
              </w:rPr>
            </w:pPr>
            <w:r w:rsidRPr="00A30D7A">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68EB3F" w14:textId="77777777" w:rsidR="00075A5C" w:rsidRPr="00A30D7A" w:rsidRDefault="00075A5C" w:rsidP="008563D6">
            <w:pPr>
              <w:rPr>
                <w:rFonts w:eastAsiaTheme="minorHAnsi" w:cs="Arial"/>
              </w:rPr>
            </w:pPr>
            <w:r w:rsidRPr="00A30D7A">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015BC3C" w14:textId="77777777" w:rsidR="00075A5C" w:rsidRPr="00A30D7A" w:rsidRDefault="00075A5C" w:rsidP="008563D6">
            <w:pPr>
              <w:rPr>
                <w:rFonts w:eastAsiaTheme="minorHAnsi" w:cs="Arial"/>
              </w:rPr>
            </w:pPr>
            <w:r w:rsidRPr="00A30D7A">
              <w:rPr>
                <w:rFonts w:cs="Arial"/>
              </w:rPr>
              <w:t>128</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2CE31673" w14:textId="77777777" w:rsidR="00075A5C" w:rsidRPr="00A30D7A" w:rsidRDefault="00075A5C" w:rsidP="008563D6">
            <w:pPr>
              <w:rPr>
                <w:rFonts w:eastAsiaTheme="minorHAnsi" w:cs="Arial"/>
              </w:rPr>
            </w:pPr>
          </w:p>
        </w:tc>
      </w:tr>
      <w:tr w:rsidR="00075A5C" w:rsidRPr="00A30D7A" w14:paraId="1B1E507C"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AF1219" w14:textId="77777777" w:rsidR="00075A5C" w:rsidRPr="00A30D7A" w:rsidRDefault="00075A5C" w:rsidP="008563D6">
            <w:pPr>
              <w:rPr>
                <w:rFonts w:cs="Arial"/>
              </w:rPr>
            </w:pPr>
            <w:r w:rsidRPr="00A30D7A">
              <w:rPr>
                <w:rFonts w:cs="Arial"/>
              </w:rPr>
              <w:t xml:space="preserve">Concrete – non </w:t>
            </w:r>
            <w:proofErr w:type="gramStart"/>
            <w:r w:rsidRPr="00A30D7A">
              <w:rPr>
                <w:rFonts w:cs="Arial"/>
              </w:rPr>
              <w:t>load-bearing</w:t>
            </w:r>
            <w:proofErr w:type="gramEnd"/>
          </w:p>
        </w:tc>
        <w:tc>
          <w:tcPr>
            <w:tcW w:w="425" w:type="dxa"/>
            <w:tcBorders>
              <w:top w:val="nil"/>
              <w:left w:val="nil"/>
              <w:bottom w:val="single" w:sz="8" w:space="0" w:color="auto"/>
              <w:right w:val="single" w:sz="4" w:space="0" w:color="auto"/>
            </w:tcBorders>
            <w:shd w:val="clear" w:color="auto" w:fill="D3D3D3"/>
          </w:tcPr>
          <w:p w14:paraId="69562218"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shd w:val="clear" w:color="auto" w:fill="auto"/>
            <w:tcMar>
              <w:top w:w="0" w:type="dxa"/>
              <w:left w:w="108" w:type="dxa"/>
              <w:bottom w:w="0" w:type="dxa"/>
              <w:right w:w="108" w:type="dxa"/>
            </w:tcMar>
          </w:tcPr>
          <w:p w14:paraId="2866EAD5" w14:textId="77777777" w:rsidR="00075A5C" w:rsidRPr="00A30D7A" w:rsidRDefault="00075A5C" w:rsidP="008563D6">
            <w:pPr>
              <w:rPr>
                <w:rFonts w:cs="Arial"/>
              </w:rPr>
            </w:pPr>
            <w:r w:rsidRPr="00A30D7A">
              <w:rPr>
                <w:rFonts w:cs="Arial"/>
              </w:rPr>
              <w:t>HTML Light Gray</w:t>
            </w:r>
          </w:p>
        </w:tc>
        <w:tc>
          <w:tcPr>
            <w:tcW w:w="1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0F4BA760" w14:textId="77777777" w:rsidR="00075A5C" w:rsidRPr="00A30D7A" w:rsidRDefault="00075A5C" w:rsidP="008563D6">
            <w:pPr>
              <w:rPr>
                <w:rFonts w:cs="Arial"/>
              </w:rPr>
            </w:pPr>
            <w:r w:rsidRPr="00A30D7A">
              <w:rPr>
                <w:rFonts w:cs="Arial"/>
              </w:rPr>
              <w:t>#D3D3D3</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6460D7FA" w14:textId="77777777" w:rsidR="00075A5C" w:rsidRPr="00A30D7A" w:rsidRDefault="00075A5C" w:rsidP="008563D6">
            <w:pPr>
              <w:rPr>
                <w:rFonts w:cs="Arial"/>
              </w:rPr>
            </w:pPr>
            <w:r w:rsidRPr="00A30D7A">
              <w:rPr>
                <w:rFonts w:cs="Arial"/>
              </w:rPr>
              <w:t>211</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724A844F" w14:textId="77777777" w:rsidR="00075A5C" w:rsidRPr="00A30D7A" w:rsidRDefault="00075A5C" w:rsidP="008563D6">
            <w:pPr>
              <w:rPr>
                <w:rFonts w:cs="Arial"/>
              </w:rPr>
            </w:pPr>
            <w:r w:rsidRPr="00A30D7A">
              <w:rPr>
                <w:rFonts w:cs="Arial"/>
              </w:rPr>
              <w:t>211</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2FC2B985" w14:textId="77777777" w:rsidR="00075A5C" w:rsidRPr="00A30D7A" w:rsidRDefault="00075A5C" w:rsidP="008563D6">
            <w:pPr>
              <w:rPr>
                <w:rFonts w:cs="Arial"/>
              </w:rPr>
            </w:pPr>
            <w:r w:rsidRPr="00A30D7A">
              <w:rPr>
                <w:rFonts w:cs="Arial"/>
              </w:rPr>
              <w:t>211</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14:paraId="5C53EFAB" w14:textId="77777777" w:rsidR="00075A5C" w:rsidRPr="00A30D7A" w:rsidRDefault="00075A5C" w:rsidP="008563D6">
            <w:pPr>
              <w:rPr>
                <w:rFonts w:cs="Arial"/>
              </w:rPr>
            </w:pPr>
          </w:p>
        </w:tc>
      </w:tr>
      <w:tr w:rsidR="00075A5C" w:rsidRPr="00A30D7A" w14:paraId="146EC60C"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0264F5" w14:textId="77777777" w:rsidR="00075A5C" w:rsidRPr="00A30D7A" w:rsidRDefault="00075A5C" w:rsidP="008563D6">
            <w:pPr>
              <w:rPr>
                <w:rFonts w:eastAsiaTheme="minorHAnsi" w:cs="Arial"/>
              </w:rPr>
            </w:pPr>
            <w:r w:rsidRPr="00A30D7A">
              <w:rPr>
                <w:rFonts w:cs="Arial"/>
              </w:rPr>
              <w:t>HVAC Equipment</w:t>
            </w:r>
          </w:p>
        </w:tc>
        <w:tc>
          <w:tcPr>
            <w:tcW w:w="425" w:type="dxa"/>
            <w:tcBorders>
              <w:top w:val="nil"/>
              <w:left w:val="nil"/>
              <w:bottom w:val="single" w:sz="8" w:space="0" w:color="auto"/>
              <w:right w:val="single" w:sz="4" w:space="0" w:color="auto"/>
            </w:tcBorders>
            <w:shd w:val="clear" w:color="auto" w:fill="FFD700"/>
          </w:tcPr>
          <w:p w14:paraId="77E808E1"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1BA9A5F0" w14:textId="77777777" w:rsidR="00075A5C" w:rsidRPr="00A30D7A" w:rsidRDefault="00075A5C" w:rsidP="008563D6">
            <w:pPr>
              <w:rPr>
                <w:rFonts w:eastAsiaTheme="minorHAnsi" w:cs="Arial"/>
              </w:rPr>
            </w:pPr>
            <w:r w:rsidRPr="00A30D7A">
              <w:rPr>
                <w:rFonts w:cs="Arial"/>
              </w:rPr>
              <w:t>Gold</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64FA7F3" w14:textId="77777777" w:rsidR="00075A5C" w:rsidRPr="00A30D7A" w:rsidRDefault="00075A5C" w:rsidP="008563D6">
            <w:pPr>
              <w:rPr>
                <w:rFonts w:eastAsiaTheme="minorHAnsi" w:cs="Arial"/>
              </w:rPr>
            </w:pPr>
            <w:r w:rsidRPr="00A30D7A">
              <w:rPr>
                <w:rFonts w:cs="Arial"/>
              </w:rPr>
              <w:t>#FFD700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8EB0538"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B341D6A" w14:textId="77777777" w:rsidR="00075A5C" w:rsidRPr="00A30D7A" w:rsidRDefault="00075A5C" w:rsidP="008563D6">
            <w:pPr>
              <w:rPr>
                <w:rFonts w:eastAsiaTheme="minorHAnsi" w:cs="Arial"/>
              </w:rPr>
            </w:pPr>
            <w:r w:rsidRPr="00A30D7A">
              <w:rPr>
                <w:rFonts w:cs="Arial"/>
              </w:rPr>
              <w:t>215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959772D"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183DC301" w14:textId="77777777" w:rsidR="00075A5C" w:rsidRPr="00A30D7A" w:rsidRDefault="00075A5C" w:rsidP="008563D6">
            <w:pPr>
              <w:rPr>
                <w:rFonts w:eastAsiaTheme="minorHAnsi" w:cs="Arial"/>
              </w:rPr>
            </w:pPr>
          </w:p>
        </w:tc>
      </w:tr>
      <w:tr w:rsidR="00075A5C" w:rsidRPr="00A30D7A" w14:paraId="1EA26033"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B0752D" w14:textId="77777777" w:rsidR="00075A5C" w:rsidRPr="00A30D7A" w:rsidRDefault="00075A5C" w:rsidP="008563D6">
            <w:pPr>
              <w:rPr>
                <w:rFonts w:eastAsiaTheme="minorHAnsi" w:cs="Arial"/>
              </w:rPr>
            </w:pPr>
            <w:r w:rsidRPr="00A30D7A">
              <w:rPr>
                <w:rFonts w:cs="Arial"/>
              </w:rPr>
              <w:t>HVAC Supply Duct/Diffuser</w:t>
            </w:r>
          </w:p>
        </w:tc>
        <w:tc>
          <w:tcPr>
            <w:tcW w:w="425" w:type="dxa"/>
            <w:tcBorders>
              <w:top w:val="nil"/>
              <w:left w:val="nil"/>
              <w:bottom w:val="single" w:sz="8" w:space="0" w:color="auto"/>
              <w:right w:val="single" w:sz="4" w:space="0" w:color="auto"/>
            </w:tcBorders>
            <w:shd w:val="clear" w:color="auto" w:fill="0000FF"/>
          </w:tcPr>
          <w:p w14:paraId="248C2FBE"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110512F" w14:textId="77777777" w:rsidR="00075A5C" w:rsidRPr="00A30D7A" w:rsidRDefault="00075A5C" w:rsidP="008563D6">
            <w:pPr>
              <w:rPr>
                <w:rFonts w:eastAsiaTheme="minorHAnsi" w:cs="Arial"/>
              </w:rPr>
            </w:pPr>
            <w:r w:rsidRPr="00A30D7A">
              <w:rPr>
                <w:rFonts w:cs="Arial"/>
              </w:rPr>
              <w:t>Blue (5)</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A0744A6" w14:textId="77777777" w:rsidR="00075A5C" w:rsidRPr="00A30D7A" w:rsidRDefault="00075A5C" w:rsidP="008563D6">
            <w:pPr>
              <w:rPr>
                <w:rFonts w:eastAsiaTheme="minorHAnsi" w:cs="Arial"/>
              </w:rPr>
            </w:pPr>
            <w:r w:rsidRPr="00A30D7A">
              <w:rPr>
                <w:rFonts w:cs="Arial"/>
              </w:rPr>
              <w:t>#0000FF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E18692"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DF468F4"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46B3149"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1F4E6C6D" w14:textId="77777777" w:rsidR="00075A5C" w:rsidRPr="00A30D7A" w:rsidRDefault="00075A5C" w:rsidP="008563D6">
            <w:pPr>
              <w:rPr>
                <w:rFonts w:eastAsiaTheme="minorHAnsi" w:cs="Arial"/>
              </w:rPr>
            </w:pPr>
          </w:p>
        </w:tc>
      </w:tr>
      <w:tr w:rsidR="00075A5C" w:rsidRPr="00A30D7A" w14:paraId="323D7B0E"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514CC2" w14:textId="77777777" w:rsidR="00075A5C" w:rsidRPr="00A30D7A" w:rsidRDefault="00075A5C" w:rsidP="008563D6">
            <w:pPr>
              <w:rPr>
                <w:rFonts w:eastAsiaTheme="minorHAnsi" w:cs="Arial"/>
              </w:rPr>
            </w:pPr>
            <w:r w:rsidRPr="00A30D7A">
              <w:rPr>
                <w:rFonts w:cs="Arial"/>
              </w:rPr>
              <w:t>HVAC Return Duct/Diffuser</w:t>
            </w:r>
          </w:p>
        </w:tc>
        <w:tc>
          <w:tcPr>
            <w:tcW w:w="425" w:type="dxa"/>
            <w:tcBorders>
              <w:top w:val="nil"/>
              <w:left w:val="nil"/>
              <w:bottom w:val="single" w:sz="8" w:space="0" w:color="auto"/>
              <w:right w:val="single" w:sz="4" w:space="0" w:color="auto"/>
            </w:tcBorders>
            <w:shd w:val="clear" w:color="auto" w:fill="FF00FF"/>
          </w:tcPr>
          <w:p w14:paraId="07FA8C37"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1E1D660" w14:textId="77777777" w:rsidR="00075A5C" w:rsidRPr="00A30D7A" w:rsidRDefault="00075A5C" w:rsidP="008563D6">
            <w:pPr>
              <w:rPr>
                <w:rFonts w:eastAsiaTheme="minorHAnsi" w:cs="Arial"/>
              </w:rPr>
            </w:pPr>
            <w:r w:rsidRPr="00A30D7A">
              <w:rPr>
                <w:rFonts w:cs="Arial"/>
              </w:rPr>
              <w:t>Magenta (6)</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FE9E3C9" w14:textId="77777777" w:rsidR="00075A5C" w:rsidRPr="00A30D7A" w:rsidRDefault="00075A5C" w:rsidP="008563D6">
            <w:pPr>
              <w:rPr>
                <w:rFonts w:eastAsiaTheme="minorHAnsi" w:cs="Arial"/>
              </w:rPr>
            </w:pPr>
            <w:r w:rsidRPr="00A30D7A">
              <w:rPr>
                <w:rFonts w:cs="Arial"/>
              </w:rPr>
              <w:t>#FF0FF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D477BB"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401EF04"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93B3B21"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0583030" w14:textId="77777777" w:rsidR="00075A5C" w:rsidRPr="00A30D7A" w:rsidRDefault="00075A5C" w:rsidP="008563D6">
            <w:pPr>
              <w:rPr>
                <w:rFonts w:eastAsiaTheme="minorHAnsi" w:cs="Arial"/>
              </w:rPr>
            </w:pPr>
          </w:p>
        </w:tc>
      </w:tr>
      <w:tr w:rsidR="00075A5C" w:rsidRPr="00A30D7A" w14:paraId="3A4E1280"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A684D9" w14:textId="77777777" w:rsidR="00075A5C" w:rsidRPr="00A30D7A" w:rsidRDefault="00075A5C" w:rsidP="008563D6">
            <w:pPr>
              <w:rPr>
                <w:rFonts w:eastAsiaTheme="minorHAnsi" w:cs="Arial"/>
              </w:rPr>
            </w:pPr>
            <w:r w:rsidRPr="00A30D7A">
              <w:rPr>
                <w:rFonts w:cs="Arial"/>
              </w:rPr>
              <w:t>HVAC pipe</w:t>
            </w:r>
          </w:p>
        </w:tc>
        <w:tc>
          <w:tcPr>
            <w:tcW w:w="425" w:type="dxa"/>
            <w:tcBorders>
              <w:top w:val="nil"/>
              <w:left w:val="nil"/>
              <w:bottom w:val="single" w:sz="8" w:space="0" w:color="auto"/>
              <w:right w:val="single" w:sz="4" w:space="0" w:color="auto"/>
            </w:tcBorders>
            <w:shd w:val="clear" w:color="auto" w:fill="FFD700"/>
          </w:tcPr>
          <w:p w14:paraId="3E4384F3"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F502B87" w14:textId="77777777" w:rsidR="00075A5C" w:rsidRPr="00A30D7A" w:rsidRDefault="00075A5C" w:rsidP="008563D6">
            <w:pPr>
              <w:rPr>
                <w:rFonts w:eastAsiaTheme="minorHAnsi" w:cs="Arial"/>
              </w:rPr>
            </w:pPr>
            <w:r w:rsidRPr="00A30D7A">
              <w:rPr>
                <w:rFonts w:cs="Arial"/>
              </w:rPr>
              <w:t>Gold</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1A2BE4D" w14:textId="77777777" w:rsidR="00075A5C" w:rsidRPr="00A30D7A" w:rsidRDefault="00075A5C" w:rsidP="008563D6">
            <w:pPr>
              <w:rPr>
                <w:rFonts w:eastAsiaTheme="minorHAnsi" w:cs="Arial"/>
              </w:rPr>
            </w:pPr>
            <w:r w:rsidRPr="00A30D7A">
              <w:rPr>
                <w:rFonts w:cs="Arial"/>
              </w:rPr>
              <w:t>#FFD700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B6B44CC"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D3B221F" w14:textId="77777777" w:rsidR="00075A5C" w:rsidRPr="00A30D7A" w:rsidRDefault="00075A5C" w:rsidP="008563D6">
            <w:pPr>
              <w:rPr>
                <w:rFonts w:eastAsiaTheme="minorHAnsi" w:cs="Arial"/>
              </w:rPr>
            </w:pPr>
            <w:r w:rsidRPr="00A30D7A">
              <w:rPr>
                <w:rFonts w:cs="Arial"/>
              </w:rPr>
              <w:t>215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098E6AA"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4D5D4B6" w14:textId="77777777" w:rsidR="00075A5C" w:rsidRPr="00A30D7A" w:rsidRDefault="00075A5C" w:rsidP="008563D6">
            <w:pPr>
              <w:rPr>
                <w:rFonts w:eastAsiaTheme="minorHAnsi" w:cs="Arial"/>
              </w:rPr>
            </w:pPr>
          </w:p>
        </w:tc>
      </w:tr>
      <w:tr w:rsidR="00075A5C" w:rsidRPr="00A30D7A" w14:paraId="78D94088"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287DCF" w14:textId="77777777" w:rsidR="00075A5C" w:rsidRPr="00A30D7A" w:rsidRDefault="00075A5C" w:rsidP="008563D6">
            <w:pPr>
              <w:rPr>
                <w:rFonts w:eastAsiaTheme="minorHAnsi" w:cs="Arial"/>
              </w:rPr>
            </w:pPr>
            <w:r w:rsidRPr="00A30D7A">
              <w:rPr>
                <w:rFonts w:cs="Arial"/>
              </w:rPr>
              <w:t>Electrical Equipment</w:t>
            </w:r>
          </w:p>
        </w:tc>
        <w:tc>
          <w:tcPr>
            <w:tcW w:w="425" w:type="dxa"/>
            <w:tcBorders>
              <w:top w:val="nil"/>
              <w:left w:val="nil"/>
              <w:bottom w:val="single" w:sz="8" w:space="0" w:color="auto"/>
              <w:right w:val="single" w:sz="4" w:space="0" w:color="auto"/>
            </w:tcBorders>
            <w:shd w:val="clear" w:color="auto" w:fill="DAA520"/>
          </w:tcPr>
          <w:p w14:paraId="0C6F48B7"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4455825" w14:textId="77777777" w:rsidR="00075A5C" w:rsidRPr="00A30D7A" w:rsidRDefault="00075A5C" w:rsidP="008563D6">
            <w:pPr>
              <w:rPr>
                <w:rFonts w:eastAsiaTheme="minorHAnsi" w:cs="Arial"/>
              </w:rPr>
            </w:pPr>
            <w:r w:rsidRPr="00A30D7A">
              <w:rPr>
                <w:rFonts w:cs="Arial"/>
              </w:rPr>
              <w:t>Dark Yellow</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135337BF" w14:textId="77777777" w:rsidR="00075A5C" w:rsidRPr="00A30D7A" w:rsidRDefault="00075A5C" w:rsidP="008563D6">
            <w:pPr>
              <w:rPr>
                <w:rFonts w:eastAsiaTheme="minorHAnsi" w:cs="Arial"/>
              </w:rPr>
            </w:pPr>
            <w:r w:rsidRPr="00A30D7A">
              <w:rPr>
                <w:rFonts w:cs="Arial"/>
              </w:rPr>
              <w:t>#DAA520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8E459E" w14:textId="77777777" w:rsidR="00075A5C" w:rsidRPr="00A30D7A" w:rsidRDefault="00075A5C" w:rsidP="008563D6">
            <w:pPr>
              <w:rPr>
                <w:rFonts w:eastAsiaTheme="minorHAnsi" w:cs="Arial"/>
              </w:rPr>
            </w:pPr>
            <w:r w:rsidRPr="00A30D7A">
              <w:rPr>
                <w:rFonts w:cs="Arial"/>
              </w:rPr>
              <w:t>218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F11B72F" w14:textId="77777777" w:rsidR="00075A5C" w:rsidRPr="00A30D7A" w:rsidRDefault="00075A5C" w:rsidP="008563D6">
            <w:pPr>
              <w:rPr>
                <w:rFonts w:eastAsiaTheme="minorHAnsi" w:cs="Arial"/>
              </w:rPr>
            </w:pPr>
            <w:r w:rsidRPr="00A30D7A">
              <w:rPr>
                <w:rFonts w:cs="Arial"/>
              </w:rPr>
              <w:t>165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5AD586C" w14:textId="77777777" w:rsidR="00075A5C" w:rsidRPr="00A30D7A" w:rsidRDefault="00075A5C" w:rsidP="008563D6">
            <w:pPr>
              <w:rPr>
                <w:rFonts w:eastAsiaTheme="minorHAnsi" w:cs="Arial"/>
              </w:rPr>
            </w:pPr>
            <w:r w:rsidRPr="00A30D7A">
              <w:rPr>
                <w:rFonts w:cs="Arial"/>
              </w:rPr>
              <w:t>32</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0625F29E" w14:textId="77777777" w:rsidR="00075A5C" w:rsidRPr="00A30D7A" w:rsidRDefault="00075A5C" w:rsidP="008563D6">
            <w:pPr>
              <w:rPr>
                <w:rFonts w:eastAsiaTheme="minorHAnsi" w:cs="Arial"/>
              </w:rPr>
            </w:pPr>
            <w:r w:rsidRPr="00A30D7A">
              <w:rPr>
                <w:rFonts w:cs="Arial"/>
              </w:rPr>
              <w:t>HTML Golden Rod shown</w:t>
            </w:r>
          </w:p>
        </w:tc>
      </w:tr>
      <w:tr w:rsidR="00075A5C" w:rsidRPr="00A30D7A" w14:paraId="373B9068"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8D96E5" w14:textId="77777777" w:rsidR="00075A5C" w:rsidRPr="00A30D7A" w:rsidRDefault="00075A5C" w:rsidP="008563D6">
            <w:pPr>
              <w:rPr>
                <w:rFonts w:eastAsiaTheme="minorHAnsi" w:cs="Arial"/>
              </w:rPr>
            </w:pPr>
            <w:r w:rsidRPr="00A30D7A">
              <w:rPr>
                <w:rFonts w:cs="Arial"/>
              </w:rPr>
              <w:t>Electrical Conduits</w:t>
            </w:r>
          </w:p>
        </w:tc>
        <w:tc>
          <w:tcPr>
            <w:tcW w:w="425" w:type="dxa"/>
            <w:tcBorders>
              <w:top w:val="nil"/>
              <w:left w:val="nil"/>
              <w:bottom w:val="single" w:sz="8" w:space="0" w:color="auto"/>
              <w:right w:val="single" w:sz="4" w:space="0" w:color="auto"/>
            </w:tcBorders>
            <w:shd w:val="clear" w:color="auto" w:fill="FFFFE0"/>
          </w:tcPr>
          <w:p w14:paraId="6FE2A1D6"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46775FE" w14:textId="77777777" w:rsidR="00075A5C" w:rsidRPr="00A30D7A" w:rsidRDefault="00075A5C" w:rsidP="008563D6">
            <w:pPr>
              <w:rPr>
                <w:rFonts w:eastAsiaTheme="minorHAnsi" w:cs="Arial"/>
              </w:rPr>
            </w:pPr>
            <w:r w:rsidRPr="00A30D7A">
              <w:rPr>
                <w:rFonts w:cs="Arial"/>
              </w:rPr>
              <w:t>Light Yellow</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02676CC" w14:textId="77777777" w:rsidR="00075A5C" w:rsidRPr="00A30D7A" w:rsidRDefault="00075A5C" w:rsidP="008563D6">
            <w:pPr>
              <w:rPr>
                <w:rFonts w:eastAsiaTheme="minorHAnsi" w:cs="Arial"/>
              </w:rPr>
            </w:pPr>
            <w:r w:rsidRPr="00A30D7A">
              <w:rPr>
                <w:rFonts w:cs="Arial"/>
              </w:rPr>
              <w:t>#FFFFE0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EA87509"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F9E96BC"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2099A8A" w14:textId="77777777" w:rsidR="00075A5C" w:rsidRPr="00A30D7A" w:rsidRDefault="00075A5C" w:rsidP="008563D6">
            <w:pPr>
              <w:rPr>
                <w:rFonts w:eastAsiaTheme="minorHAnsi" w:cs="Arial"/>
              </w:rPr>
            </w:pPr>
            <w:r w:rsidRPr="00A30D7A">
              <w:rPr>
                <w:rFonts w:cs="Arial"/>
              </w:rPr>
              <w:t>224</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357A7DDE" w14:textId="77777777" w:rsidR="00075A5C" w:rsidRPr="00A30D7A" w:rsidRDefault="00075A5C" w:rsidP="008563D6">
            <w:pPr>
              <w:rPr>
                <w:rFonts w:eastAsiaTheme="minorHAnsi" w:cs="Arial"/>
              </w:rPr>
            </w:pPr>
          </w:p>
        </w:tc>
      </w:tr>
      <w:tr w:rsidR="00075A5C" w:rsidRPr="00A30D7A" w14:paraId="482FD4EE"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FA8B2" w14:textId="77777777" w:rsidR="00075A5C" w:rsidRPr="00A30D7A" w:rsidRDefault="00075A5C" w:rsidP="008563D6">
            <w:pPr>
              <w:rPr>
                <w:rFonts w:eastAsiaTheme="minorHAnsi" w:cs="Arial"/>
              </w:rPr>
            </w:pPr>
            <w:r w:rsidRPr="00A30D7A">
              <w:rPr>
                <w:rFonts w:cs="Arial"/>
              </w:rPr>
              <w:t>Communications Conduit</w:t>
            </w:r>
          </w:p>
        </w:tc>
        <w:tc>
          <w:tcPr>
            <w:tcW w:w="425" w:type="dxa"/>
            <w:tcBorders>
              <w:top w:val="nil"/>
              <w:left w:val="nil"/>
              <w:bottom w:val="single" w:sz="8" w:space="0" w:color="auto"/>
              <w:right w:val="single" w:sz="4" w:space="0" w:color="auto"/>
            </w:tcBorders>
            <w:shd w:val="clear" w:color="auto" w:fill="87CEFA"/>
          </w:tcPr>
          <w:p w14:paraId="70977001"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CB0D12B" w14:textId="77777777" w:rsidR="00075A5C" w:rsidRPr="00A30D7A" w:rsidRDefault="00075A5C" w:rsidP="008563D6">
            <w:pPr>
              <w:rPr>
                <w:rFonts w:eastAsiaTheme="minorHAnsi" w:cs="Arial"/>
              </w:rPr>
            </w:pPr>
            <w:r w:rsidRPr="00A30D7A">
              <w:rPr>
                <w:rFonts w:cs="Arial"/>
              </w:rPr>
              <w:t>Light Blue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6556AAA" w14:textId="77777777" w:rsidR="00075A5C" w:rsidRPr="00A30D7A" w:rsidRDefault="00075A5C" w:rsidP="008563D6">
            <w:pPr>
              <w:rPr>
                <w:rFonts w:eastAsiaTheme="minorHAnsi" w:cs="Arial"/>
              </w:rPr>
            </w:pPr>
            <w:r w:rsidRPr="00A30D7A">
              <w:rPr>
                <w:rFonts w:cs="Arial"/>
              </w:rPr>
              <w:t>#87CEFA</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5E9C1F7" w14:textId="77777777" w:rsidR="00075A5C" w:rsidRPr="00A30D7A" w:rsidRDefault="00075A5C" w:rsidP="008563D6">
            <w:pPr>
              <w:rPr>
                <w:rFonts w:eastAsiaTheme="minorHAnsi" w:cs="Arial"/>
              </w:rPr>
            </w:pPr>
            <w:r w:rsidRPr="00A30D7A">
              <w:rPr>
                <w:rFonts w:cs="Arial"/>
              </w:rPr>
              <w:t>135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3C30223" w14:textId="77777777" w:rsidR="00075A5C" w:rsidRPr="00A30D7A" w:rsidRDefault="00075A5C" w:rsidP="008563D6">
            <w:pPr>
              <w:rPr>
                <w:rFonts w:eastAsiaTheme="minorHAnsi" w:cs="Arial"/>
              </w:rPr>
            </w:pPr>
            <w:r w:rsidRPr="00A30D7A">
              <w:rPr>
                <w:rFonts w:cs="Arial"/>
              </w:rPr>
              <w:t>206</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B35D7A6" w14:textId="77777777" w:rsidR="00075A5C" w:rsidRPr="00A30D7A" w:rsidRDefault="00075A5C" w:rsidP="008563D6">
            <w:pPr>
              <w:rPr>
                <w:rFonts w:eastAsiaTheme="minorHAnsi" w:cs="Arial"/>
              </w:rPr>
            </w:pPr>
            <w:r w:rsidRPr="00A30D7A">
              <w:rPr>
                <w:rFonts w:cs="Arial"/>
              </w:rPr>
              <w:t>250</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6B9EDA76" w14:textId="77777777" w:rsidR="00075A5C" w:rsidRPr="00A30D7A" w:rsidRDefault="00075A5C" w:rsidP="008563D6">
            <w:pPr>
              <w:rPr>
                <w:rFonts w:eastAsiaTheme="minorHAnsi" w:cs="Arial"/>
              </w:rPr>
            </w:pPr>
            <w:r w:rsidRPr="00A30D7A">
              <w:rPr>
                <w:rFonts w:cs="Arial"/>
              </w:rPr>
              <w:t>HTML Light Sky Blue shown</w:t>
            </w:r>
          </w:p>
        </w:tc>
      </w:tr>
      <w:tr w:rsidR="00075A5C" w:rsidRPr="00A30D7A" w14:paraId="40F9BB8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08963C" w14:textId="77777777" w:rsidR="00075A5C" w:rsidRPr="00A30D7A" w:rsidRDefault="00075A5C" w:rsidP="008563D6">
            <w:pPr>
              <w:rPr>
                <w:rFonts w:eastAsiaTheme="minorHAnsi" w:cs="Arial"/>
              </w:rPr>
            </w:pPr>
            <w:r w:rsidRPr="00A30D7A">
              <w:rPr>
                <w:rFonts w:cs="Arial"/>
              </w:rPr>
              <w:t>Electrical Cable Tray</w:t>
            </w:r>
          </w:p>
        </w:tc>
        <w:tc>
          <w:tcPr>
            <w:tcW w:w="425" w:type="dxa"/>
            <w:tcBorders>
              <w:top w:val="nil"/>
              <w:left w:val="nil"/>
              <w:bottom w:val="single" w:sz="8" w:space="0" w:color="auto"/>
              <w:right w:val="single" w:sz="4" w:space="0" w:color="auto"/>
            </w:tcBorders>
            <w:shd w:val="clear" w:color="auto" w:fill="FF8C00"/>
          </w:tcPr>
          <w:p w14:paraId="5A786B97"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8C459FE" w14:textId="77777777" w:rsidR="00075A5C" w:rsidRPr="00A30D7A" w:rsidRDefault="00075A5C" w:rsidP="008563D6">
            <w:pPr>
              <w:rPr>
                <w:rFonts w:eastAsiaTheme="minorHAnsi" w:cs="Arial"/>
              </w:rPr>
            </w:pPr>
            <w:r w:rsidRPr="00A30D7A">
              <w:rPr>
                <w:rFonts w:cs="Arial"/>
              </w:rPr>
              <w:t>Dark Orange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FBD52D1" w14:textId="77777777" w:rsidR="00075A5C" w:rsidRPr="00A30D7A" w:rsidRDefault="00075A5C" w:rsidP="008563D6">
            <w:pPr>
              <w:rPr>
                <w:rFonts w:eastAsiaTheme="minorHAnsi" w:cs="Arial"/>
              </w:rPr>
            </w:pPr>
            <w:r w:rsidRPr="00A30D7A">
              <w:rPr>
                <w:rFonts w:cs="Arial"/>
              </w:rPr>
              <w:t>#FF8C00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D1F0B32"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AFD4CF6" w14:textId="77777777" w:rsidR="00075A5C" w:rsidRPr="00A30D7A" w:rsidRDefault="00075A5C" w:rsidP="008563D6">
            <w:pPr>
              <w:rPr>
                <w:rFonts w:eastAsiaTheme="minorHAnsi" w:cs="Arial"/>
              </w:rPr>
            </w:pPr>
            <w:r w:rsidRPr="00A30D7A">
              <w:rPr>
                <w:rFonts w:cs="Arial"/>
              </w:rPr>
              <w:t>140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27E645D"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5DD2C4F" w14:textId="77777777" w:rsidR="00075A5C" w:rsidRPr="00A30D7A" w:rsidRDefault="00075A5C" w:rsidP="008563D6">
            <w:pPr>
              <w:rPr>
                <w:rFonts w:eastAsiaTheme="minorHAnsi" w:cs="Arial"/>
              </w:rPr>
            </w:pPr>
          </w:p>
        </w:tc>
      </w:tr>
      <w:tr w:rsidR="00075A5C" w:rsidRPr="00A30D7A" w14:paraId="4DFF08CF"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9BE204" w14:textId="77777777" w:rsidR="00075A5C" w:rsidRPr="00A30D7A" w:rsidRDefault="00075A5C" w:rsidP="008563D6">
            <w:pPr>
              <w:rPr>
                <w:rFonts w:eastAsiaTheme="minorHAnsi" w:cs="Arial"/>
              </w:rPr>
            </w:pPr>
            <w:r w:rsidRPr="00A30D7A">
              <w:rPr>
                <w:rFonts w:cs="Arial"/>
              </w:rPr>
              <w:t>Electrical Lighting</w:t>
            </w:r>
          </w:p>
        </w:tc>
        <w:tc>
          <w:tcPr>
            <w:tcW w:w="425" w:type="dxa"/>
            <w:tcBorders>
              <w:top w:val="nil"/>
              <w:left w:val="nil"/>
              <w:bottom w:val="single" w:sz="8" w:space="0" w:color="auto"/>
              <w:right w:val="single" w:sz="4" w:space="0" w:color="auto"/>
            </w:tcBorders>
            <w:shd w:val="clear" w:color="auto" w:fill="FFFF00"/>
          </w:tcPr>
          <w:p w14:paraId="423A813B"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97C7CBD" w14:textId="77777777" w:rsidR="00075A5C" w:rsidRPr="00A30D7A" w:rsidRDefault="00075A5C" w:rsidP="008563D6">
            <w:pPr>
              <w:rPr>
                <w:rFonts w:eastAsiaTheme="minorHAnsi" w:cs="Arial"/>
              </w:rPr>
            </w:pPr>
            <w:r w:rsidRPr="00A30D7A">
              <w:rPr>
                <w:rFonts w:cs="Arial"/>
              </w:rPr>
              <w:t>Yellow (2)</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17CA435E" w14:textId="77777777" w:rsidR="00075A5C" w:rsidRPr="00A30D7A" w:rsidRDefault="00075A5C" w:rsidP="008563D6">
            <w:pPr>
              <w:rPr>
                <w:rFonts w:eastAsiaTheme="minorHAnsi" w:cs="Arial"/>
              </w:rPr>
            </w:pPr>
            <w:r w:rsidRPr="00A30D7A">
              <w:rPr>
                <w:rFonts w:cs="Arial"/>
              </w:rPr>
              <w:t>#FFFF00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587256B"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CB36385"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8FDC381"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A41EBC6" w14:textId="77777777" w:rsidR="00075A5C" w:rsidRPr="00A30D7A" w:rsidRDefault="00075A5C" w:rsidP="008563D6">
            <w:pPr>
              <w:rPr>
                <w:rFonts w:eastAsiaTheme="minorHAnsi" w:cs="Arial"/>
              </w:rPr>
            </w:pPr>
          </w:p>
        </w:tc>
      </w:tr>
      <w:tr w:rsidR="00075A5C" w:rsidRPr="00A30D7A" w14:paraId="0FA24BD1"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01CD08" w14:textId="77777777" w:rsidR="00075A5C" w:rsidRPr="00A30D7A" w:rsidRDefault="00075A5C" w:rsidP="008563D6">
            <w:pPr>
              <w:rPr>
                <w:rFonts w:eastAsiaTheme="minorHAnsi" w:cs="Arial"/>
              </w:rPr>
            </w:pPr>
            <w:r w:rsidRPr="00A30D7A">
              <w:rPr>
                <w:rFonts w:cs="Arial"/>
              </w:rPr>
              <w:t>Plumbing Water</w:t>
            </w:r>
          </w:p>
        </w:tc>
        <w:tc>
          <w:tcPr>
            <w:tcW w:w="425" w:type="dxa"/>
            <w:tcBorders>
              <w:top w:val="nil"/>
              <w:left w:val="nil"/>
              <w:bottom w:val="single" w:sz="8" w:space="0" w:color="auto"/>
              <w:right w:val="single" w:sz="4" w:space="0" w:color="auto"/>
            </w:tcBorders>
            <w:shd w:val="clear" w:color="auto" w:fill="00FFFF"/>
          </w:tcPr>
          <w:p w14:paraId="7C2391F5"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BA34CFA" w14:textId="77777777" w:rsidR="00075A5C" w:rsidRPr="00A30D7A" w:rsidRDefault="00075A5C" w:rsidP="008563D6">
            <w:pPr>
              <w:rPr>
                <w:rFonts w:eastAsiaTheme="minorHAnsi" w:cs="Arial"/>
              </w:rPr>
            </w:pPr>
            <w:r w:rsidRPr="00A30D7A">
              <w:rPr>
                <w:rFonts w:cs="Arial"/>
              </w:rPr>
              <w:t>Cyan (Turquoise 4)</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2CCFF18" w14:textId="77777777" w:rsidR="00075A5C" w:rsidRPr="00A30D7A" w:rsidRDefault="00075A5C" w:rsidP="008563D6">
            <w:pPr>
              <w:rPr>
                <w:rFonts w:eastAsiaTheme="minorHAnsi" w:cs="Arial"/>
              </w:rPr>
            </w:pPr>
            <w:r w:rsidRPr="00A30D7A">
              <w:rPr>
                <w:rFonts w:cs="Arial"/>
              </w:rPr>
              <w:t>#00FFFF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D630154"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A36C389"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1F85EAC"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054C8A5" w14:textId="77777777" w:rsidR="00075A5C" w:rsidRPr="00A30D7A" w:rsidRDefault="00075A5C" w:rsidP="008563D6">
            <w:pPr>
              <w:rPr>
                <w:rFonts w:eastAsiaTheme="minorHAnsi" w:cs="Arial"/>
              </w:rPr>
            </w:pPr>
            <w:r w:rsidRPr="00A30D7A">
              <w:rPr>
                <w:rFonts w:cs="Arial"/>
              </w:rPr>
              <w:t>Same as HTML Aqua</w:t>
            </w:r>
          </w:p>
        </w:tc>
      </w:tr>
      <w:tr w:rsidR="00075A5C" w:rsidRPr="00A30D7A" w14:paraId="0D293313"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435DA7" w14:textId="77777777" w:rsidR="00075A5C" w:rsidRPr="00A30D7A" w:rsidRDefault="00075A5C" w:rsidP="008563D6">
            <w:pPr>
              <w:rPr>
                <w:rFonts w:eastAsiaTheme="minorHAnsi" w:cs="Arial"/>
              </w:rPr>
            </w:pPr>
            <w:r w:rsidRPr="00A30D7A">
              <w:rPr>
                <w:rFonts w:cs="Arial"/>
              </w:rPr>
              <w:t>Plumbing Sewer</w:t>
            </w:r>
          </w:p>
        </w:tc>
        <w:tc>
          <w:tcPr>
            <w:tcW w:w="425" w:type="dxa"/>
            <w:tcBorders>
              <w:top w:val="nil"/>
              <w:left w:val="nil"/>
              <w:bottom w:val="single" w:sz="8" w:space="0" w:color="auto"/>
              <w:right w:val="single" w:sz="4" w:space="0" w:color="auto"/>
            </w:tcBorders>
            <w:shd w:val="clear" w:color="auto" w:fill="FF00FF"/>
          </w:tcPr>
          <w:p w14:paraId="136CA983"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4AAFB1E6" w14:textId="77777777" w:rsidR="00075A5C" w:rsidRPr="00A30D7A" w:rsidRDefault="00075A5C" w:rsidP="008563D6">
            <w:pPr>
              <w:rPr>
                <w:rFonts w:eastAsiaTheme="minorHAnsi" w:cs="Arial"/>
              </w:rPr>
            </w:pPr>
            <w:r w:rsidRPr="00A30D7A">
              <w:rPr>
                <w:rFonts w:cs="Arial"/>
              </w:rPr>
              <w:t>Magenta (6)</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51489DF2" w14:textId="77777777" w:rsidR="00075A5C" w:rsidRPr="00A30D7A" w:rsidRDefault="00075A5C" w:rsidP="008563D6">
            <w:pPr>
              <w:rPr>
                <w:rFonts w:eastAsiaTheme="minorHAnsi" w:cs="Arial"/>
              </w:rPr>
            </w:pPr>
            <w:r w:rsidRPr="00A30D7A">
              <w:rPr>
                <w:rFonts w:cs="Arial"/>
              </w:rPr>
              <w:t>#FF0FF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9E01B23"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57DFFD4"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DCC5A5B"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03B335F2" w14:textId="77777777" w:rsidR="00075A5C" w:rsidRPr="00A30D7A" w:rsidRDefault="00075A5C" w:rsidP="008563D6">
            <w:pPr>
              <w:rPr>
                <w:rFonts w:eastAsiaTheme="minorHAnsi" w:cs="Arial"/>
              </w:rPr>
            </w:pPr>
          </w:p>
        </w:tc>
      </w:tr>
      <w:tr w:rsidR="00075A5C" w:rsidRPr="00A30D7A" w14:paraId="490AADDC"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990F30" w14:textId="77777777" w:rsidR="00075A5C" w:rsidRPr="00A30D7A" w:rsidRDefault="00075A5C" w:rsidP="008563D6">
            <w:pPr>
              <w:rPr>
                <w:rFonts w:eastAsiaTheme="minorHAnsi" w:cs="Arial"/>
              </w:rPr>
            </w:pPr>
            <w:r w:rsidRPr="00A30D7A">
              <w:rPr>
                <w:rFonts w:cs="Arial"/>
              </w:rPr>
              <w:t>Plumbing Storm Drain</w:t>
            </w:r>
          </w:p>
        </w:tc>
        <w:tc>
          <w:tcPr>
            <w:tcW w:w="425" w:type="dxa"/>
            <w:tcBorders>
              <w:top w:val="nil"/>
              <w:left w:val="nil"/>
              <w:bottom w:val="single" w:sz="8" w:space="0" w:color="auto"/>
              <w:right w:val="single" w:sz="4" w:space="0" w:color="auto"/>
            </w:tcBorders>
            <w:shd w:val="clear" w:color="auto" w:fill="008000"/>
          </w:tcPr>
          <w:p w14:paraId="0AE84928"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C4B3729" w14:textId="77777777" w:rsidR="00075A5C" w:rsidRPr="00A30D7A" w:rsidRDefault="00075A5C" w:rsidP="008563D6">
            <w:pPr>
              <w:rPr>
                <w:rFonts w:eastAsiaTheme="minorHAnsi" w:cs="Arial"/>
              </w:rPr>
            </w:pPr>
            <w:r w:rsidRPr="00A30D7A">
              <w:rPr>
                <w:rFonts w:cs="Arial"/>
              </w:rPr>
              <w:t>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3C8FE4A4" w14:textId="77777777" w:rsidR="00075A5C" w:rsidRPr="00A30D7A" w:rsidRDefault="00075A5C" w:rsidP="008563D6">
            <w:pPr>
              <w:rPr>
                <w:rFonts w:eastAsiaTheme="minorHAnsi" w:cs="Arial"/>
              </w:rPr>
            </w:pPr>
            <w:r w:rsidRPr="00A30D7A">
              <w:rPr>
                <w:rFonts w:cs="Arial"/>
              </w:rPr>
              <w:t>#008000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743475F"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B15FD4C" w14:textId="77777777" w:rsidR="00075A5C" w:rsidRPr="00A30D7A" w:rsidRDefault="00075A5C" w:rsidP="008563D6">
            <w:pPr>
              <w:rPr>
                <w:rFonts w:eastAsiaTheme="minorHAnsi" w:cs="Arial"/>
              </w:rPr>
            </w:pPr>
            <w:r w:rsidRPr="00A30D7A">
              <w:rPr>
                <w:rFonts w:cs="Arial"/>
              </w:rPr>
              <w:t>128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5A33B21"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22037D5" w14:textId="77777777" w:rsidR="00075A5C" w:rsidRPr="00A30D7A" w:rsidRDefault="00075A5C" w:rsidP="008563D6">
            <w:pPr>
              <w:rPr>
                <w:rFonts w:eastAsiaTheme="minorHAnsi" w:cs="Arial"/>
              </w:rPr>
            </w:pPr>
          </w:p>
        </w:tc>
      </w:tr>
      <w:tr w:rsidR="00075A5C" w:rsidRPr="00A30D7A" w14:paraId="4D8CBF8B"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BCB5B3" w14:textId="77777777" w:rsidR="00075A5C" w:rsidRPr="00A30D7A" w:rsidRDefault="00075A5C" w:rsidP="008563D6">
            <w:pPr>
              <w:rPr>
                <w:rFonts w:eastAsiaTheme="minorHAnsi" w:cs="Arial"/>
              </w:rPr>
            </w:pPr>
            <w:r w:rsidRPr="00A30D7A">
              <w:rPr>
                <w:rFonts w:cs="Arial"/>
              </w:rPr>
              <w:t>Fire Protection</w:t>
            </w:r>
          </w:p>
        </w:tc>
        <w:tc>
          <w:tcPr>
            <w:tcW w:w="425" w:type="dxa"/>
            <w:tcBorders>
              <w:top w:val="nil"/>
              <w:left w:val="nil"/>
              <w:bottom w:val="single" w:sz="8" w:space="0" w:color="auto"/>
              <w:right w:val="single" w:sz="4" w:space="0" w:color="auto"/>
            </w:tcBorders>
            <w:shd w:val="clear" w:color="auto" w:fill="FF0000"/>
          </w:tcPr>
          <w:p w14:paraId="179379A2"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FADFB05" w14:textId="77777777" w:rsidR="00075A5C" w:rsidRPr="00A30D7A" w:rsidRDefault="00075A5C" w:rsidP="008563D6">
            <w:pPr>
              <w:rPr>
                <w:rFonts w:eastAsiaTheme="minorHAnsi" w:cs="Arial"/>
              </w:rPr>
            </w:pPr>
            <w:r w:rsidRPr="00A30D7A">
              <w:rPr>
                <w:rFonts w:cs="Arial"/>
              </w:rPr>
              <w:t>Red (1)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2083A704" w14:textId="77777777" w:rsidR="00075A5C" w:rsidRPr="00A30D7A" w:rsidRDefault="00075A5C" w:rsidP="008563D6">
            <w:pPr>
              <w:rPr>
                <w:rFonts w:eastAsiaTheme="minorHAnsi" w:cs="Arial"/>
              </w:rPr>
            </w:pPr>
            <w:r w:rsidRPr="00A30D7A">
              <w:rPr>
                <w:rFonts w:cs="Arial"/>
              </w:rPr>
              <w:t>#FF0000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5AB00C4"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C4967DF"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722BBD6"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3A8CFB2D" w14:textId="77777777" w:rsidR="00075A5C" w:rsidRPr="00A30D7A" w:rsidRDefault="00075A5C" w:rsidP="008563D6">
            <w:pPr>
              <w:rPr>
                <w:rFonts w:eastAsiaTheme="minorHAnsi" w:cs="Arial"/>
              </w:rPr>
            </w:pPr>
          </w:p>
        </w:tc>
      </w:tr>
      <w:tr w:rsidR="00075A5C" w:rsidRPr="00A30D7A" w14:paraId="0589C646"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9D1B4D" w14:textId="77777777" w:rsidR="00075A5C" w:rsidRPr="00A30D7A" w:rsidRDefault="00075A5C" w:rsidP="008563D6">
            <w:pPr>
              <w:rPr>
                <w:rFonts w:eastAsiaTheme="minorHAnsi" w:cs="Arial"/>
              </w:rPr>
            </w:pPr>
            <w:r w:rsidRPr="00A30D7A">
              <w:rPr>
                <w:rFonts w:cs="Arial"/>
              </w:rPr>
              <w:t>Pneumatic Tube</w:t>
            </w:r>
          </w:p>
        </w:tc>
        <w:tc>
          <w:tcPr>
            <w:tcW w:w="425" w:type="dxa"/>
            <w:tcBorders>
              <w:top w:val="nil"/>
              <w:left w:val="nil"/>
              <w:bottom w:val="single" w:sz="8" w:space="0" w:color="auto"/>
              <w:right w:val="single" w:sz="4" w:space="0" w:color="auto"/>
            </w:tcBorders>
            <w:shd w:val="clear" w:color="auto" w:fill="006400"/>
          </w:tcPr>
          <w:p w14:paraId="452D30B7"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1B2AADA" w14:textId="77777777" w:rsidR="00075A5C" w:rsidRPr="00A30D7A" w:rsidRDefault="00075A5C" w:rsidP="008563D6">
            <w:pPr>
              <w:rPr>
                <w:rFonts w:eastAsiaTheme="minorHAnsi" w:cs="Arial"/>
              </w:rPr>
            </w:pPr>
            <w:r w:rsidRPr="00A30D7A">
              <w:rPr>
                <w:rFonts w:cs="Arial"/>
              </w:rPr>
              <w:t>Dark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6E516D3F" w14:textId="77777777" w:rsidR="00075A5C" w:rsidRPr="00A30D7A" w:rsidRDefault="00075A5C" w:rsidP="008563D6">
            <w:pPr>
              <w:rPr>
                <w:rFonts w:eastAsiaTheme="minorHAnsi" w:cs="Arial"/>
              </w:rPr>
            </w:pPr>
            <w:r w:rsidRPr="00A30D7A">
              <w:rPr>
                <w:rFonts w:cs="Arial"/>
              </w:rPr>
              <w:t>#006400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4D8F40F"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217CC20" w14:textId="77777777" w:rsidR="00075A5C" w:rsidRPr="00A30D7A" w:rsidRDefault="00075A5C" w:rsidP="008563D6">
            <w:pPr>
              <w:rPr>
                <w:rFonts w:eastAsiaTheme="minorHAnsi" w:cs="Arial"/>
              </w:rPr>
            </w:pPr>
            <w:r w:rsidRPr="00A30D7A">
              <w:rPr>
                <w:rFonts w:cs="Arial"/>
              </w:rPr>
              <w:t>100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5FEB7F2"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47E3B454" w14:textId="77777777" w:rsidR="00075A5C" w:rsidRPr="00A30D7A" w:rsidRDefault="00075A5C" w:rsidP="008563D6">
            <w:pPr>
              <w:rPr>
                <w:rFonts w:eastAsiaTheme="minorHAnsi" w:cs="Arial"/>
              </w:rPr>
            </w:pPr>
          </w:p>
        </w:tc>
      </w:tr>
      <w:tr w:rsidR="00075A5C" w:rsidRPr="00A30D7A" w14:paraId="02737533"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88110C" w14:textId="77777777" w:rsidR="00075A5C" w:rsidRPr="00A30D7A" w:rsidRDefault="00075A5C" w:rsidP="008563D6">
            <w:pPr>
              <w:rPr>
                <w:rFonts w:eastAsiaTheme="minorHAnsi" w:cs="Arial"/>
              </w:rPr>
            </w:pPr>
            <w:r w:rsidRPr="00A30D7A">
              <w:rPr>
                <w:rFonts w:cs="Arial"/>
              </w:rPr>
              <w:t>Equipment (Medical)</w:t>
            </w:r>
          </w:p>
        </w:tc>
        <w:tc>
          <w:tcPr>
            <w:tcW w:w="425" w:type="dxa"/>
            <w:tcBorders>
              <w:top w:val="nil"/>
              <w:left w:val="nil"/>
              <w:bottom w:val="single" w:sz="8" w:space="0" w:color="auto"/>
              <w:right w:val="single" w:sz="4" w:space="0" w:color="auto"/>
            </w:tcBorders>
            <w:shd w:val="clear" w:color="auto" w:fill="90EE90"/>
          </w:tcPr>
          <w:p w14:paraId="2C02B3E1"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EBB9341" w14:textId="77777777" w:rsidR="00075A5C" w:rsidRPr="00A30D7A" w:rsidRDefault="00075A5C" w:rsidP="008563D6">
            <w:pPr>
              <w:rPr>
                <w:rFonts w:eastAsiaTheme="minorHAnsi" w:cs="Arial"/>
              </w:rPr>
            </w:pPr>
            <w:r w:rsidRPr="00A30D7A">
              <w:rPr>
                <w:rFonts w:cs="Arial"/>
              </w:rPr>
              <w:t>Light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D0D209E" w14:textId="77777777" w:rsidR="00075A5C" w:rsidRPr="00A30D7A" w:rsidRDefault="00075A5C" w:rsidP="008563D6">
            <w:pPr>
              <w:rPr>
                <w:rFonts w:eastAsiaTheme="minorHAnsi" w:cs="Arial"/>
              </w:rPr>
            </w:pPr>
            <w:r w:rsidRPr="00A30D7A">
              <w:rPr>
                <w:rFonts w:cs="Arial"/>
              </w:rPr>
              <w:t>#90EE90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BA93EE9" w14:textId="77777777" w:rsidR="00075A5C" w:rsidRPr="00A30D7A" w:rsidRDefault="00075A5C" w:rsidP="008563D6">
            <w:pPr>
              <w:rPr>
                <w:rFonts w:eastAsiaTheme="minorHAnsi" w:cs="Arial"/>
              </w:rPr>
            </w:pPr>
            <w:r w:rsidRPr="00A30D7A">
              <w:rPr>
                <w:rFonts w:cs="Arial"/>
              </w:rPr>
              <w:t>144</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6DF780B" w14:textId="77777777" w:rsidR="00075A5C" w:rsidRPr="00A30D7A" w:rsidRDefault="00075A5C" w:rsidP="008563D6">
            <w:pPr>
              <w:rPr>
                <w:rFonts w:eastAsiaTheme="minorHAnsi" w:cs="Arial"/>
              </w:rPr>
            </w:pPr>
            <w:r w:rsidRPr="00A30D7A">
              <w:rPr>
                <w:rFonts w:cs="Arial"/>
              </w:rPr>
              <w:t>238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60CFA29" w14:textId="77777777" w:rsidR="00075A5C" w:rsidRPr="00A30D7A" w:rsidRDefault="00075A5C" w:rsidP="008563D6">
            <w:pPr>
              <w:rPr>
                <w:rFonts w:eastAsiaTheme="minorHAnsi" w:cs="Arial"/>
              </w:rPr>
            </w:pPr>
            <w:r w:rsidRPr="00A30D7A">
              <w:rPr>
                <w:rFonts w:cs="Arial"/>
              </w:rPr>
              <w:t>144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1AE5F1A1" w14:textId="77777777" w:rsidR="00075A5C" w:rsidRPr="00A30D7A" w:rsidRDefault="00075A5C" w:rsidP="008563D6">
            <w:pPr>
              <w:rPr>
                <w:rFonts w:eastAsiaTheme="minorHAnsi" w:cs="Arial"/>
              </w:rPr>
            </w:pPr>
          </w:p>
        </w:tc>
      </w:tr>
      <w:tr w:rsidR="00075A5C" w:rsidRPr="00A30D7A" w14:paraId="29D493FE"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63D27D" w14:textId="77777777" w:rsidR="00075A5C" w:rsidRPr="00A30D7A" w:rsidRDefault="00075A5C" w:rsidP="008563D6">
            <w:pPr>
              <w:rPr>
                <w:rFonts w:eastAsiaTheme="minorHAnsi" w:cs="Arial"/>
              </w:rPr>
            </w:pPr>
            <w:r w:rsidRPr="00A30D7A">
              <w:rPr>
                <w:rFonts w:cs="Arial"/>
              </w:rPr>
              <w:t>Medical Gas</w:t>
            </w:r>
          </w:p>
        </w:tc>
        <w:tc>
          <w:tcPr>
            <w:tcW w:w="425" w:type="dxa"/>
            <w:tcBorders>
              <w:top w:val="nil"/>
              <w:left w:val="nil"/>
              <w:bottom w:val="single" w:sz="8" w:space="0" w:color="auto"/>
              <w:right w:val="single" w:sz="4" w:space="0" w:color="auto"/>
            </w:tcBorders>
            <w:shd w:val="clear" w:color="auto" w:fill="90EE90"/>
          </w:tcPr>
          <w:p w14:paraId="6A8EB849"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040C62E" w14:textId="77777777" w:rsidR="00075A5C" w:rsidRPr="00A30D7A" w:rsidRDefault="00075A5C" w:rsidP="008563D6">
            <w:pPr>
              <w:rPr>
                <w:rFonts w:eastAsiaTheme="minorHAnsi" w:cs="Arial"/>
              </w:rPr>
            </w:pPr>
            <w:r w:rsidRPr="00A30D7A">
              <w:rPr>
                <w:rFonts w:cs="Arial"/>
              </w:rPr>
              <w:t>Light Green</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4FFF7746" w14:textId="77777777" w:rsidR="00075A5C" w:rsidRPr="00A30D7A" w:rsidRDefault="00075A5C" w:rsidP="008563D6">
            <w:pPr>
              <w:rPr>
                <w:rFonts w:eastAsiaTheme="minorHAnsi" w:cs="Arial"/>
              </w:rPr>
            </w:pPr>
            <w:r w:rsidRPr="00A30D7A">
              <w:rPr>
                <w:rFonts w:cs="Arial"/>
              </w:rPr>
              <w:t>#90EE90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68FAAD9" w14:textId="77777777" w:rsidR="00075A5C" w:rsidRPr="00A30D7A" w:rsidRDefault="00075A5C" w:rsidP="008563D6">
            <w:pPr>
              <w:rPr>
                <w:rFonts w:eastAsiaTheme="minorHAnsi" w:cs="Arial"/>
              </w:rPr>
            </w:pPr>
            <w:r w:rsidRPr="00A30D7A">
              <w:rPr>
                <w:rFonts w:cs="Arial"/>
              </w:rPr>
              <w:t>144</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09A16B5" w14:textId="77777777" w:rsidR="00075A5C" w:rsidRPr="00A30D7A" w:rsidRDefault="00075A5C" w:rsidP="008563D6">
            <w:pPr>
              <w:rPr>
                <w:rFonts w:eastAsiaTheme="minorHAnsi" w:cs="Arial"/>
              </w:rPr>
            </w:pPr>
            <w:r w:rsidRPr="00A30D7A">
              <w:rPr>
                <w:rFonts w:cs="Arial"/>
              </w:rPr>
              <w:t>238</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265E95B" w14:textId="77777777" w:rsidR="00075A5C" w:rsidRPr="00A30D7A" w:rsidRDefault="00075A5C" w:rsidP="008563D6">
            <w:pPr>
              <w:rPr>
                <w:rFonts w:eastAsiaTheme="minorHAnsi" w:cs="Arial"/>
              </w:rPr>
            </w:pPr>
            <w:r w:rsidRPr="00A30D7A">
              <w:rPr>
                <w:rFonts w:cs="Arial"/>
              </w:rPr>
              <w:t>144</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AB62C77" w14:textId="77777777" w:rsidR="00075A5C" w:rsidRPr="00A30D7A" w:rsidRDefault="00075A5C" w:rsidP="008563D6">
            <w:pPr>
              <w:rPr>
                <w:rFonts w:eastAsiaTheme="minorHAnsi" w:cs="Arial"/>
              </w:rPr>
            </w:pPr>
          </w:p>
        </w:tc>
      </w:tr>
      <w:tr w:rsidR="00075A5C" w:rsidRPr="00A30D7A" w14:paraId="6F67A2BD"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3E4B0B" w14:textId="77777777" w:rsidR="00075A5C" w:rsidRPr="00A30D7A" w:rsidRDefault="00075A5C" w:rsidP="008563D6">
            <w:pPr>
              <w:rPr>
                <w:rFonts w:eastAsiaTheme="minorHAnsi" w:cs="Arial"/>
              </w:rPr>
            </w:pPr>
            <w:r w:rsidRPr="00A30D7A">
              <w:rPr>
                <w:rFonts w:cs="Arial"/>
              </w:rPr>
              <w:t>Security Systems</w:t>
            </w:r>
          </w:p>
        </w:tc>
        <w:tc>
          <w:tcPr>
            <w:tcW w:w="425" w:type="dxa"/>
            <w:tcBorders>
              <w:top w:val="nil"/>
              <w:left w:val="nil"/>
              <w:bottom w:val="single" w:sz="8" w:space="0" w:color="auto"/>
              <w:right w:val="single" w:sz="4" w:space="0" w:color="auto"/>
            </w:tcBorders>
            <w:shd w:val="clear" w:color="auto" w:fill="FFA500"/>
          </w:tcPr>
          <w:p w14:paraId="7FD1C1AE"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D002480" w14:textId="77777777" w:rsidR="00075A5C" w:rsidRPr="00A30D7A" w:rsidRDefault="00075A5C" w:rsidP="008563D6">
            <w:pPr>
              <w:rPr>
                <w:rFonts w:eastAsiaTheme="minorHAnsi" w:cs="Arial"/>
              </w:rPr>
            </w:pPr>
            <w:r w:rsidRPr="00A30D7A">
              <w:rPr>
                <w:rFonts w:cs="Arial"/>
              </w:rPr>
              <w:t>Orange</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98518BD" w14:textId="77777777" w:rsidR="00075A5C" w:rsidRPr="00A30D7A" w:rsidRDefault="00075A5C" w:rsidP="008563D6">
            <w:pPr>
              <w:rPr>
                <w:rFonts w:eastAsiaTheme="minorHAnsi" w:cs="Arial"/>
              </w:rPr>
            </w:pPr>
            <w:r w:rsidRPr="00A30D7A">
              <w:rPr>
                <w:rFonts w:cs="Arial"/>
              </w:rPr>
              <w:t>#FFA500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2130D7D"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FF92D95" w14:textId="77777777" w:rsidR="00075A5C" w:rsidRPr="00A30D7A" w:rsidRDefault="00075A5C" w:rsidP="008563D6">
            <w:pPr>
              <w:rPr>
                <w:rFonts w:eastAsiaTheme="minorHAnsi" w:cs="Arial"/>
              </w:rPr>
            </w:pPr>
            <w:r w:rsidRPr="00A30D7A">
              <w:rPr>
                <w:rFonts w:cs="Arial"/>
              </w:rPr>
              <w:t>165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567750" w14:textId="77777777" w:rsidR="00075A5C" w:rsidRPr="00A30D7A" w:rsidRDefault="00075A5C" w:rsidP="008563D6">
            <w:pPr>
              <w:rPr>
                <w:rFonts w:eastAsiaTheme="minorHAnsi" w:cs="Arial"/>
              </w:rPr>
            </w:pPr>
            <w:r w:rsidRPr="00A30D7A">
              <w:rPr>
                <w:rFonts w:cs="Arial"/>
              </w:rPr>
              <w:t>0</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612BFBCC" w14:textId="77777777" w:rsidR="00075A5C" w:rsidRPr="00A30D7A" w:rsidRDefault="00075A5C" w:rsidP="008563D6">
            <w:pPr>
              <w:rPr>
                <w:rFonts w:eastAsiaTheme="minorHAnsi" w:cs="Arial"/>
              </w:rPr>
            </w:pPr>
          </w:p>
        </w:tc>
      </w:tr>
      <w:tr w:rsidR="00075A5C" w:rsidRPr="00A30D7A" w14:paraId="712ABE1F" w14:textId="77777777" w:rsidTr="008563D6">
        <w:trPr>
          <w:cantSplit/>
        </w:trPr>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DB207F" w14:textId="77777777" w:rsidR="00075A5C" w:rsidRPr="00A30D7A" w:rsidRDefault="00075A5C" w:rsidP="008563D6">
            <w:pPr>
              <w:rPr>
                <w:rFonts w:eastAsiaTheme="minorHAnsi" w:cs="Arial"/>
              </w:rPr>
            </w:pPr>
            <w:r w:rsidRPr="00A30D7A">
              <w:rPr>
                <w:rFonts w:cs="Arial"/>
              </w:rPr>
              <w:t>Fire Alarm</w:t>
            </w:r>
          </w:p>
        </w:tc>
        <w:tc>
          <w:tcPr>
            <w:tcW w:w="425" w:type="dxa"/>
            <w:tcBorders>
              <w:top w:val="nil"/>
              <w:left w:val="nil"/>
              <w:bottom w:val="single" w:sz="8" w:space="0" w:color="auto"/>
              <w:right w:val="single" w:sz="4" w:space="0" w:color="auto"/>
            </w:tcBorders>
            <w:shd w:val="clear" w:color="auto" w:fill="FF00FF"/>
          </w:tcPr>
          <w:p w14:paraId="727AA171" w14:textId="77777777" w:rsidR="00075A5C" w:rsidRPr="00A30D7A" w:rsidRDefault="00075A5C" w:rsidP="008563D6">
            <w:pPr>
              <w:rPr>
                <w:rFonts w:cs="Arial"/>
              </w:rPr>
            </w:pPr>
          </w:p>
        </w:tc>
        <w:tc>
          <w:tcPr>
            <w:tcW w:w="1701"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5906F40" w14:textId="77777777" w:rsidR="00075A5C" w:rsidRPr="00A30D7A" w:rsidRDefault="00075A5C" w:rsidP="008563D6">
            <w:pPr>
              <w:rPr>
                <w:rFonts w:eastAsiaTheme="minorHAnsi" w:cs="Arial"/>
              </w:rPr>
            </w:pPr>
            <w:r w:rsidRPr="00A30D7A">
              <w:rPr>
                <w:rFonts w:cs="Arial"/>
              </w:rPr>
              <w:t>Fuchsia</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7108C62F" w14:textId="77777777" w:rsidR="00075A5C" w:rsidRPr="00A30D7A" w:rsidRDefault="00075A5C" w:rsidP="008563D6">
            <w:pPr>
              <w:rPr>
                <w:rFonts w:eastAsiaTheme="minorHAnsi" w:cs="Arial"/>
              </w:rPr>
            </w:pPr>
            <w:r w:rsidRPr="00A30D7A">
              <w:rPr>
                <w:rFonts w:cs="Arial"/>
              </w:rPr>
              <w:t>#FF00FF</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8A7F467" w14:textId="77777777" w:rsidR="00075A5C" w:rsidRPr="00A30D7A" w:rsidRDefault="00075A5C" w:rsidP="008563D6">
            <w:pPr>
              <w:rPr>
                <w:rFonts w:eastAsiaTheme="minorHAnsi" w:cs="Arial"/>
              </w:rPr>
            </w:pPr>
            <w:r w:rsidRPr="00A30D7A">
              <w:rPr>
                <w:rFonts w:cs="Arial"/>
              </w:rPr>
              <w:t>255</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E581305" w14:textId="77777777" w:rsidR="00075A5C" w:rsidRPr="00A30D7A" w:rsidRDefault="00075A5C" w:rsidP="008563D6">
            <w:pPr>
              <w:rPr>
                <w:rFonts w:eastAsiaTheme="minorHAnsi" w:cs="Arial"/>
              </w:rPr>
            </w:pPr>
            <w:r w:rsidRPr="00A30D7A">
              <w:rPr>
                <w:rFonts w:cs="Arial"/>
              </w:rPr>
              <w:t>0</w:t>
            </w:r>
          </w:p>
        </w:tc>
        <w:tc>
          <w:tcPr>
            <w:tcW w:w="567"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3DE8D8A" w14:textId="77777777" w:rsidR="00075A5C" w:rsidRPr="00A30D7A" w:rsidRDefault="00075A5C" w:rsidP="008563D6">
            <w:pPr>
              <w:rPr>
                <w:rFonts w:eastAsiaTheme="minorHAnsi" w:cs="Arial"/>
              </w:rPr>
            </w:pPr>
            <w:r w:rsidRPr="00A30D7A">
              <w:rPr>
                <w:rFonts w:cs="Arial"/>
              </w:rPr>
              <w:t>255</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3BE8E876" w14:textId="77777777" w:rsidR="00075A5C" w:rsidRPr="00A30D7A" w:rsidRDefault="00075A5C" w:rsidP="008563D6">
            <w:pPr>
              <w:rPr>
                <w:rFonts w:eastAsiaTheme="minorHAnsi" w:cs="Arial"/>
              </w:rPr>
            </w:pPr>
          </w:p>
        </w:tc>
      </w:tr>
    </w:tbl>
    <w:p w14:paraId="0FCCA180" w14:textId="77777777" w:rsidR="00075A5C" w:rsidRPr="00A30D7A" w:rsidRDefault="00075A5C" w:rsidP="00075A5C">
      <w:pPr>
        <w:rPr>
          <w:rFonts w:cs="Arial"/>
        </w:rPr>
      </w:pPr>
      <w:r w:rsidRPr="00A30D7A">
        <w:rPr>
          <w:rFonts w:cs="Arial"/>
        </w:rPr>
        <w:t xml:space="preserve">* Names or numbers in brackets are AutoCAD </w:t>
      </w:r>
      <w:proofErr w:type="spellStart"/>
      <w:r w:rsidRPr="00A30D7A">
        <w:rPr>
          <w:rFonts w:cs="Arial"/>
        </w:rPr>
        <w:t>Color</w:t>
      </w:r>
      <w:proofErr w:type="spellEnd"/>
      <w:r w:rsidRPr="00A30D7A">
        <w:rPr>
          <w:rFonts w:cs="Arial"/>
        </w:rPr>
        <w:t xml:space="preserve"> Index (ACI) names and numbers,</w:t>
      </w:r>
    </w:p>
    <w:p w14:paraId="385C7741" w14:textId="77777777" w:rsidR="00075A5C" w:rsidRPr="00A30D7A" w:rsidRDefault="00075A5C" w:rsidP="00075A5C">
      <w:pPr>
        <w:rPr>
          <w:rFonts w:cs="Arial"/>
        </w:rPr>
      </w:pPr>
      <w:r w:rsidRPr="00A30D7A">
        <w:rPr>
          <w:rFonts w:cs="Arial"/>
        </w:rPr>
        <w:t>i.e. 1: Red, 2: Yellow, 3: Green, 4: Turquoise, 5: Blue, 6: Magenta, 7: White, 9: Light Gray.</w:t>
      </w:r>
    </w:p>
    <w:tbl>
      <w:tblPr>
        <w:tblStyle w:val="TableGrid"/>
        <w:tblW w:w="0" w:type="auto"/>
        <w:tblInd w:w="1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425"/>
        <w:gridCol w:w="6093"/>
      </w:tblGrid>
      <w:tr w:rsidR="00075A5C" w:rsidRPr="00A13709" w14:paraId="7DC5025A" w14:textId="77777777" w:rsidTr="008563D6">
        <w:tc>
          <w:tcPr>
            <w:tcW w:w="709" w:type="dxa"/>
            <w:shd w:val="clear" w:color="auto" w:fill="auto"/>
          </w:tcPr>
          <w:p w14:paraId="4E57C497" w14:textId="77777777" w:rsidR="00075A5C" w:rsidRPr="00A30D7A" w:rsidRDefault="00075A5C" w:rsidP="008563D6">
            <w:pPr>
              <w:rPr>
                <w:rFonts w:cs="Arial"/>
              </w:rPr>
            </w:pPr>
            <w:r w:rsidRPr="00A30D7A">
              <w:rPr>
                <w:rFonts w:cs="Arial"/>
              </w:rPr>
              <w:t>Note:</w:t>
            </w:r>
          </w:p>
        </w:tc>
        <w:tc>
          <w:tcPr>
            <w:tcW w:w="425" w:type="dxa"/>
            <w:tcBorders>
              <w:top w:val="single" w:sz="4" w:space="0" w:color="auto"/>
              <w:left w:val="nil"/>
              <w:bottom w:val="single" w:sz="4" w:space="0" w:color="auto"/>
              <w:right w:val="single" w:sz="4" w:space="0" w:color="auto"/>
            </w:tcBorders>
            <w:shd w:val="clear" w:color="auto" w:fill="414141"/>
          </w:tcPr>
          <w:p w14:paraId="181DB5BE" w14:textId="77777777" w:rsidR="00075A5C" w:rsidRPr="00A30D7A" w:rsidRDefault="00075A5C" w:rsidP="008563D6">
            <w:pPr>
              <w:rPr>
                <w:rFonts w:cs="Arial"/>
              </w:rPr>
            </w:pPr>
          </w:p>
        </w:tc>
        <w:tc>
          <w:tcPr>
            <w:tcW w:w="6093" w:type="dxa"/>
            <w:tcBorders>
              <w:left w:val="single" w:sz="4" w:space="0" w:color="auto"/>
            </w:tcBorders>
          </w:tcPr>
          <w:p w14:paraId="46D1E82E" w14:textId="77777777" w:rsidR="00075A5C" w:rsidRPr="00A13709" w:rsidRDefault="00075A5C" w:rsidP="008563D6">
            <w:pPr>
              <w:rPr>
                <w:rFonts w:cs="Arial"/>
              </w:rPr>
            </w:pPr>
            <w:r w:rsidRPr="00A30D7A">
              <w:rPr>
                <w:rFonts w:cs="Arial"/>
              </w:rPr>
              <w:t>ACI 8: Dark Gray (R65-G65-B65) does not appear in this table.</w:t>
            </w:r>
          </w:p>
        </w:tc>
      </w:tr>
    </w:tbl>
    <w:p w14:paraId="09F82824" w14:textId="77777777" w:rsidR="00075A5C" w:rsidRDefault="00075A5C" w:rsidP="00075A5C">
      <w:pPr>
        <w:tabs>
          <w:tab w:val="clear" w:pos="3969"/>
        </w:tabs>
        <w:spacing w:after="160" w:line="259" w:lineRule="auto"/>
        <w:rPr>
          <w:rFonts w:cs="Arial"/>
        </w:rPr>
      </w:pPr>
    </w:p>
    <w:p w14:paraId="00F83641" w14:textId="77777777" w:rsidR="00075A5C" w:rsidRDefault="00075A5C">
      <w:pPr>
        <w:rPr>
          <w:rFonts w:cs="Arial"/>
        </w:rPr>
      </w:pPr>
    </w:p>
    <w:sectPr w:rsidR="00075A5C" w:rsidSect="00536EA5">
      <w:footerReference w:type="default" r:id="rId31"/>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D50A3" w14:textId="77777777" w:rsidR="00536EA5" w:rsidRDefault="00536EA5" w:rsidP="00AF7F06">
      <w:pPr>
        <w:spacing w:after="0"/>
      </w:pPr>
      <w:r>
        <w:separator/>
      </w:r>
    </w:p>
  </w:endnote>
  <w:endnote w:type="continuationSeparator" w:id="0">
    <w:p w14:paraId="6A10255E" w14:textId="77777777" w:rsidR="00536EA5" w:rsidRDefault="00536EA5" w:rsidP="00AF7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Light">
    <w:panose1 w:val="00000000000000000000"/>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030B8" w14:textId="25A813FD" w:rsidR="00AF7F06" w:rsidRDefault="00AF7F06">
    <w:pPr>
      <w:pStyle w:val="Footer"/>
      <w:jc w:val="right"/>
    </w:pPr>
  </w:p>
  <w:p w14:paraId="3E3E01C9" w14:textId="4FF073EF" w:rsidR="00AF7F06" w:rsidRPr="00527E8F" w:rsidRDefault="002D513E">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211E" w14:textId="18B390FA" w:rsidR="00787D25" w:rsidRDefault="00787D25">
    <w:pPr>
      <w:pStyle w:val="Footer"/>
      <w:jc w:val="right"/>
    </w:pPr>
  </w:p>
  <w:p w14:paraId="059D40E9"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E9CF8" w14:textId="3FCAFB14" w:rsidR="00787D25" w:rsidRDefault="00787D25">
    <w:pPr>
      <w:pStyle w:val="Footer"/>
      <w:jc w:val="right"/>
    </w:pPr>
  </w:p>
  <w:p w14:paraId="046897A9"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0336514"/>
      <w:docPartObj>
        <w:docPartGallery w:val="Page Numbers (Bottom of Page)"/>
        <w:docPartUnique/>
      </w:docPartObj>
    </w:sdtPr>
    <w:sdtEndPr>
      <w:rPr>
        <w:noProof/>
      </w:rPr>
    </w:sdtEndPr>
    <w:sdtContent>
      <w:p w14:paraId="3DE6348B" w14:textId="77777777" w:rsidR="00787D25" w:rsidRDefault="00787D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37A8200"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2180191"/>
      <w:docPartObj>
        <w:docPartGallery w:val="Page Numbers (Bottom of Page)"/>
        <w:docPartUnique/>
      </w:docPartObj>
    </w:sdtPr>
    <w:sdtEndPr>
      <w:rPr>
        <w:noProof/>
      </w:rPr>
    </w:sdtEndPr>
    <w:sdtContent>
      <w:p w14:paraId="4D4F19EE" w14:textId="77777777" w:rsidR="00787D25" w:rsidRDefault="00787D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A28F2F" w14:textId="77777777" w:rsidR="00787D25" w:rsidRPr="00527E8F" w:rsidRDefault="00787D25">
    <w:pPr>
      <w:pStyle w:val="Footer"/>
      <w:rPr>
        <w:rFonts w:cs="Arial"/>
        <w:i w:val="0"/>
        <w:iCs/>
      </w:rPr>
    </w:pPr>
    <w:r w:rsidRPr="00527E8F">
      <w:rPr>
        <w:rFonts w:cs="Arial"/>
        <w:i w:val="0"/>
        <w:iCs/>
      </w:rPr>
      <w:fldChar w:fldCharType="begin"/>
    </w:r>
    <w:r w:rsidRPr="00527E8F">
      <w:rPr>
        <w:rFonts w:cs="Arial"/>
        <w:iCs/>
      </w:rPr>
      <w:instrText xml:space="preserve"> MACROBUTTON  AcceptAllChangesInDoc "[insert project name]" </w:instrText>
    </w:r>
    <w:r w:rsidRPr="00527E8F">
      <w:rPr>
        <w:rFonts w:cs="Arial"/>
        <w:i w:val="0"/>
        <w:iCs/>
      </w:rPr>
      <w:fldChar w:fldCharType="end"/>
    </w:r>
    <w:r>
      <w:rPr>
        <w:rFonts w:cs="Arial"/>
        <w:iCs/>
      </w:rPr>
      <w:t>BEP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B95D0" w14:textId="77777777" w:rsidR="00536EA5" w:rsidRDefault="00536EA5" w:rsidP="00AF7F06">
      <w:pPr>
        <w:spacing w:after="0"/>
      </w:pPr>
      <w:r>
        <w:separator/>
      </w:r>
    </w:p>
  </w:footnote>
  <w:footnote w:type="continuationSeparator" w:id="0">
    <w:p w14:paraId="2AEB9A25" w14:textId="77777777" w:rsidR="00536EA5" w:rsidRDefault="00536EA5" w:rsidP="00AF7F0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8CCE8" w14:textId="601FD672" w:rsidR="00D503C3" w:rsidRPr="00787D25" w:rsidRDefault="00D503C3" w:rsidP="00787D25">
    <w:pPr>
      <w:pStyle w:val="Header"/>
      <w:pBdr>
        <w:top w:val="none" w:sz="0" w:space="0" w:color="auto"/>
        <w:left w:val="none" w:sz="0" w:space="0" w:color="auto"/>
        <w:bottom w:val="none" w:sz="0" w:space="0" w:color="auto"/>
        <w:right w:val="none" w:sz="0" w:space="0" w:color="auto"/>
      </w:pBdr>
      <w:shd w:val="clear" w:color="auto" w:fill="FFFFFF" w:themeFill="background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69D38" w14:textId="353D9B11" w:rsidR="00787D25" w:rsidRPr="00780233" w:rsidRDefault="00D1642E" w:rsidP="00780233">
    <w:pPr>
      <w:pStyle w:val="Header"/>
      <w:pBdr>
        <w:top w:val="single" w:sz="6" w:space="1" w:color="365F91"/>
        <w:left w:val="single" w:sz="6" w:space="4" w:color="365F91"/>
        <w:bottom w:val="single" w:sz="6" w:space="4" w:color="365F91"/>
        <w:right w:val="single" w:sz="6" w:space="4" w:color="365F91"/>
      </w:pBdr>
      <w:shd w:val="clear" w:color="auto" w:fill="754FA0"/>
      <w:jc w:val="right"/>
      <w:rPr>
        <w:lang w:val="en-US"/>
      </w:rPr>
    </w:pPr>
    <w:r>
      <w:rPr>
        <w:color w:val="FFFFFF"/>
        <w:lang w:val="en-US"/>
      </w:rPr>
      <w:t xml:space="preserve">Delivery Team </w:t>
    </w:r>
    <w:r w:rsidR="00787D25">
      <w:rPr>
        <w:color w:val="FFFFFF"/>
        <w:lang w:val="en-US"/>
      </w:rPr>
      <w:t>BIM Execution Plan</w:t>
    </w:r>
    <w:r w:rsidR="00787D25" w:rsidRPr="00780233">
      <w:rPr>
        <w:color w:val="FFFFFF"/>
        <w:lang w:val="en-US"/>
      </w:rPr>
      <w:t xml:space="preserve"> (</w:t>
    </w:r>
    <w:r w:rsidR="00787D25">
      <w:rPr>
        <w:color w:val="FFFFFF"/>
        <w:lang w:val="en-US"/>
      </w:rPr>
      <w:t>BEP</w:t>
    </w:r>
    <w:r w:rsidR="00787D25" w:rsidRPr="00780233">
      <w:rPr>
        <w:color w:val="FFFFFF"/>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7E75F59"/>
    <w:multiLevelType w:val="hybridMultilevel"/>
    <w:tmpl w:val="C64E32DC"/>
    <w:lvl w:ilvl="0" w:tplc="C9C0450E">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6120D"/>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4" w15:restartNumberingAfterBreak="0">
    <w:nsid w:val="0EA05013"/>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5" w15:restartNumberingAfterBreak="0">
    <w:nsid w:val="13F30C4A"/>
    <w:multiLevelType w:val="hybridMultilevel"/>
    <w:tmpl w:val="C25259E6"/>
    <w:lvl w:ilvl="0" w:tplc="3C480574">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6" w15:restartNumberingAfterBreak="0">
    <w:nsid w:val="1598222C"/>
    <w:multiLevelType w:val="hybridMultilevel"/>
    <w:tmpl w:val="615A18DE"/>
    <w:lvl w:ilvl="0" w:tplc="FB76AB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723402A"/>
    <w:multiLevelType w:val="multilevel"/>
    <w:tmpl w:val="A4A86740"/>
    <w:lvl w:ilvl="0">
      <w:start w:val="1"/>
      <w:numFmt w:val="none"/>
      <w:pStyle w:val="9TableText"/>
      <w:lvlText w:val=""/>
      <w:lvlJc w:val="left"/>
      <w:pPr>
        <w:tabs>
          <w:tab w:val="num" w:pos="0"/>
        </w:tabs>
        <w:ind w:left="0" w:firstLine="0"/>
      </w:pPr>
      <w:rPr>
        <w:rFonts w:hint="default"/>
      </w:rPr>
    </w:lvl>
    <w:lvl w:ilvl="1">
      <w:start w:val="1"/>
      <w:numFmt w:val="decimal"/>
      <w:pStyle w:val="9cTabletextsubparagraphnumbered"/>
      <w:lvlText w:val="%2%1."/>
      <w:lvlJc w:val="left"/>
      <w:pPr>
        <w:tabs>
          <w:tab w:val="num" w:pos="284"/>
        </w:tabs>
        <w:ind w:left="567" w:hanging="28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7472D5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E02C5F"/>
    <w:multiLevelType w:val="hybridMultilevel"/>
    <w:tmpl w:val="563CD0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D97F31"/>
    <w:multiLevelType w:val="hybridMultilevel"/>
    <w:tmpl w:val="4A70FED4"/>
    <w:lvl w:ilvl="0" w:tplc="CCD8FEA2">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C442262"/>
    <w:multiLevelType w:val="hybridMultilevel"/>
    <w:tmpl w:val="65643F08"/>
    <w:lvl w:ilvl="0" w:tplc="A59AA550">
      <w:start w:val="1"/>
      <w:numFmt w:val="lowerLetter"/>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3" w15:restartNumberingAfterBreak="0">
    <w:nsid w:val="217702AA"/>
    <w:multiLevelType w:val="multilevel"/>
    <w:tmpl w:val="0C09001D"/>
    <w:styleLink w:val="Style1"/>
    <w:lvl w:ilvl="0">
      <w:start w:val="1"/>
      <w:numFmt w:val="decimal"/>
      <w:lvlText w:val="%1)"/>
      <w:lvlJc w:val="left"/>
      <w:pPr>
        <w:ind w:left="360" w:hanging="360"/>
      </w:pPr>
      <w:rPr>
        <w:rFonts w:ascii="Helvetica-Light" w:hAnsi="Helvetica-Light"/>
        <w:b/>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29C03F4"/>
    <w:multiLevelType w:val="hybridMultilevel"/>
    <w:tmpl w:val="CB563C50"/>
    <w:lvl w:ilvl="0" w:tplc="0C09000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15" w15:restartNumberingAfterBreak="0">
    <w:nsid w:val="252C3693"/>
    <w:multiLevelType w:val="multilevel"/>
    <w:tmpl w:val="E9C273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DB0B85"/>
    <w:multiLevelType w:val="multilevel"/>
    <w:tmpl w:val="AFCE0EE0"/>
    <w:lvl w:ilvl="0">
      <w:start w:val="1"/>
      <w:numFmt w:val="decimal"/>
      <w:lvlText w:val="%1."/>
      <w:lvlJc w:val="left"/>
      <w:pPr>
        <w:ind w:left="360" w:hanging="36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0" w:firstLine="0"/>
      </w:pPr>
      <w:rPr>
        <w:rFonts w:hint="default"/>
      </w:rPr>
    </w:lvl>
    <w:lvl w:ilvl="6">
      <w:start w:val="1"/>
      <w:numFmt w:val="decimal"/>
      <w:lvlText w:val=".%5.%6.%7"/>
      <w:lvlJc w:val="left"/>
      <w:pPr>
        <w:tabs>
          <w:tab w:val="num" w:pos="0"/>
        </w:tabs>
        <w:ind w:left="0" w:firstLine="0"/>
      </w:pPr>
      <w:rPr>
        <w:rFonts w:hint="default"/>
      </w:rPr>
    </w:lvl>
    <w:lvl w:ilvl="7">
      <w:start w:val="1"/>
      <w:numFmt w:val="decimal"/>
      <w:lvlText w:val=".%5.%6.%7.%8"/>
      <w:lvlJc w:val="left"/>
      <w:pPr>
        <w:tabs>
          <w:tab w:val="num" w:pos="0"/>
        </w:tabs>
        <w:ind w:left="0" w:firstLine="0"/>
      </w:pPr>
      <w:rPr>
        <w:rFonts w:hint="default"/>
      </w:rPr>
    </w:lvl>
    <w:lvl w:ilvl="8">
      <w:start w:val="1"/>
      <w:numFmt w:val="decimal"/>
      <w:lvlText w:val=".%5.%6.%7.%8.%9"/>
      <w:lvlJc w:val="left"/>
      <w:pPr>
        <w:tabs>
          <w:tab w:val="num" w:pos="0"/>
        </w:tabs>
        <w:ind w:left="0" w:firstLine="0"/>
      </w:pPr>
      <w:rPr>
        <w:rFonts w:hint="default"/>
      </w:rPr>
    </w:lvl>
  </w:abstractNum>
  <w:abstractNum w:abstractNumId="18"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E840FD"/>
    <w:multiLevelType w:val="hybridMultilevel"/>
    <w:tmpl w:val="6B7E5AB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6AB0BF9"/>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5E4EBE"/>
    <w:multiLevelType w:val="hybridMultilevel"/>
    <w:tmpl w:val="2822E38A"/>
    <w:lvl w:ilvl="0" w:tplc="C8A88694">
      <w:start w:val="1"/>
      <w:numFmt w:val="lowerLetter"/>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4C74BE"/>
    <w:multiLevelType w:val="hybridMultilevel"/>
    <w:tmpl w:val="A192D84C"/>
    <w:lvl w:ilvl="0" w:tplc="6088CE50">
      <w:start w:val="1"/>
      <w:numFmt w:val="lowerLetter"/>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5"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56165EC"/>
    <w:multiLevelType w:val="multilevel"/>
    <w:tmpl w:val="E3168218"/>
    <w:styleLink w:val="StyleBulleted"/>
    <w:lvl w:ilvl="0">
      <w:start w:val="1"/>
      <w:numFmt w:val="bullet"/>
      <w:lvlText w:val=""/>
      <w:lvlJc w:val="left"/>
      <w:pPr>
        <w:tabs>
          <w:tab w:val="num" w:pos="547"/>
        </w:tabs>
        <w:ind w:left="547" w:hanging="187"/>
      </w:pPr>
      <w:rPr>
        <w:rFonts w:ascii="Symbol" w:hAnsi="Symbol"/>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6BE3D22"/>
    <w:multiLevelType w:val="multilevel"/>
    <w:tmpl w:val="BB0AF058"/>
    <w:lvl w:ilvl="0">
      <w:start w:val="1"/>
      <w:numFmt w:val="decimal"/>
      <w:lvlText w:val="%1."/>
      <w:lvlJc w:val="left"/>
      <w:pPr>
        <w:ind w:left="360" w:hanging="360"/>
      </w:pPr>
      <w:rPr>
        <w:rFonts w:hint="default"/>
      </w:rPr>
    </w:lvl>
    <w:lvl w:ilvl="1">
      <w:start w:val="1"/>
      <w:numFmt w:val="decimal"/>
      <w:suff w:val="space"/>
      <w:lvlText w:val="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2D293D"/>
    <w:multiLevelType w:val="hybridMultilevel"/>
    <w:tmpl w:val="8A6E3040"/>
    <w:lvl w:ilvl="0" w:tplc="3C48057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30" w15:restartNumberingAfterBreak="0">
    <w:nsid w:val="4A530E4A"/>
    <w:multiLevelType w:val="hybridMultilevel"/>
    <w:tmpl w:val="70E44EBE"/>
    <w:lvl w:ilvl="0" w:tplc="3B023AC4">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E0316A7"/>
    <w:multiLevelType w:val="multilevel"/>
    <w:tmpl w:val="E3168218"/>
    <w:numStyleLink w:val="StyleBulleted"/>
  </w:abstractNum>
  <w:abstractNum w:abstractNumId="32"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33" w15:restartNumberingAfterBreak="0">
    <w:nsid w:val="57325473"/>
    <w:multiLevelType w:val="multilevel"/>
    <w:tmpl w:val="29DAD936"/>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3437FC"/>
    <w:multiLevelType w:val="multilevel"/>
    <w:tmpl w:val="B6AC8F60"/>
    <w:lvl w:ilvl="0">
      <w:start w:val="1"/>
      <w:numFmt w:val="decimal"/>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5" w15:restartNumberingAfterBreak="0">
    <w:nsid w:val="5B54763E"/>
    <w:multiLevelType w:val="hybridMultilevel"/>
    <w:tmpl w:val="CB563C50"/>
    <w:lvl w:ilvl="0" w:tplc="FFFFFFFF">
      <w:start w:val="1"/>
      <w:numFmt w:val="decimal"/>
      <w:lvlText w:val="%1."/>
      <w:lvlJc w:val="left"/>
      <w:pPr>
        <w:ind w:left="1060" w:hanging="360"/>
      </w:pPr>
      <w:rPr>
        <w:rFonts w:hint="default"/>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36"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37" w15:restartNumberingAfterBreak="0">
    <w:nsid w:val="64D22486"/>
    <w:multiLevelType w:val="multilevel"/>
    <w:tmpl w:val="CDD4F44C"/>
    <w:lvl w:ilvl="0">
      <w:start w:val="1"/>
      <w:numFmt w:val="decimal"/>
      <w:suff w:val="space"/>
      <w:lvlText w:val="%1."/>
      <w:lvlJc w:val="left"/>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8" w15:restartNumberingAfterBreak="0">
    <w:nsid w:val="65F82DD8"/>
    <w:multiLevelType w:val="multilevel"/>
    <w:tmpl w:val="E960A740"/>
    <w:lvl w:ilvl="0">
      <w:start w:val="1"/>
      <w:numFmt w:val="decimal"/>
      <w:lvlText w:val="%1."/>
      <w:lvlJc w:val="left"/>
      <w:pPr>
        <w:tabs>
          <w:tab w:val="num" w:pos="851"/>
        </w:tabs>
        <w:ind w:left="851" w:hanging="851"/>
      </w:pPr>
      <w:rPr>
        <w:rFonts w:hint="default"/>
        <w:b/>
        <w:i w:val="0"/>
        <w:color w:val="17326B"/>
        <w:sz w:val="52"/>
        <w:szCs w:val="52"/>
      </w:rPr>
    </w:lvl>
    <w:lvl w:ilvl="1">
      <w:start w:val="1"/>
      <w:numFmt w:val="decimal"/>
      <w:lvlText w:val="%1.%2"/>
      <w:lvlJc w:val="left"/>
      <w:pPr>
        <w:tabs>
          <w:tab w:val="num" w:pos="851"/>
        </w:tabs>
        <w:ind w:left="851" w:hanging="851"/>
      </w:pPr>
      <w:rPr>
        <w:rFonts w:hint="default"/>
        <w:b w:val="0"/>
        <w:i w:val="0"/>
        <w:color w:val="6CB239"/>
        <w:sz w:val="32"/>
        <w:szCs w:val="32"/>
      </w:rPr>
    </w:lvl>
    <w:lvl w:ilvl="2">
      <w:start w:val="1"/>
      <w:numFmt w:val="decimal"/>
      <w:lvlText w:val="%1.%2.%3"/>
      <w:lvlJc w:val="left"/>
      <w:pPr>
        <w:tabs>
          <w:tab w:val="num" w:pos="851"/>
        </w:tabs>
        <w:ind w:left="851" w:hanging="851"/>
      </w:pPr>
      <w:rPr>
        <w:rFonts w:hint="default"/>
        <w:b w:val="0"/>
        <w:i w:val="0"/>
        <w:color w:val="6CB239"/>
        <w:sz w:val="28"/>
        <w:szCs w:val="28"/>
      </w:rPr>
    </w:lvl>
    <w:lvl w:ilvl="3">
      <w:start w:val="1"/>
      <w:numFmt w:val="decimal"/>
      <w:lvlRestart w:val="0"/>
      <w:lvlText w:val="%1.%2.%3.%4"/>
      <w:lvlJc w:val="left"/>
      <w:pPr>
        <w:tabs>
          <w:tab w:val="num" w:pos="1418"/>
        </w:tabs>
        <w:ind w:left="1418" w:hanging="1418"/>
      </w:pPr>
      <w:rPr>
        <w:rFonts w:ascii="Arial Bold" w:hAnsi="Arial Bold" w:hint="default"/>
        <w:b/>
        <w:i w:val="0"/>
        <w:caps w:val="0"/>
        <w:strike w:val="0"/>
        <w:dstrike w:val="0"/>
        <w:vanish w:val="0"/>
        <w:color w:val="70AD47" w:themeColor="accent6"/>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TableRef"/>
      <w:lvlText w:val="Table %5"/>
      <w:lvlJc w:val="left"/>
      <w:pPr>
        <w:tabs>
          <w:tab w:val="num" w:pos="1418"/>
        </w:tabs>
        <w:ind w:left="1418" w:hanging="1418"/>
      </w:pPr>
      <w:rPr>
        <w:rFonts w:hint="default"/>
        <w:b/>
        <w:i w:val="0"/>
      </w:rPr>
    </w:lvl>
    <w:lvl w:ilvl="5">
      <w:start w:val="1"/>
      <w:numFmt w:val="decimal"/>
      <w:lvlRestart w:val="3"/>
      <w:lvlText w:val="%6."/>
      <w:lvlJc w:val="left"/>
      <w:pPr>
        <w:tabs>
          <w:tab w:val="num" w:pos="567"/>
        </w:tabs>
        <w:ind w:left="567" w:hanging="567"/>
      </w:pPr>
      <w:rPr>
        <w:rFonts w:hint="default"/>
        <w:color w:val="auto"/>
        <w:sz w:val="22"/>
      </w:rPr>
    </w:lvl>
    <w:lvl w:ilvl="6">
      <w:start w:val="1"/>
      <w:numFmt w:val="lowerLetter"/>
      <w:lvlText w:val="%7)"/>
      <w:lvlJc w:val="left"/>
      <w:pPr>
        <w:tabs>
          <w:tab w:val="num" w:pos="1134"/>
        </w:tabs>
        <w:ind w:left="1134" w:hanging="567"/>
      </w:pPr>
      <w:rPr>
        <w:rFonts w:hint="default"/>
        <w:color w:val="auto"/>
        <w:sz w:val="22"/>
        <w:szCs w:val="22"/>
      </w:rPr>
    </w:lvl>
    <w:lvl w:ilvl="7">
      <w:start w:val="1"/>
      <w:numFmt w:val="lowerRoman"/>
      <w:lvlRestart w:val="2"/>
      <w:lvlText w:val="%8."/>
      <w:lvlJc w:val="left"/>
      <w:pPr>
        <w:tabs>
          <w:tab w:val="num" w:pos="1701"/>
        </w:tabs>
        <w:ind w:left="1701" w:hanging="567"/>
      </w:pPr>
      <w:rPr>
        <w:rFonts w:hint="default"/>
        <w:b w:val="0"/>
        <w:i w:val="0"/>
        <w:color w:val="auto"/>
        <w:sz w:val="22"/>
        <w:szCs w:val="16"/>
      </w:rPr>
    </w:lvl>
    <w:lvl w:ilvl="8">
      <w:start w:val="1"/>
      <w:numFmt w:val="upperLetter"/>
      <w:lvlText w:val="%9."/>
      <w:lvlJc w:val="left"/>
      <w:pPr>
        <w:tabs>
          <w:tab w:val="num" w:pos="2268"/>
        </w:tabs>
        <w:ind w:left="2268" w:hanging="567"/>
      </w:pPr>
      <w:rPr>
        <w:rFonts w:hint="default"/>
        <w:color w:val="auto"/>
        <w:sz w:val="22"/>
      </w:rPr>
    </w:lvl>
  </w:abstractNum>
  <w:abstractNum w:abstractNumId="39"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931488F"/>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193E1D"/>
    <w:multiLevelType w:val="hybridMultilevel"/>
    <w:tmpl w:val="285CCF78"/>
    <w:lvl w:ilvl="0" w:tplc="CDD4EB8C">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D790CDD"/>
    <w:multiLevelType w:val="hybridMultilevel"/>
    <w:tmpl w:val="402EA784"/>
    <w:lvl w:ilvl="0" w:tplc="FAD2E996">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3" w15:restartNumberingAfterBreak="0">
    <w:nsid w:val="6DAE7165"/>
    <w:multiLevelType w:val="hybridMultilevel"/>
    <w:tmpl w:val="78AE12A8"/>
    <w:lvl w:ilvl="0" w:tplc="34D4215E">
      <w:start w:val="1"/>
      <w:numFmt w:val="lowerLetter"/>
      <w:lvlText w:val="%1."/>
      <w:lvlJc w:val="left"/>
      <w:pPr>
        <w:ind w:left="108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6F5E25ED"/>
    <w:multiLevelType w:val="hybridMultilevel"/>
    <w:tmpl w:val="6FD01AC2"/>
    <w:lvl w:ilvl="0" w:tplc="B74EC262">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9F624D2"/>
    <w:multiLevelType w:val="hybridMultilevel"/>
    <w:tmpl w:val="D7EC184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7" w15:restartNumberingAfterBreak="0">
    <w:nsid w:val="7A0F5F44"/>
    <w:multiLevelType w:val="hybridMultilevel"/>
    <w:tmpl w:val="DF266F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D771EFB"/>
    <w:multiLevelType w:val="hybridMultilevel"/>
    <w:tmpl w:val="740C84FC"/>
    <w:lvl w:ilvl="0" w:tplc="A516ADF8">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7E16778A"/>
    <w:multiLevelType w:val="hybridMultilevel"/>
    <w:tmpl w:val="6B7E5AB4"/>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16cid:durableId="1242180250">
    <w:abstractNumId w:val="15"/>
  </w:num>
  <w:num w:numId="2" w16cid:durableId="1587956968">
    <w:abstractNumId w:val="29"/>
  </w:num>
  <w:num w:numId="3" w16cid:durableId="1057973327">
    <w:abstractNumId w:val="7"/>
  </w:num>
  <w:num w:numId="4" w16cid:durableId="2063015938">
    <w:abstractNumId w:val="38"/>
  </w:num>
  <w:num w:numId="5" w16cid:durableId="1862354628">
    <w:abstractNumId w:val="41"/>
    <w:lvlOverride w:ilvl="0">
      <w:startOverride w:val="1"/>
    </w:lvlOverride>
    <w:lvlOverride w:ilvl="1"/>
    <w:lvlOverride w:ilvl="2"/>
    <w:lvlOverride w:ilvl="3"/>
    <w:lvlOverride w:ilvl="4"/>
    <w:lvlOverride w:ilvl="5"/>
    <w:lvlOverride w:ilvl="6"/>
    <w:lvlOverride w:ilvl="7"/>
    <w:lvlOverride w:ilvl="8"/>
  </w:num>
  <w:num w:numId="6" w16cid:durableId="395320007">
    <w:abstractNumId w:val="46"/>
  </w:num>
  <w:num w:numId="7" w16cid:durableId="1824078117">
    <w:abstractNumId w:val="44"/>
  </w:num>
  <w:num w:numId="8" w16cid:durableId="46540535">
    <w:abstractNumId w:val="0"/>
  </w:num>
  <w:num w:numId="9" w16cid:durableId="1420565951">
    <w:abstractNumId w:val="32"/>
  </w:num>
  <w:num w:numId="10" w16cid:durableId="1860464307">
    <w:abstractNumId w:val="2"/>
  </w:num>
  <w:num w:numId="11" w16cid:durableId="1250230767">
    <w:abstractNumId w:val="22"/>
  </w:num>
  <w:num w:numId="12" w16cid:durableId="823087649">
    <w:abstractNumId w:val="19"/>
  </w:num>
  <w:num w:numId="13" w16cid:durableId="212277780">
    <w:abstractNumId w:val="16"/>
  </w:num>
  <w:num w:numId="14" w16cid:durableId="1141535489">
    <w:abstractNumId w:val="36"/>
  </w:num>
  <w:num w:numId="15" w16cid:durableId="659891487">
    <w:abstractNumId w:val="9"/>
  </w:num>
  <w:num w:numId="16" w16cid:durableId="1377974852">
    <w:abstractNumId w:val="47"/>
  </w:num>
  <w:num w:numId="17" w16cid:durableId="470170476">
    <w:abstractNumId w:val="26"/>
  </w:num>
  <w:num w:numId="18" w16cid:durableId="1200970097">
    <w:abstractNumId w:val="13"/>
  </w:num>
  <w:num w:numId="19" w16cid:durableId="1114254501">
    <w:abstractNumId w:val="42"/>
  </w:num>
  <w:num w:numId="20" w16cid:durableId="1067150140">
    <w:abstractNumId w:val="12"/>
  </w:num>
  <w:num w:numId="21" w16cid:durableId="766970484">
    <w:abstractNumId w:val="23"/>
  </w:num>
  <w:num w:numId="22" w16cid:durableId="1714697715">
    <w:abstractNumId w:val="43"/>
  </w:num>
  <w:num w:numId="23" w16cid:durableId="1281305712">
    <w:abstractNumId w:val="30"/>
  </w:num>
  <w:num w:numId="24" w16cid:durableId="108476244">
    <w:abstractNumId w:val="28"/>
  </w:num>
  <w:num w:numId="25" w16cid:durableId="844366383">
    <w:abstractNumId w:val="5"/>
  </w:num>
  <w:num w:numId="26" w16cid:durableId="1318613922">
    <w:abstractNumId w:val="14"/>
  </w:num>
  <w:num w:numId="27" w16cid:durableId="1165245404">
    <w:abstractNumId w:val="12"/>
  </w:num>
  <w:num w:numId="28" w16cid:durableId="1626429468">
    <w:abstractNumId w:val="12"/>
  </w:num>
  <w:num w:numId="29" w16cid:durableId="121462527">
    <w:abstractNumId w:val="35"/>
  </w:num>
  <w:num w:numId="30" w16cid:durableId="492726503">
    <w:abstractNumId w:val="4"/>
  </w:num>
  <w:num w:numId="31" w16cid:durableId="868372836">
    <w:abstractNumId w:val="3"/>
  </w:num>
  <w:num w:numId="32" w16cid:durableId="798717905">
    <w:abstractNumId w:val="17"/>
  </w:num>
  <w:num w:numId="33" w16cid:durableId="1701279818">
    <w:abstractNumId w:val="31"/>
  </w:num>
  <w:num w:numId="34" w16cid:durableId="203449529">
    <w:abstractNumId w:val="10"/>
  </w:num>
  <w:num w:numId="35" w16cid:durableId="1779641024">
    <w:abstractNumId w:val="8"/>
  </w:num>
  <w:num w:numId="36" w16cid:durableId="1270703367">
    <w:abstractNumId w:val="37"/>
  </w:num>
  <w:num w:numId="37" w16cid:durableId="319114687">
    <w:abstractNumId w:val="34"/>
  </w:num>
  <w:num w:numId="38" w16cid:durableId="1500997583">
    <w:abstractNumId w:val="40"/>
  </w:num>
  <w:num w:numId="39" w16cid:durableId="748650362">
    <w:abstractNumId w:val="21"/>
  </w:num>
  <w:num w:numId="40" w16cid:durableId="7297706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52608917">
    <w:abstractNumId w:val="27"/>
  </w:num>
  <w:num w:numId="42" w16cid:durableId="269363511">
    <w:abstractNumId w:val="33"/>
  </w:num>
  <w:num w:numId="43" w16cid:durableId="10249375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48874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45196534">
    <w:abstractNumId w:val="18"/>
  </w:num>
  <w:num w:numId="46" w16cid:durableId="356347140">
    <w:abstractNumId w:val="45"/>
  </w:num>
  <w:num w:numId="47" w16cid:durableId="2004384108">
    <w:abstractNumId w:val="25"/>
  </w:num>
  <w:num w:numId="48" w16cid:durableId="12000997">
    <w:abstractNumId w:val="39"/>
  </w:num>
  <w:num w:numId="49" w16cid:durableId="1631014911">
    <w:abstractNumId w:val="6"/>
  </w:num>
  <w:num w:numId="50" w16cid:durableId="396519819">
    <w:abstractNumId w:val="15"/>
  </w:num>
  <w:num w:numId="51" w16cid:durableId="1416590338">
    <w:abstractNumId w:val="15"/>
  </w:num>
  <w:num w:numId="52" w16cid:durableId="2080253304">
    <w:abstractNumId w:val="15"/>
  </w:num>
  <w:num w:numId="53" w16cid:durableId="117072578">
    <w:abstractNumId w:val="15"/>
  </w:num>
  <w:num w:numId="54" w16cid:durableId="1339770327">
    <w:abstractNumId w:val="23"/>
    <w:lvlOverride w:ilvl="0">
      <w:startOverride w:val="1"/>
    </w:lvlOverride>
  </w:num>
  <w:num w:numId="55" w16cid:durableId="1965966775">
    <w:abstractNumId w:val="30"/>
    <w:lvlOverride w:ilvl="0">
      <w:startOverride w:val="1"/>
    </w:lvlOverride>
  </w:num>
  <w:num w:numId="56" w16cid:durableId="916089185">
    <w:abstractNumId w:val="1"/>
  </w:num>
  <w:num w:numId="57" w16cid:durableId="41101397">
    <w:abstractNumId w:val="49"/>
  </w:num>
  <w:num w:numId="58" w16cid:durableId="1557207059">
    <w:abstractNumId w:val="24"/>
  </w:num>
  <w:num w:numId="59" w16cid:durableId="806700005">
    <w:abstractNumId w:val="48"/>
  </w:num>
  <w:num w:numId="60" w16cid:durableId="1533616476">
    <w:abstractNumId w:val="11"/>
  </w:num>
  <w:num w:numId="61" w16cid:durableId="1941331522">
    <w:abstractNumId w:val="43"/>
    <w:lvlOverride w:ilvl="0">
      <w:startOverride w:val="1"/>
    </w:lvlOverride>
  </w:num>
  <w:num w:numId="62" w16cid:durableId="316495904">
    <w:abstractNumId w:val="43"/>
    <w:lvlOverride w:ilvl="0">
      <w:startOverride w:val="1"/>
    </w:lvlOverride>
  </w:num>
  <w:num w:numId="63" w16cid:durableId="2090343222">
    <w:abstractNumId w:val="20"/>
  </w:num>
  <w:num w:numId="64" w16cid:durableId="684794989">
    <w:abstractNumId w:val="15"/>
  </w:num>
  <w:num w:numId="65" w16cid:durableId="389691729">
    <w:abstractNumId w:val="29"/>
  </w:num>
  <w:num w:numId="66" w16cid:durableId="1976981130">
    <w:abstractNumId w:val="15"/>
  </w:num>
  <w:num w:numId="67" w16cid:durableId="2095740208">
    <w:abstractNumId w:val="15"/>
  </w:num>
  <w:num w:numId="68" w16cid:durableId="1827934014">
    <w:abstractNumId w:val="15"/>
  </w:num>
  <w:num w:numId="69" w16cid:durableId="2018455360">
    <w:abstractNumId w:val="1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linkStyles/>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BC6"/>
    <w:rsid w:val="000060F9"/>
    <w:rsid w:val="000062AB"/>
    <w:rsid w:val="00007FC3"/>
    <w:rsid w:val="000108C1"/>
    <w:rsid w:val="000112BF"/>
    <w:rsid w:val="0001162E"/>
    <w:rsid w:val="000128CF"/>
    <w:rsid w:val="00020DEB"/>
    <w:rsid w:val="00022110"/>
    <w:rsid w:val="000228F0"/>
    <w:rsid w:val="00025362"/>
    <w:rsid w:val="00030037"/>
    <w:rsid w:val="0003277F"/>
    <w:rsid w:val="00032949"/>
    <w:rsid w:val="00033086"/>
    <w:rsid w:val="00034759"/>
    <w:rsid w:val="000430CE"/>
    <w:rsid w:val="0004419B"/>
    <w:rsid w:val="00044AE9"/>
    <w:rsid w:val="00046751"/>
    <w:rsid w:val="00046EC7"/>
    <w:rsid w:val="00047B1E"/>
    <w:rsid w:val="00052B32"/>
    <w:rsid w:val="00055BE2"/>
    <w:rsid w:val="00055EAF"/>
    <w:rsid w:val="00056C37"/>
    <w:rsid w:val="00060FFD"/>
    <w:rsid w:val="00064EBA"/>
    <w:rsid w:val="00065FE8"/>
    <w:rsid w:val="00071CA0"/>
    <w:rsid w:val="00071DFF"/>
    <w:rsid w:val="00072576"/>
    <w:rsid w:val="000731D3"/>
    <w:rsid w:val="00073C38"/>
    <w:rsid w:val="00073FD3"/>
    <w:rsid w:val="00075A5C"/>
    <w:rsid w:val="00076487"/>
    <w:rsid w:val="00077814"/>
    <w:rsid w:val="00077BAE"/>
    <w:rsid w:val="00084D09"/>
    <w:rsid w:val="00085045"/>
    <w:rsid w:val="0008699B"/>
    <w:rsid w:val="000900FD"/>
    <w:rsid w:val="00092908"/>
    <w:rsid w:val="00095685"/>
    <w:rsid w:val="000A0364"/>
    <w:rsid w:val="000A0794"/>
    <w:rsid w:val="000A5D86"/>
    <w:rsid w:val="000A6778"/>
    <w:rsid w:val="000A78E5"/>
    <w:rsid w:val="000B0BAE"/>
    <w:rsid w:val="000B261E"/>
    <w:rsid w:val="000B6756"/>
    <w:rsid w:val="000C11F2"/>
    <w:rsid w:val="000C2F67"/>
    <w:rsid w:val="000C49E9"/>
    <w:rsid w:val="000C61E6"/>
    <w:rsid w:val="000D0ED2"/>
    <w:rsid w:val="000D213C"/>
    <w:rsid w:val="000D45EE"/>
    <w:rsid w:val="000D710D"/>
    <w:rsid w:val="000D730B"/>
    <w:rsid w:val="000E3BC7"/>
    <w:rsid w:val="000E6FC3"/>
    <w:rsid w:val="000F1DBE"/>
    <w:rsid w:val="000F6EAA"/>
    <w:rsid w:val="000F7B15"/>
    <w:rsid w:val="00103C46"/>
    <w:rsid w:val="00104988"/>
    <w:rsid w:val="00104A16"/>
    <w:rsid w:val="00104A4F"/>
    <w:rsid w:val="00106E6B"/>
    <w:rsid w:val="001102A9"/>
    <w:rsid w:val="00111AE9"/>
    <w:rsid w:val="00114044"/>
    <w:rsid w:val="00120F12"/>
    <w:rsid w:val="00126575"/>
    <w:rsid w:val="001268C9"/>
    <w:rsid w:val="00127A38"/>
    <w:rsid w:val="00133C79"/>
    <w:rsid w:val="001362A5"/>
    <w:rsid w:val="00140F0F"/>
    <w:rsid w:val="00147532"/>
    <w:rsid w:val="001504E4"/>
    <w:rsid w:val="00153CF9"/>
    <w:rsid w:val="001572B2"/>
    <w:rsid w:val="00170DF5"/>
    <w:rsid w:val="001721A7"/>
    <w:rsid w:val="00177A88"/>
    <w:rsid w:val="00181A8E"/>
    <w:rsid w:val="00182DBA"/>
    <w:rsid w:val="001834C3"/>
    <w:rsid w:val="00184CAC"/>
    <w:rsid w:val="00187BB2"/>
    <w:rsid w:val="001919CE"/>
    <w:rsid w:val="001920FE"/>
    <w:rsid w:val="00192A26"/>
    <w:rsid w:val="00193BC6"/>
    <w:rsid w:val="00193D32"/>
    <w:rsid w:val="00194C3F"/>
    <w:rsid w:val="001A0D7B"/>
    <w:rsid w:val="001A0DFC"/>
    <w:rsid w:val="001A37D5"/>
    <w:rsid w:val="001A7573"/>
    <w:rsid w:val="001B04C1"/>
    <w:rsid w:val="001B5E1D"/>
    <w:rsid w:val="001B7BBB"/>
    <w:rsid w:val="001C2E47"/>
    <w:rsid w:val="001D010E"/>
    <w:rsid w:val="001D1611"/>
    <w:rsid w:val="001D1F2B"/>
    <w:rsid w:val="001D6642"/>
    <w:rsid w:val="001D6B67"/>
    <w:rsid w:val="001D7696"/>
    <w:rsid w:val="001E0B72"/>
    <w:rsid w:val="001E120F"/>
    <w:rsid w:val="001E30F4"/>
    <w:rsid w:val="001E444B"/>
    <w:rsid w:val="001E760E"/>
    <w:rsid w:val="001E774F"/>
    <w:rsid w:val="001F0EE4"/>
    <w:rsid w:val="001F3FC4"/>
    <w:rsid w:val="001F663D"/>
    <w:rsid w:val="0020061B"/>
    <w:rsid w:val="00200F9F"/>
    <w:rsid w:val="002032AC"/>
    <w:rsid w:val="002044B5"/>
    <w:rsid w:val="00207E33"/>
    <w:rsid w:val="002129F7"/>
    <w:rsid w:val="002156EA"/>
    <w:rsid w:val="00217D33"/>
    <w:rsid w:val="00223A06"/>
    <w:rsid w:val="002244F2"/>
    <w:rsid w:val="002245D4"/>
    <w:rsid w:val="00225A71"/>
    <w:rsid w:val="002278A3"/>
    <w:rsid w:val="002307F0"/>
    <w:rsid w:val="00234ECC"/>
    <w:rsid w:val="0024075A"/>
    <w:rsid w:val="00243EEC"/>
    <w:rsid w:val="00245079"/>
    <w:rsid w:val="002450A4"/>
    <w:rsid w:val="00254AEA"/>
    <w:rsid w:val="0025585A"/>
    <w:rsid w:val="00261FEE"/>
    <w:rsid w:val="0027263D"/>
    <w:rsid w:val="00275B52"/>
    <w:rsid w:val="00284366"/>
    <w:rsid w:val="00290842"/>
    <w:rsid w:val="00292805"/>
    <w:rsid w:val="0029323D"/>
    <w:rsid w:val="00294D96"/>
    <w:rsid w:val="002956ED"/>
    <w:rsid w:val="002971D5"/>
    <w:rsid w:val="002A1A82"/>
    <w:rsid w:val="002A54AB"/>
    <w:rsid w:val="002A693E"/>
    <w:rsid w:val="002B1E63"/>
    <w:rsid w:val="002B5F01"/>
    <w:rsid w:val="002B6089"/>
    <w:rsid w:val="002C20AB"/>
    <w:rsid w:val="002C65A2"/>
    <w:rsid w:val="002C6884"/>
    <w:rsid w:val="002D1579"/>
    <w:rsid w:val="002D2658"/>
    <w:rsid w:val="002D26E3"/>
    <w:rsid w:val="002D513E"/>
    <w:rsid w:val="002D6AC5"/>
    <w:rsid w:val="002E2CC9"/>
    <w:rsid w:val="002E49E1"/>
    <w:rsid w:val="002E7C9D"/>
    <w:rsid w:val="002F12CE"/>
    <w:rsid w:val="002F5A8F"/>
    <w:rsid w:val="002F7110"/>
    <w:rsid w:val="002F7835"/>
    <w:rsid w:val="003049B9"/>
    <w:rsid w:val="00304DFE"/>
    <w:rsid w:val="00307A47"/>
    <w:rsid w:val="00307F03"/>
    <w:rsid w:val="00307F61"/>
    <w:rsid w:val="00314EA7"/>
    <w:rsid w:val="00316FF4"/>
    <w:rsid w:val="003243BC"/>
    <w:rsid w:val="003276A3"/>
    <w:rsid w:val="00332CEE"/>
    <w:rsid w:val="00332D55"/>
    <w:rsid w:val="00334014"/>
    <w:rsid w:val="003351E6"/>
    <w:rsid w:val="003369E5"/>
    <w:rsid w:val="0034185C"/>
    <w:rsid w:val="00344EE7"/>
    <w:rsid w:val="00344FE2"/>
    <w:rsid w:val="0034589D"/>
    <w:rsid w:val="003460B8"/>
    <w:rsid w:val="00350071"/>
    <w:rsid w:val="00353DE3"/>
    <w:rsid w:val="003552E1"/>
    <w:rsid w:val="0035760B"/>
    <w:rsid w:val="0036059C"/>
    <w:rsid w:val="00363BAE"/>
    <w:rsid w:val="003652EA"/>
    <w:rsid w:val="00367135"/>
    <w:rsid w:val="003740A8"/>
    <w:rsid w:val="0037534A"/>
    <w:rsid w:val="00375997"/>
    <w:rsid w:val="003825EA"/>
    <w:rsid w:val="003827A4"/>
    <w:rsid w:val="003842BD"/>
    <w:rsid w:val="00384D14"/>
    <w:rsid w:val="00387540"/>
    <w:rsid w:val="003918EC"/>
    <w:rsid w:val="003970A6"/>
    <w:rsid w:val="003A1B89"/>
    <w:rsid w:val="003A5F1D"/>
    <w:rsid w:val="003A792D"/>
    <w:rsid w:val="003A7BB8"/>
    <w:rsid w:val="003B0AB9"/>
    <w:rsid w:val="003B0FB0"/>
    <w:rsid w:val="003B590E"/>
    <w:rsid w:val="003B7852"/>
    <w:rsid w:val="003C0315"/>
    <w:rsid w:val="003C1F10"/>
    <w:rsid w:val="003C3C76"/>
    <w:rsid w:val="003C65F9"/>
    <w:rsid w:val="003D08E9"/>
    <w:rsid w:val="003D2630"/>
    <w:rsid w:val="003D2C08"/>
    <w:rsid w:val="003D2C99"/>
    <w:rsid w:val="003D628C"/>
    <w:rsid w:val="003D77FF"/>
    <w:rsid w:val="003E1B2A"/>
    <w:rsid w:val="003E2E91"/>
    <w:rsid w:val="003E41C5"/>
    <w:rsid w:val="003F195B"/>
    <w:rsid w:val="003F24C6"/>
    <w:rsid w:val="00400A43"/>
    <w:rsid w:val="00410B30"/>
    <w:rsid w:val="00413FD0"/>
    <w:rsid w:val="0041787C"/>
    <w:rsid w:val="00423FDF"/>
    <w:rsid w:val="0042525F"/>
    <w:rsid w:val="00431048"/>
    <w:rsid w:val="00433283"/>
    <w:rsid w:val="0043434E"/>
    <w:rsid w:val="00437595"/>
    <w:rsid w:val="004378AB"/>
    <w:rsid w:val="00441015"/>
    <w:rsid w:val="004431D3"/>
    <w:rsid w:val="00454151"/>
    <w:rsid w:val="0045664B"/>
    <w:rsid w:val="00457D5B"/>
    <w:rsid w:val="00461E2F"/>
    <w:rsid w:val="00463D7E"/>
    <w:rsid w:val="00466E65"/>
    <w:rsid w:val="004739F7"/>
    <w:rsid w:val="00474273"/>
    <w:rsid w:val="00480D94"/>
    <w:rsid w:val="0048146C"/>
    <w:rsid w:val="00481E03"/>
    <w:rsid w:val="004866BA"/>
    <w:rsid w:val="00487631"/>
    <w:rsid w:val="00487C04"/>
    <w:rsid w:val="00491935"/>
    <w:rsid w:val="004928CC"/>
    <w:rsid w:val="00492A7C"/>
    <w:rsid w:val="004A0717"/>
    <w:rsid w:val="004A0C40"/>
    <w:rsid w:val="004A6F09"/>
    <w:rsid w:val="004B0713"/>
    <w:rsid w:val="004B235B"/>
    <w:rsid w:val="004B2BD2"/>
    <w:rsid w:val="004B4C0E"/>
    <w:rsid w:val="004C6A66"/>
    <w:rsid w:val="004C6AA1"/>
    <w:rsid w:val="004D18CD"/>
    <w:rsid w:val="004D1AB6"/>
    <w:rsid w:val="004D25D5"/>
    <w:rsid w:val="004D2767"/>
    <w:rsid w:val="004D3530"/>
    <w:rsid w:val="004E4E5C"/>
    <w:rsid w:val="004E4EDC"/>
    <w:rsid w:val="004E7724"/>
    <w:rsid w:val="004F14AA"/>
    <w:rsid w:val="004F3368"/>
    <w:rsid w:val="004F7F92"/>
    <w:rsid w:val="005022C2"/>
    <w:rsid w:val="005044FD"/>
    <w:rsid w:val="00507471"/>
    <w:rsid w:val="00513580"/>
    <w:rsid w:val="0051792F"/>
    <w:rsid w:val="00520C23"/>
    <w:rsid w:val="005223C5"/>
    <w:rsid w:val="005224CC"/>
    <w:rsid w:val="00524066"/>
    <w:rsid w:val="0052553D"/>
    <w:rsid w:val="00526DD2"/>
    <w:rsid w:val="00527E8F"/>
    <w:rsid w:val="00532970"/>
    <w:rsid w:val="005353E2"/>
    <w:rsid w:val="00536623"/>
    <w:rsid w:val="00536EA5"/>
    <w:rsid w:val="005436B2"/>
    <w:rsid w:val="0054448B"/>
    <w:rsid w:val="005455F7"/>
    <w:rsid w:val="00552AD8"/>
    <w:rsid w:val="00552FDD"/>
    <w:rsid w:val="005546F1"/>
    <w:rsid w:val="00563343"/>
    <w:rsid w:val="00563A4E"/>
    <w:rsid w:val="00566D5E"/>
    <w:rsid w:val="005709DF"/>
    <w:rsid w:val="0057179E"/>
    <w:rsid w:val="005721CA"/>
    <w:rsid w:val="00572A47"/>
    <w:rsid w:val="00574FEE"/>
    <w:rsid w:val="00584E41"/>
    <w:rsid w:val="00585EDD"/>
    <w:rsid w:val="00586A30"/>
    <w:rsid w:val="005907A3"/>
    <w:rsid w:val="00591DD0"/>
    <w:rsid w:val="005924F7"/>
    <w:rsid w:val="005A2D20"/>
    <w:rsid w:val="005A770A"/>
    <w:rsid w:val="005B0937"/>
    <w:rsid w:val="005B2EB4"/>
    <w:rsid w:val="005B41B7"/>
    <w:rsid w:val="005B4341"/>
    <w:rsid w:val="005C11B8"/>
    <w:rsid w:val="005C20BF"/>
    <w:rsid w:val="005D19F1"/>
    <w:rsid w:val="005D2C02"/>
    <w:rsid w:val="005D61EF"/>
    <w:rsid w:val="005F129B"/>
    <w:rsid w:val="005F273B"/>
    <w:rsid w:val="005F5086"/>
    <w:rsid w:val="0060178F"/>
    <w:rsid w:val="006109AE"/>
    <w:rsid w:val="00612F65"/>
    <w:rsid w:val="00614972"/>
    <w:rsid w:val="00615024"/>
    <w:rsid w:val="00622DE5"/>
    <w:rsid w:val="006232D8"/>
    <w:rsid w:val="0062747E"/>
    <w:rsid w:val="0063000E"/>
    <w:rsid w:val="006314D3"/>
    <w:rsid w:val="0063288D"/>
    <w:rsid w:val="00632E30"/>
    <w:rsid w:val="00634EBA"/>
    <w:rsid w:val="0063774F"/>
    <w:rsid w:val="006518D7"/>
    <w:rsid w:val="00652987"/>
    <w:rsid w:val="0066248B"/>
    <w:rsid w:val="00662A18"/>
    <w:rsid w:val="00666196"/>
    <w:rsid w:val="006671DD"/>
    <w:rsid w:val="006705A6"/>
    <w:rsid w:val="00672497"/>
    <w:rsid w:val="00672E45"/>
    <w:rsid w:val="006757BE"/>
    <w:rsid w:val="0067773E"/>
    <w:rsid w:val="00684849"/>
    <w:rsid w:val="006852F4"/>
    <w:rsid w:val="006907E0"/>
    <w:rsid w:val="00691796"/>
    <w:rsid w:val="00695784"/>
    <w:rsid w:val="006A18DD"/>
    <w:rsid w:val="006A3F97"/>
    <w:rsid w:val="006A7E21"/>
    <w:rsid w:val="006B4C17"/>
    <w:rsid w:val="006B4C9E"/>
    <w:rsid w:val="006C7A91"/>
    <w:rsid w:val="006D66BC"/>
    <w:rsid w:val="006D66FA"/>
    <w:rsid w:val="006E0183"/>
    <w:rsid w:val="006E4600"/>
    <w:rsid w:val="006E4626"/>
    <w:rsid w:val="006E5938"/>
    <w:rsid w:val="006F0729"/>
    <w:rsid w:val="006F1367"/>
    <w:rsid w:val="006F1D95"/>
    <w:rsid w:val="006F2CEF"/>
    <w:rsid w:val="006F34F2"/>
    <w:rsid w:val="007052A6"/>
    <w:rsid w:val="00706E73"/>
    <w:rsid w:val="00710666"/>
    <w:rsid w:val="007126B3"/>
    <w:rsid w:val="00716551"/>
    <w:rsid w:val="007203F3"/>
    <w:rsid w:val="007244AD"/>
    <w:rsid w:val="007327F0"/>
    <w:rsid w:val="007405E4"/>
    <w:rsid w:val="007479D7"/>
    <w:rsid w:val="00751053"/>
    <w:rsid w:val="007549B9"/>
    <w:rsid w:val="00755E82"/>
    <w:rsid w:val="00756EF6"/>
    <w:rsid w:val="00760A38"/>
    <w:rsid w:val="007629FB"/>
    <w:rsid w:val="00776271"/>
    <w:rsid w:val="0077636C"/>
    <w:rsid w:val="00780233"/>
    <w:rsid w:val="0078171F"/>
    <w:rsid w:val="00787B44"/>
    <w:rsid w:val="00787D25"/>
    <w:rsid w:val="00795724"/>
    <w:rsid w:val="00796409"/>
    <w:rsid w:val="00796679"/>
    <w:rsid w:val="007A2551"/>
    <w:rsid w:val="007A292F"/>
    <w:rsid w:val="007A5E09"/>
    <w:rsid w:val="007A5EAB"/>
    <w:rsid w:val="007A79D2"/>
    <w:rsid w:val="007B4803"/>
    <w:rsid w:val="007C4102"/>
    <w:rsid w:val="007D046A"/>
    <w:rsid w:val="007D0605"/>
    <w:rsid w:val="007D481C"/>
    <w:rsid w:val="007D5ABD"/>
    <w:rsid w:val="007D6850"/>
    <w:rsid w:val="007E2EDC"/>
    <w:rsid w:val="007E3895"/>
    <w:rsid w:val="007E6991"/>
    <w:rsid w:val="007F39FD"/>
    <w:rsid w:val="007F7157"/>
    <w:rsid w:val="007F795A"/>
    <w:rsid w:val="0080643D"/>
    <w:rsid w:val="00806DD7"/>
    <w:rsid w:val="008075EA"/>
    <w:rsid w:val="00814D37"/>
    <w:rsid w:val="0082105E"/>
    <w:rsid w:val="00822D0C"/>
    <w:rsid w:val="00823716"/>
    <w:rsid w:val="0082710B"/>
    <w:rsid w:val="00827E26"/>
    <w:rsid w:val="008368D3"/>
    <w:rsid w:val="00841337"/>
    <w:rsid w:val="00844A6B"/>
    <w:rsid w:val="008455EE"/>
    <w:rsid w:val="008474DC"/>
    <w:rsid w:val="00850F30"/>
    <w:rsid w:val="008542DA"/>
    <w:rsid w:val="008566D2"/>
    <w:rsid w:val="0085761B"/>
    <w:rsid w:val="008660A0"/>
    <w:rsid w:val="00871294"/>
    <w:rsid w:val="0087337A"/>
    <w:rsid w:val="008831B0"/>
    <w:rsid w:val="008833F0"/>
    <w:rsid w:val="00886BB7"/>
    <w:rsid w:val="008904E7"/>
    <w:rsid w:val="00891559"/>
    <w:rsid w:val="00895DCB"/>
    <w:rsid w:val="008962D8"/>
    <w:rsid w:val="008A4537"/>
    <w:rsid w:val="008A4646"/>
    <w:rsid w:val="008A63B0"/>
    <w:rsid w:val="008B1AB8"/>
    <w:rsid w:val="008B4665"/>
    <w:rsid w:val="008B62DB"/>
    <w:rsid w:val="008B62E7"/>
    <w:rsid w:val="008C1BEF"/>
    <w:rsid w:val="008C4230"/>
    <w:rsid w:val="008C4E91"/>
    <w:rsid w:val="008C716D"/>
    <w:rsid w:val="008D3444"/>
    <w:rsid w:val="008D3F1F"/>
    <w:rsid w:val="008E03AD"/>
    <w:rsid w:val="008E3A43"/>
    <w:rsid w:val="008F13EE"/>
    <w:rsid w:val="008F1D0A"/>
    <w:rsid w:val="00901921"/>
    <w:rsid w:val="00903C83"/>
    <w:rsid w:val="009048D1"/>
    <w:rsid w:val="00905C38"/>
    <w:rsid w:val="00910667"/>
    <w:rsid w:val="00912943"/>
    <w:rsid w:val="009143BA"/>
    <w:rsid w:val="00915222"/>
    <w:rsid w:val="00926C27"/>
    <w:rsid w:val="00930544"/>
    <w:rsid w:val="009318A6"/>
    <w:rsid w:val="00932626"/>
    <w:rsid w:val="00932EC3"/>
    <w:rsid w:val="00933729"/>
    <w:rsid w:val="00936093"/>
    <w:rsid w:val="00936F06"/>
    <w:rsid w:val="00940DD6"/>
    <w:rsid w:val="00941C66"/>
    <w:rsid w:val="009451CA"/>
    <w:rsid w:val="009461B9"/>
    <w:rsid w:val="009477F3"/>
    <w:rsid w:val="00950558"/>
    <w:rsid w:val="00950B80"/>
    <w:rsid w:val="00951023"/>
    <w:rsid w:val="00956631"/>
    <w:rsid w:val="00957F3A"/>
    <w:rsid w:val="009657D4"/>
    <w:rsid w:val="009678F4"/>
    <w:rsid w:val="009715DB"/>
    <w:rsid w:val="00972A26"/>
    <w:rsid w:val="00980C64"/>
    <w:rsid w:val="00981608"/>
    <w:rsid w:val="009829FF"/>
    <w:rsid w:val="00983FC1"/>
    <w:rsid w:val="009843DD"/>
    <w:rsid w:val="009864D5"/>
    <w:rsid w:val="00986950"/>
    <w:rsid w:val="009A1A31"/>
    <w:rsid w:val="009A211E"/>
    <w:rsid w:val="009A7819"/>
    <w:rsid w:val="009A7E8A"/>
    <w:rsid w:val="009B6971"/>
    <w:rsid w:val="009C157E"/>
    <w:rsid w:val="009D2C0D"/>
    <w:rsid w:val="009D5280"/>
    <w:rsid w:val="009E5A92"/>
    <w:rsid w:val="009E6B11"/>
    <w:rsid w:val="009E6D2B"/>
    <w:rsid w:val="009F1F7D"/>
    <w:rsid w:val="009F32FC"/>
    <w:rsid w:val="009F3B01"/>
    <w:rsid w:val="009F40D5"/>
    <w:rsid w:val="009F4F97"/>
    <w:rsid w:val="009F6856"/>
    <w:rsid w:val="00A00CC7"/>
    <w:rsid w:val="00A00F92"/>
    <w:rsid w:val="00A06FFD"/>
    <w:rsid w:val="00A07007"/>
    <w:rsid w:val="00A07102"/>
    <w:rsid w:val="00A07606"/>
    <w:rsid w:val="00A12F1D"/>
    <w:rsid w:val="00A13BFC"/>
    <w:rsid w:val="00A13ED7"/>
    <w:rsid w:val="00A161AD"/>
    <w:rsid w:val="00A20004"/>
    <w:rsid w:val="00A21250"/>
    <w:rsid w:val="00A229C9"/>
    <w:rsid w:val="00A23662"/>
    <w:rsid w:val="00A25554"/>
    <w:rsid w:val="00A26653"/>
    <w:rsid w:val="00A307C8"/>
    <w:rsid w:val="00A30D7A"/>
    <w:rsid w:val="00A318FD"/>
    <w:rsid w:val="00A3379D"/>
    <w:rsid w:val="00A3688B"/>
    <w:rsid w:val="00A37B85"/>
    <w:rsid w:val="00A40CE6"/>
    <w:rsid w:val="00A43F11"/>
    <w:rsid w:val="00A50EF9"/>
    <w:rsid w:val="00A52580"/>
    <w:rsid w:val="00A66388"/>
    <w:rsid w:val="00A670DC"/>
    <w:rsid w:val="00A70853"/>
    <w:rsid w:val="00A76930"/>
    <w:rsid w:val="00A8177C"/>
    <w:rsid w:val="00A91B79"/>
    <w:rsid w:val="00A92218"/>
    <w:rsid w:val="00A94547"/>
    <w:rsid w:val="00A95FC3"/>
    <w:rsid w:val="00A96E61"/>
    <w:rsid w:val="00AA0F8E"/>
    <w:rsid w:val="00AA2BB0"/>
    <w:rsid w:val="00AA37DE"/>
    <w:rsid w:val="00AA3B53"/>
    <w:rsid w:val="00AA4947"/>
    <w:rsid w:val="00AB595F"/>
    <w:rsid w:val="00AB6216"/>
    <w:rsid w:val="00AB680A"/>
    <w:rsid w:val="00AB6EAC"/>
    <w:rsid w:val="00AC2095"/>
    <w:rsid w:val="00AC76D7"/>
    <w:rsid w:val="00AD233D"/>
    <w:rsid w:val="00AD5669"/>
    <w:rsid w:val="00AD56CA"/>
    <w:rsid w:val="00AD78CD"/>
    <w:rsid w:val="00AE107E"/>
    <w:rsid w:val="00AE2554"/>
    <w:rsid w:val="00AE3197"/>
    <w:rsid w:val="00AE34C1"/>
    <w:rsid w:val="00AE46BC"/>
    <w:rsid w:val="00AE49F9"/>
    <w:rsid w:val="00AE50E3"/>
    <w:rsid w:val="00AE6804"/>
    <w:rsid w:val="00AF30A6"/>
    <w:rsid w:val="00AF7F06"/>
    <w:rsid w:val="00B062BD"/>
    <w:rsid w:val="00B15C58"/>
    <w:rsid w:val="00B15DC7"/>
    <w:rsid w:val="00B23E72"/>
    <w:rsid w:val="00B2473A"/>
    <w:rsid w:val="00B2492F"/>
    <w:rsid w:val="00B30CEE"/>
    <w:rsid w:val="00B33CEE"/>
    <w:rsid w:val="00B35E1C"/>
    <w:rsid w:val="00B44B1D"/>
    <w:rsid w:val="00B47D7D"/>
    <w:rsid w:val="00B5360E"/>
    <w:rsid w:val="00B5388A"/>
    <w:rsid w:val="00B55C4C"/>
    <w:rsid w:val="00B5640E"/>
    <w:rsid w:val="00B5780D"/>
    <w:rsid w:val="00B6319E"/>
    <w:rsid w:val="00B6332D"/>
    <w:rsid w:val="00B7149A"/>
    <w:rsid w:val="00B71A5E"/>
    <w:rsid w:val="00B726C8"/>
    <w:rsid w:val="00B75844"/>
    <w:rsid w:val="00B858B5"/>
    <w:rsid w:val="00B91067"/>
    <w:rsid w:val="00B945EB"/>
    <w:rsid w:val="00B94D95"/>
    <w:rsid w:val="00B972D0"/>
    <w:rsid w:val="00B97F44"/>
    <w:rsid w:val="00BA0A69"/>
    <w:rsid w:val="00BA303A"/>
    <w:rsid w:val="00BA4B06"/>
    <w:rsid w:val="00BA5351"/>
    <w:rsid w:val="00BA556D"/>
    <w:rsid w:val="00BA7760"/>
    <w:rsid w:val="00BB064C"/>
    <w:rsid w:val="00BB3603"/>
    <w:rsid w:val="00BB429F"/>
    <w:rsid w:val="00BB5210"/>
    <w:rsid w:val="00BC0AD7"/>
    <w:rsid w:val="00BC0DBF"/>
    <w:rsid w:val="00BC10A1"/>
    <w:rsid w:val="00BC226E"/>
    <w:rsid w:val="00BC3D3E"/>
    <w:rsid w:val="00BC6324"/>
    <w:rsid w:val="00BC663C"/>
    <w:rsid w:val="00BD00D3"/>
    <w:rsid w:val="00BD03FF"/>
    <w:rsid w:val="00BD6423"/>
    <w:rsid w:val="00BD6624"/>
    <w:rsid w:val="00BE0398"/>
    <w:rsid w:val="00BE0D31"/>
    <w:rsid w:val="00BE1261"/>
    <w:rsid w:val="00BE2F45"/>
    <w:rsid w:val="00BE3203"/>
    <w:rsid w:val="00BF0B30"/>
    <w:rsid w:val="00BF552C"/>
    <w:rsid w:val="00C04180"/>
    <w:rsid w:val="00C0526B"/>
    <w:rsid w:val="00C127CF"/>
    <w:rsid w:val="00C12C73"/>
    <w:rsid w:val="00C12CBB"/>
    <w:rsid w:val="00C1684A"/>
    <w:rsid w:val="00C201D4"/>
    <w:rsid w:val="00C23E58"/>
    <w:rsid w:val="00C26DE4"/>
    <w:rsid w:val="00C34C7D"/>
    <w:rsid w:val="00C36D13"/>
    <w:rsid w:val="00C4238D"/>
    <w:rsid w:val="00C50A4B"/>
    <w:rsid w:val="00C5127F"/>
    <w:rsid w:val="00C601E4"/>
    <w:rsid w:val="00C649DF"/>
    <w:rsid w:val="00C760A6"/>
    <w:rsid w:val="00C8258A"/>
    <w:rsid w:val="00C90193"/>
    <w:rsid w:val="00C92790"/>
    <w:rsid w:val="00C97A8A"/>
    <w:rsid w:val="00CA4AC8"/>
    <w:rsid w:val="00CA50B8"/>
    <w:rsid w:val="00CA52D8"/>
    <w:rsid w:val="00CB30E7"/>
    <w:rsid w:val="00CB3A05"/>
    <w:rsid w:val="00CB4C28"/>
    <w:rsid w:val="00CB4FBF"/>
    <w:rsid w:val="00CC4363"/>
    <w:rsid w:val="00CC5BC0"/>
    <w:rsid w:val="00CC69C7"/>
    <w:rsid w:val="00CC7878"/>
    <w:rsid w:val="00CE0871"/>
    <w:rsid w:val="00CE17E8"/>
    <w:rsid w:val="00CF051A"/>
    <w:rsid w:val="00CF2E4B"/>
    <w:rsid w:val="00D10807"/>
    <w:rsid w:val="00D1330F"/>
    <w:rsid w:val="00D1357E"/>
    <w:rsid w:val="00D15A61"/>
    <w:rsid w:val="00D1642E"/>
    <w:rsid w:val="00D35112"/>
    <w:rsid w:val="00D36569"/>
    <w:rsid w:val="00D400DC"/>
    <w:rsid w:val="00D43127"/>
    <w:rsid w:val="00D4594F"/>
    <w:rsid w:val="00D503C3"/>
    <w:rsid w:val="00D5129A"/>
    <w:rsid w:val="00D51348"/>
    <w:rsid w:val="00D5342C"/>
    <w:rsid w:val="00D53D1D"/>
    <w:rsid w:val="00D54C9F"/>
    <w:rsid w:val="00D551BD"/>
    <w:rsid w:val="00D55EC9"/>
    <w:rsid w:val="00D647E2"/>
    <w:rsid w:val="00D65D34"/>
    <w:rsid w:val="00D67F7E"/>
    <w:rsid w:val="00D74241"/>
    <w:rsid w:val="00D80904"/>
    <w:rsid w:val="00D81DA7"/>
    <w:rsid w:val="00D839D3"/>
    <w:rsid w:val="00D87496"/>
    <w:rsid w:val="00D903BD"/>
    <w:rsid w:val="00D93947"/>
    <w:rsid w:val="00D97EAC"/>
    <w:rsid w:val="00DA06E2"/>
    <w:rsid w:val="00DA3C22"/>
    <w:rsid w:val="00DA5ED7"/>
    <w:rsid w:val="00DA732A"/>
    <w:rsid w:val="00DB0F71"/>
    <w:rsid w:val="00DB4462"/>
    <w:rsid w:val="00DB7D9B"/>
    <w:rsid w:val="00DC1BF8"/>
    <w:rsid w:val="00DC1BFF"/>
    <w:rsid w:val="00DC74EE"/>
    <w:rsid w:val="00DD0411"/>
    <w:rsid w:val="00DD3674"/>
    <w:rsid w:val="00DD3B52"/>
    <w:rsid w:val="00DD4F03"/>
    <w:rsid w:val="00DD50A7"/>
    <w:rsid w:val="00DE7537"/>
    <w:rsid w:val="00E06D1A"/>
    <w:rsid w:val="00E07811"/>
    <w:rsid w:val="00E15EE6"/>
    <w:rsid w:val="00E20055"/>
    <w:rsid w:val="00E20E27"/>
    <w:rsid w:val="00E21BEC"/>
    <w:rsid w:val="00E27CA5"/>
    <w:rsid w:val="00E300F2"/>
    <w:rsid w:val="00E32E8B"/>
    <w:rsid w:val="00E34485"/>
    <w:rsid w:val="00E34640"/>
    <w:rsid w:val="00E437A4"/>
    <w:rsid w:val="00E60060"/>
    <w:rsid w:val="00E640BD"/>
    <w:rsid w:val="00E64230"/>
    <w:rsid w:val="00E6492D"/>
    <w:rsid w:val="00E64BB6"/>
    <w:rsid w:val="00E657BA"/>
    <w:rsid w:val="00E6696D"/>
    <w:rsid w:val="00E669DF"/>
    <w:rsid w:val="00E724BA"/>
    <w:rsid w:val="00E72A4F"/>
    <w:rsid w:val="00E72B32"/>
    <w:rsid w:val="00E75B60"/>
    <w:rsid w:val="00E833EB"/>
    <w:rsid w:val="00E84B08"/>
    <w:rsid w:val="00E9296F"/>
    <w:rsid w:val="00E93123"/>
    <w:rsid w:val="00EB049C"/>
    <w:rsid w:val="00EB53A1"/>
    <w:rsid w:val="00EC39DC"/>
    <w:rsid w:val="00EC464B"/>
    <w:rsid w:val="00EC6036"/>
    <w:rsid w:val="00EC6E3F"/>
    <w:rsid w:val="00ED0E6A"/>
    <w:rsid w:val="00ED2269"/>
    <w:rsid w:val="00EE00BB"/>
    <w:rsid w:val="00EE0F26"/>
    <w:rsid w:val="00EE59AE"/>
    <w:rsid w:val="00EE689E"/>
    <w:rsid w:val="00EF0BC0"/>
    <w:rsid w:val="00EF45DA"/>
    <w:rsid w:val="00EF4CA3"/>
    <w:rsid w:val="00F013EC"/>
    <w:rsid w:val="00F02446"/>
    <w:rsid w:val="00F06181"/>
    <w:rsid w:val="00F14138"/>
    <w:rsid w:val="00F15783"/>
    <w:rsid w:val="00F17B58"/>
    <w:rsid w:val="00F2275C"/>
    <w:rsid w:val="00F3363F"/>
    <w:rsid w:val="00F36A7E"/>
    <w:rsid w:val="00F403F2"/>
    <w:rsid w:val="00F50C4C"/>
    <w:rsid w:val="00F54765"/>
    <w:rsid w:val="00F5586F"/>
    <w:rsid w:val="00F55B68"/>
    <w:rsid w:val="00F57286"/>
    <w:rsid w:val="00F57DE5"/>
    <w:rsid w:val="00F604BB"/>
    <w:rsid w:val="00F614BA"/>
    <w:rsid w:val="00F62E4F"/>
    <w:rsid w:val="00F75225"/>
    <w:rsid w:val="00F75C39"/>
    <w:rsid w:val="00F809A8"/>
    <w:rsid w:val="00F9192A"/>
    <w:rsid w:val="00F91CB8"/>
    <w:rsid w:val="00F920FC"/>
    <w:rsid w:val="00F94063"/>
    <w:rsid w:val="00F966FC"/>
    <w:rsid w:val="00F975AE"/>
    <w:rsid w:val="00FA218E"/>
    <w:rsid w:val="00FA2317"/>
    <w:rsid w:val="00FA32BA"/>
    <w:rsid w:val="00FA3795"/>
    <w:rsid w:val="00FA430A"/>
    <w:rsid w:val="00FA43CD"/>
    <w:rsid w:val="00FA4796"/>
    <w:rsid w:val="00FA5058"/>
    <w:rsid w:val="00FA650A"/>
    <w:rsid w:val="00FB02D0"/>
    <w:rsid w:val="00FB0F40"/>
    <w:rsid w:val="00FB48BA"/>
    <w:rsid w:val="00FB6489"/>
    <w:rsid w:val="00FB6532"/>
    <w:rsid w:val="00FC37F6"/>
    <w:rsid w:val="00FD0FF4"/>
    <w:rsid w:val="00FD2628"/>
    <w:rsid w:val="00FD7AF3"/>
    <w:rsid w:val="00FE54D0"/>
    <w:rsid w:val="00FF1A2B"/>
    <w:rsid w:val="00FF22C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8A08"/>
  <w15:chartTrackingRefBased/>
  <w15:docId w15:val="{8D920AEA-F111-4775-8FD4-388C0E5C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8"/>
        <w:lang w:val="en-AU"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4C1"/>
    <w:pPr>
      <w:tabs>
        <w:tab w:val="left" w:pos="3969"/>
      </w:tabs>
      <w:spacing w:after="60" w:line="240" w:lineRule="auto"/>
    </w:pPr>
    <w:rPr>
      <w:rFonts w:ascii="Arial" w:eastAsia="Times New Roman" w:hAnsi="Arial" w:cs="Times New Roman"/>
      <w:sz w:val="20"/>
      <w:szCs w:val="20"/>
      <w:lang w:eastAsia="en-US" w:bidi="ar-SA"/>
    </w:rPr>
  </w:style>
  <w:style w:type="paragraph" w:styleId="Heading1">
    <w:name w:val="heading 1"/>
    <w:next w:val="Heading2"/>
    <w:link w:val="Heading1Char"/>
    <w:autoRedefine/>
    <w:qFormat/>
    <w:rsid w:val="001B04C1"/>
    <w:pPr>
      <w:keepNext/>
      <w:numPr>
        <w:numId w:val="1"/>
      </w:numPr>
      <w:tabs>
        <w:tab w:val="left" w:pos="0"/>
      </w:tabs>
      <w:spacing w:before="120" w:after="120" w:line="240" w:lineRule="auto"/>
      <w:outlineLvl w:val="0"/>
    </w:pPr>
    <w:rPr>
      <w:rFonts w:ascii="Arial" w:eastAsia="Times New Roman" w:hAnsi="Arial" w:cs="Times New Roman"/>
      <w:b/>
      <w:caps/>
      <w:sz w:val="20"/>
      <w:szCs w:val="20"/>
      <w:lang w:eastAsia="en-US" w:bidi="ar-SA"/>
    </w:rPr>
  </w:style>
  <w:style w:type="paragraph" w:styleId="Heading2">
    <w:name w:val="heading 2"/>
    <w:next w:val="Normal"/>
    <w:link w:val="Heading2Char"/>
    <w:qFormat/>
    <w:rsid w:val="001B04C1"/>
    <w:pPr>
      <w:keepNext/>
      <w:numPr>
        <w:ilvl w:val="1"/>
        <w:numId w:val="1"/>
      </w:numPr>
      <w:tabs>
        <w:tab w:val="left" w:pos="0"/>
      </w:tabs>
      <w:spacing w:before="60" w:after="0" w:line="240" w:lineRule="auto"/>
      <w:outlineLvl w:val="1"/>
    </w:pPr>
    <w:rPr>
      <w:rFonts w:ascii="Arial" w:eastAsia="Times New Roman" w:hAnsi="Arial" w:cs="Times New Roman"/>
      <w:b/>
      <w:sz w:val="20"/>
      <w:szCs w:val="20"/>
      <w:lang w:eastAsia="en-US" w:bidi="ar-SA"/>
    </w:rPr>
  </w:style>
  <w:style w:type="paragraph" w:styleId="Heading3">
    <w:name w:val="heading 3"/>
    <w:link w:val="Heading3Char"/>
    <w:autoRedefine/>
    <w:qFormat/>
    <w:rsid w:val="001B04C1"/>
    <w:pPr>
      <w:keepNext/>
      <w:numPr>
        <w:ilvl w:val="2"/>
        <w:numId w:val="1"/>
      </w:numPr>
      <w:spacing w:before="120" w:after="120" w:line="240" w:lineRule="auto"/>
      <w:outlineLvl w:val="2"/>
    </w:pPr>
    <w:rPr>
      <w:rFonts w:ascii="Arial Bold" w:eastAsia="Times New Roman" w:hAnsi="Arial Bold" w:cs="Times New Roman"/>
      <w:b/>
      <w:snapToGrid w:val="0"/>
      <w:sz w:val="20"/>
      <w:szCs w:val="20"/>
      <w:lang w:eastAsia="en-US" w:bidi="ar-SA"/>
    </w:rPr>
  </w:style>
  <w:style w:type="paragraph" w:styleId="Heading4">
    <w:name w:val="heading 4"/>
    <w:next w:val="Normal"/>
    <w:link w:val="Heading4Char"/>
    <w:rsid w:val="001B04C1"/>
    <w:pPr>
      <w:keepNext/>
      <w:numPr>
        <w:ilvl w:val="3"/>
        <w:numId w:val="1"/>
      </w:numPr>
      <w:tabs>
        <w:tab w:val="left" w:pos="567"/>
        <w:tab w:val="left" w:pos="3969"/>
      </w:tabs>
      <w:spacing w:after="20" w:line="240" w:lineRule="auto"/>
      <w:outlineLvl w:val="3"/>
    </w:pPr>
    <w:rPr>
      <w:rFonts w:ascii="Arial" w:eastAsia="Times New Roman" w:hAnsi="Arial" w:cs="Times New Roman"/>
      <w:b/>
      <w:sz w:val="20"/>
      <w:szCs w:val="20"/>
      <w:lang w:eastAsia="en-US" w:bidi="ar-SA"/>
    </w:rPr>
  </w:style>
  <w:style w:type="paragraph" w:styleId="Heading5">
    <w:name w:val="heading 5"/>
    <w:basedOn w:val="Normal"/>
    <w:next w:val="Normal"/>
    <w:link w:val="Heading5Char"/>
    <w:rsid w:val="001B04C1"/>
    <w:pPr>
      <w:numPr>
        <w:ilvl w:val="4"/>
        <w:numId w:val="1"/>
      </w:numPr>
      <w:spacing w:before="240"/>
      <w:outlineLvl w:val="4"/>
    </w:pPr>
    <w:rPr>
      <w:sz w:val="22"/>
    </w:rPr>
  </w:style>
  <w:style w:type="paragraph" w:styleId="Heading6">
    <w:name w:val="heading 6"/>
    <w:basedOn w:val="Normal"/>
    <w:next w:val="Normal"/>
    <w:link w:val="Heading6Char"/>
    <w:rsid w:val="001B04C1"/>
    <w:pPr>
      <w:numPr>
        <w:ilvl w:val="5"/>
        <w:numId w:val="1"/>
      </w:numPr>
      <w:spacing w:before="240"/>
      <w:outlineLvl w:val="5"/>
    </w:pPr>
    <w:rPr>
      <w:i/>
      <w:sz w:val="22"/>
    </w:rPr>
  </w:style>
  <w:style w:type="paragraph" w:styleId="Heading7">
    <w:name w:val="heading 7"/>
    <w:basedOn w:val="Normal"/>
    <w:next w:val="Normal"/>
    <w:link w:val="Heading7Char"/>
    <w:rsid w:val="001B04C1"/>
    <w:pPr>
      <w:numPr>
        <w:ilvl w:val="6"/>
        <w:numId w:val="1"/>
      </w:numPr>
      <w:spacing w:before="240"/>
      <w:outlineLvl w:val="6"/>
    </w:pPr>
  </w:style>
  <w:style w:type="paragraph" w:styleId="Heading8">
    <w:name w:val="heading 8"/>
    <w:basedOn w:val="Normal"/>
    <w:next w:val="Normal"/>
    <w:link w:val="Heading8Char"/>
    <w:rsid w:val="001B04C1"/>
    <w:pPr>
      <w:numPr>
        <w:ilvl w:val="7"/>
        <w:numId w:val="1"/>
      </w:numPr>
      <w:spacing w:before="240"/>
      <w:outlineLvl w:val="7"/>
    </w:pPr>
    <w:rPr>
      <w:i/>
    </w:rPr>
  </w:style>
  <w:style w:type="paragraph" w:styleId="Heading9">
    <w:name w:val="heading 9"/>
    <w:basedOn w:val="Normal"/>
    <w:next w:val="Normal"/>
    <w:link w:val="Heading9Char"/>
    <w:rsid w:val="001B04C1"/>
    <w:pPr>
      <w:numPr>
        <w:ilvl w:val="8"/>
        <w:numId w:val="1"/>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628C"/>
    <w:rPr>
      <w:rFonts w:ascii="Arial" w:eastAsia="Times New Roman" w:hAnsi="Arial" w:cs="Times New Roman"/>
      <w:b/>
      <w:caps/>
      <w:sz w:val="20"/>
      <w:szCs w:val="20"/>
      <w:lang w:eastAsia="en-US" w:bidi="ar-SA"/>
    </w:rPr>
  </w:style>
  <w:style w:type="character" w:customStyle="1" w:styleId="Heading2Char">
    <w:name w:val="Heading 2 Char"/>
    <w:basedOn w:val="DefaultParagraphFont"/>
    <w:link w:val="Heading2"/>
    <w:rsid w:val="001B04C1"/>
    <w:rPr>
      <w:rFonts w:ascii="Arial" w:eastAsia="Times New Roman" w:hAnsi="Arial" w:cs="Times New Roman"/>
      <w:b/>
      <w:sz w:val="20"/>
      <w:szCs w:val="20"/>
      <w:lang w:eastAsia="en-US" w:bidi="ar-SA"/>
    </w:rPr>
  </w:style>
  <w:style w:type="character" w:customStyle="1" w:styleId="Heading3Char">
    <w:name w:val="Heading 3 Char"/>
    <w:link w:val="Heading3"/>
    <w:rsid w:val="001B04C1"/>
    <w:rPr>
      <w:rFonts w:ascii="Arial Bold" w:eastAsia="Times New Roman" w:hAnsi="Arial Bold" w:cs="Times New Roman"/>
      <w:b/>
      <w:snapToGrid w:val="0"/>
      <w:sz w:val="20"/>
      <w:szCs w:val="20"/>
      <w:lang w:eastAsia="en-US" w:bidi="ar-SA"/>
    </w:rPr>
  </w:style>
  <w:style w:type="character" w:customStyle="1" w:styleId="Heading4Char">
    <w:name w:val="Heading 4 Char"/>
    <w:link w:val="Heading4"/>
    <w:rsid w:val="001B04C1"/>
    <w:rPr>
      <w:rFonts w:ascii="Arial" w:eastAsia="Times New Roman" w:hAnsi="Arial" w:cs="Times New Roman"/>
      <w:b/>
      <w:sz w:val="20"/>
      <w:szCs w:val="20"/>
      <w:lang w:eastAsia="en-US" w:bidi="ar-SA"/>
    </w:rPr>
  </w:style>
  <w:style w:type="character" w:customStyle="1" w:styleId="Heading5Char">
    <w:name w:val="Heading 5 Char"/>
    <w:basedOn w:val="DefaultParagraphFont"/>
    <w:link w:val="Heading5"/>
    <w:rsid w:val="001F0EE4"/>
    <w:rPr>
      <w:rFonts w:ascii="Arial" w:eastAsia="Times New Roman" w:hAnsi="Arial" w:cs="Times New Roman"/>
      <w:szCs w:val="20"/>
      <w:lang w:eastAsia="en-US" w:bidi="ar-SA"/>
    </w:rPr>
  </w:style>
  <w:style w:type="character" w:customStyle="1" w:styleId="Heading6Char">
    <w:name w:val="Heading 6 Char"/>
    <w:basedOn w:val="DefaultParagraphFont"/>
    <w:link w:val="Heading6"/>
    <w:rsid w:val="001F0EE4"/>
    <w:rPr>
      <w:rFonts w:ascii="Arial" w:eastAsia="Times New Roman" w:hAnsi="Arial" w:cs="Times New Roman"/>
      <w:i/>
      <w:szCs w:val="20"/>
      <w:lang w:eastAsia="en-US" w:bidi="ar-SA"/>
    </w:rPr>
  </w:style>
  <w:style w:type="character" w:customStyle="1" w:styleId="Heading7Char">
    <w:name w:val="Heading 7 Char"/>
    <w:basedOn w:val="DefaultParagraphFont"/>
    <w:link w:val="Heading7"/>
    <w:rsid w:val="001F0EE4"/>
    <w:rPr>
      <w:rFonts w:ascii="Arial" w:eastAsia="Times New Roman" w:hAnsi="Arial" w:cs="Times New Roman"/>
      <w:sz w:val="20"/>
      <w:szCs w:val="20"/>
      <w:lang w:eastAsia="en-US" w:bidi="ar-SA"/>
    </w:rPr>
  </w:style>
  <w:style w:type="character" w:customStyle="1" w:styleId="Heading8Char">
    <w:name w:val="Heading 8 Char"/>
    <w:basedOn w:val="DefaultParagraphFont"/>
    <w:link w:val="Heading8"/>
    <w:rsid w:val="001F0EE4"/>
    <w:rPr>
      <w:rFonts w:ascii="Arial" w:eastAsia="Times New Roman" w:hAnsi="Arial" w:cs="Times New Roman"/>
      <w:i/>
      <w:sz w:val="20"/>
      <w:szCs w:val="20"/>
      <w:lang w:eastAsia="en-US" w:bidi="ar-SA"/>
    </w:rPr>
  </w:style>
  <w:style w:type="character" w:customStyle="1" w:styleId="Heading9Char">
    <w:name w:val="Heading 9 Char"/>
    <w:basedOn w:val="DefaultParagraphFont"/>
    <w:link w:val="Heading9"/>
    <w:rsid w:val="001F0EE4"/>
    <w:rPr>
      <w:rFonts w:ascii="Arial" w:eastAsia="Times New Roman" w:hAnsi="Arial" w:cs="Times New Roman"/>
      <w:i/>
      <w:sz w:val="20"/>
      <w:szCs w:val="20"/>
      <w:lang w:eastAsia="en-US" w:bidi="ar-SA"/>
    </w:rPr>
  </w:style>
  <w:style w:type="paragraph" w:customStyle="1" w:styleId="Tabletitle">
    <w:name w:val="Table title"/>
    <w:qFormat/>
    <w:rsid w:val="001B04C1"/>
    <w:pPr>
      <w:spacing w:after="0" w:line="240" w:lineRule="auto"/>
    </w:pPr>
    <w:rPr>
      <w:rFonts w:ascii="Arial" w:eastAsia="Times New Roman" w:hAnsi="Arial" w:cs="Times New Roman"/>
      <w:b/>
      <w:sz w:val="20"/>
      <w:szCs w:val="20"/>
      <w:lang w:eastAsia="en-US" w:bidi="ar-SA"/>
    </w:rPr>
  </w:style>
  <w:style w:type="character" w:customStyle="1" w:styleId="Italic">
    <w:name w:val="Italic"/>
    <w:rsid w:val="001F0EE4"/>
    <w:rPr>
      <w:i/>
      <w:iCs/>
    </w:rPr>
  </w:style>
  <w:style w:type="paragraph" w:customStyle="1" w:styleId="Instructions">
    <w:name w:val="Instructions"/>
    <w:basedOn w:val="Normal"/>
    <w:link w:val="InstructionsChar"/>
    <w:qFormat/>
    <w:rsid w:val="001B04C1"/>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character" w:customStyle="1" w:styleId="InstructionsChar">
    <w:name w:val="Instructions Char"/>
    <w:link w:val="Instructions"/>
    <w:rsid w:val="001B04C1"/>
    <w:rPr>
      <w:rFonts w:ascii="Arial" w:eastAsia="Times New Roman" w:hAnsi="Arial" w:cs="Times New Roman"/>
      <w:vanish/>
      <w:color w:val="008000"/>
      <w:sz w:val="16"/>
      <w:szCs w:val="20"/>
      <w:lang w:eastAsia="en-US" w:bidi="ar-SA"/>
    </w:rPr>
  </w:style>
  <w:style w:type="paragraph" w:customStyle="1" w:styleId="Instructionsindent">
    <w:name w:val="Instructions indent"/>
    <w:qFormat/>
    <w:rsid w:val="001B04C1"/>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lang w:eastAsia="en-US" w:bidi="ar-SA"/>
    </w:rPr>
  </w:style>
  <w:style w:type="paragraph" w:customStyle="1" w:styleId="Prompt">
    <w:name w:val="Prompt"/>
    <w:basedOn w:val="Normal"/>
    <w:link w:val="PromptChar"/>
    <w:qFormat/>
    <w:rsid w:val="001B04C1"/>
    <w:rPr>
      <w:color w:val="993300"/>
    </w:rPr>
  </w:style>
  <w:style w:type="character" w:customStyle="1" w:styleId="PromptChar">
    <w:name w:val="Prompt Char"/>
    <w:link w:val="Prompt"/>
    <w:rsid w:val="001B04C1"/>
    <w:rPr>
      <w:rFonts w:ascii="Arial" w:eastAsia="Times New Roman" w:hAnsi="Arial" w:cs="Times New Roman"/>
      <w:color w:val="993300"/>
      <w:sz w:val="20"/>
      <w:szCs w:val="20"/>
      <w:lang w:eastAsia="en-US" w:bidi="ar-SA"/>
    </w:rPr>
  </w:style>
  <w:style w:type="character" w:styleId="Hyperlink">
    <w:name w:val="Hyperlink"/>
    <w:uiPriority w:val="99"/>
    <w:rsid w:val="001B04C1"/>
    <w:rPr>
      <w:color w:val="0000FF"/>
      <w:u w:val="none"/>
      <w:bdr w:val="none" w:sz="0" w:space="0" w:color="auto"/>
    </w:rPr>
  </w:style>
  <w:style w:type="paragraph" w:customStyle="1" w:styleId="9TableText">
    <w:name w:val="9. Table Text"/>
    <w:basedOn w:val="Normal"/>
    <w:rsid w:val="00D65D34"/>
    <w:pPr>
      <w:numPr>
        <w:numId w:val="3"/>
      </w:numPr>
      <w:spacing w:before="60"/>
    </w:pPr>
    <w:rPr>
      <w:rFonts w:eastAsia="Calibri" w:cs="Arial"/>
      <w:color w:val="000000"/>
      <w:szCs w:val="22"/>
    </w:rPr>
  </w:style>
  <w:style w:type="paragraph" w:customStyle="1" w:styleId="9aTableHeading">
    <w:name w:val="9a. Table Heading"/>
    <w:basedOn w:val="9TableText"/>
    <w:rsid w:val="00D65D34"/>
    <w:pPr>
      <w:jc w:val="center"/>
    </w:pPr>
  </w:style>
  <w:style w:type="paragraph" w:customStyle="1" w:styleId="9cTabletextsubparagraphnumbered">
    <w:name w:val="9c. Table text sub paragraph (numbered)"/>
    <w:basedOn w:val="Normal"/>
    <w:rsid w:val="00D65D34"/>
    <w:pPr>
      <w:numPr>
        <w:ilvl w:val="1"/>
        <w:numId w:val="3"/>
      </w:numPr>
      <w:tabs>
        <w:tab w:val="clear" w:pos="284"/>
        <w:tab w:val="num" w:pos="851"/>
      </w:tabs>
      <w:spacing w:before="60"/>
      <w:ind w:left="851" w:hanging="567"/>
    </w:pPr>
    <w:rPr>
      <w:rFonts w:eastAsia="Calibri"/>
      <w:color w:val="000000"/>
      <w:szCs w:val="22"/>
    </w:rPr>
  </w:style>
  <w:style w:type="paragraph" w:customStyle="1" w:styleId="TableRef">
    <w:name w:val="Table Ref"/>
    <w:basedOn w:val="Normal"/>
    <w:next w:val="Normal"/>
    <w:qFormat/>
    <w:rsid w:val="00D65D34"/>
    <w:pPr>
      <w:numPr>
        <w:ilvl w:val="4"/>
        <w:numId w:val="4"/>
      </w:numPr>
      <w:spacing w:before="120" w:after="120"/>
    </w:pPr>
    <w:rPr>
      <w:b/>
      <w:color w:val="0000FF"/>
      <w:szCs w:val="18"/>
      <w:lang w:eastAsia="en-AU"/>
    </w:rPr>
  </w:style>
  <w:style w:type="paragraph" w:styleId="Header">
    <w:name w:val="header"/>
    <w:link w:val="HeaderChar"/>
    <w:rsid w:val="001B04C1"/>
    <w:pPr>
      <w:pBdr>
        <w:top w:val="single" w:sz="6" w:space="1" w:color="2F5496" w:themeColor="accent1" w:themeShade="BF"/>
        <w:left w:val="single" w:sz="6" w:space="4" w:color="2F5496" w:themeColor="accent1" w:themeShade="BF"/>
        <w:bottom w:val="single" w:sz="6" w:space="4" w:color="2F5496" w:themeColor="accent1" w:themeShade="BF"/>
        <w:right w:val="single" w:sz="6" w:space="4" w:color="2F5496" w:themeColor="accent1" w:themeShade="BF"/>
      </w:pBdr>
      <w:shd w:val="clear" w:color="auto" w:fill="2F5496" w:themeFill="accent1" w:themeFillShade="BF"/>
      <w:tabs>
        <w:tab w:val="right" w:pos="9072"/>
      </w:tabs>
      <w:spacing w:after="200" w:line="240" w:lineRule="auto"/>
    </w:pPr>
    <w:rPr>
      <w:rFonts w:ascii="Arial" w:eastAsia="Times New Roman" w:hAnsi="Arial" w:cs="Times New Roman"/>
      <w:b/>
      <w:color w:val="FFFFFF" w:themeColor="background1"/>
      <w:sz w:val="20"/>
      <w:szCs w:val="20"/>
      <w:lang w:eastAsia="en-US" w:bidi="ar-SA"/>
    </w:rPr>
  </w:style>
  <w:style w:type="character" w:customStyle="1" w:styleId="HeaderChar">
    <w:name w:val="Header Char"/>
    <w:link w:val="Header"/>
    <w:rsid w:val="001B04C1"/>
    <w:rPr>
      <w:rFonts w:ascii="Arial" w:eastAsia="Times New Roman" w:hAnsi="Arial" w:cs="Times New Roman"/>
      <w:b/>
      <w:color w:val="FFFFFF" w:themeColor="background1"/>
      <w:sz w:val="20"/>
      <w:szCs w:val="20"/>
      <w:shd w:val="clear" w:color="auto" w:fill="2F5496" w:themeFill="accent1" w:themeFillShade="BF"/>
      <w:lang w:eastAsia="en-US" w:bidi="ar-SA"/>
    </w:rPr>
  </w:style>
  <w:style w:type="paragraph" w:styleId="Footer">
    <w:name w:val="footer"/>
    <w:link w:val="FooterChar"/>
    <w:rsid w:val="001B04C1"/>
    <w:pPr>
      <w:tabs>
        <w:tab w:val="center" w:pos="4536"/>
        <w:tab w:val="right" w:pos="9072"/>
      </w:tabs>
      <w:spacing w:after="0" w:line="240" w:lineRule="auto"/>
    </w:pPr>
    <w:rPr>
      <w:rFonts w:ascii="Arial" w:eastAsia="Times New Roman" w:hAnsi="Arial" w:cs="Times New Roman"/>
      <w:i/>
      <w:sz w:val="16"/>
      <w:szCs w:val="16"/>
      <w:lang w:eastAsia="en-US" w:bidi="ar-SA"/>
    </w:rPr>
  </w:style>
  <w:style w:type="character" w:customStyle="1" w:styleId="FooterChar">
    <w:name w:val="Footer Char"/>
    <w:link w:val="Footer"/>
    <w:rsid w:val="001B04C1"/>
    <w:rPr>
      <w:rFonts w:ascii="Arial" w:eastAsia="Times New Roman" w:hAnsi="Arial" w:cs="Times New Roman"/>
      <w:i/>
      <w:sz w:val="16"/>
      <w:szCs w:val="16"/>
      <w:lang w:eastAsia="en-US" w:bidi="ar-SA"/>
    </w:rPr>
  </w:style>
  <w:style w:type="paragraph" w:styleId="Revision">
    <w:name w:val="Revision"/>
    <w:hidden/>
    <w:uiPriority w:val="99"/>
    <w:semiHidden/>
    <w:rsid w:val="002B1E63"/>
    <w:pPr>
      <w:spacing w:after="0" w:line="240" w:lineRule="auto"/>
    </w:pPr>
  </w:style>
  <w:style w:type="table" w:styleId="TableGrid">
    <w:name w:val="Table Grid"/>
    <w:basedOn w:val="TableNormal"/>
    <w:uiPriority w:val="59"/>
    <w:rsid w:val="008A4646"/>
    <w:pPr>
      <w:spacing w:after="0" w:line="240" w:lineRule="auto"/>
    </w:pPr>
    <w:rPr>
      <w:rFonts w:ascii="Tms Rmn" w:eastAsia="Times New Roman" w:hAnsi="Tms Rmn" w:cs="Times New Roman"/>
      <w:sz w:val="20"/>
      <w:szCs w:val="2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rsid w:val="001B04C1"/>
    <w:pPr>
      <w:spacing w:after="0" w:line="240" w:lineRule="auto"/>
    </w:pPr>
    <w:rPr>
      <w:rFonts w:ascii="Arial" w:eastAsia="Times New Roman" w:hAnsi="Arial" w:cs="Times New Roman"/>
      <w:sz w:val="20"/>
      <w:szCs w:val="20"/>
      <w:lang w:eastAsia="en-US" w:bidi="ar-SA"/>
    </w:rPr>
  </w:style>
  <w:style w:type="paragraph" w:styleId="TOCHeading">
    <w:name w:val="TOC Heading"/>
    <w:basedOn w:val="Heading1"/>
    <w:next w:val="Normal"/>
    <w:uiPriority w:val="39"/>
    <w:unhideWhenUsed/>
    <w:qFormat/>
    <w:rsid w:val="00C5127F"/>
    <w:pPr>
      <w:keepLines/>
      <w:numPr>
        <w:numId w:val="0"/>
      </w:numPr>
      <w:tabs>
        <w:tab w:val="clear" w:pos="0"/>
      </w:tabs>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1">
    <w:name w:val="toc 1"/>
    <w:basedOn w:val="Normal"/>
    <w:next w:val="Normal"/>
    <w:autoRedefine/>
    <w:uiPriority w:val="39"/>
    <w:rsid w:val="001B04C1"/>
    <w:pPr>
      <w:tabs>
        <w:tab w:val="clear" w:pos="3969"/>
      </w:tabs>
    </w:pPr>
    <w:rPr>
      <w:b/>
    </w:rPr>
  </w:style>
  <w:style w:type="paragraph" w:styleId="TOC2">
    <w:name w:val="toc 2"/>
    <w:basedOn w:val="Normal"/>
    <w:next w:val="Normal"/>
    <w:uiPriority w:val="39"/>
    <w:rsid w:val="001B04C1"/>
    <w:pPr>
      <w:tabs>
        <w:tab w:val="clear" w:pos="3969"/>
      </w:tabs>
      <w:ind w:left="200"/>
    </w:pPr>
  </w:style>
  <w:style w:type="paragraph" w:styleId="TOC3">
    <w:name w:val="toc 3"/>
    <w:basedOn w:val="Normal"/>
    <w:next w:val="Normal"/>
    <w:autoRedefine/>
    <w:uiPriority w:val="39"/>
    <w:unhideWhenUsed/>
    <w:rsid w:val="00C5127F"/>
    <w:pPr>
      <w:spacing w:after="100"/>
      <w:ind w:left="440"/>
    </w:pPr>
  </w:style>
  <w:style w:type="paragraph" w:styleId="NormalIndent">
    <w:name w:val="Normal Indent"/>
    <w:rsid w:val="001B04C1"/>
    <w:pPr>
      <w:numPr>
        <w:numId w:val="11"/>
      </w:numPr>
      <w:tabs>
        <w:tab w:val="left" w:pos="210"/>
        <w:tab w:val="left" w:pos="3969"/>
      </w:tabs>
      <w:spacing w:after="60" w:line="240" w:lineRule="auto"/>
    </w:pPr>
    <w:rPr>
      <w:rFonts w:ascii="Arial" w:eastAsia="Times New Roman" w:hAnsi="Arial" w:cs="Times New Roman"/>
      <w:sz w:val="20"/>
      <w:szCs w:val="20"/>
      <w:lang w:eastAsia="en-US" w:bidi="ar-SA"/>
    </w:rPr>
  </w:style>
  <w:style w:type="paragraph" w:customStyle="1" w:styleId="Tableindent">
    <w:name w:val="Table indent"/>
    <w:rsid w:val="001B04C1"/>
    <w:pPr>
      <w:numPr>
        <w:numId w:val="10"/>
      </w:numPr>
      <w:tabs>
        <w:tab w:val="left" w:pos="85"/>
      </w:tabs>
      <w:spacing w:after="0" w:line="240" w:lineRule="auto"/>
    </w:pPr>
    <w:rPr>
      <w:rFonts w:ascii="Arial" w:eastAsia="Times New Roman" w:hAnsi="Arial" w:cs="Times New Roman"/>
      <w:sz w:val="20"/>
      <w:szCs w:val="20"/>
      <w:lang w:eastAsia="en-US" w:bidi="ar-SA"/>
    </w:rPr>
  </w:style>
  <w:style w:type="paragraph" w:customStyle="1" w:styleId="NormalIndent2">
    <w:name w:val="Normal Indent 2"/>
    <w:rsid w:val="001B04C1"/>
    <w:pPr>
      <w:numPr>
        <w:numId w:val="9"/>
      </w:numPr>
      <w:tabs>
        <w:tab w:val="left" w:pos="420"/>
        <w:tab w:val="left" w:pos="3969"/>
      </w:tabs>
      <w:spacing w:after="60" w:line="240" w:lineRule="auto"/>
    </w:pPr>
    <w:rPr>
      <w:rFonts w:ascii="Arial" w:eastAsia="Times New Roman" w:hAnsi="Arial" w:cs="Times New Roman"/>
      <w:sz w:val="20"/>
      <w:szCs w:val="20"/>
      <w:lang w:eastAsia="en-US" w:bidi="ar-SA"/>
    </w:rPr>
  </w:style>
  <w:style w:type="paragraph" w:customStyle="1" w:styleId="NormalIndent3">
    <w:name w:val="Normal Indent 3"/>
    <w:rsid w:val="001B04C1"/>
    <w:pPr>
      <w:numPr>
        <w:numId w:val="8"/>
      </w:numPr>
      <w:tabs>
        <w:tab w:val="left" w:pos="420"/>
      </w:tabs>
      <w:spacing w:after="60" w:line="240" w:lineRule="auto"/>
    </w:pPr>
    <w:rPr>
      <w:rFonts w:ascii="Arial" w:eastAsia="Times New Roman" w:hAnsi="Arial" w:cs="Times New Roman"/>
      <w:sz w:val="20"/>
      <w:szCs w:val="20"/>
      <w:lang w:eastAsia="en-US" w:bidi="ar-SA"/>
    </w:rPr>
  </w:style>
  <w:style w:type="character" w:customStyle="1" w:styleId="Symbol">
    <w:name w:val="Symbol"/>
    <w:basedOn w:val="DefaultParagraphFont"/>
    <w:rsid w:val="001B04C1"/>
    <w:rPr>
      <w:rFonts w:ascii="Symbol" w:hAnsi="Symbol"/>
    </w:rPr>
  </w:style>
  <w:style w:type="character" w:styleId="PageNumber">
    <w:name w:val="page number"/>
    <w:rsid w:val="001B04C1"/>
  </w:style>
  <w:style w:type="paragraph" w:customStyle="1" w:styleId="Tableindent2">
    <w:name w:val="Table indent 2"/>
    <w:rsid w:val="001B04C1"/>
    <w:pPr>
      <w:numPr>
        <w:numId w:val="12"/>
      </w:numPr>
      <w:tabs>
        <w:tab w:val="left" w:pos="284"/>
      </w:tabs>
      <w:spacing w:after="0" w:line="240" w:lineRule="auto"/>
    </w:pPr>
    <w:rPr>
      <w:rFonts w:ascii="Arial" w:eastAsia="Times New Roman" w:hAnsi="Arial" w:cs="Times New Roman"/>
      <w:sz w:val="20"/>
      <w:szCs w:val="20"/>
      <w:lang w:eastAsia="en-US" w:bidi="ar-SA"/>
    </w:rPr>
  </w:style>
  <w:style w:type="paragraph" w:customStyle="1" w:styleId="Promptindent">
    <w:name w:val="Prompt indent"/>
    <w:basedOn w:val="NormalIndent"/>
    <w:rsid w:val="001B04C1"/>
    <w:pPr>
      <w:numPr>
        <w:numId w:val="13"/>
      </w:numPr>
    </w:pPr>
    <w:rPr>
      <w:color w:val="993300"/>
    </w:rPr>
  </w:style>
  <w:style w:type="character" w:customStyle="1" w:styleId="Bold">
    <w:name w:val="Bold"/>
    <w:rsid w:val="001B04C1"/>
    <w:rPr>
      <w:b/>
      <w:bCs/>
    </w:rPr>
  </w:style>
  <w:style w:type="paragraph" w:styleId="TOC4">
    <w:name w:val="toc 4"/>
    <w:basedOn w:val="Normal"/>
    <w:next w:val="Normal"/>
    <w:autoRedefine/>
    <w:uiPriority w:val="39"/>
    <w:unhideWhenUsed/>
    <w:rsid w:val="009864D5"/>
    <w:pPr>
      <w:spacing w:after="100"/>
      <w:ind w:left="660"/>
    </w:pPr>
    <w:rPr>
      <w:rFonts w:asciiTheme="minorHAnsi" w:hAnsiTheme="minorHAnsi"/>
      <w:kern w:val="2"/>
      <w:sz w:val="22"/>
      <w14:ligatures w14:val="standardContextual"/>
    </w:rPr>
  </w:style>
  <w:style w:type="paragraph" w:styleId="TOC5">
    <w:name w:val="toc 5"/>
    <w:basedOn w:val="Normal"/>
    <w:next w:val="Normal"/>
    <w:autoRedefine/>
    <w:uiPriority w:val="39"/>
    <w:unhideWhenUsed/>
    <w:rsid w:val="009864D5"/>
    <w:pPr>
      <w:spacing w:after="100"/>
      <w:ind w:left="880"/>
    </w:pPr>
    <w:rPr>
      <w:rFonts w:asciiTheme="minorHAnsi" w:hAnsiTheme="minorHAnsi"/>
      <w:kern w:val="2"/>
      <w:sz w:val="22"/>
      <w14:ligatures w14:val="standardContextual"/>
    </w:rPr>
  </w:style>
  <w:style w:type="paragraph" w:styleId="TOC6">
    <w:name w:val="toc 6"/>
    <w:basedOn w:val="Normal"/>
    <w:next w:val="Normal"/>
    <w:autoRedefine/>
    <w:uiPriority w:val="39"/>
    <w:unhideWhenUsed/>
    <w:rsid w:val="009864D5"/>
    <w:pPr>
      <w:spacing w:after="100"/>
      <w:ind w:left="1100"/>
    </w:pPr>
    <w:rPr>
      <w:rFonts w:asciiTheme="minorHAnsi" w:hAnsiTheme="minorHAnsi"/>
      <w:kern w:val="2"/>
      <w:sz w:val="22"/>
      <w14:ligatures w14:val="standardContextual"/>
    </w:rPr>
  </w:style>
  <w:style w:type="paragraph" w:styleId="TOC7">
    <w:name w:val="toc 7"/>
    <w:basedOn w:val="Normal"/>
    <w:next w:val="Normal"/>
    <w:autoRedefine/>
    <w:uiPriority w:val="39"/>
    <w:unhideWhenUsed/>
    <w:rsid w:val="009864D5"/>
    <w:pPr>
      <w:spacing w:after="100"/>
      <w:ind w:left="1320"/>
    </w:pPr>
    <w:rPr>
      <w:rFonts w:asciiTheme="minorHAnsi" w:hAnsiTheme="minorHAnsi"/>
      <w:kern w:val="2"/>
      <w:sz w:val="22"/>
      <w14:ligatures w14:val="standardContextual"/>
    </w:rPr>
  </w:style>
  <w:style w:type="paragraph" w:styleId="TOC8">
    <w:name w:val="toc 8"/>
    <w:basedOn w:val="Normal"/>
    <w:next w:val="Normal"/>
    <w:autoRedefine/>
    <w:uiPriority w:val="39"/>
    <w:unhideWhenUsed/>
    <w:rsid w:val="009864D5"/>
    <w:pPr>
      <w:spacing w:after="100"/>
      <w:ind w:left="1540"/>
    </w:pPr>
    <w:rPr>
      <w:rFonts w:asciiTheme="minorHAnsi" w:hAnsiTheme="minorHAnsi"/>
      <w:kern w:val="2"/>
      <w:sz w:val="22"/>
      <w14:ligatures w14:val="standardContextual"/>
    </w:rPr>
  </w:style>
  <w:style w:type="paragraph" w:styleId="TOC9">
    <w:name w:val="toc 9"/>
    <w:basedOn w:val="Normal"/>
    <w:next w:val="Normal"/>
    <w:autoRedefine/>
    <w:uiPriority w:val="39"/>
    <w:unhideWhenUsed/>
    <w:rsid w:val="009864D5"/>
    <w:pPr>
      <w:spacing w:after="100"/>
      <w:ind w:left="1760"/>
    </w:pPr>
    <w:rPr>
      <w:rFonts w:asciiTheme="minorHAnsi" w:hAnsiTheme="minorHAnsi"/>
      <w:kern w:val="2"/>
      <w:sz w:val="22"/>
      <w14:ligatures w14:val="standardContextual"/>
    </w:rPr>
  </w:style>
  <w:style w:type="character" w:styleId="UnresolvedMention">
    <w:name w:val="Unresolved Mention"/>
    <w:basedOn w:val="DefaultParagraphFont"/>
    <w:uiPriority w:val="99"/>
    <w:semiHidden/>
    <w:unhideWhenUsed/>
    <w:rsid w:val="00344FE2"/>
    <w:rPr>
      <w:color w:val="605E5C"/>
      <w:shd w:val="clear" w:color="auto" w:fill="E1DFDD"/>
    </w:rPr>
  </w:style>
  <w:style w:type="paragraph" w:customStyle="1" w:styleId="7TABLEsubhead">
    <w:name w:val="7 TABLE sub head"/>
    <w:basedOn w:val="Normal"/>
    <w:qFormat/>
    <w:rsid w:val="00F75C39"/>
    <w:pPr>
      <w:spacing w:after="0" w:line="320" w:lineRule="exact"/>
    </w:pPr>
    <w:rPr>
      <w:rFonts w:ascii="Calibri" w:eastAsia="Cambria" w:hAnsi="Calibri"/>
      <w:b/>
      <w:color w:val="244061"/>
      <w:sz w:val="22"/>
      <w:szCs w:val="22"/>
    </w:rPr>
  </w:style>
  <w:style w:type="paragraph" w:customStyle="1" w:styleId="Standard1">
    <w:name w:val="Standard 1"/>
    <w:link w:val="Standard1Char"/>
    <w:rsid w:val="001B04C1"/>
    <w:pPr>
      <w:pBdr>
        <w:top w:val="single" w:sz="4" w:space="1" w:color="auto"/>
        <w:left w:val="single" w:sz="4" w:space="4" w:color="auto"/>
        <w:bottom w:val="single" w:sz="4" w:space="1" w:color="auto"/>
        <w:right w:val="single" w:sz="4" w:space="4" w:color="auto"/>
      </w:pBdr>
      <w:tabs>
        <w:tab w:val="left" w:pos="1701"/>
        <w:tab w:val="left" w:pos="2835"/>
      </w:tabs>
      <w:spacing w:after="0" w:line="240" w:lineRule="auto"/>
      <w:ind w:left="2835" w:hanging="2835"/>
    </w:pPr>
    <w:rPr>
      <w:rFonts w:ascii="Arial" w:eastAsia="Times New Roman" w:hAnsi="Arial" w:cs="Times New Roman"/>
      <w:vanish/>
      <w:color w:val="008000"/>
      <w:sz w:val="16"/>
      <w:szCs w:val="16"/>
      <w:lang w:eastAsia="en-US" w:bidi="ar-SA"/>
    </w:rPr>
  </w:style>
  <w:style w:type="numbering" w:customStyle="1" w:styleId="Style1">
    <w:name w:val="Style1"/>
    <w:rsid w:val="001B04C1"/>
    <w:pPr>
      <w:numPr>
        <w:numId w:val="18"/>
      </w:numPr>
    </w:pPr>
  </w:style>
  <w:style w:type="paragraph" w:customStyle="1" w:styleId="Standard2">
    <w:name w:val="Standard 2"/>
    <w:basedOn w:val="Standard1"/>
    <w:rsid w:val="001B04C1"/>
    <w:pPr>
      <w:tabs>
        <w:tab w:val="clear" w:pos="2835"/>
        <w:tab w:val="left" w:pos="3119"/>
      </w:tabs>
      <w:ind w:left="3119" w:hanging="3119"/>
    </w:pPr>
  </w:style>
  <w:style w:type="paragraph" w:customStyle="1" w:styleId="Instructionsindent2">
    <w:name w:val="Instructions indent 2"/>
    <w:rsid w:val="001B04C1"/>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eastAsia="Times New Roman" w:hAnsi="Arial" w:cs="Times New Roman"/>
      <w:vanish/>
      <w:color w:val="008000"/>
      <w:sz w:val="16"/>
      <w:szCs w:val="16"/>
      <w:lang w:eastAsia="en-US" w:bidi="ar-SA"/>
    </w:rPr>
  </w:style>
  <w:style w:type="paragraph" w:styleId="DocumentMap">
    <w:name w:val="Document Map"/>
    <w:basedOn w:val="Normal"/>
    <w:link w:val="DocumentMapChar"/>
    <w:semiHidden/>
    <w:rsid w:val="001B04C1"/>
    <w:pPr>
      <w:shd w:val="clear" w:color="auto" w:fill="000080"/>
    </w:pPr>
    <w:rPr>
      <w:rFonts w:ascii="Tahoma" w:hAnsi="Tahoma" w:cs="Tahoma"/>
    </w:rPr>
  </w:style>
  <w:style w:type="character" w:customStyle="1" w:styleId="DocumentMapChar">
    <w:name w:val="Document Map Char"/>
    <w:basedOn w:val="DefaultParagraphFont"/>
    <w:link w:val="DocumentMap"/>
    <w:semiHidden/>
    <w:rsid w:val="007D0605"/>
    <w:rPr>
      <w:rFonts w:ascii="Tahoma" w:eastAsia="Times New Roman" w:hAnsi="Tahoma" w:cs="Tahoma"/>
      <w:sz w:val="20"/>
      <w:szCs w:val="20"/>
      <w:shd w:val="clear" w:color="auto" w:fill="000080"/>
      <w:lang w:eastAsia="en-US" w:bidi="ar-SA"/>
    </w:rPr>
  </w:style>
  <w:style w:type="paragraph" w:customStyle="1" w:styleId="Guidancetabletext">
    <w:name w:val="Guidance table text"/>
    <w:basedOn w:val="Instructions"/>
    <w:rsid w:val="001B04C1"/>
    <w:pPr>
      <w:pBdr>
        <w:top w:val="none" w:sz="0" w:space="0" w:color="auto"/>
        <w:left w:val="none" w:sz="0" w:space="0" w:color="auto"/>
        <w:bottom w:val="none" w:sz="0" w:space="0" w:color="auto"/>
        <w:right w:val="none" w:sz="0" w:space="0" w:color="auto"/>
      </w:pBdr>
      <w:spacing w:after="0" w:line="240" w:lineRule="auto"/>
    </w:pPr>
    <w:rPr>
      <w:szCs w:val="16"/>
    </w:rPr>
  </w:style>
  <w:style w:type="table" w:customStyle="1" w:styleId="NATSPECTable">
    <w:name w:val="NATSPEC Table"/>
    <w:basedOn w:val="TableNormal"/>
    <w:rsid w:val="001B04C1"/>
    <w:pPr>
      <w:spacing w:after="0" w:line="240" w:lineRule="auto"/>
    </w:pPr>
    <w:rPr>
      <w:rFonts w:ascii="Arial Narrow" w:eastAsia="Times New Roman" w:hAnsi="Arial Narrow" w:cs="Times New Roman"/>
      <w:sz w:val="20"/>
      <w:szCs w:val="20"/>
      <w:lang w:eastAsia="en-A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customStyle="1" w:styleId="Promptindent2">
    <w:name w:val="Prompt indent 2"/>
    <w:basedOn w:val="NormalIndent2"/>
    <w:rsid w:val="001B04C1"/>
    <w:pPr>
      <w:numPr>
        <w:numId w:val="14"/>
      </w:numPr>
    </w:pPr>
    <w:rPr>
      <w:color w:val="993300"/>
    </w:rPr>
  </w:style>
  <w:style w:type="paragraph" w:customStyle="1" w:styleId="Default">
    <w:name w:val="Default"/>
    <w:rsid w:val="001B04C1"/>
    <w:pPr>
      <w:autoSpaceDE w:val="0"/>
      <w:autoSpaceDN w:val="0"/>
      <w:adjustRightInd w:val="0"/>
      <w:spacing w:after="0" w:line="240" w:lineRule="auto"/>
    </w:pPr>
    <w:rPr>
      <w:rFonts w:ascii="Arial" w:eastAsia="Times New Roman" w:hAnsi="Arial" w:cs="Arial"/>
      <w:color w:val="000000"/>
      <w:sz w:val="24"/>
      <w:szCs w:val="24"/>
      <w:lang w:val="en-US" w:eastAsia="en-US" w:bidi="ar-SA"/>
    </w:rPr>
  </w:style>
  <w:style w:type="character" w:styleId="FollowedHyperlink">
    <w:name w:val="FollowedHyperlink"/>
    <w:rsid w:val="001B04C1"/>
    <w:rPr>
      <w:color w:val="800080"/>
      <w:u w:val="single"/>
    </w:rPr>
  </w:style>
  <w:style w:type="paragraph" w:customStyle="1" w:styleId="OptionalHeading3">
    <w:name w:val="Optional Heading 3"/>
    <w:basedOn w:val="Heading3"/>
    <w:rsid w:val="001B04C1"/>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rsid w:val="001B04C1"/>
    <w:pPr>
      <w:shd w:val="clear" w:color="auto" w:fill="D9D9D9"/>
    </w:pPr>
    <w:rPr>
      <w:rFonts w:ascii="Calibri" w:hAnsi="Calibri"/>
      <w:vanish/>
      <w:color w:val="365F91"/>
    </w:rPr>
  </w:style>
  <w:style w:type="paragraph" w:customStyle="1" w:styleId="OptionalNormal">
    <w:name w:val="Optional Normal"/>
    <w:basedOn w:val="Normal"/>
    <w:rsid w:val="001B04C1"/>
    <w:pPr>
      <w:shd w:val="clear" w:color="auto" w:fill="D9D9D9"/>
    </w:pPr>
    <w:rPr>
      <w:rFonts w:ascii="Calibri" w:hAnsi="Calibri"/>
      <w:vanish/>
      <w:color w:val="365F91"/>
    </w:rPr>
  </w:style>
  <w:style w:type="paragraph" w:customStyle="1" w:styleId="OptionalNormalIndent">
    <w:name w:val="Optional Normal Indent"/>
    <w:rsid w:val="001B04C1"/>
    <w:pPr>
      <w:numPr>
        <w:numId w:val="15"/>
      </w:numPr>
      <w:shd w:val="clear" w:color="auto" w:fill="D9D9D9"/>
      <w:tabs>
        <w:tab w:val="left" w:pos="210"/>
      </w:tabs>
      <w:spacing w:after="60" w:line="240" w:lineRule="auto"/>
    </w:pPr>
    <w:rPr>
      <w:rFonts w:ascii="Calibri" w:eastAsia="Times New Roman" w:hAnsi="Calibri" w:cs="Times New Roman"/>
      <w:vanish/>
      <w:color w:val="365F91"/>
      <w:sz w:val="20"/>
      <w:szCs w:val="20"/>
      <w:lang w:eastAsia="en-US" w:bidi="ar-SA"/>
    </w:rPr>
  </w:style>
  <w:style w:type="paragraph" w:customStyle="1" w:styleId="OptionalTabletext">
    <w:name w:val="Optional Table text"/>
    <w:basedOn w:val="Tabletext"/>
    <w:rsid w:val="001B04C1"/>
    <w:pPr>
      <w:shd w:val="clear" w:color="auto" w:fill="D9D9D9"/>
    </w:pPr>
    <w:rPr>
      <w:rFonts w:ascii="Calibri" w:hAnsi="Calibri"/>
      <w:vanish/>
      <w:color w:val="365F91"/>
    </w:rPr>
  </w:style>
  <w:style w:type="paragraph" w:customStyle="1" w:styleId="OptionalTabletitle">
    <w:name w:val="Optional Table title"/>
    <w:basedOn w:val="Tabletitle"/>
    <w:rsid w:val="001B04C1"/>
    <w:pPr>
      <w:shd w:val="clear" w:color="auto" w:fill="D9D9D9"/>
    </w:pPr>
    <w:rPr>
      <w:rFonts w:ascii="Calibri" w:hAnsi="Calibri"/>
      <w:vanish/>
      <w:color w:val="365F91"/>
    </w:rPr>
  </w:style>
  <w:style w:type="paragraph" w:customStyle="1" w:styleId="OptionalPromptindent">
    <w:name w:val="Optional Prompt indent"/>
    <w:basedOn w:val="Promptindent"/>
    <w:rsid w:val="001B04C1"/>
    <w:pPr>
      <w:numPr>
        <w:numId w:val="0"/>
      </w:numPr>
      <w:shd w:val="clear" w:color="auto" w:fill="D9D9D9"/>
    </w:pPr>
    <w:rPr>
      <w:rFonts w:ascii="Calibri" w:hAnsi="Calibri"/>
      <w:vanish/>
      <w:color w:val="17365D"/>
    </w:rPr>
  </w:style>
  <w:style w:type="character" w:customStyle="1" w:styleId="Standard1Char">
    <w:name w:val="Standard 1 Char"/>
    <w:link w:val="Standard1"/>
    <w:rsid w:val="001B04C1"/>
    <w:rPr>
      <w:rFonts w:ascii="Arial" w:eastAsia="Times New Roman" w:hAnsi="Arial" w:cs="Times New Roman"/>
      <w:vanish/>
      <w:color w:val="008000"/>
      <w:sz w:val="16"/>
      <w:szCs w:val="16"/>
      <w:lang w:eastAsia="en-US" w:bidi="ar-SA"/>
    </w:rPr>
  </w:style>
  <w:style w:type="paragraph" w:styleId="BalloonText">
    <w:name w:val="Balloon Text"/>
    <w:basedOn w:val="Normal"/>
    <w:link w:val="BalloonTextChar"/>
    <w:uiPriority w:val="99"/>
    <w:semiHidden/>
    <w:unhideWhenUsed/>
    <w:rsid w:val="001B04C1"/>
    <w:pPr>
      <w:spacing w:after="0"/>
    </w:pPr>
    <w:rPr>
      <w:rFonts w:ascii="Tahoma" w:hAnsi="Tahoma"/>
      <w:sz w:val="16"/>
      <w:szCs w:val="16"/>
    </w:rPr>
  </w:style>
  <w:style w:type="character" w:customStyle="1" w:styleId="BalloonTextChar">
    <w:name w:val="Balloon Text Char"/>
    <w:link w:val="BalloonText"/>
    <w:uiPriority w:val="99"/>
    <w:semiHidden/>
    <w:rsid w:val="001B04C1"/>
    <w:rPr>
      <w:rFonts w:ascii="Tahoma" w:eastAsia="Times New Roman" w:hAnsi="Tahoma" w:cs="Times New Roman"/>
      <w:sz w:val="16"/>
      <w:szCs w:val="16"/>
      <w:lang w:eastAsia="en-US" w:bidi="ar-SA"/>
    </w:rPr>
  </w:style>
  <w:style w:type="paragraph" w:styleId="ListParagraph">
    <w:name w:val="List Paragraph"/>
    <w:basedOn w:val="Normal"/>
    <w:autoRedefine/>
    <w:uiPriority w:val="34"/>
    <w:qFormat/>
    <w:rsid w:val="001B04C1"/>
    <w:pPr>
      <w:tabs>
        <w:tab w:val="clear" w:pos="3969"/>
      </w:tabs>
      <w:spacing w:after="0"/>
      <w:ind w:left="720"/>
    </w:pPr>
    <w:rPr>
      <w:rFonts w:eastAsia="Calibri"/>
      <w:szCs w:val="24"/>
      <w:lang w:eastAsia="en-AU"/>
    </w:rPr>
  </w:style>
  <w:style w:type="numbering" w:customStyle="1" w:styleId="StyleBulleted">
    <w:name w:val="Style Bulleted."/>
    <w:rsid w:val="001B04C1"/>
    <w:pPr>
      <w:numPr>
        <w:numId w:val="17"/>
      </w:numPr>
    </w:pPr>
  </w:style>
  <w:style w:type="character" w:customStyle="1" w:styleId="bold0">
    <w:name w:val="bold"/>
    <w:rsid w:val="001B04C1"/>
    <w:rPr>
      <w:b/>
      <w:bCs/>
    </w:rPr>
  </w:style>
  <w:style w:type="character" w:customStyle="1" w:styleId="Heading4Char1">
    <w:name w:val="Heading 4 Char1"/>
    <w:rsid w:val="001B04C1"/>
    <w:rPr>
      <w:rFonts w:ascii="Arial" w:hAnsi="Arial"/>
      <w:b/>
      <w:lang w:eastAsia="en-US"/>
    </w:rPr>
  </w:style>
  <w:style w:type="paragraph" w:customStyle="1" w:styleId="StyleArialNarrow8ptLeft02cmRight02cm">
    <w:name w:val="Style Arial Narrow 8 pt Left:  0.2 cm Right:  0.2 cm"/>
    <w:basedOn w:val="Normal"/>
    <w:autoRedefine/>
    <w:qFormat/>
    <w:rsid w:val="001B04C1"/>
    <w:pPr>
      <w:ind w:left="113" w:right="113"/>
    </w:pPr>
    <w:rPr>
      <w:sz w:val="16"/>
    </w:rPr>
  </w:style>
  <w:style w:type="character" w:styleId="CommentReference">
    <w:name w:val="annotation reference"/>
    <w:basedOn w:val="DefaultParagraphFont"/>
    <w:uiPriority w:val="99"/>
    <w:semiHidden/>
    <w:unhideWhenUsed/>
    <w:rsid w:val="00BB3603"/>
    <w:rPr>
      <w:sz w:val="16"/>
      <w:szCs w:val="16"/>
    </w:rPr>
  </w:style>
  <w:style w:type="paragraph" w:styleId="CommentText">
    <w:name w:val="annotation text"/>
    <w:basedOn w:val="Normal"/>
    <w:link w:val="CommentTextChar"/>
    <w:uiPriority w:val="99"/>
    <w:unhideWhenUsed/>
    <w:rsid w:val="00BB3603"/>
  </w:style>
  <w:style w:type="character" w:customStyle="1" w:styleId="CommentTextChar">
    <w:name w:val="Comment Text Char"/>
    <w:basedOn w:val="DefaultParagraphFont"/>
    <w:link w:val="CommentText"/>
    <w:uiPriority w:val="99"/>
    <w:rsid w:val="00BB3603"/>
    <w:rPr>
      <w:rFonts w:ascii="Arial" w:eastAsia="Times New Roman" w:hAnsi="Arial" w:cs="Times New Roman"/>
      <w:sz w:val="20"/>
      <w:szCs w:val="20"/>
      <w:lang w:eastAsia="en-US" w:bidi="ar-SA"/>
    </w:rPr>
  </w:style>
  <w:style w:type="paragraph" w:styleId="CommentSubject">
    <w:name w:val="annotation subject"/>
    <w:basedOn w:val="CommentText"/>
    <w:next w:val="CommentText"/>
    <w:link w:val="CommentSubjectChar"/>
    <w:uiPriority w:val="99"/>
    <w:semiHidden/>
    <w:unhideWhenUsed/>
    <w:rsid w:val="00BB3603"/>
    <w:rPr>
      <w:b/>
      <w:bCs/>
    </w:rPr>
  </w:style>
  <w:style w:type="character" w:customStyle="1" w:styleId="CommentSubjectChar">
    <w:name w:val="Comment Subject Char"/>
    <w:basedOn w:val="CommentTextChar"/>
    <w:link w:val="CommentSubject"/>
    <w:uiPriority w:val="99"/>
    <w:semiHidden/>
    <w:rsid w:val="00BB3603"/>
    <w:rPr>
      <w:rFonts w:ascii="Arial" w:eastAsia="Times New Roman" w:hAnsi="Arial" w:cs="Times New Roman"/>
      <w:b/>
      <w:bCs/>
      <w:sz w:val="20"/>
      <w:szCs w:val="20"/>
      <w:lang w:eastAsia="en-US" w:bidi="ar-SA"/>
    </w:rPr>
  </w:style>
  <w:style w:type="paragraph" w:customStyle="1" w:styleId="msonormal0">
    <w:name w:val="msonormal"/>
    <w:basedOn w:val="Normal"/>
    <w:rsid w:val="009E5A92"/>
    <w:pPr>
      <w:tabs>
        <w:tab w:val="clear" w:pos="3969"/>
      </w:tabs>
      <w:spacing w:before="100" w:beforeAutospacing="1" w:after="100" w:afterAutospacing="1"/>
    </w:pPr>
    <w:rPr>
      <w:rFonts w:ascii="Times New Roman" w:hAnsi="Times New Roman"/>
      <w:sz w:val="24"/>
      <w:szCs w:val="24"/>
      <w:lang w:eastAsia="zh-CN" w:bidi="th-TH"/>
    </w:rPr>
  </w:style>
  <w:style w:type="paragraph" w:customStyle="1" w:styleId="xl63">
    <w:name w:val="xl63"/>
    <w:basedOn w:val="Normal"/>
    <w:rsid w:val="009E5A92"/>
    <w:pPr>
      <w:tabs>
        <w:tab w:val="clear" w:pos="3969"/>
      </w:tabs>
      <w:spacing w:before="100" w:beforeAutospacing="1" w:after="100" w:afterAutospacing="1"/>
    </w:pPr>
    <w:rPr>
      <w:rFonts w:cs="Arial"/>
      <w:b/>
      <w:bCs/>
      <w:sz w:val="32"/>
      <w:szCs w:val="32"/>
      <w:lang w:eastAsia="zh-CN" w:bidi="th-TH"/>
    </w:rPr>
  </w:style>
  <w:style w:type="paragraph" w:customStyle="1" w:styleId="xl64">
    <w:name w:val="xl64"/>
    <w:basedOn w:val="Normal"/>
    <w:rsid w:val="009E5A92"/>
    <w:pPr>
      <w:tabs>
        <w:tab w:val="clear" w:pos="3969"/>
      </w:tabs>
      <w:spacing w:before="100" w:beforeAutospacing="1" w:after="100" w:afterAutospacing="1"/>
    </w:pPr>
    <w:rPr>
      <w:rFonts w:cs="Arial"/>
      <w:b/>
      <w:bCs/>
      <w:sz w:val="18"/>
      <w:szCs w:val="18"/>
      <w:lang w:eastAsia="zh-CN" w:bidi="th-TH"/>
    </w:rPr>
  </w:style>
  <w:style w:type="paragraph" w:customStyle="1" w:styleId="xl65">
    <w:name w:val="xl65"/>
    <w:basedOn w:val="Normal"/>
    <w:rsid w:val="009E5A92"/>
    <w:pPr>
      <w:tabs>
        <w:tab w:val="clear" w:pos="3969"/>
      </w:tabs>
      <w:spacing w:before="100" w:beforeAutospacing="1" w:after="100" w:afterAutospacing="1"/>
    </w:pPr>
    <w:rPr>
      <w:rFonts w:cs="Arial"/>
      <w:sz w:val="18"/>
      <w:szCs w:val="18"/>
      <w:lang w:eastAsia="zh-CN" w:bidi="th-TH"/>
    </w:rPr>
  </w:style>
  <w:style w:type="paragraph" w:customStyle="1" w:styleId="xl66">
    <w:name w:val="xl66"/>
    <w:basedOn w:val="Normal"/>
    <w:rsid w:val="009E5A92"/>
    <w:pPr>
      <w:pBdr>
        <w:top w:val="single" w:sz="4" w:space="0" w:color="auto"/>
        <w:bottom w:val="single" w:sz="4" w:space="0" w:color="auto"/>
      </w:pBdr>
      <w:tabs>
        <w:tab w:val="clear" w:pos="3969"/>
      </w:tabs>
      <w:spacing w:before="100" w:beforeAutospacing="1" w:after="100" w:afterAutospacing="1"/>
    </w:pPr>
    <w:rPr>
      <w:rFonts w:cs="Arial"/>
      <w:sz w:val="18"/>
      <w:szCs w:val="18"/>
      <w:lang w:eastAsia="zh-CN" w:bidi="th-TH"/>
    </w:rPr>
  </w:style>
  <w:style w:type="paragraph" w:customStyle="1" w:styleId="xl67">
    <w:name w:val="xl67"/>
    <w:basedOn w:val="Normal"/>
    <w:rsid w:val="009E5A92"/>
    <w:pPr>
      <w:pBdr>
        <w:bottom w:val="single" w:sz="8" w:space="0" w:color="auto"/>
      </w:pBdr>
      <w:tabs>
        <w:tab w:val="clear" w:pos="3969"/>
      </w:tabs>
      <w:spacing w:before="100" w:beforeAutospacing="1" w:after="100" w:afterAutospacing="1"/>
    </w:pPr>
    <w:rPr>
      <w:rFonts w:cs="Arial"/>
      <w:sz w:val="18"/>
      <w:szCs w:val="18"/>
      <w:lang w:eastAsia="zh-CN" w:bidi="th-TH"/>
    </w:rPr>
  </w:style>
  <w:style w:type="paragraph" w:customStyle="1" w:styleId="xl68">
    <w:name w:val="xl68"/>
    <w:basedOn w:val="Normal"/>
    <w:rsid w:val="009E5A92"/>
    <w:pPr>
      <w:pBdr>
        <w:right w:val="single" w:sz="8" w:space="0" w:color="auto"/>
      </w:pBdr>
      <w:tabs>
        <w:tab w:val="clear" w:pos="3969"/>
      </w:tabs>
      <w:spacing w:before="100" w:beforeAutospacing="1" w:after="100" w:afterAutospacing="1"/>
    </w:pPr>
    <w:rPr>
      <w:rFonts w:cs="Arial"/>
      <w:b/>
      <w:bCs/>
      <w:sz w:val="18"/>
      <w:szCs w:val="18"/>
      <w:lang w:eastAsia="zh-CN" w:bidi="th-TH"/>
    </w:rPr>
  </w:style>
  <w:style w:type="paragraph" w:customStyle="1" w:styleId="xl69">
    <w:name w:val="xl69"/>
    <w:basedOn w:val="Normal"/>
    <w:rsid w:val="009E5A92"/>
    <w:pPr>
      <w:pBdr>
        <w:bottom w:val="single" w:sz="8" w:space="0" w:color="auto"/>
        <w:right w:val="single" w:sz="8" w:space="0" w:color="auto"/>
      </w:pBdr>
      <w:tabs>
        <w:tab w:val="clear" w:pos="3969"/>
      </w:tabs>
      <w:spacing w:before="100" w:beforeAutospacing="1" w:after="100" w:afterAutospacing="1"/>
    </w:pPr>
    <w:rPr>
      <w:rFonts w:cs="Arial"/>
      <w:sz w:val="18"/>
      <w:szCs w:val="18"/>
      <w:lang w:eastAsia="zh-CN" w:bidi="th-TH"/>
    </w:rPr>
  </w:style>
  <w:style w:type="paragraph" w:customStyle="1" w:styleId="xl70">
    <w:name w:val="xl70"/>
    <w:basedOn w:val="Normal"/>
    <w:rsid w:val="009E5A92"/>
    <w:pPr>
      <w:pBdr>
        <w:right w:val="single" w:sz="8"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71">
    <w:name w:val="xl71"/>
    <w:basedOn w:val="Normal"/>
    <w:rsid w:val="009E5A92"/>
    <w:pPr>
      <w:pBdr>
        <w:top w:val="single" w:sz="8"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72">
    <w:name w:val="xl72"/>
    <w:basedOn w:val="Normal"/>
    <w:rsid w:val="009E5A92"/>
    <w:pPr>
      <w:tabs>
        <w:tab w:val="clear" w:pos="3969"/>
      </w:tabs>
      <w:spacing w:before="100" w:beforeAutospacing="1" w:after="100" w:afterAutospacing="1"/>
      <w:textAlignment w:val="center"/>
    </w:pPr>
    <w:rPr>
      <w:rFonts w:cs="Arial"/>
      <w:sz w:val="18"/>
      <w:szCs w:val="18"/>
      <w:lang w:eastAsia="zh-CN" w:bidi="th-TH"/>
    </w:rPr>
  </w:style>
  <w:style w:type="paragraph" w:customStyle="1" w:styleId="xl73">
    <w:name w:val="xl73"/>
    <w:basedOn w:val="Normal"/>
    <w:rsid w:val="009E5A92"/>
    <w:pPr>
      <w:pBdr>
        <w:top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74">
    <w:name w:val="xl74"/>
    <w:basedOn w:val="Normal"/>
    <w:rsid w:val="009E5A92"/>
    <w:pPr>
      <w:pBdr>
        <w:top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75">
    <w:name w:val="xl75"/>
    <w:basedOn w:val="Normal"/>
    <w:rsid w:val="009E5A92"/>
    <w:pPr>
      <w:pBdr>
        <w:top w:val="single" w:sz="8" w:space="0" w:color="auto"/>
        <w:left w:val="single" w:sz="8" w:space="0" w:color="auto"/>
        <w:bottom w:val="single" w:sz="4" w:space="0" w:color="auto"/>
        <w:right w:val="single" w:sz="4" w:space="0" w:color="auto"/>
      </w:pBdr>
      <w:shd w:val="clear" w:color="000000" w:fill="D9D9D9"/>
      <w:tabs>
        <w:tab w:val="clear" w:pos="3969"/>
      </w:tabs>
      <w:spacing w:before="100" w:beforeAutospacing="1" w:after="100" w:afterAutospacing="1"/>
      <w:textAlignment w:val="center"/>
    </w:pPr>
    <w:rPr>
      <w:rFonts w:cs="Arial"/>
      <w:b/>
      <w:bCs/>
      <w:sz w:val="18"/>
      <w:szCs w:val="18"/>
      <w:lang w:eastAsia="zh-CN" w:bidi="th-TH"/>
    </w:rPr>
  </w:style>
  <w:style w:type="paragraph" w:customStyle="1" w:styleId="xl76">
    <w:name w:val="xl76"/>
    <w:basedOn w:val="Normal"/>
    <w:rsid w:val="009E5A92"/>
    <w:pPr>
      <w:pBdr>
        <w:top w:val="single" w:sz="8" w:space="0" w:color="auto"/>
        <w:bottom w:val="single" w:sz="4"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77">
    <w:name w:val="xl77"/>
    <w:basedOn w:val="Normal"/>
    <w:rsid w:val="009E5A92"/>
    <w:pPr>
      <w:pBdr>
        <w:top w:val="single" w:sz="8" w:space="0" w:color="auto"/>
        <w:left w:val="single" w:sz="4" w:space="0" w:color="auto"/>
        <w:bottom w:val="single" w:sz="4"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78">
    <w:name w:val="xl78"/>
    <w:basedOn w:val="Normal"/>
    <w:rsid w:val="009E5A92"/>
    <w:pPr>
      <w:pBdr>
        <w:top w:val="single" w:sz="8" w:space="0" w:color="auto"/>
        <w:left w:val="single" w:sz="4" w:space="0" w:color="auto"/>
        <w:bottom w:val="single" w:sz="4" w:space="0" w:color="auto"/>
        <w:right w:val="single" w:sz="8"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79">
    <w:name w:val="xl79"/>
    <w:basedOn w:val="Normal"/>
    <w:rsid w:val="009E5A92"/>
    <w:pPr>
      <w:pBdr>
        <w:top w:val="single" w:sz="4" w:space="0" w:color="auto"/>
        <w:left w:val="single" w:sz="8" w:space="0" w:color="auto"/>
        <w:bottom w:val="single" w:sz="4"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0">
    <w:name w:val="xl80"/>
    <w:basedOn w:val="Normal"/>
    <w:rsid w:val="009E5A92"/>
    <w:pPr>
      <w:pBdr>
        <w:top w:val="single" w:sz="4" w:space="0" w:color="auto"/>
        <w:bottom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1">
    <w:name w:val="xl81"/>
    <w:basedOn w:val="Normal"/>
    <w:rsid w:val="009E5A92"/>
    <w:pPr>
      <w:pBdr>
        <w:top w:val="single" w:sz="4" w:space="0" w:color="auto"/>
        <w:left w:val="single" w:sz="4" w:space="0" w:color="auto"/>
        <w:bottom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2">
    <w:name w:val="xl82"/>
    <w:basedOn w:val="Normal"/>
    <w:rsid w:val="009E5A92"/>
    <w:pPr>
      <w:pBdr>
        <w:top w:val="single" w:sz="4" w:space="0" w:color="auto"/>
        <w:left w:val="single" w:sz="4" w:space="0" w:color="auto"/>
        <w:bottom w:val="single" w:sz="4" w:space="0" w:color="auto"/>
        <w:right w:val="single" w:sz="8"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3">
    <w:name w:val="xl83"/>
    <w:basedOn w:val="Normal"/>
    <w:rsid w:val="009E5A92"/>
    <w:pPr>
      <w:pBdr>
        <w:left w:val="single" w:sz="8" w:space="0" w:color="auto"/>
        <w:bottom w:val="single" w:sz="4"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4">
    <w:name w:val="xl84"/>
    <w:basedOn w:val="Normal"/>
    <w:rsid w:val="009E5A92"/>
    <w:pPr>
      <w:pBdr>
        <w:bottom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5">
    <w:name w:val="xl85"/>
    <w:basedOn w:val="Normal"/>
    <w:rsid w:val="009E5A92"/>
    <w:pPr>
      <w:pBdr>
        <w:left w:val="single" w:sz="4" w:space="0" w:color="auto"/>
        <w:bottom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6">
    <w:name w:val="xl86"/>
    <w:basedOn w:val="Normal"/>
    <w:rsid w:val="009E5A92"/>
    <w:pPr>
      <w:pBdr>
        <w:left w:val="single" w:sz="4" w:space="0" w:color="auto"/>
        <w:bottom w:val="single" w:sz="4" w:space="0" w:color="auto"/>
        <w:right w:val="single" w:sz="8"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87">
    <w:name w:val="xl87"/>
    <w:basedOn w:val="Normal"/>
    <w:rsid w:val="009E5A92"/>
    <w:pPr>
      <w:pBdr>
        <w:top w:val="single" w:sz="4" w:space="0" w:color="auto"/>
        <w:left w:val="single" w:sz="8" w:space="0" w:color="auto"/>
        <w:bottom w:val="single" w:sz="4" w:space="0" w:color="auto"/>
        <w:right w:val="single" w:sz="4" w:space="0" w:color="auto"/>
      </w:pBdr>
      <w:shd w:val="clear" w:color="000000" w:fill="D9D9D9"/>
      <w:tabs>
        <w:tab w:val="clear" w:pos="3969"/>
      </w:tabs>
      <w:spacing w:before="100" w:beforeAutospacing="1" w:after="100" w:afterAutospacing="1"/>
      <w:textAlignment w:val="center"/>
    </w:pPr>
    <w:rPr>
      <w:rFonts w:cs="Arial"/>
      <w:b/>
      <w:bCs/>
      <w:sz w:val="18"/>
      <w:szCs w:val="18"/>
      <w:lang w:eastAsia="zh-CN" w:bidi="th-TH"/>
    </w:rPr>
  </w:style>
  <w:style w:type="paragraph" w:customStyle="1" w:styleId="xl88">
    <w:name w:val="xl88"/>
    <w:basedOn w:val="Normal"/>
    <w:rsid w:val="009E5A92"/>
    <w:pPr>
      <w:pBdr>
        <w:top w:val="single" w:sz="4" w:space="0" w:color="auto"/>
        <w:bottom w:val="single" w:sz="4"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89">
    <w:name w:val="xl89"/>
    <w:basedOn w:val="Normal"/>
    <w:rsid w:val="009E5A92"/>
    <w:pPr>
      <w:pBdr>
        <w:top w:val="single" w:sz="4" w:space="0" w:color="auto"/>
        <w:left w:val="single" w:sz="4" w:space="0" w:color="auto"/>
        <w:bottom w:val="single" w:sz="4"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90">
    <w:name w:val="xl90"/>
    <w:basedOn w:val="Normal"/>
    <w:rsid w:val="009E5A92"/>
    <w:pPr>
      <w:pBdr>
        <w:top w:val="single" w:sz="4" w:space="0" w:color="auto"/>
        <w:left w:val="single" w:sz="4" w:space="0" w:color="auto"/>
        <w:bottom w:val="single" w:sz="4" w:space="0" w:color="auto"/>
        <w:right w:val="single" w:sz="8"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91">
    <w:name w:val="xl91"/>
    <w:basedOn w:val="Normal"/>
    <w:rsid w:val="009E5A92"/>
    <w:pPr>
      <w:pBdr>
        <w:top w:val="single" w:sz="4" w:space="0" w:color="auto"/>
        <w:bottom w:val="single" w:sz="4"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92">
    <w:name w:val="xl92"/>
    <w:basedOn w:val="Normal"/>
    <w:rsid w:val="009E5A92"/>
    <w:pPr>
      <w:pBdr>
        <w:top w:val="single" w:sz="4" w:space="0" w:color="auto"/>
        <w:left w:val="single" w:sz="4" w:space="0" w:color="auto"/>
        <w:bottom w:val="single" w:sz="4"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93">
    <w:name w:val="xl93"/>
    <w:basedOn w:val="Normal"/>
    <w:rsid w:val="009E5A92"/>
    <w:pPr>
      <w:pBdr>
        <w:top w:val="single" w:sz="4" w:space="0" w:color="auto"/>
        <w:bottom w:val="single" w:sz="4" w:space="0" w:color="auto"/>
        <w:right w:val="single" w:sz="4" w:space="0" w:color="auto"/>
      </w:pBdr>
      <w:shd w:val="clear" w:color="000000" w:fill="D9D9D9"/>
      <w:tabs>
        <w:tab w:val="clear" w:pos="3969"/>
      </w:tabs>
      <w:spacing w:before="100" w:beforeAutospacing="1" w:after="100" w:afterAutospacing="1"/>
      <w:textAlignment w:val="center"/>
    </w:pPr>
    <w:rPr>
      <w:rFonts w:cs="Arial"/>
      <w:b/>
      <w:bCs/>
      <w:sz w:val="18"/>
      <w:szCs w:val="18"/>
      <w:lang w:eastAsia="zh-CN" w:bidi="th-TH"/>
    </w:rPr>
  </w:style>
  <w:style w:type="paragraph" w:customStyle="1" w:styleId="xl94">
    <w:name w:val="xl94"/>
    <w:basedOn w:val="Normal"/>
    <w:rsid w:val="009E5A92"/>
    <w:pPr>
      <w:pBdr>
        <w:top w:val="single" w:sz="4" w:space="0" w:color="auto"/>
        <w:left w:val="single" w:sz="4" w:space="0" w:color="auto"/>
        <w:bottom w:val="single" w:sz="4" w:space="0" w:color="auto"/>
        <w:right w:val="single" w:sz="4"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95">
    <w:name w:val="xl95"/>
    <w:basedOn w:val="Normal"/>
    <w:rsid w:val="009E5A92"/>
    <w:pPr>
      <w:pBdr>
        <w:top w:val="single" w:sz="4" w:space="0" w:color="auto"/>
        <w:left w:val="single" w:sz="8" w:space="0" w:color="auto"/>
        <w:bottom w:val="single" w:sz="8"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96">
    <w:name w:val="xl96"/>
    <w:basedOn w:val="Normal"/>
    <w:rsid w:val="009E5A92"/>
    <w:pPr>
      <w:pBdr>
        <w:top w:val="single" w:sz="4" w:space="0" w:color="auto"/>
        <w:left w:val="single" w:sz="4" w:space="0" w:color="auto"/>
        <w:bottom w:val="single" w:sz="8" w:space="0" w:color="auto"/>
        <w:right w:val="single" w:sz="4"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97">
    <w:name w:val="xl97"/>
    <w:basedOn w:val="Normal"/>
    <w:rsid w:val="009E5A92"/>
    <w:pPr>
      <w:pBdr>
        <w:top w:val="single" w:sz="4" w:space="0" w:color="auto"/>
        <w:left w:val="single" w:sz="4" w:space="0" w:color="auto"/>
        <w:bottom w:val="single" w:sz="8" w:space="0" w:color="auto"/>
        <w:right w:val="single" w:sz="8" w:space="0" w:color="auto"/>
      </w:pBdr>
      <w:tabs>
        <w:tab w:val="clear" w:pos="3969"/>
      </w:tabs>
      <w:spacing w:before="100" w:beforeAutospacing="1" w:after="100" w:afterAutospacing="1"/>
      <w:textAlignment w:val="center"/>
    </w:pPr>
    <w:rPr>
      <w:rFonts w:cs="Arial"/>
      <w:sz w:val="18"/>
      <w:szCs w:val="18"/>
      <w:lang w:eastAsia="zh-CN" w:bidi="th-TH"/>
    </w:rPr>
  </w:style>
  <w:style w:type="paragraph" w:customStyle="1" w:styleId="xl98">
    <w:name w:val="xl98"/>
    <w:basedOn w:val="Normal"/>
    <w:rsid w:val="009E5A92"/>
    <w:pPr>
      <w:pBdr>
        <w:top w:val="single" w:sz="8"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99">
    <w:name w:val="xl99"/>
    <w:basedOn w:val="Normal"/>
    <w:rsid w:val="009E5A92"/>
    <w:pPr>
      <w:pBdr>
        <w:top w:val="single" w:sz="8" w:space="0" w:color="auto"/>
        <w:left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0">
    <w:name w:val="xl100"/>
    <w:basedOn w:val="Normal"/>
    <w:rsid w:val="009E5A92"/>
    <w:pPr>
      <w:pBdr>
        <w:top w:val="single" w:sz="8" w:space="0" w:color="auto"/>
        <w:left w:val="single" w:sz="4" w:space="0" w:color="auto"/>
        <w:bottom w:val="single" w:sz="4" w:space="0" w:color="auto"/>
        <w:right w:val="single" w:sz="8"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1">
    <w:name w:val="xl101"/>
    <w:basedOn w:val="Normal"/>
    <w:rsid w:val="009E5A92"/>
    <w:pPr>
      <w:pBdr>
        <w:top w:val="single" w:sz="4" w:space="0" w:color="auto"/>
        <w:left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2">
    <w:name w:val="xl102"/>
    <w:basedOn w:val="Normal"/>
    <w:rsid w:val="009E5A92"/>
    <w:pPr>
      <w:pBdr>
        <w:top w:val="single" w:sz="4" w:space="0" w:color="auto"/>
        <w:left w:val="single" w:sz="4" w:space="0" w:color="auto"/>
        <w:bottom w:val="single" w:sz="4" w:space="0" w:color="auto"/>
        <w:right w:val="single" w:sz="8"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3">
    <w:name w:val="xl103"/>
    <w:basedOn w:val="Normal"/>
    <w:rsid w:val="009E5A92"/>
    <w:pPr>
      <w:pBdr>
        <w:top w:val="single" w:sz="4" w:space="0" w:color="auto"/>
        <w:bottom w:val="single" w:sz="4" w:space="0" w:color="auto"/>
        <w:right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4">
    <w:name w:val="xl104"/>
    <w:basedOn w:val="Normal"/>
    <w:rsid w:val="009E5A92"/>
    <w:pPr>
      <w:pBdr>
        <w:top w:val="single" w:sz="4" w:space="0" w:color="auto"/>
        <w:left w:val="single" w:sz="4" w:space="0" w:color="auto"/>
        <w:bottom w:val="single" w:sz="4" w:space="0" w:color="auto"/>
        <w:right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5">
    <w:name w:val="xl105"/>
    <w:basedOn w:val="Normal"/>
    <w:rsid w:val="009E5A92"/>
    <w:pPr>
      <w:pBdr>
        <w:top w:val="single" w:sz="8" w:space="0" w:color="auto"/>
        <w:bottom w:val="single" w:sz="8" w:space="0" w:color="auto"/>
      </w:pBdr>
      <w:shd w:val="clear" w:color="000000" w:fill="ECF5E7"/>
      <w:tabs>
        <w:tab w:val="clear" w:pos="3969"/>
      </w:tabs>
      <w:spacing w:before="100" w:beforeAutospacing="1" w:after="100" w:afterAutospacing="1"/>
    </w:pPr>
    <w:rPr>
      <w:rFonts w:cs="Arial"/>
      <w:sz w:val="18"/>
      <w:szCs w:val="18"/>
      <w:lang w:eastAsia="zh-CN" w:bidi="th-TH"/>
    </w:rPr>
  </w:style>
  <w:style w:type="paragraph" w:customStyle="1" w:styleId="xl106">
    <w:name w:val="xl106"/>
    <w:basedOn w:val="Normal"/>
    <w:rsid w:val="009E5A92"/>
    <w:pPr>
      <w:pBdr>
        <w:top w:val="single" w:sz="8" w:space="0" w:color="auto"/>
        <w:bottom w:val="single" w:sz="8" w:space="0" w:color="auto"/>
      </w:pBdr>
      <w:shd w:val="clear" w:color="000000" w:fill="ECF5E7"/>
      <w:tabs>
        <w:tab w:val="clear" w:pos="3969"/>
      </w:tabs>
      <w:spacing w:before="100" w:beforeAutospacing="1" w:after="100" w:afterAutospacing="1"/>
      <w:textAlignment w:val="center"/>
    </w:pPr>
    <w:rPr>
      <w:rFonts w:cs="Arial"/>
      <w:b/>
      <w:bCs/>
      <w:sz w:val="18"/>
      <w:szCs w:val="18"/>
      <w:lang w:eastAsia="zh-CN" w:bidi="th-TH"/>
    </w:rPr>
  </w:style>
  <w:style w:type="paragraph" w:customStyle="1" w:styleId="xl107">
    <w:name w:val="xl107"/>
    <w:basedOn w:val="Normal"/>
    <w:rsid w:val="009E5A92"/>
    <w:pPr>
      <w:pBdr>
        <w:top w:val="single" w:sz="8" w:space="0" w:color="auto"/>
        <w:bottom w:val="single" w:sz="8" w:space="0" w:color="auto"/>
        <w:right w:val="single" w:sz="8" w:space="0" w:color="auto"/>
      </w:pBdr>
      <w:shd w:val="clear" w:color="000000" w:fill="ECF5E7"/>
      <w:tabs>
        <w:tab w:val="clear" w:pos="3969"/>
      </w:tabs>
      <w:spacing w:before="100" w:beforeAutospacing="1" w:after="100" w:afterAutospacing="1"/>
    </w:pPr>
    <w:rPr>
      <w:rFonts w:cs="Arial"/>
      <w:sz w:val="18"/>
      <w:szCs w:val="18"/>
      <w:lang w:eastAsia="zh-CN" w:bidi="th-TH"/>
    </w:rPr>
  </w:style>
  <w:style w:type="paragraph" w:customStyle="1" w:styleId="xl108">
    <w:name w:val="xl108"/>
    <w:basedOn w:val="Normal"/>
    <w:rsid w:val="009E5A92"/>
    <w:pPr>
      <w:pBdr>
        <w:top w:val="single" w:sz="4" w:space="0" w:color="auto"/>
        <w:bottom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09">
    <w:name w:val="xl109"/>
    <w:basedOn w:val="Normal"/>
    <w:rsid w:val="009E5A92"/>
    <w:pPr>
      <w:pBdr>
        <w:top w:val="single" w:sz="4" w:space="0" w:color="auto"/>
        <w:left w:val="single" w:sz="4" w:space="0" w:color="auto"/>
        <w:bottom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0">
    <w:name w:val="xl110"/>
    <w:basedOn w:val="Normal"/>
    <w:rsid w:val="009E5A92"/>
    <w:pPr>
      <w:pBdr>
        <w:top w:val="single" w:sz="4" w:space="0" w:color="auto"/>
        <w:left w:val="single" w:sz="4" w:space="0" w:color="auto"/>
        <w:bottom w:val="single" w:sz="4" w:space="0" w:color="auto"/>
        <w:right w:val="single" w:sz="8"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1">
    <w:name w:val="xl111"/>
    <w:basedOn w:val="Normal"/>
    <w:rsid w:val="009E5A92"/>
    <w:pPr>
      <w:pBdr>
        <w:bottom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2">
    <w:name w:val="xl112"/>
    <w:basedOn w:val="Normal"/>
    <w:rsid w:val="009E5A92"/>
    <w:pPr>
      <w:pBdr>
        <w:left w:val="single" w:sz="4" w:space="0" w:color="auto"/>
        <w:bottom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3">
    <w:name w:val="xl113"/>
    <w:basedOn w:val="Normal"/>
    <w:rsid w:val="009E5A92"/>
    <w:pPr>
      <w:pBdr>
        <w:left w:val="single" w:sz="4" w:space="0" w:color="auto"/>
        <w:bottom w:val="single" w:sz="4" w:space="0" w:color="auto"/>
        <w:right w:val="single" w:sz="8"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4">
    <w:name w:val="xl114"/>
    <w:basedOn w:val="Normal"/>
    <w:rsid w:val="009E5A92"/>
    <w:pPr>
      <w:pBdr>
        <w:top w:val="single" w:sz="4" w:space="0" w:color="auto"/>
        <w:bottom w:val="single" w:sz="4" w:space="0" w:color="auto"/>
        <w:right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5">
    <w:name w:val="xl115"/>
    <w:basedOn w:val="Normal"/>
    <w:rsid w:val="009E5A92"/>
    <w:pPr>
      <w:pBdr>
        <w:top w:val="single" w:sz="4" w:space="0" w:color="auto"/>
        <w:left w:val="single" w:sz="4" w:space="0" w:color="auto"/>
        <w:bottom w:val="single" w:sz="4" w:space="0" w:color="auto"/>
        <w:right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6">
    <w:name w:val="xl116"/>
    <w:basedOn w:val="Normal"/>
    <w:rsid w:val="009E5A92"/>
    <w:pPr>
      <w:pBdr>
        <w:top w:val="single" w:sz="4" w:space="0" w:color="auto"/>
        <w:bottom w:val="single" w:sz="8" w:space="0" w:color="auto"/>
        <w:right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7">
    <w:name w:val="xl117"/>
    <w:basedOn w:val="Normal"/>
    <w:rsid w:val="009E5A92"/>
    <w:pPr>
      <w:pBdr>
        <w:top w:val="single" w:sz="4" w:space="0" w:color="auto"/>
        <w:left w:val="single" w:sz="4" w:space="0" w:color="auto"/>
        <w:bottom w:val="single" w:sz="8" w:space="0" w:color="auto"/>
        <w:right w:val="single" w:sz="4"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8">
    <w:name w:val="xl118"/>
    <w:basedOn w:val="Normal"/>
    <w:rsid w:val="009E5A92"/>
    <w:pPr>
      <w:pBdr>
        <w:top w:val="single" w:sz="4" w:space="0" w:color="auto"/>
        <w:left w:val="single" w:sz="4" w:space="0" w:color="auto"/>
        <w:bottom w:val="single" w:sz="8" w:space="0" w:color="auto"/>
        <w:right w:val="single" w:sz="8" w:space="0" w:color="auto"/>
      </w:pBdr>
      <w:shd w:val="clear" w:color="000000" w:fill="ECF5E7"/>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19">
    <w:name w:val="xl119"/>
    <w:basedOn w:val="Normal"/>
    <w:rsid w:val="009E5A92"/>
    <w:pPr>
      <w:pBdr>
        <w:top w:val="single" w:sz="8" w:space="0" w:color="auto"/>
        <w:bottom w:val="single" w:sz="8" w:space="0" w:color="auto"/>
      </w:pBdr>
      <w:shd w:val="clear" w:color="000000" w:fill="FEF2EC"/>
      <w:tabs>
        <w:tab w:val="clear" w:pos="3969"/>
      </w:tabs>
      <w:spacing w:before="100" w:beforeAutospacing="1" w:after="100" w:afterAutospacing="1"/>
    </w:pPr>
    <w:rPr>
      <w:rFonts w:cs="Arial"/>
      <w:sz w:val="18"/>
      <w:szCs w:val="18"/>
      <w:lang w:eastAsia="zh-CN" w:bidi="th-TH"/>
    </w:rPr>
  </w:style>
  <w:style w:type="paragraph" w:customStyle="1" w:styleId="xl120">
    <w:name w:val="xl120"/>
    <w:basedOn w:val="Normal"/>
    <w:rsid w:val="009E5A92"/>
    <w:pPr>
      <w:pBdr>
        <w:top w:val="single" w:sz="8" w:space="0" w:color="auto"/>
        <w:bottom w:val="single" w:sz="8" w:space="0" w:color="auto"/>
      </w:pBdr>
      <w:shd w:val="clear" w:color="000000" w:fill="FEF2EC"/>
      <w:tabs>
        <w:tab w:val="clear" w:pos="3969"/>
      </w:tabs>
      <w:spacing w:before="100" w:beforeAutospacing="1" w:after="100" w:afterAutospacing="1"/>
      <w:textAlignment w:val="center"/>
    </w:pPr>
    <w:rPr>
      <w:rFonts w:cs="Arial"/>
      <w:b/>
      <w:bCs/>
      <w:sz w:val="18"/>
      <w:szCs w:val="18"/>
      <w:lang w:eastAsia="zh-CN" w:bidi="th-TH"/>
    </w:rPr>
  </w:style>
  <w:style w:type="paragraph" w:customStyle="1" w:styleId="xl121">
    <w:name w:val="xl121"/>
    <w:basedOn w:val="Normal"/>
    <w:rsid w:val="009E5A92"/>
    <w:pPr>
      <w:pBdr>
        <w:top w:val="single" w:sz="8" w:space="0" w:color="auto"/>
        <w:bottom w:val="single" w:sz="8" w:space="0" w:color="auto"/>
        <w:right w:val="single" w:sz="8" w:space="0" w:color="auto"/>
      </w:pBdr>
      <w:shd w:val="clear" w:color="000000" w:fill="FEF2EC"/>
      <w:tabs>
        <w:tab w:val="clear" w:pos="3969"/>
      </w:tabs>
      <w:spacing w:before="100" w:beforeAutospacing="1" w:after="100" w:afterAutospacing="1"/>
    </w:pPr>
    <w:rPr>
      <w:rFonts w:cs="Arial"/>
      <w:sz w:val="18"/>
      <w:szCs w:val="18"/>
      <w:lang w:eastAsia="zh-CN" w:bidi="th-TH"/>
    </w:rPr>
  </w:style>
  <w:style w:type="paragraph" w:customStyle="1" w:styleId="xl122">
    <w:name w:val="xl122"/>
    <w:basedOn w:val="Normal"/>
    <w:rsid w:val="009E5A92"/>
    <w:pPr>
      <w:pBdr>
        <w:top w:val="single" w:sz="4" w:space="0" w:color="auto"/>
        <w:bottom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3">
    <w:name w:val="xl123"/>
    <w:basedOn w:val="Normal"/>
    <w:rsid w:val="009E5A92"/>
    <w:pPr>
      <w:pBdr>
        <w:top w:val="single" w:sz="4" w:space="0" w:color="auto"/>
        <w:left w:val="single" w:sz="4" w:space="0" w:color="auto"/>
        <w:bottom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4">
    <w:name w:val="xl124"/>
    <w:basedOn w:val="Normal"/>
    <w:rsid w:val="009E5A92"/>
    <w:pPr>
      <w:pBdr>
        <w:top w:val="single" w:sz="4" w:space="0" w:color="auto"/>
        <w:left w:val="single" w:sz="4" w:space="0" w:color="auto"/>
        <w:bottom w:val="single" w:sz="4" w:space="0" w:color="auto"/>
        <w:right w:val="single" w:sz="8"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5">
    <w:name w:val="xl125"/>
    <w:basedOn w:val="Normal"/>
    <w:rsid w:val="009E5A92"/>
    <w:pPr>
      <w:pBdr>
        <w:bottom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6">
    <w:name w:val="xl126"/>
    <w:basedOn w:val="Normal"/>
    <w:rsid w:val="009E5A92"/>
    <w:pPr>
      <w:pBdr>
        <w:left w:val="single" w:sz="4" w:space="0" w:color="auto"/>
        <w:bottom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7">
    <w:name w:val="xl127"/>
    <w:basedOn w:val="Normal"/>
    <w:rsid w:val="009E5A92"/>
    <w:pPr>
      <w:pBdr>
        <w:left w:val="single" w:sz="4" w:space="0" w:color="auto"/>
        <w:bottom w:val="single" w:sz="4" w:space="0" w:color="auto"/>
        <w:right w:val="single" w:sz="8"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8">
    <w:name w:val="xl128"/>
    <w:basedOn w:val="Normal"/>
    <w:rsid w:val="009E5A92"/>
    <w:pPr>
      <w:pBdr>
        <w:top w:val="single" w:sz="4" w:space="0" w:color="auto"/>
        <w:bottom w:val="single" w:sz="4" w:space="0" w:color="auto"/>
        <w:right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29">
    <w:name w:val="xl129"/>
    <w:basedOn w:val="Normal"/>
    <w:rsid w:val="009E5A92"/>
    <w:pPr>
      <w:pBdr>
        <w:top w:val="single" w:sz="4" w:space="0" w:color="auto"/>
        <w:left w:val="single" w:sz="4" w:space="0" w:color="auto"/>
        <w:bottom w:val="single" w:sz="4" w:space="0" w:color="auto"/>
        <w:right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0">
    <w:name w:val="xl130"/>
    <w:basedOn w:val="Normal"/>
    <w:rsid w:val="009E5A92"/>
    <w:pPr>
      <w:pBdr>
        <w:top w:val="single" w:sz="4" w:space="0" w:color="auto"/>
        <w:bottom w:val="single" w:sz="8" w:space="0" w:color="auto"/>
        <w:right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1">
    <w:name w:val="xl131"/>
    <w:basedOn w:val="Normal"/>
    <w:rsid w:val="009E5A92"/>
    <w:pPr>
      <w:pBdr>
        <w:top w:val="single" w:sz="4" w:space="0" w:color="auto"/>
        <w:left w:val="single" w:sz="4" w:space="0" w:color="auto"/>
        <w:bottom w:val="single" w:sz="8" w:space="0" w:color="auto"/>
        <w:right w:val="single" w:sz="4"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2">
    <w:name w:val="xl132"/>
    <w:basedOn w:val="Normal"/>
    <w:rsid w:val="009E5A92"/>
    <w:pPr>
      <w:pBdr>
        <w:top w:val="single" w:sz="4" w:space="0" w:color="auto"/>
        <w:left w:val="single" w:sz="4" w:space="0" w:color="auto"/>
        <w:bottom w:val="single" w:sz="8" w:space="0" w:color="auto"/>
        <w:right w:val="single" w:sz="8" w:space="0" w:color="auto"/>
      </w:pBdr>
      <w:shd w:val="clear" w:color="000000" w:fill="FEF2EC"/>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3">
    <w:name w:val="xl133"/>
    <w:basedOn w:val="Normal"/>
    <w:rsid w:val="009E5A92"/>
    <w:pPr>
      <w:pBdr>
        <w:top w:val="single" w:sz="8" w:space="0" w:color="auto"/>
        <w:left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4">
    <w:name w:val="xl134"/>
    <w:basedOn w:val="Normal"/>
    <w:rsid w:val="009E5A92"/>
    <w:pPr>
      <w:pBdr>
        <w:top w:val="single" w:sz="4" w:space="0" w:color="auto"/>
        <w:left w:val="single" w:sz="4" w:space="0" w:color="auto"/>
        <w:bottom w:val="single" w:sz="4" w:space="0" w:color="auto"/>
      </w:pBdr>
      <w:shd w:val="clear" w:color="000000" w:fill="D9D9D9"/>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5">
    <w:name w:val="xl135"/>
    <w:basedOn w:val="Normal"/>
    <w:rsid w:val="009E5A92"/>
    <w:pPr>
      <w:pBdr>
        <w:top w:val="single" w:sz="8" w:space="0" w:color="auto"/>
        <w:left w:val="single" w:sz="4" w:space="0" w:color="auto"/>
        <w:bottom w:val="single" w:sz="4" w:space="0" w:color="auto"/>
        <w:right w:val="single" w:sz="8" w:space="0" w:color="auto"/>
      </w:pBdr>
      <w:shd w:val="clear" w:color="000000" w:fill="D9D9D9"/>
      <w:tabs>
        <w:tab w:val="clear" w:pos="3969"/>
      </w:tabs>
      <w:spacing w:before="100" w:beforeAutospacing="1" w:after="100" w:afterAutospacing="1"/>
      <w:textAlignment w:val="center"/>
    </w:pPr>
    <w:rPr>
      <w:rFonts w:cs="Arial"/>
      <w:sz w:val="18"/>
      <w:szCs w:val="18"/>
      <w:lang w:eastAsia="zh-CN" w:bidi="th-TH"/>
    </w:rPr>
  </w:style>
  <w:style w:type="paragraph" w:customStyle="1" w:styleId="xl136">
    <w:name w:val="xl136"/>
    <w:basedOn w:val="Normal"/>
    <w:rsid w:val="009E5A92"/>
    <w:pPr>
      <w:pBdr>
        <w:top w:val="single" w:sz="4" w:space="0" w:color="auto"/>
        <w:left w:val="single" w:sz="4" w:space="0" w:color="auto"/>
        <w:bottom w:val="single" w:sz="4" w:space="0" w:color="auto"/>
      </w:pBdr>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7">
    <w:name w:val="xl137"/>
    <w:basedOn w:val="Normal"/>
    <w:rsid w:val="009E5A92"/>
    <w:pPr>
      <w:pBdr>
        <w:left w:val="single" w:sz="4" w:space="0" w:color="auto"/>
        <w:bottom w:val="single" w:sz="4" w:space="0" w:color="auto"/>
      </w:pBdr>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8">
    <w:name w:val="xl138"/>
    <w:basedOn w:val="Normal"/>
    <w:rsid w:val="009E5A92"/>
    <w:pPr>
      <w:pBdr>
        <w:top w:val="single" w:sz="4" w:space="0" w:color="auto"/>
        <w:left w:val="single" w:sz="4" w:space="0" w:color="auto"/>
        <w:bottom w:val="single" w:sz="4" w:space="0" w:color="auto"/>
      </w:pBdr>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39">
    <w:name w:val="xl139"/>
    <w:basedOn w:val="Normal"/>
    <w:rsid w:val="009E5A92"/>
    <w:pPr>
      <w:pBdr>
        <w:left w:val="single" w:sz="4" w:space="0" w:color="auto"/>
        <w:bottom w:val="single" w:sz="8" w:space="0" w:color="auto"/>
      </w:pBdr>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0">
    <w:name w:val="xl140"/>
    <w:basedOn w:val="Normal"/>
    <w:rsid w:val="009E5A92"/>
    <w:pPr>
      <w:pBdr>
        <w:top w:val="single" w:sz="4" w:space="0" w:color="auto"/>
        <w:bottom w:val="single" w:sz="4" w:space="0" w:color="auto"/>
      </w:pBdr>
      <w:shd w:val="clear" w:color="000000" w:fill="D9E1F2"/>
      <w:tabs>
        <w:tab w:val="clear" w:pos="3969"/>
      </w:tabs>
      <w:spacing w:before="100" w:beforeAutospacing="1" w:after="100" w:afterAutospacing="1"/>
    </w:pPr>
    <w:rPr>
      <w:rFonts w:cs="Arial"/>
      <w:b/>
      <w:bCs/>
      <w:sz w:val="18"/>
      <w:szCs w:val="18"/>
      <w:lang w:eastAsia="zh-CN" w:bidi="th-TH"/>
    </w:rPr>
  </w:style>
  <w:style w:type="paragraph" w:customStyle="1" w:styleId="xl141">
    <w:name w:val="xl141"/>
    <w:basedOn w:val="Normal"/>
    <w:rsid w:val="009E5A92"/>
    <w:pPr>
      <w:pBdr>
        <w:top w:val="single" w:sz="4" w:space="0" w:color="auto"/>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2">
    <w:name w:val="xl142"/>
    <w:basedOn w:val="Normal"/>
    <w:rsid w:val="009E5A92"/>
    <w:pPr>
      <w:pBdr>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3">
    <w:name w:val="xl143"/>
    <w:basedOn w:val="Normal"/>
    <w:rsid w:val="009E5A92"/>
    <w:pPr>
      <w:pBdr>
        <w:top w:val="single" w:sz="4" w:space="0" w:color="auto"/>
        <w:left w:val="single" w:sz="4" w:space="0" w:color="auto"/>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4">
    <w:name w:val="xl144"/>
    <w:basedOn w:val="Normal"/>
    <w:rsid w:val="009E5A92"/>
    <w:pPr>
      <w:pBdr>
        <w:left w:val="single" w:sz="4" w:space="0" w:color="auto"/>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5">
    <w:name w:val="xl145"/>
    <w:basedOn w:val="Normal"/>
    <w:rsid w:val="009E5A92"/>
    <w:pPr>
      <w:pBdr>
        <w:top w:val="single" w:sz="4" w:space="0" w:color="auto"/>
        <w:left w:val="single" w:sz="4" w:space="0" w:color="auto"/>
        <w:bottom w:val="single" w:sz="4" w:space="0" w:color="auto"/>
        <w:right w:val="single" w:sz="8" w:space="0" w:color="auto"/>
      </w:pBdr>
      <w:shd w:val="clear" w:color="000000" w:fill="D9E1F2"/>
      <w:tabs>
        <w:tab w:val="clear" w:pos="3969"/>
      </w:tabs>
      <w:spacing w:before="100" w:beforeAutospacing="1" w:after="100" w:afterAutospacing="1"/>
      <w:textAlignment w:val="center"/>
    </w:pPr>
    <w:rPr>
      <w:rFonts w:cs="Arial"/>
      <w:sz w:val="18"/>
      <w:szCs w:val="18"/>
      <w:lang w:eastAsia="zh-CN" w:bidi="th-TH"/>
    </w:rPr>
  </w:style>
  <w:style w:type="paragraph" w:customStyle="1" w:styleId="xl146">
    <w:name w:val="xl146"/>
    <w:basedOn w:val="Normal"/>
    <w:rsid w:val="009E5A92"/>
    <w:pPr>
      <w:pBdr>
        <w:left w:val="single" w:sz="4" w:space="0" w:color="auto"/>
        <w:bottom w:val="single" w:sz="4" w:space="0" w:color="auto"/>
        <w:right w:val="single" w:sz="8" w:space="0" w:color="auto"/>
      </w:pBdr>
      <w:shd w:val="clear" w:color="000000" w:fill="D9E1F2"/>
      <w:tabs>
        <w:tab w:val="clear" w:pos="3969"/>
      </w:tabs>
      <w:spacing w:before="100" w:beforeAutospacing="1" w:after="100" w:afterAutospacing="1"/>
      <w:textAlignment w:val="center"/>
    </w:pPr>
    <w:rPr>
      <w:rFonts w:cs="Arial"/>
      <w:sz w:val="18"/>
      <w:szCs w:val="18"/>
      <w:lang w:eastAsia="zh-CN" w:bidi="th-TH"/>
    </w:rPr>
  </w:style>
  <w:style w:type="paragraph" w:customStyle="1" w:styleId="xl147">
    <w:name w:val="xl147"/>
    <w:basedOn w:val="Normal"/>
    <w:rsid w:val="009E5A92"/>
    <w:pPr>
      <w:pBdr>
        <w:top w:val="single" w:sz="4" w:space="0" w:color="auto"/>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8">
    <w:name w:val="xl148"/>
    <w:basedOn w:val="Normal"/>
    <w:rsid w:val="009E5A92"/>
    <w:pPr>
      <w:pBdr>
        <w:top w:val="single" w:sz="4" w:space="0" w:color="auto"/>
        <w:left w:val="single" w:sz="4" w:space="0" w:color="auto"/>
        <w:bottom w:val="single" w:sz="4"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49">
    <w:name w:val="xl149"/>
    <w:basedOn w:val="Normal"/>
    <w:rsid w:val="009E5A92"/>
    <w:pPr>
      <w:pBdr>
        <w:top w:val="single" w:sz="4" w:space="0" w:color="auto"/>
        <w:left w:val="single" w:sz="4" w:space="0" w:color="auto"/>
        <w:bottom w:val="single" w:sz="4" w:space="0" w:color="auto"/>
        <w:right w:val="single" w:sz="8"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50">
    <w:name w:val="xl150"/>
    <w:basedOn w:val="Normal"/>
    <w:rsid w:val="009E5A92"/>
    <w:pPr>
      <w:pBdr>
        <w:bottom w:val="single" w:sz="8"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51">
    <w:name w:val="xl151"/>
    <w:basedOn w:val="Normal"/>
    <w:rsid w:val="009E5A92"/>
    <w:pPr>
      <w:pBdr>
        <w:left w:val="single" w:sz="4" w:space="0" w:color="auto"/>
        <w:bottom w:val="single" w:sz="8"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52">
    <w:name w:val="xl152"/>
    <w:basedOn w:val="Normal"/>
    <w:rsid w:val="009E5A92"/>
    <w:pPr>
      <w:pBdr>
        <w:left w:val="single" w:sz="4" w:space="0" w:color="auto"/>
        <w:bottom w:val="single" w:sz="8" w:space="0" w:color="auto"/>
        <w:right w:val="single" w:sz="8" w:space="0" w:color="auto"/>
      </w:pBdr>
      <w:shd w:val="clear" w:color="000000" w:fill="D9E1F2"/>
      <w:tabs>
        <w:tab w:val="clear" w:pos="3969"/>
      </w:tabs>
      <w:spacing w:before="100" w:beforeAutospacing="1" w:after="100" w:afterAutospacing="1"/>
      <w:jc w:val="center"/>
      <w:textAlignment w:val="center"/>
    </w:pPr>
    <w:rPr>
      <w:rFonts w:cs="Arial"/>
      <w:sz w:val="18"/>
      <w:szCs w:val="18"/>
      <w:lang w:eastAsia="zh-CN" w:bidi="th-TH"/>
    </w:rPr>
  </w:style>
  <w:style w:type="paragraph" w:customStyle="1" w:styleId="xl153">
    <w:name w:val="xl153"/>
    <w:basedOn w:val="Normal"/>
    <w:rsid w:val="009E5A92"/>
    <w:pPr>
      <w:pBdr>
        <w:top w:val="single" w:sz="8" w:space="0" w:color="auto"/>
        <w:bottom w:val="single" w:sz="8" w:space="0" w:color="auto"/>
      </w:pBdr>
      <w:shd w:val="clear" w:color="000000" w:fill="D9E1F2"/>
      <w:tabs>
        <w:tab w:val="clear" w:pos="3969"/>
      </w:tabs>
      <w:spacing w:before="100" w:beforeAutospacing="1" w:after="100" w:afterAutospacing="1"/>
    </w:pPr>
    <w:rPr>
      <w:rFonts w:cs="Arial"/>
      <w:sz w:val="18"/>
      <w:szCs w:val="18"/>
      <w:lang w:eastAsia="zh-CN" w:bidi="th-TH"/>
    </w:rPr>
  </w:style>
  <w:style w:type="paragraph" w:customStyle="1" w:styleId="xl154">
    <w:name w:val="xl154"/>
    <w:basedOn w:val="Normal"/>
    <w:rsid w:val="009E5A92"/>
    <w:pPr>
      <w:pBdr>
        <w:top w:val="single" w:sz="8" w:space="0" w:color="auto"/>
        <w:bottom w:val="single" w:sz="8" w:space="0" w:color="auto"/>
      </w:pBdr>
      <w:shd w:val="clear" w:color="000000" w:fill="D9E1F2"/>
      <w:tabs>
        <w:tab w:val="clear" w:pos="3969"/>
      </w:tabs>
      <w:spacing w:before="100" w:beforeAutospacing="1" w:after="100" w:afterAutospacing="1"/>
      <w:textAlignment w:val="center"/>
    </w:pPr>
    <w:rPr>
      <w:rFonts w:cs="Arial"/>
      <w:b/>
      <w:bCs/>
      <w:sz w:val="18"/>
      <w:szCs w:val="18"/>
      <w:lang w:eastAsia="zh-CN" w:bidi="th-TH"/>
    </w:rPr>
  </w:style>
  <w:style w:type="paragraph" w:customStyle="1" w:styleId="xl155">
    <w:name w:val="xl155"/>
    <w:basedOn w:val="Normal"/>
    <w:rsid w:val="009E5A92"/>
    <w:pPr>
      <w:pBdr>
        <w:top w:val="single" w:sz="8" w:space="0" w:color="auto"/>
        <w:bottom w:val="single" w:sz="8" w:space="0" w:color="auto"/>
        <w:right w:val="single" w:sz="8" w:space="0" w:color="auto"/>
      </w:pBdr>
      <w:shd w:val="clear" w:color="000000" w:fill="D9E1F2"/>
      <w:tabs>
        <w:tab w:val="clear" w:pos="3969"/>
      </w:tabs>
      <w:spacing w:before="100" w:beforeAutospacing="1" w:after="100" w:afterAutospacing="1"/>
    </w:pPr>
    <w:rPr>
      <w:rFonts w:cs="Arial"/>
      <w:sz w:val="18"/>
      <w:szCs w:val="18"/>
      <w:lang w:eastAsia="zh-CN" w:bidi="th-TH"/>
    </w:rPr>
  </w:style>
  <w:style w:type="paragraph" w:customStyle="1" w:styleId="xl156">
    <w:name w:val="xl156"/>
    <w:basedOn w:val="Normal"/>
    <w:rsid w:val="009E5A92"/>
    <w:pPr>
      <w:pBdr>
        <w:top w:val="single" w:sz="8" w:space="0" w:color="auto"/>
        <w:left w:val="single" w:sz="8" w:space="0" w:color="auto"/>
        <w:bottom w:val="single" w:sz="8" w:space="0" w:color="auto"/>
        <w:right w:val="single" w:sz="4"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57">
    <w:name w:val="xl157"/>
    <w:basedOn w:val="Normal"/>
    <w:rsid w:val="009E5A92"/>
    <w:pPr>
      <w:pBdr>
        <w:top w:val="single" w:sz="8" w:space="0" w:color="auto"/>
        <w:bottom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58">
    <w:name w:val="xl158"/>
    <w:basedOn w:val="Normal"/>
    <w:rsid w:val="009E5A92"/>
    <w:pPr>
      <w:pBdr>
        <w:top w:val="single" w:sz="8" w:space="0" w:color="auto"/>
        <w:left w:val="single" w:sz="4" w:space="0" w:color="auto"/>
        <w:bottom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59">
    <w:name w:val="xl159"/>
    <w:basedOn w:val="Normal"/>
    <w:rsid w:val="009E5A92"/>
    <w:pPr>
      <w:pBdr>
        <w:top w:val="single" w:sz="8" w:space="0" w:color="auto"/>
        <w:left w:val="single" w:sz="4" w:space="0" w:color="auto"/>
        <w:bottom w:val="single" w:sz="8" w:space="0" w:color="auto"/>
        <w:right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60">
    <w:name w:val="xl160"/>
    <w:basedOn w:val="Normal"/>
    <w:rsid w:val="009E5A92"/>
    <w:pPr>
      <w:pBdr>
        <w:top w:val="single" w:sz="8" w:space="0" w:color="auto"/>
        <w:bottom w:val="single" w:sz="8" w:space="0" w:color="auto"/>
      </w:pBdr>
      <w:shd w:val="clear" w:color="000000" w:fill="99CCFF"/>
      <w:tabs>
        <w:tab w:val="clear" w:pos="3969"/>
      </w:tabs>
      <w:spacing w:before="100" w:beforeAutospacing="1" w:after="100" w:afterAutospacing="1"/>
      <w:jc w:val="center"/>
    </w:pPr>
    <w:rPr>
      <w:rFonts w:cs="Arial"/>
      <w:sz w:val="18"/>
      <w:szCs w:val="18"/>
      <w:lang w:eastAsia="zh-CN" w:bidi="th-TH"/>
    </w:rPr>
  </w:style>
  <w:style w:type="paragraph" w:customStyle="1" w:styleId="xl161">
    <w:name w:val="xl161"/>
    <w:basedOn w:val="Normal"/>
    <w:rsid w:val="009E5A92"/>
    <w:pPr>
      <w:pBdr>
        <w:top w:val="single" w:sz="8" w:space="0" w:color="auto"/>
        <w:left w:val="single" w:sz="4" w:space="0" w:color="auto"/>
        <w:bottom w:val="single" w:sz="8" w:space="0" w:color="auto"/>
      </w:pBdr>
      <w:shd w:val="clear" w:color="000000" w:fill="99CCFF"/>
      <w:tabs>
        <w:tab w:val="clear" w:pos="3969"/>
      </w:tabs>
      <w:spacing w:before="100" w:beforeAutospacing="1" w:after="100" w:afterAutospacing="1"/>
      <w:jc w:val="center"/>
    </w:pPr>
    <w:rPr>
      <w:rFonts w:cs="Arial"/>
      <w:sz w:val="18"/>
      <w:szCs w:val="18"/>
      <w:lang w:eastAsia="zh-CN" w:bidi="th-TH"/>
    </w:rPr>
  </w:style>
  <w:style w:type="paragraph" w:customStyle="1" w:styleId="xl162">
    <w:name w:val="xl162"/>
    <w:basedOn w:val="Normal"/>
    <w:rsid w:val="009E5A92"/>
    <w:pPr>
      <w:pBdr>
        <w:top w:val="single" w:sz="8" w:space="0" w:color="auto"/>
        <w:left w:val="single" w:sz="4" w:space="0" w:color="auto"/>
        <w:bottom w:val="single" w:sz="8" w:space="0" w:color="auto"/>
        <w:right w:val="single" w:sz="8" w:space="0" w:color="auto"/>
      </w:pBdr>
      <w:shd w:val="clear" w:color="000000" w:fill="99CCFF"/>
      <w:tabs>
        <w:tab w:val="clear" w:pos="3969"/>
      </w:tabs>
      <w:spacing w:before="100" w:beforeAutospacing="1" w:after="100" w:afterAutospacing="1"/>
      <w:jc w:val="center"/>
    </w:pPr>
    <w:rPr>
      <w:rFonts w:cs="Arial"/>
      <w:sz w:val="18"/>
      <w:szCs w:val="18"/>
      <w:lang w:eastAsia="zh-CN" w:bidi="th-TH"/>
    </w:rPr>
  </w:style>
  <w:style w:type="paragraph" w:customStyle="1" w:styleId="xl163">
    <w:name w:val="xl163"/>
    <w:basedOn w:val="Normal"/>
    <w:rsid w:val="009E5A92"/>
    <w:pPr>
      <w:pBdr>
        <w:top w:val="single" w:sz="8" w:space="0" w:color="auto"/>
        <w:bottom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64">
    <w:name w:val="xl164"/>
    <w:basedOn w:val="Normal"/>
    <w:rsid w:val="009E5A92"/>
    <w:pPr>
      <w:pBdr>
        <w:top w:val="single" w:sz="8" w:space="0" w:color="auto"/>
        <w:left w:val="single" w:sz="4" w:space="0" w:color="auto"/>
        <w:bottom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 w:type="paragraph" w:customStyle="1" w:styleId="xl165">
    <w:name w:val="xl165"/>
    <w:basedOn w:val="Normal"/>
    <w:rsid w:val="009E5A92"/>
    <w:pPr>
      <w:pBdr>
        <w:top w:val="single" w:sz="8" w:space="0" w:color="auto"/>
        <w:left w:val="single" w:sz="4" w:space="0" w:color="auto"/>
        <w:bottom w:val="single" w:sz="8" w:space="0" w:color="auto"/>
        <w:right w:val="single" w:sz="8" w:space="0" w:color="auto"/>
      </w:pBdr>
      <w:shd w:val="clear" w:color="000000" w:fill="99CCFF"/>
      <w:tabs>
        <w:tab w:val="clear" w:pos="3969"/>
      </w:tabs>
      <w:spacing w:before="100" w:beforeAutospacing="1" w:after="100" w:afterAutospacing="1"/>
      <w:jc w:val="center"/>
      <w:textAlignment w:val="center"/>
    </w:pPr>
    <w:rPr>
      <w:rFonts w:cs="Arial"/>
      <w:b/>
      <w:bCs/>
      <w:sz w:val="18"/>
      <w:szCs w:val="18"/>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il@natspec.com.au" TargetMode="External"/><Relationship Id="rId18" Type="http://schemas.openxmlformats.org/officeDocument/2006/relationships/hyperlink" Target="https://www.iso.org/obp/ui" TargetMode="External"/><Relationship Id="rId26"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hyperlink" Target="http://www.natspec.com.au" TargetMode="External"/><Relationship Id="rId17" Type="http://schemas.openxmlformats.org/officeDocument/2006/relationships/footer" Target="footer3.xml"/><Relationship Id="rId25" Type="http://schemas.openxmlformats.org/officeDocument/2006/relationships/diagramLayout" Target="diagrams/layout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hyperlink" Target="https://bim.natspec.org/documents/open-bim-object-standar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diagramData" Target="diagrams/data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07/relationships/diagramDrawing" Target="diagrams/drawing1.xml"/><Relationship Id="rId28" Type="http://schemas.microsoft.com/office/2007/relationships/diagramDrawing" Target="diagrams/drawing2.xml"/><Relationship Id="rId10" Type="http://schemas.openxmlformats.org/officeDocument/2006/relationships/header" Target="header1.xml"/><Relationship Id="rId19" Type="http://schemas.openxmlformats.org/officeDocument/2006/relationships/diagramData" Target="diagrams/data1.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bim@natspec.com.au" TargetMode="External"/><Relationship Id="rId22" Type="http://schemas.openxmlformats.org/officeDocument/2006/relationships/diagramColors" Target="diagrams/colors1.xml"/><Relationship Id="rId27" Type="http://schemas.openxmlformats.org/officeDocument/2006/relationships/diagramColors" Target="diagrams/colors2.xml"/><Relationship Id="rId30" Type="http://schemas.openxmlformats.org/officeDocument/2006/relationships/footer" Target="footer4.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AppData\Roaming\Microsoft\Templates\NATSPEC_BIM.dotm" TargetMode="Externa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2C45F4-1A27-44F5-B7FF-B53F5EC13A58}" type="doc">
      <dgm:prSet loTypeId="urn:microsoft.com/office/officeart/2005/8/layout/orgChart1" loCatId="hierarchy" qsTypeId="urn:microsoft.com/office/officeart/2005/8/quickstyle/simple3" qsCatId="simple" csTypeId="urn:microsoft.com/office/officeart/2005/8/colors/accent1_5" csCatId="accent1" phldr="0"/>
      <dgm:spPr/>
      <dgm:t>
        <a:bodyPr/>
        <a:lstStyle/>
        <a:p>
          <a:endParaRPr lang="en-AU"/>
        </a:p>
      </dgm:t>
    </dgm:pt>
    <dgm:pt modelId="{96F9F1C2-6C42-4554-9110-4DDCD0144B3C}">
      <dgm:prSet phldrT="[Text]" phldr="1"/>
      <dgm:spPr/>
      <dgm:t>
        <a:bodyPr/>
        <a:lstStyle/>
        <a:p>
          <a:endParaRPr lang="en-AU"/>
        </a:p>
      </dgm:t>
    </dgm:pt>
    <dgm:pt modelId="{ED9C33E1-8F7B-432F-9F20-47EEF52EBD53}" type="parTrans" cxnId="{18455BD2-4115-4C29-A076-DA9B365210BA}">
      <dgm:prSet/>
      <dgm:spPr/>
      <dgm:t>
        <a:bodyPr/>
        <a:lstStyle/>
        <a:p>
          <a:endParaRPr lang="en-AU"/>
        </a:p>
      </dgm:t>
    </dgm:pt>
    <dgm:pt modelId="{44542CA6-12BC-4C02-90A4-D0F425FDBD24}" type="sibTrans" cxnId="{18455BD2-4115-4C29-A076-DA9B365210BA}">
      <dgm:prSet/>
      <dgm:spPr/>
      <dgm:t>
        <a:bodyPr/>
        <a:lstStyle/>
        <a:p>
          <a:endParaRPr lang="en-AU"/>
        </a:p>
      </dgm:t>
    </dgm:pt>
    <dgm:pt modelId="{712F1589-49A7-4FA8-95E3-2EA342FF1DC5}" type="asst">
      <dgm:prSet phldrT="[Text]" phldr="1"/>
      <dgm:spPr/>
      <dgm:t>
        <a:bodyPr/>
        <a:lstStyle/>
        <a:p>
          <a:endParaRPr lang="en-AU"/>
        </a:p>
      </dgm:t>
    </dgm:pt>
    <dgm:pt modelId="{3CFB44A0-F030-47A2-8F83-316578B4A84D}" type="parTrans" cxnId="{7AAB2E88-9DF3-4D54-BEE4-4499F3D2417B}">
      <dgm:prSet/>
      <dgm:spPr/>
      <dgm:t>
        <a:bodyPr/>
        <a:lstStyle/>
        <a:p>
          <a:endParaRPr lang="en-AU"/>
        </a:p>
      </dgm:t>
    </dgm:pt>
    <dgm:pt modelId="{CE3E6696-EE7E-4113-8AF2-D6040A3E15EE}" type="sibTrans" cxnId="{7AAB2E88-9DF3-4D54-BEE4-4499F3D2417B}">
      <dgm:prSet/>
      <dgm:spPr/>
      <dgm:t>
        <a:bodyPr/>
        <a:lstStyle/>
        <a:p>
          <a:endParaRPr lang="en-AU"/>
        </a:p>
      </dgm:t>
    </dgm:pt>
    <dgm:pt modelId="{3D2064C6-633F-41F8-93A6-21621D840EBE}">
      <dgm:prSet phldrT="[Text]" phldr="1"/>
      <dgm:spPr/>
      <dgm:t>
        <a:bodyPr/>
        <a:lstStyle/>
        <a:p>
          <a:endParaRPr lang="en-AU"/>
        </a:p>
      </dgm:t>
    </dgm:pt>
    <dgm:pt modelId="{4919F917-288A-4C74-B1B6-F068AF7F6FDC}" type="parTrans" cxnId="{48C8D5A7-2952-43E3-B1B9-79FC9B048F17}">
      <dgm:prSet/>
      <dgm:spPr/>
      <dgm:t>
        <a:bodyPr/>
        <a:lstStyle/>
        <a:p>
          <a:endParaRPr lang="en-AU"/>
        </a:p>
      </dgm:t>
    </dgm:pt>
    <dgm:pt modelId="{6B6E8D11-C57B-4695-9FDE-DD5536A83CBD}" type="sibTrans" cxnId="{48C8D5A7-2952-43E3-B1B9-79FC9B048F17}">
      <dgm:prSet/>
      <dgm:spPr/>
      <dgm:t>
        <a:bodyPr/>
        <a:lstStyle/>
        <a:p>
          <a:endParaRPr lang="en-AU"/>
        </a:p>
      </dgm:t>
    </dgm:pt>
    <dgm:pt modelId="{951A1EE2-99F5-4D31-AA14-0952F70053E1}">
      <dgm:prSet phldrT="[Text]" phldr="1"/>
      <dgm:spPr/>
      <dgm:t>
        <a:bodyPr/>
        <a:lstStyle/>
        <a:p>
          <a:endParaRPr lang="en-AU"/>
        </a:p>
      </dgm:t>
    </dgm:pt>
    <dgm:pt modelId="{9E973652-A8B7-4D27-9E8D-992CD23F8F59}" type="parTrans" cxnId="{B6CAD7DF-82FA-45F2-BB55-107D9D84E00F}">
      <dgm:prSet/>
      <dgm:spPr/>
      <dgm:t>
        <a:bodyPr/>
        <a:lstStyle/>
        <a:p>
          <a:endParaRPr lang="en-AU"/>
        </a:p>
      </dgm:t>
    </dgm:pt>
    <dgm:pt modelId="{69DB31A4-1E76-4F0C-BA88-672F1F7D0EC7}" type="sibTrans" cxnId="{B6CAD7DF-82FA-45F2-BB55-107D9D84E00F}">
      <dgm:prSet/>
      <dgm:spPr/>
      <dgm:t>
        <a:bodyPr/>
        <a:lstStyle/>
        <a:p>
          <a:endParaRPr lang="en-AU"/>
        </a:p>
      </dgm:t>
    </dgm:pt>
    <dgm:pt modelId="{622816E2-D9E8-416B-9A79-DBFD6CFC1DF4}">
      <dgm:prSet phldrT="[Text]" phldr="1"/>
      <dgm:spPr/>
      <dgm:t>
        <a:bodyPr/>
        <a:lstStyle/>
        <a:p>
          <a:endParaRPr lang="en-AU"/>
        </a:p>
      </dgm:t>
    </dgm:pt>
    <dgm:pt modelId="{021D4CE8-858C-4FB7-BD19-E1EF21758FCE}" type="parTrans" cxnId="{BDCC86BA-A737-49E5-AB44-D3015EC8B12D}">
      <dgm:prSet/>
      <dgm:spPr/>
      <dgm:t>
        <a:bodyPr/>
        <a:lstStyle/>
        <a:p>
          <a:endParaRPr lang="en-AU"/>
        </a:p>
      </dgm:t>
    </dgm:pt>
    <dgm:pt modelId="{878B0628-19B0-4B7A-9A18-4D1C6543A5D9}" type="sibTrans" cxnId="{BDCC86BA-A737-49E5-AB44-D3015EC8B12D}">
      <dgm:prSet/>
      <dgm:spPr/>
      <dgm:t>
        <a:bodyPr/>
        <a:lstStyle/>
        <a:p>
          <a:endParaRPr lang="en-AU"/>
        </a:p>
      </dgm:t>
    </dgm:pt>
    <dgm:pt modelId="{272B1426-8E22-4F14-963A-4C848BCCC3CA}" type="pres">
      <dgm:prSet presAssocID="{5B2C45F4-1A27-44F5-B7FF-B53F5EC13A58}" presName="hierChild1" presStyleCnt="0">
        <dgm:presLayoutVars>
          <dgm:orgChart val="1"/>
          <dgm:chPref val="1"/>
          <dgm:dir/>
          <dgm:animOne val="branch"/>
          <dgm:animLvl val="lvl"/>
          <dgm:resizeHandles/>
        </dgm:presLayoutVars>
      </dgm:prSet>
      <dgm:spPr/>
    </dgm:pt>
    <dgm:pt modelId="{65477792-B4F9-45BD-8551-84DC801D78A3}" type="pres">
      <dgm:prSet presAssocID="{96F9F1C2-6C42-4554-9110-4DDCD0144B3C}" presName="hierRoot1" presStyleCnt="0">
        <dgm:presLayoutVars>
          <dgm:hierBranch val="init"/>
        </dgm:presLayoutVars>
      </dgm:prSet>
      <dgm:spPr/>
    </dgm:pt>
    <dgm:pt modelId="{E500EFE2-2620-4594-AD00-C05F48CA93C5}" type="pres">
      <dgm:prSet presAssocID="{96F9F1C2-6C42-4554-9110-4DDCD0144B3C}" presName="rootComposite1" presStyleCnt="0"/>
      <dgm:spPr/>
    </dgm:pt>
    <dgm:pt modelId="{8FAF781D-D786-438C-9F93-C7E355F2E8C0}" type="pres">
      <dgm:prSet presAssocID="{96F9F1C2-6C42-4554-9110-4DDCD0144B3C}" presName="rootText1" presStyleLbl="node0" presStyleIdx="0" presStyleCnt="1">
        <dgm:presLayoutVars>
          <dgm:chPref val="3"/>
        </dgm:presLayoutVars>
      </dgm:prSet>
      <dgm:spPr/>
    </dgm:pt>
    <dgm:pt modelId="{93F2E8A1-667B-43B7-9BB3-FD52BDC6D7D2}" type="pres">
      <dgm:prSet presAssocID="{96F9F1C2-6C42-4554-9110-4DDCD0144B3C}" presName="rootConnector1" presStyleLbl="node1" presStyleIdx="0" presStyleCnt="0"/>
      <dgm:spPr/>
    </dgm:pt>
    <dgm:pt modelId="{67B060E0-106E-495D-AA64-6A743C8B9817}" type="pres">
      <dgm:prSet presAssocID="{96F9F1C2-6C42-4554-9110-4DDCD0144B3C}" presName="hierChild2" presStyleCnt="0"/>
      <dgm:spPr/>
    </dgm:pt>
    <dgm:pt modelId="{32A72091-D558-477A-98D2-068BCD6CC98E}" type="pres">
      <dgm:prSet presAssocID="{4919F917-288A-4C74-B1B6-F068AF7F6FDC}" presName="Name37" presStyleLbl="parChTrans1D2" presStyleIdx="0" presStyleCnt="4"/>
      <dgm:spPr/>
    </dgm:pt>
    <dgm:pt modelId="{FF339793-3246-430B-A851-EA6C3260C3EB}" type="pres">
      <dgm:prSet presAssocID="{3D2064C6-633F-41F8-93A6-21621D840EBE}" presName="hierRoot2" presStyleCnt="0">
        <dgm:presLayoutVars>
          <dgm:hierBranch val="init"/>
        </dgm:presLayoutVars>
      </dgm:prSet>
      <dgm:spPr/>
    </dgm:pt>
    <dgm:pt modelId="{32B606E0-A0C7-4436-A922-AC9C9C28103E}" type="pres">
      <dgm:prSet presAssocID="{3D2064C6-633F-41F8-93A6-21621D840EBE}" presName="rootComposite" presStyleCnt="0"/>
      <dgm:spPr/>
    </dgm:pt>
    <dgm:pt modelId="{E31B4B2B-FEBE-42C6-918E-BD997A94E5AD}" type="pres">
      <dgm:prSet presAssocID="{3D2064C6-633F-41F8-93A6-21621D840EBE}" presName="rootText" presStyleLbl="node2" presStyleIdx="0" presStyleCnt="3">
        <dgm:presLayoutVars>
          <dgm:chPref val="3"/>
        </dgm:presLayoutVars>
      </dgm:prSet>
      <dgm:spPr/>
    </dgm:pt>
    <dgm:pt modelId="{919DB5BD-0D50-4EE2-8659-988EA7D1C388}" type="pres">
      <dgm:prSet presAssocID="{3D2064C6-633F-41F8-93A6-21621D840EBE}" presName="rootConnector" presStyleLbl="node2" presStyleIdx="0" presStyleCnt="3"/>
      <dgm:spPr/>
    </dgm:pt>
    <dgm:pt modelId="{99CB2F29-950C-4E16-8C9E-02DA7F381C51}" type="pres">
      <dgm:prSet presAssocID="{3D2064C6-633F-41F8-93A6-21621D840EBE}" presName="hierChild4" presStyleCnt="0"/>
      <dgm:spPr/>
    </dgm:pt>
    <dgm:pt modelId="{DC8A23DA-3F77-42DB-AEE9-3A0CCAABFDB6}" type="pres">
      <dgm:prSet presAssocID="{3D2064C6-633F-41F8-93A6-21621D840EBE}" presName="hierChild5" presStyleCnt="0"/>
      <dgm:spPr/>
    </dgm:pt>
    <dgm:pt modelId="{803C626E-E51A-4EC3-8F82-AD29359F323C}" type="pres">
      <dgm:prSet presAssocID="{9E973652-A8B7-4D27-9E8D-992CD23F8F59}" presName="Name37" presStyleLbl="parChTrans1D2" presStyleIdx="1" presStyleCnt="4"/>
      <dgm:spPr/>
    </dgm:pt>
    <dgm:pt modelId="{D4B6C203-69C9-4AFA-8D71-85CEFB67D2E8}" type="pres">
      <dgm:prSet presAssocID="{951A1EE2-99F5-4D31-AA14-0952F70053E1}" presName="hierRoot2" presStyleCnt="0">
        <dgm:presLayoutVars>
          <dgm:hierBranch val="init"/>
        </dgm:presLayoutVars>
      </dgm:prSet>
      <dgm:spPr/>
    </dgm:pt>
    <dgm:pt modelId="{9015B572-C191-4023-AB8D-21E0C86EF5B7}" type="pres">
      <dgm:prSet presAssocID="{951A1EE2-99F5-4D31-AA14-0952F70053E1}" presName="rootComposite" presStyleCnt="0"/>
      <dgm:spPr/>
    </dgm:pt>
    <dgm:pt modelId="{D5FA5E94-D949-421E-BBAB-CF4491A0710C}" type="pres">
      <dgm:prSet presAssocID="{951A1EE2-99F5-4D31-AA14-0952F70053E1}" presName="rootText" presStyleLbl="node2" presStyleIdx="1" presStyleCnt="3">
        <dgm:presLayoutVars>
          <dgm:chPref val="3"/>
        </dgm:presLayoutVars>
      </dgm:prSet>
      <dgm:spPr/>
    </dgm:pt>
    <dgm:pt modelId="{F534F1D0-C46D-499C-9D44-11629161BA02}" type="pres">
      <dgm:prSet presAssocID="{951A1EE2-99F5-4D31-AA14-0952F70053E1}" presName="rootConnector" presStyleLbl="node2" presStyleIdx="1" presStyleCnt="3"/>
      <dgm:spPr/>
    </dgm:pt>
    <dgm:pt modelId="{1A6217F9-EF2C-49F1-B16E-23C7FC709D5C}" type="pres">
      <dgm:prSet presAssocID="{951A1EE2-99F5-4D31-AA14-0952F70053E1}" presName="hierChild4" presStyleCnt="0"/>
      <dgm:spPr/>
    </dgm:pt>
    <dgm:pt modelId="{76EFB7EE-87F5-4E6A-8541-CEBDBBAE42FF}" type="pres">
      <dgm:prSet presAssocID="{951A1EE2-99F5-4D31-AA14-0952F70053E1}" presName="hierChild5" presStyleCnt="0"/>
      <dgm:spPr/>
    </dgm:pt>
    <dgm:pt modelId="{9B5A5FFD-C86D-4F14-B282-A4C6F15B678F}" type="pres">
      <dgm:prSet presAssocID="{021D4CE8-858C-4FB7-BD19-E1EF21758FCE}" presName="Name37" presStyleLbl="parChTrans1D2" presStyleIdx="2" presStyleCnt="4"/>
      <dgm:spPr/>
    </dgm:pt>
    <dgm:pt modelId="{2DAC35E6-6775-4E2B-8693-6185684265C4}" type="pres">
      <dgm:prSet presAssocID="{622816E2-D9E8-416B-9A79-DBFD6CFC1DF4}" presName="hierRoot2" presStyleCnt="0">
        <dgm:presLayoutVars>
          <dgm:hierBranch val="init"/>
        </dgm:presLayoutVars>
      </dgm:prSet>
      <dgm:spPr/>
    </dgm:pt>
    <dgm:pt modelId="{B48FA5A6-A1C2-4D64-B9B3-DE8C2B0B291E}" type="pres">
      <dgm:prSet presAssocID="{622816E2-D9E8-416B-9A79-DBFD6CFC1DF4}" presName="rootComposite" presStyleCnt="0"/>
      <dgm:spPr/>
    </dgm:pt>
    <dgm:pt modelId="{1CDA8691-57E4-4481-B44F-321D2F645CEF}" type="pres">
      <dgm:prSet presAssocID="{622816E2-D9E8-416B-9A79-DBFD6CFC1DF4}" presName="rootText" presStyleLbl="node2" presStyleIdx="2" presStyleCnt="3">
        <dgm:presLayoutVars>
          <dgm:chPref val="3"/>
        </dgm:presLayoutVars>
      </dgm:prSet>
      <dgm:spPr/>
    </dgm:pt>
    <dgm:pt modelId="{2A282506-67DB-43F2-98DD-911A6FA1D2ED}" type="pres">
      <dgm:prSet presAssocID="{622816E2-D9E8-416B-9A79-DBFD6CFC1DF4}" presName="rootConnector" presStyleLbl="node2" presStyleIdx="2" presStyleCnt="3"/>
      <dgm:spPr/>
    </dgm:pt>
    <dgm:pt modelId="{ECB8AF32-C147-497D-BB1D-65D195350604}" type="pres">
      <dgm:prSet presAssocID="{622816E2-D9E8-416B-9A79-DBFD6CFC1DF4}" presName="hierChild4" presStyleCnt="0"/>
      <dgm:spPr/>
    </dgm:pt>
    <dgm:pt modelId="{6F6767B1-DE15-4BE4-B759-51ACEFB3C9B6}" type="pres">
      <dgm:prSet presAssocID="{622816E2-D9E8-416B-9A79-DBFD6CFC1DF4}" presName="hierChild5" presStyleCnt="0"/>
      <dgm:spPr/>
    </dgm:pt>
    <dgm:pt modelId="{4A85B18E-10ED-43E0-AAB2-6D7DE207197C}" type="pres">
      <dgm:prSet presAssocID="{96F9F1C2-6C42-4554-9110-4DDCD0144B3C}" presName="hierChild3" presStyleCnt="0"/>
      <dgm:spPr/>
    </dgm:pt>
    <dgm:pt modelId="{D3A5C2B8-2FA0-4649-BB1E-0017AD59B408}" type="pres">
      <dgm:prSet presAssocID="{3CFB44A0-F030-47A2-8F83-316578B4A84D}" presName="Name111" presStyleLbl="parChTrans1D2" presStyleIdx="3" presStyleCnt="4"/>
      <dgm:spPr/>
    </dgm:pt>
    <dgm:pt modelId="{CE74800F-33EC-445B-80CB-42737D73336C}" type="pres">
      <dgm:prSet presAssocID="{712F1589-49A7-4FA8-95E3-2EA342FF1DC5}" presName="hierRoot3" presStyleCnt="0">
        <dgm:presLayoutVars>
          <dgm:hierBranch val="init"/>
        </dgm:presLayoutVars>
      </dgm:prSet>
      <dgm:spPr/>
    </dgm:pt>
    <dgm:pt modelId="{A06976F2-6722-4911-98BC-73161A29AA95}" type="pres">
      <dgm:prSet presAssocID="{712F1589-49A7-4FA8-95E3-2EA342FF1DC5}" presName="rootComposite3" presStyleCnt="0"/>
      <dgm:spPr/>
    </dgm:pt>
    <dgm:pt modelId="{14D2E0D3-1E47-4448-991E-E4F98CD09BAE}" type="pres">
      <dgm:prSet presAssocID="{712F1589-49A7-4FA8-95E3-2EA342FF1DC5}" presName="rootText3" presStyleLbl="asst1" presStyleIdx="0" presStyleCnt="1">
        <dgm:presLayoutVars>
          <dgm:chPref val="3"/>
        </dgm:presLayoutVars>
      </dgm:prSet>
      <dgm:spPr/>
    </dgm:pt>
    <dgm:pt modelId="{BFA5D027-ED2A-4F0E-AC07-2A11D8E1B26F}" type="pres">
      <dgm:prSet presAssocID="{712F1589-49A7-4FA8-95E3-2EA342FF1DC5}" presName="rootConnector3" presStyleLbl="asst1" presStyleIdx="0" presStyleCnt="1"/>
      <dgm:spPr/>
    </dgm:pt>
    <dgm:pt modelId="{AE3327E5-D40F-4C65-A373-3B3010510B73}" type="pres">
      <dgm:prSet presAssocID="{712F1589-49A7-4FA8-95E3-2EA342FF1DC5}" presName="hierChild6" presStyleCnt="0"/>
      <dgm:spPr/>
    </dgm:pt>
    <dgm:pt modelId="{F6E3B00E-5D42-4DDF-B8BC-5625F14F10E6}" type="pres">
      <dgm:prSet presAssocID="{712F1589-49A7-4FA8-95E3-2EA342FF1DC5}" presName="hierChild7" presStyleCnt="0"/>
      <dgm:spPr/>
    </dgm:pt>
  </dgm:ptLst>
  <dgm:cxnLst>
    <dgm:cxn modelId="{1ED38615-0779-45AE-8812-B62A3A4089F3}" type="presOf" srcId="{3D2064C6-633F-41F8-93A6-21621D840EBE}" destId="{919DB5BD-0D50-4EE2-8659-988EA7D1C388}" srcOrd="1" destOrd="0" presId="urn:microsoft.com/office/officeart/2005/8/layout/orgChart1"/>
    <dgm:cxn modelId="{DCE86D1E-6AF8-4A74-829E-EEB92072F6D1}" type="presOf" srcId="{4919F917-288A-4C74-B1B6-F068AF7F6FDC}" destId="{32A72091-D558-477A-98D2-068BCD6CC98E}" srcOrd="0" destOrd="0" presId="urn:microsoft.com/office/officeart/2005/8/layout/orgChart1"/>
    <dgm:cxn modelId="{929EF162-354E-4C07-BE35-6C79DC033189}" type="presOf" srcId="{622816E2-D9E8-416B-9A79-DBFD6CFC1DF4}" destId="{2A282506-67DB-43F2-98DD-911A6FA1D2ED}" srcOrd="1" destOrd="0" presId="urn:microsoft.com/office/officeart/2005/8/layout/orgChart1"/>
    <dgm:cxn modelId="{3D51BB44-385A-4688-9D40-67EDCCC738D6}" type="presOf" srcId="{3D2064C6-633F-41F8-93A6-21621D840EBE}" destId="{E31B4B2B-FEBE-42C6-918E-BD997A94E5AD}" srcOrd="0" destOrd="0" presId="urn:microsoft.com/office/officeart/2005/8/layout/orgChart1"/>
    <dgm:cxn modelId="{D19B9452-B9B7-4247-B805-DFF9132875A4}" type="presOf" srcId="{96F9F1C2-6C42-4554-9110-4DDCD0144B3C}" destId="{93F2E8A1-667B-43B7-9BB3-FD52BDC6D7D2}" srcOrd="1" destOrd="0" presId="urn:microsoft.com/office/officeart/2005/8/layout/orgChart1"/>
    <dgm:cxn modelId="{EF2ECA55-89C5-4A75-9AE6-F30B07602CAA}" type="presOf" srcId="{712F1589-49A7-4FA8-95E3-2EA342FF1DC5}" destId="{14D2E0D3-1E47-4448-991E-E4F98CD09BAE}" srcOrd="0" destOrd="0" presId="urn:microsoft.com/office/officeart/2005/8/layout/orgChart1"/>
    <dgm:cxn modelId="{D6D87158-0945-41AF-AF7F-A213DE84E426}" type="presOf" srcId="{9E973652-A8B7-4D27-9E8D-992CD23F8F59}" destId="{803C626E-E51A-4EC3-8F82-AD29359F323C}" srcOrd="0" destOrd="0" presId="urn:microsoft.com/office/officeart/2005/8/layout/orgChart1"/>
    <dgm:cxn modelId="{0D38187B-701E-4007-BE8D-D92977DA1737}" type="presOf" srcId="{951A1EE2-99F5-4D31-AA14-0952F70053E1}" destId="{F534F1D0-C46D-499C-9D44-11629161BA02}" srcOrd="1" destOrd="0" presId="urn:microsoft.com/office/officeart/2005/8/layout/orgChart1"/>
    <dgm:cxn modelId="{CBDE1485-ABCD-4204-AE54-2419CA7D636B}" type="presOf" srcId="{712F1589-49A7-4FA8-95E3-2EA342FF1DC5}" destId="{BFA5D027-ED2A-4F0E-AC07-2A11D8E1B26F}" srcOrd="1" destOrd="0" presId="urn:microsoft.com/office/officeart/2005/8/layout/orgChart1"/>
    <dgm:cxn modelId="{84C62A87-6EE6-48DE-BF5A-A68BE0EE1E47}" type="presOf" srcId="{5B2C45F4-1A27-44F5-B7FF-B53F5EC13A58}" destId="{272B1426-8E22-4F14-963A-4C848BCCC3CA}" srcOrd="0" destOrd="0" presId="urn:microsoft.com/office/officeart/2005/8/layout/orgChart1"/>
    <dgm:cxn modelId="{7AAB2E88-9DF3-4D54-BEE4-4499F3D2417B}" srcId="{96F9F1C2-6C42-4554-9110-4DDCD0144B3C}" destId="{712F1589-49A7-4FA8-95E3-2EA342FF1DC5}" srcOrd="0" destOrd="0" parTransId="{3CFB44A0-F030-47A2-8F83-316578B4A84D}" sibTransId="{CE3E6696-EE7E-4113-8AF2-D6040A3E15EE}"/>
    <dgm:cxn modelId="{8A94C7A3-99C6-45A5-9918-AD7B1B403E36}" type="presOf" srcId="{96F9F1C2-6C42-4554-9110-4DDCD0144B3C}" destId="{8FAF781D-D786-438C-9F93-C7E355F2E8C0}" srcOrd="0" destOrd="0" presId="urn:microsoft.com/office/officeart/2005/8/layout/orgChart1"/>
    <dgm:cxn modelId="{48C8D5A7-2952-43E3-B1B9-79FC9B048F17}" srcId="{96F9F1C2-6C42-4554-9110-4DDCD0144B3C}" destId="{3D2064C6-633F-41F8-93A6-21621D840EBE}" srcOrd="1" destOrd="0" parTransId="{4919F917-288A-4C74-B1B6-F068AF7F6FDC}" sibTransId="{6B6E8D11-C57B-4695-9FDE-DD5536A83CBD}"/>
    <dgm:cxn modelId="{F9B6D7AF-2C82-4434-AC96-7FF1A7799604}" type="presOf" srcId="{3CFB44A0-F030-47A2-8F83-316578B4A84D}" destId="{D3A5C2B8-2FA0-4649-BB1E-0017AD59B408}" srcOrd="0" destOrd="0" presId="urn:microsoft.com/office/officeart/2005/8/layout/orgChart1"/>
    <dgm:cxn modelId="{BDCC86BA-A737-49E5-AB44-D3015EC8B12D}" srcId="{96F9F1C2-6C42-4554-9110-4DDCD0144B3C}" destId="{622816E2-D9E8-416B-9A79-DBFD6CFC1DF4}" srcOrd="3" destOrd="0" parTransId="{021D4CE8-858C-4FB7-BD19-E1EF21758FCE}" sibTransId="{878B0628-19B0-4B7A-9A18-4D1C6543A5D9}"/>
    <dgm:cxn modelId="{3EE8A5CB-739C-47CA-9084-DE9C5C289A4D}" type="presOf" srcId="{622816E2-D9E8-416B-9A79-DBFD6CFC1DF4}" destId="{1CDA8691-57E4-4481-B44F-321D2F645CEF}" srcOrd="0" destOrd="0" presId="urn:microsoft.com/office/officeart/2005/8/layout/orgChart1"/>
    <dgm:cxn modelId="{18455BD2-4115-4C29-A076-DA9B365210BA}" srcId="{5B2C45F4-1A27-44F5-B7FF-B53F5EC13A58}" destId="{96F9F1C2-6C42-4554-9110-4DDCD0144B3C}" srcOrd="0" destOrd="0" parTransId="{ED9C33E1-8F7B-432F-9F20-47EEF52EBD53}" sibTransId="{44542CA6-12BC-4C02-90A4-D0F425FDBD24}"/>
    <dgm:cxn modelId="{B6CAD7DF-82FA-45F2-BB55-107D9D84E00F}" srcId="{96F9F1C2-6C42-4554-9110-4DDCD0144B3C}" destId="{951A1EE2-99F5-4D31-AA14-0952F70053E1}" srcOrd="2" destOrd="0" parTransId="{9E973652-A8B7-4D27-9E8D-992CD23F8F59}" sibTransId="{69DB31A4-1E76-4F0C-BA88-672F1F7D0EC7}"/>
    <dgm:cxn modelId="{122846EE-6EAF-4589-B4EB-1C9A71AB723A}" type="presOf" srcId="{951A1EE2-99F5-4D31-AA14-0952F70053E1}" destId="{D5FA5E94-D949-421E-BBAB-CF4491A0710C}" srcOrd="0" destOrd="0" presId="urn:microsoft.com/office/officeart/2005/8/layout/orgChart1"/>
    <dgm:cxn modelId="{4C22D3FC-A302-406E-9174-FA3488EC649B}" type="presOf" srcId="{021D4CE8-858C-4FB7-BD19-E1EF21758FCE}" destId="{9B5A5FFD-C86D-4F14-B282-A4C6F15B678F}" srcOrd="0" destOrd="0" presId="urn:microsoft.com/office/officeart/2005/8/layout/orgChart1"/>
    <dgm:cxn modelId="{877439C1-3C3B-430B-BA25-621218B39E0E}" type="presParOf" srcId="{272B1426-8E22-4F14-963A-4C848BCCC3CA}" destId="{65477792-B4F9-45BD-8551-84DC801D78A3}" srcOrd="0" destOrd="0" presId="urn:microsoft.com/office/officeart/2005/8/layout/orgChart1"/>
    <dgm:cxn modelId="{383822B8-0711-4F58-B3FD-8632ED639220}" type="presParOf" srcId="{65477792-B4F9-45BD-8551-84DC801D78A3}" destId="{E500EFE2-2620-4594-AD00-C05F48CA93C5}" srcOrd="0" destOrd="0" presId="urn:microsoft.com/office/officeart/2005/8/layout/orgChart1"/>
    <dgm:cxn modelId="{A5E81403-2710-41E2-9FA0-8394DF84516E}" type="presParOf" srcId="{E500EFE2-2620-4594-AD00-C05F48CA93C5}" destId="{8FAF781D-D786-438C-9F93-C7E355F2E8C0}" srcOrd="0" destOrd="0" presId="urn:microsoft.com/office/officeart/2005/8/layout/orgChart1"/>
    <dgm:cxn modelId="{D973CE65-93FA-424A-AEBB-F3F03DA3564A}" type="presParOf" srcId="{E500EFE2-2620-4594-AD00-C05F48CA93C5}" destId="{93F2E8A1-667B-43B7-9BB3-FD52BDC6D7D2}" srcOrd="1" destOrd="0" presId="urn:microsoft.com/office/officeart/2005/8/layout/orgChart1"/>
    <dgm:cxn modelId="{0226ECB7-E4FB-46D4-ACD2-A7C052CC7A53}" type="presParOf" srcId="{65477792-B4F9-45BD-8551-84DC801D78A3}" destId="{67B060E0-106E-495D-AA64-6A743C8B9817}" srcOrd="1" destOrd="0" presId="urn:microsoft.com/office/officeart/2005/8/layout/orgChart1"/>
    <dgm:cxn modelId="{3C3DA9EA-F3BA-4727-96B7-461BCE192078}" type="presParOf" srcId="{67B060E0-106E-495D-AA64-6A743C8B9817}" destId="{32A72091-D558-477A-98D2-068BCD6CC98E}" srcOrd="0" destOrd="0" presId="urn:microsoft.com/office/officeart/2005/8/layout/orgChart1"/>
    <dgm:cxn modelId="{7B87D751-69AD-4F68-8FF5-2AD5BB2AEB00}" type="presParOf" srcId="{67B060E0-106E-495D-AA64-6A743C8B9817}" destId="{FF339793-3246-430B-A851-EA6C3260C3EB}" srcOrd="1" destOrd="0" presId="urn:microsoft.com/office/officeart/2005/8/layout/orgChart1"/>
    <dgm:cxn modelId="{863470D0-4218-4032-AAE5-2C74696EB16E}" type="presParOf" srcId="{FF339793-3246-430B-A851-EA6C3260C3EB}" destId="{32B606E0-A0C7-4436-A922-AC9C9C28103E}" srcOrd="0" destOrd="0" presId="urn:microsoft.com/office/officeart/2005/8/layout/orgChart1"/>
    <dgm:cxn modelId="{DD58E58C-98D4-442C-813C-FC1BCD4298A7}" type="presParOf" srcId="{32B606E0-A0C7-4436-A922-AC9C9C28103E}" destId="{E31B4B2B-FEBE-42C6-918E-BD997A94E5AD}" srcOrd="0" destOrd="0" presId="urn:microsoft.com/office/officeart/2005/8/layout/orgChart1"/>
    <dgm:cxn modelId="{F8299B2F-0CB4-4486-B9E2-9661D2C6B461}" type="presParOf" srcId="{32B606E0-A0C7-4436-A922-AC9C9C28103E}" destId="{919DB5BD-0D50-4EE2-8659-988EA7D1C388}" srcOrd="1" destOrd="0" presId="urn:microsoft.com/office/officeart/2005/8/layout/orgChart1"/>
    <dgm:cxn modelId="{CE5ED91E-B4DA-44F9-95F1-C1E2572CCBEB}" type="presParOf" srcId="{FF339793-3246-430B-A851-EA6C3260C3EB}" destId="{99CB2F29-950C-4E16-8C9E-02DA7F381C51}" srcOrd="1" destOrd="0" presId="urn:microsoft.com/office/officeart/2005/8/layout/orgChart1"/>
    <dgm:cxn modelId="{B6626153-5FB3-4B41-8948-60B868DB178C}" type="presParOf" srcId="{FF339793-3246-430B-A851-EA6C3260C3EB}" destId="{DC8A23DA-3F77-42DB-AEE9-3A0CCAABFDB6}" srcOrd="2" destOrd="0" presId="urn:microsoft.com/office/officeart/2005/8/layout/orgChart1"/>
    <dgm:cxn modelId="{3F1E073E-B3F5-4731-8546-0FD3A09B55AB}" type="presParOf" srcId="{67B060E0-106E-495D-AA64-6A743C8B9817}" destId="{803C626E-E51A-4EC3-8F82-AD29359F323C}" srcOrd="2" destOrd="0" presId="urn:microsoft.com/office/officeart/2005/8/layout/orgChart1"/>
    <dgm:cxn modelId="{CF74C829-B52C-4ACA-9612-39C2D2CA5BFE}" type="presParOf" srcId="{67B060E0-106E-495D-AA64-6A743C8B9817}" destId="{D4B6C203-69C9-4AFA-8D71-85CEFB67D2E8}" srcOrd="3" destOrd="0" presId="urn:microsoft.com/office/officeart/2005/8/layout/orgChart1"/>
    <dgm:cxn modelId="{3B80D3E3-C257-47FA-9328-626DFEBB1CD3}" type="presParOf" srcId="{D4B6C203-69C9-4AFA-8D71-85CEFB67D2E8}" destId="{9015B572-C191-4023-AB8D-21E0C86EF5B7}" srcOrd="0" destOrd="0" presId="urn:microsoft.com/office/officeart/2005/8/layout/orgChart1"/>
    <dgm:cxn modelId="{D9FD53F8-DBCE-4FF9-A9D9-B681A078693F}" type="presParOf" srcId="{9015B572-C191-4023-AB8D-21E0C86EF5B7}" destId="{D5FA5E94-D949-421E-BBAB-CF4491A0710C}" srcOrd="0" destOrd="0" presId="urn:microsoft.com/office/officeart/2005/8/layout/orgChart1"/>
    <dgm:cxn modelId="{251E15A0-C121-42B0-94CB-579BF328AE71}" type="presParOf" srcId="{9015B572-C191-4023-AB8D-21E0C86EF5B7}" destId="{F534F1D0-C46D-499C-9D44-11629161BA02}" srcOrd="1" destOrd="0" presId="urn:microsoft.com/office/officeart/2005/8/layout/orgChart1"/>
    <dgm:cxn modelId="{F3D4D0F6-34F1-4884-8234-E9E74DAF9260}" type="presParOf" srcId="{D4B6C203-69C9-4AFA-8D71-85CEFB67D2E8}" destId="{1A6217F9-EF2C-49F1-B16E-23C7FC709D5C}" srcOrd="1" destOrd="0" presId="urn:microsoft.com/office/officeart/2005/8/layout/orgChart1"/>
    <dgm:cxn modelId="{BE8C96CF-275D-440B-ACF6-4A90256BA993}" type="presParOf" srcId="{D4B6C203-69C9-4AFA-8D71-85CEFB67D2E8}" destId="{76EFB7EE-87F5-4E6A-8541-CEBDBBAE42FF}" srcOrd="2" destOrd="0" presId="urn:microsoft.com/office/officeart/2005/8/layout/orgChart1"/>
    <dgm:cxn modelId="{9644C9DD-7FF7-4267-9E42-358AA4A588AA}" type="presParOf" srcId="{67B060E0-106E-495D-AA64-6A743C8B9817}" destId="{9B5A5FFD-C86D-4F14-B282-A4C6F15B678F}" srcOrd="4" destOrd="0" presId="urn:microsoft.com/office/officeart/2005/8/layout/orgChart1"/>
    <dgm:cxn modelId="{7D184E1B-487C-4B5B-B033-12C95DB65324}" type="presParOf" srcId="{67B060E0-106E-495D-AA64-6A743C8B9817}" destId="{2DAC35E6-6775-4E2B-8693-6185684265C4}" srcOrd="5" destOrd="0" presId="urn:microsoft.com/office/officeart/2005/8/layout/orgChart1"/>
    <dgm:cxn modelId="{C29446F1-5954-4F5A-A4CF-B2782BCE12EC}" type="presParOf" srcId="{2DAC35E6-6775-4E2B-8693-6185684265C4}" destId="{B48FA5A6-A1C2-4D64-B9B3-DE8C2B0B291E}" srcOrd="0" destOrd="0" presId="urn:microsoft.com/office/officeart/2005/8/layout/orgChart1"/>
    <dgm:cxn modelId="{89000F48-1D0C-40B1-93C9-D3EDC6429AA5}" type="presParOf" srcId="{B48FA5A6-A1C2-4D64-B9B3-DE8C2B0B291E}" destId="{1CDA8691-57E4-4481-B44F-321D2F645CEF}" srcOrd="0" destOrd="0" presId="urn:microsoft.com/office/officeart/2005/8/layout/orgChart1"/>
    <dgm:cxn modelId="{1AB488E3-D7E4-4109-841A-179C820DFA1C}" type="presParOf" srcId="{B48FA5A6-A1C2-4D64-B9B3-DE8C2B0B291E}" destId="{2A282506-67DB-43F2-98DD-911A6FA1D2ED}" srcOrd="1" destOrd="0" presId="urn:microsoft.com/office/officeart/2005/8/layout/orgChart1"/>
    <dgm:cxn modelId="{6A1563C5-D460-4FB7-80A9-0A69188D8554}" type="presParOf" srcId="{2DAC35E6-6775-4E2B-8693-6185684265C4}" destId="{ECB8AF32-C147-497D-BB1D-65D195350604}" srcOrd="1" destOrd="0" presId="urn:microsoft.com/office/officeart/2005/8/layout/orgChart1"/>
    <dgm:cxn modelId="{2E58A788-F85E-4360-AB07-4F4DF8D8EDCE}" type="presParOf" srcId="{2DAC35E6-6775-4E2B-8693-6185684265C4}" destId="{6F6767B1-DE15-4BE4-B759-51ACEFB3C9B6}" srcOrd="2" destOrd="0" presId="urn:microsoft.com/office/officeart/2005/8/layout/orgChart1"/>
    <dgm:cxn modelId="{E7852912-71EB-4EA7-B973-F5D72F21F6CC}" type="presParOf" srcId="{65477792-B4F9-45BD-8551-84DC801D78A3}" destId="{4A85B18E-10ED-43E0-AAB2-6D7DE207197C}" srcOrd="2" destOrd="0" presId="urn:microsoft.com/office/officeart/2005/8/layout/orgChart1"/>
    <dgm:cxn modelId="{0DE97432-0ECF-4692-84B9-A06363828147}" type="presParOf" srcId="{4A85B18E-10ED-43E0-AAB2-6D7DE207197C}" destId="{D3A5C2B8-2FA0-4649-BB1E-0017AD59B408}" srcOrd="0" destOrd="0" presId="urn:microsoft.com/office/officeart/2005/8/layout/orgChart1"/>
    <dgm:cxn modelId="{1DCB8355-85FA-4AA0-AF60-C5533F01BA77}" type="presParOf" srcId="{4A85B18E-10ED-43E0-AAB2-6D7DE207197C}" destId="{CE74800F-33EC-445B-80CB-42737D73336C}" srcOrd="1" destOrd="0" presId="urn:microsoft.com/office/officeart/2005/8/layout/orgChart1"/>
    <dgm:cxn modelId="{76CAD33B-D175-487F-A03B-9620A2B177D9}" type="presParOf" srcId="{CE74800F-33EC-445B-80CB-42737D73336C}" destId="{A06976F2-6722-4911-98BC-73161A29AA95}" srcOrd="0" destOrd="0" presId="urn:microsoft.com/office/officeart/2005/8/layout/orgChart1"/>
    <dgm:cxn modelId="{86C9BFA5-C09B-4E78-963E-B3DCAF2E3EBB}" type="presParOf" srcId="{A06976F2-6722-4911-98BC-73161A29AA95}" destId="{14D2E0D3-1E47-4448-991E-E4F98CD09BAE}" srcOrd="0" destOrd="0" presId="urn:microsoft.com/office/officeart/2005/8/layout/orgChart1"/>
    <dgm:cxn modelId="{402E3F26-C7B0-4F94-84E0-F2BA2C2BD044}" type="presParOf" srcId="{A06976F2-6722-4911-98BC-73161A29AA95}" destId="{BFA5D027-ED2A-4F0E-AC07-2A11D8E1B26F}" srcOrd="1" destOrd="0" presId="urn:microsoft.com/office/officeart/2005/8/layout/orgChart1"/>
    <dgm:cxn modelId="{636E0163-96F3-411C-BE11-F0FBD72184E6}" type="presParOf" srcId="{CE74800F-33EC-445B-80CB-42737D73336C}" destId="{AE3327E5-D40F-4C65-A373-3B3010510B73}" srcOrd="1" destOrd="0" presId="urn:microsoft.com/office/officeart/2005/8/layout/orgChart1"/>
    <dgm:cxn modelId="{D670640D-41E2-4F72-98F6-96B92F63144C}" type="presParOf" srcId="{CE74800F-33EC-445B-80CB-42737D73336C}" destId="{F6E3B00E-5D42-4DDF-B8BC-5625F14F10E6}" srcOrd="2" destOrd="0" presId="urn:microsoft.com/office/officeart/2005/8/layout/orgChart1"/>
  </dgm:cxnLst>
  <dgm:bg>
    <a:noFill/>
  </dgm:bg>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B2C45F4-1A27-44F5-B7FF-B53F5EC13A58}" type="doc">
      <dgm:prSet loTypeId="urn:microsoft.com/office/officeart/2005/8/layout/orgChart1" loCatId="hierarchy" qsTypeId="urn:microsoft.com/office/officeart/2005/8/quickstyle/simple3" qsCatId="simple" csTypeId="urn:microsoft.com/office/officeart/2005/8/colors/accent1_5" csCatId="accent1" phldr="0"/>
      <dgm:spPr/>
      <dgm:t>
        <a:bodyPr/>
        <a:lstStyle/>
        <a:p>
          <a:endParaRPr lang="en-AU"/>
        </a:p>
      </dgm:t>
    </dgm:pt>
    <dgm:pt modelId="{96F9F1C2-6C42-4554-9110-4DDCD0144B3C}">
      <dgm:prSet phldrT="[Text]" phldr="1"/>
      <dgm:spPr/>
      <dgm:t>
        <a:bodyPr/>
        <a:lstStyle/>
        <a:p>
          <a:endParaRPr lang="en-AU"/>
        </a:p>
      </dgm:t>
    </dgm:pt>
    <dgm:pt modelId="{ED9C33E1-8F7B-432F-9F20-47EEF52EBD53}" type="parTrans" cxnId="{18455BD2-4115-4C29-A076-DA9B365210BA}">
      <dgm:prSet/>
      <dgm:spPr/>
      <dgm:t>
        <a:bodyPr/>
        <a:lstStyle/>
        <a:p>
          <a:endParaRPr lang="en-AU"/>
        </a:p>
      </dgm:t>
    </dgm:pt>
    <dgm:pt modelId="{44542CA6-12BC-4C02-90A4-D0F425FDBD24}" type="sibTrans" cxnId="{18455BD2-4115-4C29-A076-DA9B365210BA}">
      <dgm:prSet/>
      <dgm:spPr/>
      <dgm:t>
        <a:bodyPr/>
        <a:lstStyle/>
        <a:p>
          <a:endParaRPr lang="en-AU"/>
        </a:p>
      </dgm:t>
    </dgm:pt>
    <dgm:pt modelId="{712F1589-49A7-4FA8-95E3-2EA342FF1DC5}" type="asst">
      <dgm:prSet phldrT="[Text]" phldr="1"/>
      <dgm:spPr/>
      <dgm:t>
        <a:bodyPr/>
        <a:lstStyle/>
        <a:p>
          <a:endParaRPr lang="en-AU"/>
        </a:p>
      </dgm:t>
    </dgm:pt>
    <dgm:pt modelId="{3CFB44A0-F030-47A2-8F83-316578B4A84D}" type="parTrans" cxnId="{7AAB2E88-9DF3-4D54-BEE4-4499F3D2417B}">
      <dgm:prSet/>
      <dgm:spPr/>
      <dgm:t>
        <a:bodyPr/>
        <a:lstStyle/>
        <a:p>
          <a:endParaRPr lang="en-AU"/>
        </a:p>
      </dgm:t>
    </dgm:pt>
    <dgm:pt modelId="{CE3E6696-EE7E-4113-8AF2-D6040A3E15EE}" type="sibTrans" cxnId="{7AAB2E88-9DF3-4D54-BEE4-4499F3D2417B}">
      <dgm:prSet/>
      <dgm:spPr/>
      <dgm:t>
        <a:bodyPr/>
        <a:lstStyle/>
        <a:p>
          <a:endParaRPr lang="en-AU"/>
        </a:p>
      </dgm:t>
    </dgm:pt>
    <dgm:pt modelId="{3D2064C6-633F-41F8-93A6-21621D840EBE}">
      <dgm:prSet phldrT="[Text]" phldr="1"/>
      <dgm:spPr/>
      <dgm:t>
        <a:bodyPr/>
        <a:lstStyle/>
        <a:p>
          <a:endParaRPr lang="en-AU"/>
        </a:p>
      </dgm:t>
    </dgm:pt>
    <dgm:pt modelId="{4919F917-288A-4C74-B1B6-F068AF7F6FDC}" type="parTrans" cxnId="{48C8D5A7-2952-43E3-B1B9-79FC9B048F17}">
      <dgm:prSet/>
      <dgm:spPr/>
      <dgm:t>
        <a:bodyPr/>
        <a:lstStyle/>
        <a:p>
          <a:endParaRPr lang="en-AU"/>
        </a:p>
      </dgm:t>
    </dgm:pt>
    <dgm:pt modelId="{6B6E8D11-C57B-4695-9FDE-DD5536A83CBD}" type="sibTrans" cxnId="{48C8D5A7-2952-43E3-B1B9-79FC9B048F17}">
      <dgm:prSet/>
      <dgm:spPr/>
      <dgm:t>
        <a:bodyPr/>
        <a:lstStyle/>
        <a:p>
          <a:endParaRPr lang="en-AU"/>
        </a:p>
      </dgm:t>
    </dgm:pt>
    <dgm:pt modelId="{951A1EE2-99F5-4D31-AA14-0952F70053E1}">
      <dgm:prSet phldrT="[Text]" phldr="1"/>
      <dgm:spPr/>
      <dgm:t>
        <a:bodyPr/>
        <a:lstStyle/>
        <a:p>
          <a:endParaRPr lang="en-AU"/>
        </a:p>
      </dgm:t>
    </dgm:pt>
    <dgm:pt modelId="{9E973652-A8B7-4D27-9E8D-992CD23F8F59}" type="parTrans" cxnId="{B6CAD7DF-82FA-45F2-BB55-107D9D84E00F}">
      <dgm:prSet/>
      <dgm:spPr/>
      <dgm:t>
        <a:bodyPr/>
        <a:lstStyle/>
        <a:p>
          <a:endParaRPr lang="en-AU"/>
        </a:p>
      </dgm:t>
    </dgm:pt>
    <dgm:pt modelId="{69DB31A4-1E76-4F0C-BA88-672F1F7D0EC7}" type="sibTrans" cxnId="{B6CAD7DF-82FA-45F2-BB55-107D9D84E00F}">
      <dgm:prSet/>
      <dgm:spPr/>
      <dgm:t>
        <a:bodyPr/>
        <a:lstStyle/>
        <a:p>
          <a:endParaRPr lang="en-AU"/>
        </a:p>
      </dgm:t>
    </dgm:pt>
    <dgm:pt modelId="{622816E2-D9E8-416B-9A79-DBFD6CFC1DF4}">
      <dgm:prSet phldrT="[Text]" phldr="1"/>
      <dgm:spPr/>
      <dgm:t>
        <a:bodyPr/>
        <a:lstStyle/>
        <a:p>
          <a:endParaRPr lang="en-AU"/>
        </a:p>
      </dgm:t>
    </dgm:pt>
    <dgm:pt modelId="{021D4CE8-858C-4FB7-BD19-E1EF21758FCE}" type="parTrans" cxnId="{BDCC86BA-A737-49E5-AB44-D3015EC8B12D}">
      <dgm:prSet/>
      <dgm:spPr/>
      <dgm:t>
        <a:bodyPr/>
        <a:lstStyle/>
        <a:p>
          <a:endParaRPr lang="en-AU"/>
        </a:p>
      </dgm:t>
    </dgm:pt>
    <dgm:pt modelId="{878B0628-19B0-4B7A-9A18-4D1C6543A5D9}" type="sibTrans" cxnId="{BDCC86BA-A737-49E5-AB44-D3015EC8B12D}">
      <dgm:prSet/>
      <dgm:spPr/>
      <dgm:t>
        <a:bodyPr/>
        <a:lstStyle/>
        <a:p>
          <a:endParaRPr lang="en-AU"/>
        </a:p>
      </dgm:t>
    </dgm:pt>
    <dgm:pt modelId="{272B1426-8E22-4F14-963A-4C848BCCC3CA}" type="pres">
      <dgm:prSet presAssocID="{5B2C45F4-1A27-44F5-B7FF-B53F5EC13A58}" presName="hierChild1" presStyleCnt="0">
        <dgm:presLayoutVars>
          <dgm:orgChart val="1"/>
          <dgm:chPref val="1"/>
          <dgm:dir/>
          <dgm:animOne val="branch"/>
          <dgm:animLvl val="lvl"/>
          <dgm:resizeHandles/>
        </dgm:presLayoutVars>
      </dgm:prSet>
      <dgm:spPr/>
    </dgm:pt>
    <dgm:pt modelId="{65477792-B4F9-45BD-8551-84DC801D78A3}" type="pres">
      <dgm:prSet presAssocID="{96F9F1C2-6C42-4554-9110-4DDCD0144B3C}" presName="hierRoot1" presStyleCnt="0">
        <dgm:presLayoutVars>
          <dgm:hierBranch val="init"/>
        </dgm:presLayoutVars>
      </dgm:prSet>
      <dgm:spPr/>
    </dgm:pt>
    <dgm:pt modelId="{E500EFE2-2620-4594-AD00-C05F48CA93C5}" type="pres">
      <dgm:prSet presAssocID="{96F9F1C2-6C42-4554-9110-4DDCD0144B3C}" presName="rootComposite1" presStyleCnt="0"/>
      <dgm:spPr/>
    </dgm:pt>
    <dgm:pt modelId="{8FAF781D-D786-438C-9F93-C7E355F2E8C0}" type="pres">
      <dgm:prSet presAssocID="{96F9F1C2-6C42-4554-9110-4DDCD0144B3C}" presName="rootText1" presStyleLbl="node0" presStyleIdx="0" presStyleCnt="1">
        <dgm:presLayoutVars>
          <dgm:chPref val="3"/>
        </dgm:presLayoutVars>
      </dgm:prSet>
      <dgm:spPr/>
    </dgm:pt>
    <dgm:pt modelId="{93F2E8A1-667B-43B7-9BB3-FD52BDC6D7D2}" type="pres">
      <dgm:prSet presAssocID="{96F9F1C2-6C42-4554-9110-4DDCD0144B3C}" presName="rootConnector1" presStyleLbl="node1" presStyleIdx="0" presStyleCnt="0"/>
      <dgm:spPr/>
    </dgm:pt>
    <dgm:pt modelId="{67B060E0-106E-495D-AA64-6A743C8B9817}" type="pres">
      <dgm:prSet presAssocID="{96F9F1C2-6C42-4554-9110-4DDCD0144B3C}" presName="hierChild2" presStyleCnt="0"/>
      <dgm:spPr/>
    </dgm:pt>
    <dgm:pt modelId="{32A72091-D558-477A-98D2-068BCD6CC98E}" type="pres">
      <dgm:prSet presAssocID="{4919F917-288A-4C74-B1B6-F068AF7F6FDC}" presName="Name37" presStyleLbl="parChTrans1D2" presStyleIdx="0" presStyleCnt="4"/>
      <dgm:spPr/>
    </dgm:pt>
    <dgm:pt modelId="{FF339793-3246-430B-A851-EA6C3260C3EB}" type="pres">
      <dgm:prSet presAssocID="{3D2064C6-633F-41F8-93A6-21621D840EBE}" presName="hierRoot2" presStyleCnt="0">
        <dgm:presLayoutVars>
          <dgm:hierBranch val="init"/>
        </dgm:presLayoutVars>
      </dgm:prSet>
      <dgm:spPr/>
    </dgm:pt>
    <dgm:pt modelId="{32B606E0-A0C7-4436-A922-AC9C9C28103E}" type="pres">
      <dgm:prSet presAssocID="{3D2064C6-633F-41F8-93A6-21621D840EBE}" presName="rootComposite" presStyleCnt="0"/>
      <dgm:spPr/>
    </dgm:pt>
    <dgm:pt modelId="{E31B4B2B-FEBE-42C6-918E-BD997A94E5AD}" type="pres">
      <dgm:prSet presAssocID="{3D2064C6-633F-41F8-93A6-21621D840EBE}" presName="rootText" presStyleLbl="node2" presStyleIdx="0" presStyleCnt="3">
        <dgm:presLayoutVars>
          <dgm:chPref val="3"/>
        </dgm:presLayoutVars>
      </dgm:prSet>
      <dgm:spPr/>
    </dgm:pt>
    <dgm:pt modelId="{919DB5BD-0D50-4EE2-8659-988EA7D1C388}" type="pres">
      <dgm:prSet presAssocID="{3D2064C6-633F-41F8-93A6-21621D840EBE}" presName="rootConnector" presStyleLbl="node2" presStyleIdx="0" presStyleCnt="3"/>
      <dgm:spPr/>
    </dgm:pt>
    <dgm:pt modelId="{99CB2F29-950C-4E16-8C9E-02DA7F381C51}" type="pres">
      <dgm:prSet presAssocID="{3D2064C6-633F-41F8-93A6-21621D840EBE}" presName="hierChild4" presStyleCnt="0"/>
      <dgm:spPr/>
    </dgm:pt>
    <dgm:pt modelId="{DC8A23DA-3F77-42DB-AEE9-3A0CCAABFDB6}" type="pres">
      <dgm:prSet presAssocID="{3D2064C6-633F-41F8-93A6-21621D840EBE}" presName="hierChild5" presStyleCnt="0"/>
      <dgm:spPr/>
    </dgm:pt>
    <dgm:pt modelId="{803C626E-E51A-4EC3-8F82-AD29359F323C}" type="pres">
      <dgm:prSet presAssocID="{9E973652-A8B7-4D27-9E8D-992CD23F8F59}" presName="Name37" presStyleLbl="parChTrans1D2" presStyleIdx="1" presStyleCnt="4"/>
      <dgm:spPr/>
    </dgm:pt>
    <dgm:pt modelId="{D4B6C203-69C9-4AFA-8D71-85CEFB67D2E8}" type="pres">
      <dgm:prSet presAssocID="{951A1EE2-99F5-4D31-AA14-0952F70053E1}" presName="hierRoot2" presStyleCnt="0">
        <dgm:presLayoutVars>
          <dgm:hierBranch val="init"/>
        </dgm:presLayoutVars>
      </dgm:prSet>
      <dgm:spPr/>
    </dgm:pt>
    <dgm:pt modelId="{9015B572-C191-4023-AB8D-21E0C86EF5B7}" type="pres">
      <dgm:prSet presAssocID="{951A1EE2-99F5-4D31-AA14-0952F70053E1}" presName="rootComposite" presStyleCnt="0"/>
      <dgm:spPr/>
    </dgm:pt>
    <dgm:pt modelId="{D5FA5E94-D949-421E-BBAB-CF4491A0710C}" type="pres">
      <dgm:prSet presAssocID="{951A1EE2-99F5-4D31-AA14-0952F70053E1}" presName="rootText" presStyleLbl="node2" presStyleIdx="1" presStyleCnt="3">
        <dgm:presLayoutVars>
          <dgm:chPref val="3"/>
        </dgm:presLayoutVars>
      </dgm:prSet>
      <dgm:spPr/>
    </dgm:pt>
    <dgm:pt modelId="{F534F1D0-C46D-499C-9D44-11629161BA02}" type="pres">
      <dgm:prSet presAssocID="{951A1EE2-99F5-4D31-AA14-0952F70053E1}" presName="rootConnector" presStyleLbl="node2" presStyleIdx="1" presStyleCnt="3"/>
      <dgm:spPr/>
    </dgm:pt>
    <dgm:pt modelId="{1A6217F9-EF2C-49F1-B16E-23C7FC709D5C}" type="pres">
      <dgm:prSet presAssocID="{951A1EE2-99F5-4D31-AA14-0952F70053E1}" presName="hierChild4" presStyleCnt="0"/>
      <dgm:spPr/>
    </dgm:pt>
    <dgm:pt modelId="{76EFB7EE-87F5-4E6A-8541-CEBDBBAE42FF}" type="pres">
      <dgm:prSet presAssocID="{951A1EE2-99F5-4D31-AA14-0952F70053E1}" presName="hierChild5" presStyleCnt="0"/>
      <dgm:spPr/>
    </dgm:pt>
    <dgm:pt modelId="{9B5A5FFD-C86D-4F14-B282-A4C6F15B678F}" type="pres">
      <dgm:prSet presAssocID="{021D4CE8-858C-4FB7-BD19-E1EF21758FCE}" presName="Name37" presStyleLbl="parChTrans1D2" presStyleIdx="2" presStyleCnt="4"/>
      <dgm:spPr/>
    </dgm:pt>
    <dgm:pt modelId="{2DAC35E6-6775-4E2B-8693-6185684265C4}" type="pres">
      <dgm:prSet presAssocID="{622816E2-D9E8-416B-9A79-DBFD6CFC1DF4}" presName="hierRoot2" presStyleCnt="0">
        <dgm:presLayoutVars>
          <dgm:hierBranch val="init"/>
        </dgm:presLayoutVars>
      </dgm:prSet>
      <dgm:spPr/>
    </dgm:pt>
    <dgm:pt modelId="{B48FA5A6-A1C2-4D64-B9B3-DE8C2B0B291E}" type="pres">
      <dgm:prSet presAssocID="{622816E2-D9E8-416B-9A79-DBFD6CFC1DF4}" presName="rootComposite" presStyleCnt="0"/>
      <dgm:spPr/>
    </dgm:pt>
    <dgm:pt modelId="{1CDA8691-57E4-4481-B44F-321D2F645CEF}" type="pres">
      <dgm:prSet presAssocID="{622816E2-D9E8-416B-9A79-DBFD6CFC1DF4}" presName="rootText" presStyleLbl="node2" presStyleIdx="2" presStyleCnt="3">
        <dgm:presLayoutVars>
          <dgm:chPref val="3"/>
        </dgm:presLayoutVars>
      </dgm:prSet>
      <dgm:spPr/>
    </dgm:pt>
    <dgm:pt modelId="{2A282506-67DB-43F2-98DD-911A6FA1D2ED}" type="pres">
      <dgm:prSet presAssocID="{622816E2-D9E8-416B-9A79-DBFD6CFC1DF4}" presName="rootConnector" presStyleLbl="node2" presStyleIdx="2" presStyleCnt="3"/>
      <dgm:spPr/>
    </dgm:pt>
    <dgm:pt modelId="{ECB8AF32-C147-497D-BB1D-65D195350604}" type="pres">
      <dgm:prSet presAssocID="{622816E2-D9E8-416B-9A79-DBFD6CFC1DF4}" presName="hierChild4" presStyleCnt="0"/>
      <dgm:spPr/>
    </dgm:pt>
    <dgm:pt modelId="{6F6767B1-DE15-4BE4-B759-51ACEFB3C9B6}" type="pres">
      <dgm:prSet presAssocID="{622816E2-D9E8-416B-9A79-DBFD6CFC1DF4}" presName="hierChild5" presStyleCnt="0"/>
      <dgm:spPr/>
    </dgm:pt>
    <dgm:pt modelId="{4A85B18E-10ED-43E0-AAB2-6D7DE207197C}" type="pres">
      <dgm:prSet presAssocID="{96F9F1C2-6C42-4554-9110-4DDCD0144B3C}" presName="hierChild3" presStyleCnt="0"/>
      <dgm:spPr/>
    </dgm:pt>
    <dgm:pt modelId="{D3A5C2B8-2FA0-4649-BB1E-0017AD59B408}" type="pres">
      <dgm:prSet presAssocID="{3CFB44A0-F030-47A2-8F83-316578B4A84D}" presName="Name111" presStyleLbl="parChTrans1D2" presStyleIdx="3" presStyleCnt="4"/>
      <dgm:spPr/>
    </dgm:pt>
    <dgm:pt modelId="{CE74800F-33EC-445B-80CB-42737D73336C}" type="pres">
      <dgm:prSet presAssocID="{712F1589-49A7-4FA8-95E3-2EA342FF1DC5}" presName="hierRoot3" presStyleCnt="0">
        <dgm:presLayoutVars>
          <dgm:hierBranch val="init"/>
        </dgm:presLayoutVars>
      </dgm:prSet>
      <dgm:spPr/>
    </dgm:pt>
    <dgm:pt modelId="{A06976F2-6722-4911-98BC-73161A29AA95}" type="pres">
      <dgm:prSet presAssocID="{712F1589-49A7-4FA8-95E3-2EA342FF1DC5}" presName="rootComposite3" presStyleCnt="0"/>
      <dgm:spPr/>
    </dgm:pt>
    <dgm:pt modelId="{14D2E0D3-1E47-4448-991E-E4F98CD09BAE}" type="pres">
      <dgm:prSet presAssocID="{712F1589-49A7-4FA8-95E3-2EA342FF1DC5}" presName="rootText3" presStyleLbl="asst1" presStyleIdx="0" presStyleCnt="1">
        <dgm:presLayoutVars>
          <dgm:chPref val="3"/>
        </dgm:presLayoutVars>
      </dgm:prSet>
      <dgm:spPr/>
    </dgm:pt>
    <dgm:pt modelId="{BFA5D027-ED2A-4F0E-AC07-2A11D8E1B26F}" type="pres">
      <dgm:prSet presAssocID="{712F1589-49A7-4FA8-95E3-2EA342FF1DC5}" presName="rootConnector3" presStyleLbl="asst1" presStyleIdx="0" presStyleCnt="1"/>
      <dgm:spPr/>
    </dgm:pt>
    <dgm:pt modelId="{AE3327E5-D40F-4C65-A373-3B3010510B73}" type="pres">
      <dgm:prSet presAssocID="{712F1589-49A7-4FA8-95E3-2EA342FF1DC5}" presName="hierChild6" presStyleCnt="0"/>
      <dgm:spPr/>
    </dgm:pt>
    <dgm:pt modelId="{F6E3B00E-5D42-4DDF-B8BC-5625F14F10E6}" type="pres">
      <dgm:prSet presAssocID="{712F1589-49A7-4FA8-95E3-2EA342FF1DC5}" presName="hierChild7" presStyleCnt="0"/>
      <dgm:spPr/>
    </dgm:pt>
  </dgm:ptLst>
  <dgm:cxnLst>
    <dgm:cxn modelId="{1ED38615-0779-45AE-8812-B62A3A4089F3}" type="presOf" srcId="{3D2064C6-633F-41F8-93A6-21621D840EBE}" destId="{919DB5BD-0D50-4EE2-8659-988EA7D1C388}" srcOrd="1" destOrd="0" presId="urn:microsoft.com/office/officeart/2005/8/layout/orgChart1"/>
    <dgm:cxn modelId="{DCE86D1E-6AF8-4A74-829E-EEB92072F6D1}" type="presOf" srcId="{4919F917-288A-4C74-B1B6-F068AF7F6FDC}" destId="{32A72091-D558-477A-98D2-068BCD6CC98E}" srcOrd="0" destOrd="0" presId="urn:microsoft.com/office/officeart/2005/8/layout/orgChart1"/>
    <dgm:cxn modelId="{929EF162-354E-4C07-BE35-6C79DC033189}" type="presOf" srcId="{622816E2-D9E8-416B-9A79-DBFD6CFC1DF4}" destId="{2A282506-67DB-43F2-98DD-911A6FA1D2ED}" srcOrd="1" destOrd="0" presId="urn:microsoft.com/office/officeart/2005/8/layout/orgChart1"/>
    <dgm:cxn modelId="{3D51BB44-385A-4688-9D40-67EDCCC738D6}" type="presOf" srcId="{3D2064C6-633F-41F8-93A6-21621D840EBE}" destId="{E31B4B2B-FEBE-42C6-918E-BD997A94E5AD}" srcOrd="0" destOrd="0" presId="urn:microsoft.com/office/officeart/2005/8/layout/orgChart1"/>
    <dgm:cxn modelId="{D19B9452-B9B7-4247-B805-DFF9132875A4}" type="presOf" srcId="{96F9F1C2-6C42-4554-9110-4DDCD0144B3C}" destId="{93F2E8A1-667B-43B7-9BB3-FD52BDC6D7D2}" srcOrd="1" destOrd="0" presId="urn:microsoft.com/office/officeart/2005/8/layout/orgChart1"/>
    <dgm:cxn modelId="{EF2ECA55-89C5-4A75-9AE6-F30B07602CAA}" type="presOf" srcId="{712F1589-49A7-4FA8-95E3-2EA342FF1DC5}" destId="{14D2E0D3-1E47-4448-991E-E4F98CD09BAE}" srcOrd="0" destOrd="0" presId="urn:microsoft.com/office/officeart/2005/8/layout/orgChart1"/>
    <dgm:cxn modelId="{D6D87158-0945-41AF-AF7F-A213DE84E426}" type="presOf" srcId="{9E973652-A8B7-4D27-9E8D-992CD23F8F59}" destId="{803C626E-E51A-4EC3-8F82-AD29359F323C}" srcOrd="0" destOrd="0" presId="urn:microsoft.com/office/officeart/2005/8/layout/orgChart1"/>
    <dgm:cxn modelId="{0D38187B-701E-4007-BE8D-D92977DA1737}" type="presOf" srcId="{951A1EE2-99F5-4D31-AA14-0952F70053E1}" destId="{F534F1D0-C46D-499C-9D44-11629161BA02}" srcOrd="1" destOrd="0" presId="urn:microsoft.com/office/officeart/2005/8/layout/orgChart1"/>
    <dgm:cxn modelId="{CBDE1485-ABCD-4204-AE54-2419CA7D636B}" type="presOf" srcId="{712F1589-49A7-4FA8-95E3-2EA342FF1DC5}" destId="{BFA5D027-ED2A-4F0E-AC07-2A11D8E1B26F}" srcOrd="1" destOrd="0" presId="urn:microsoft.com/office/officeart/2005/8/layout/orgChart1"/>
    <dgm:cxn modelId="{84C62A87-6EE6-48DE-BF5A-A68BE0EE1E47}" type="presOf" srcId="{5B2C45F4-1A27-44F5-B7FF-B53F5EC13A58}" destId="{272B1426-8E22-4F14-963A-4C848BCCC3CA}" srcOrd="0" destOrd="0" presId="urn:microsoft.com/office/officeart/2005/8/layout/orgChart1"/>
    <dgm:cxn modelId="{7AAB2E88-9DF3-4D54-BEE4-4499F3D2417B}" srcId="{96F9F1C2-6C42-4554-9110-4DDCD0144B3C}" destId="{712F1589-49A7-4FA8-95E3-2EA342FF1DC5}" srcOrd="0" destOrd="0" parTransId="{3CFB44A0-F030-47A2-8F83-316578B4A84D}" sibTransId="{CE3E6696-EE7E-4113-8AF2-D6040A3E15EE}"/>
    <dgm:cxn modelId="{8A94C7A3-99C6-45A5-9918-AD7B1B403E36}" type="presOf" srcId="{96F9F1C2-6C42-4554-9110-4DDCD0144B3C}" destId="{8FAF781D-D786-438C-9F93-C7E355F2E8C0}" srcOrd="0" destOrd="0" presId="urn:microsoft.com/office/officeart/2005/8/layout/orgChart1"/>
    <dgm:cxn modelId="{48C8D5A7-2952-43E3-B1B9-79FC9B048F17}" srcId="{96F9F1C2-6C42-4554-9110-4DDCD0144B3C}" destId="{3D2064C6-633F-41F8-93A6-21621D840EBE}" srcOrd="1" destOrd="0" parTransId="{4919F917-288A-4C74-B1B6-F068AF7F6FDC}" sibTransId="{6B6E8D11-C57B-4695-9FDE-DD5536A83CBD}"/>
    <dgm:cxn modelId="{F9B6D7AF-2C82-4434-AC96-7FF1A7799604}" type="presOf" srcId="{3CFB44A0-F030-47A2-8F83-316578B4A84D}" destId="{D3A5C2B8-2FA0-4649-BB1E-0017AD59B408}" srcOrd="0" destOrd="0" presId="urn:microsoft.com/office/officeart/2005/8/layout/orgChart1"/>
    <dgm:cxn modelId="{BDCC86BA-A737-49E5-AB44-D3015EC8B12D}" srcId="{96F9F1C2-6C42-4554-9110-4DDCD0144B3C}" destId="{622816E2-D9E8-416B-9A79-DBFD6CFC1DF4}" srcOrd="3" destOrd="0" parTransId="{021D4CE8-858C-4FB7-BD19-E1EF21758FCE}" sibTransId="{878B0628-19B0-4B7A-9A18-4D1C6543A5D9}"/>
    <dgm:cxn modelId="{3EE8A5CB-739C-47CA-9084-DE9C5C289A4D}" type="presOf" srcId="{622816E2-D9E8-416B-9A79-DBFD6CFC1DF4}" destId="{1CDA8691-57E4-4481-B44F-321D2F645CEF}" srcOrd="0" destOrd="0" presId="urn:microsoft.com/office/officeart/2005/8/layout/orgChart1"/>
    <dgm:cxn modelId="{18455BD2-4115-4C29-A076-DA9B365210BA}" srcId="{5B2C45F4-1A27-44F5-B7FF-B53F5EC13A58}" destId="{96F9F1C2-6C42-4554-9110-4DDCD0144B3C}" srcOrd="0" destOrd="0" parTransId="{ED9C33E1-8F7B-432F-9F20-47EEF52EBD53}" sibTransId="{44542CA6-12BC-4C02-90A4-D0F425FDBD24}"/>
    <dgm:cxn modelId="{B6CAD7DF-82FA-45F2-BB55-107D9D84E00F}" srcId="{96F9F1C2-6C42-4554-9110-4DDCD0144B3C}" destId="{951A1EE2-99F5-4D31-AA14-0952F70053E1}" srcOrd="2" destOrd="0" parTransId="{9E973652-A8B7-4D27-9E8D-992CD23F8F59}" sibTransId="{69DB31A4-1E76-4F0C-BA88-672F1F7D0EC7}"/>
    <dgm:cxn modelId="{122846EE-6EAF-4589-B4EB-1C9A71AB723A}" type="presOf" srcId="{951A1EE2-99F5-4D31-AA14-0952F70053E1}" destId="{D5FA5E94-D949-421E-BBAB-CF4491A0710C}" srcOrd="0" destOrd="0" presId="urn:microsoft.com/office/officeart/2005/8/layout/orgChart1"/>
    <dgm:cxn modelId="{4C22D3FC-A302-406E-9174-FA3488EC649B}" type="presOf" srcId="{021D4CE8-858C-4FB7-BD19-E1EF21758FCE}" destId="{9B5A5FFD-C86D-4F14-B282-A4C6F15B678F}" srcOrd="0" destOrd="0" presId="urn:microsoft.com/office/officeart/2005/8/layout/orgChart1"/>
    <dgm:cxn modelId="{877439C1-3C3B-430B-BA25-621218B39E0E}" type="presParOf" srcId="{272B1426-8E22-4F14-963A-4C848BCCC3CA}" destId="{65477792-B4F9-45BD-8551-84DC801D78A3}" srcOrd="0" destOrd="0" presId="urn:microsoft.com/office/officeart/2005/8/layout/orgChart1"/>
    <dgm:cxn modelId="{383822B8-0711-4F58-B3FD-8632ED639220}" type="presParOf" srcId="{65477792-B4F9-45BD-8551-84DC801D78A3}" destId="{E500EFE2-2620-4594-AD00-C05F48CA93C5}" srcOrd="0" destOrd="0" presId="urn:microsoft.com/office/officeart/2005/8/layout/orgChart1"/>
    <dgm:cxn modelId="{A5E81403-2710-41E2-9FA0-8394DF84516E}" type="presParOf" srcId="{E500EFE2-2620-4594-AD00-C05F48CA93C5}" destId="{8FAF781D-D786-438C-9F93-C7E355F2E8C0}" srcOrd="0" destOrd="0" presId="urn:microsoft.com/office/officeart/2005/8/layout/orgChart1"/>
    <dgm:cxn modelId="{D973CE65-93FA-424A-AEBB-F3F03DA3564A}" type="presParOf" srcId="{E500EFE2-2620-4594-AD00-C05F48CA93C5}" destId="{93F2E8A1-667B-43B7-9BB3-FD52BDC6D7D2}" srcOrd="1" destOrd="0" presId="urn:microsoft.com/office/officeart/2005/8/layout/orgChart1"/>
    <dgm:cxn modelId="{0226ECB7-E4FB-46D4-ACD2-A7C052CC7A53}" type="presParOf" srcId="{65477792-B4F9-45BD-8551-84DC801D78A3}" destId="{67B060E0-106E-495D-AA64-6A743C8B9817}" srcOrd="1" destOrd="0" presId="urn:microsoft.com/office/officeart/2005/8/layout/orgChart1"/>
    <dgm:cxn modelId="{3C3DA9EA-F3BA-4727-96B7-461BCE192078}" type="presParOf" srcId="{67B060E0-106E-495D-AA64-6A743C8B9817}" destId="{32A72091-D558-477A-98D2-068BCD6CC98E}" srcOrd="0" destOrd="0" presId="urn:microsoft.com/office/officeart/2005/8/layout/orgChart1"/>
    <dgm:cxn modelId="{7B87D751-69AD-4F68-8FF5-2AD5BB2AEB00}" type="presParOf" srcId="{67B060E0-106E-495D-AA64-6A743C8B9817}" destId="{FF339793-3246-430B-A851-EA6C3260C3EB}" srcOrd="1" destOrd="0" presId="urn:microsoft.com/office/officeart/2005/8/layout/orgChart1"/>
    <dgm:cxn modelId="{863470D0-4218-4032-AAE5-2C74696EB16E}" type="presParOf" srcId="{FF339793-3246-430B-A851-EA6C3260C3EB}" destId="{32B606E0-A0C7-4436-A922-AC9C9C28103E}" srcOrd="0" destOrd="0" presId="urn:microsoft.com/office/officeart/2005/8/layout/orgChart1"/>
    <dgm:cxn modelId="{DD58E58C-98D4-442C-813C-FC1BCD4298A7}" type="presParOf" srcId="{32B606E0-A0C7-4436-A922-AC9C9C28103E}" destId="{E31B4B2B-FEBE-42C6-918E-BD997A94E5AD}" srcOrd="0" destOrd="0" presId="urn:microsoft.com/office/officeart/2005/8/layout/orgChart1"/>
    <dgm:cxn modelId="{F8299B2F-0CB4-4486-B9E2-9661D2C6B461}" type="presParOf" srcId="{32B606E0-A0C7-4436-A922-AC9C9C28103E}" destId="{919DB5BD-0D50-4EE2-8659-988EA7D1C388}" srcOrd="1" destOrd="0" presId="urn:microsoft.com/office/officeart/2005/8/layout/orgChart1"/>
    <dgm:cxn modelId="{CE5ED91E-B4DA-44F9-95F1-C1E2572CCBEB}" type="presParOf" srcId="{FF339793-3246-430B-A851-EA6C3260C3EB}" destId="{99CB2F29-950C-4E16-8C9E-02DA7F381C51}" srcOrd="1" destOrd="0" presId="urn:microsoft.com/office/officeart/2005/8/layout/orgChart1"/>
    <dgm:cxn modelId="{B6626153-5FB3-4B41-8948-60B868DB178C}" type="presParOf" srcId="{FF339793-3246-430B-A851-EA6C3260C3EB}" destId="{DC8A23DA-3F77-42DB-AEE9-3A0CCAABFDB6}" srcOrd="2" destOrd="0" presId="urn:microsoft.com/office/officeart/2005/8/layout/orgChart1"/>
    <dgm:cxn modelId="{3F1E073E-B3F5-4731-8546-0FD3A09B55AB}" type="presParOf" srcId="{67B060E0-106E-495D-AA64-6A743C8B9817}" destId="{803C626E-E51A-4EC3-8F82-AD29359F323C}" srcOrd="2" destOrd="0" presId="urn:microsoft.com/office/officeart/2005/8/layout/orgChart1"/>
    <dgm:cxn modelId="{CF74C829-B52C-4ACA-9612-39C2D2CA5BFE}" type="presParOf" srcId="{67B060E0-106E-495D-AA64-6A743C8B9817}" destId="{D4B6C203-69C9-4AFA-8D71-85CEFB67D2E8}" srcOrd="3" destOrd="0" presId="urn:microsoft.com/office/officeart/2005/8/layout/orgChart1"/>
    <dgm:cxn modelId="{3B80D3E3-C257-47FA-9328-626DFEBB1CD3}" type="presParOf" srcId="{D4B6C203-69C9-4AFA-8D71-85CEFB67D2E8}" destId="{9015B572-C191-4023-AB8D-21E0C86EF5B7}" srcOrd="0" destOrd="0" presId="urn:microsoft.com/office/officeart/2005/8/layout/orgChart1"/>
    <dgm:cxn modelId="{D9FD53F8-DBCE-4FF9-A9D9-B681A078693F}" type="presParOf" srcId="{9015B572-C191-4023-AB8D-21E0C86EF5B7}" destId="{D5FA5E94-D949-421E-BBAB-CF4491A0710C}" srcOrd="0" destOrd="0" presId="urn:microsoft.com/office/officeart/2005/8/layout/orgChart1"/>
    <dgm:cxn modelId="{251E15A0-C121-42B0-94CB-579BF328AE71}" type="presParOf" srcId="{9015B572-C191-4023-AB8D-21E0C86EF5B7}" destId="{F534F1D0-C46D-499C-9D44-11629161BA02}" srcOrd="1" destOrd="0" presId="urn:microsoft.com/office/officeart/2005/8/layout/orgChart1"/>
    <dgm:cxn modelId="{F3D4D0F6-34F1-4884-8234-E9E74DAF9260}" type="presParOf" srcId="{D4B6C203-69C9-4AFA-8D71-85CEFB67D2E8}" destId="{1A6217F9-EF2C-49F1-B16E-23C7FC709D5C}" srcOrd="1" destOrd="0" presId="urn:microsoft.com/office/officeart/2005/8/layout/orgChart1"/>
    <dgm:cxn modelId="{BE8C96CF-275D-440B-ACF6-4A90256BA993}" type="presParOf" srcId="{D4B6C203-69C9-4AFA-8D71-85CEFB67D2E8}" destId="{76EFB7EE-87F5-4E6A-8541-CEBDBBAE42FF}" srcOrd="2" destOrd="0" presId="urn:microsoft.com/office/officeart/2005/8/layout/orgChart1"/>
    <dgm:cxn modelId="{9644C9DD-7FF7-4267-9E42-358AA4A588AA}" type="presParOf" srcId="{67B060E0-106E-495D-AA64-6A743C8B9817}" destId="{9B5A5FFD-C86D-4F14-B282-A4C6F15B678F}" srcOrd="4" destOrd="0" presId="urn:microsoft.com/office/officeart/2005/8/layout/orgChart1"/>
    <dgm:cxn modelId="{7D184E1B-487C-4B5B-B033-12C95DB65324}" type="presParOf" srcId="{67B060E0-106E-495D-AA64-6A743C8B9817}" destId="{2DAC35E6-6775-4E2B-8693-6185684265C4}" srcOrd="5" destOrd="0" presId="urn:microsoft.com/office/officeart/2005/8/layout/orgChart1"/>
    <dgm:cxn modelId="{C29446F1-5954-4F5A-A4CF-B2782BCE12EC}" type="presParOf" srcId="{2DAC35E6-6775-4E2B-8693-6185684265C4}" destId="{B48FA5A6-A1C2-4D64-B9B3-DE8C2B0B291E}" srcOrd="0" destOrd="0" presId="urn:microsoft.com/office/officeart/2005/8/layout/orgChart1"/>
    <dgm:cxn modelId="{89000F48-1D0C-40B1-93C9-D3EDC6429AA5}" type="presParOf" srcId="{B48FA5A6-A1C2-4D64-B9B3-DE8C2B0B291E}" destId="{1CDA8691-57E4-4481-B44F-321D2F645CEF}" srcOrd="0" destOrd="0" presId="urn:microsoft.com/office/officeart/2005/8/layout/orgChart1"/>
    <dgm:cxn modelId="{1AB488E3-D7E4-4109-841A-179C820DFA1C}" type="presParOf" srcId="{B48FA5A6-A1C2-4D64-B9B3-DE8C2B0B291E}" destId="{2A282506-67DB-43F2-98DD-911A6FA1D2ED}" srcOrd="1" destOrd="0" presId="urn:microsoft.com/office/officeart/2005/8/layout/orgChart1"/>
    <dgm:cxn modelId="{6A1563C5-D460-4FB7-80A9-0A69188D8554}" type="presParOf" srcId="{2DAC35E6-6775-4E2B-8693-6185684265C4}" destId="{ECB8AF32-C147-497D-BB1D-65D195350604}" srcOrd="1" destOrd="0" presId="urn:microsoft.com/office/officeart/2005/8/layout/orgChart1"/>
    <dgm:cxn modelId="{2E58A788-F85E-4360-AB07-4F4DF8D8EDCE}" type="presParOf" srcId="{2DAC35E6-6775-4E2B-8693-6185684265C4}" destId="{6F6767B1-DE15-4BE4-B759-51ACEFB3C9B6}" srcOrd="2" destOrd="0" presId="urn:microsoft.com/office/officeart/2005/8/layout/orgChart1"/>
    <dgm:cxn modelId="{E7852912-71EB-4EA7-B973-F5D72F21F6CC}" type="presParOf" srcId="{65477792-B4F9-45BD-8551-84DC801D78A3}" destId="{4A85B18E-10ED-43E0-AAB2-6D7DE207197C}" srcOrd="2" destOrd="0" presId="urn:microsoft.com/office/officeart/2005/8/layout/orgChart1"/>
    <dgm:cxn modelId="{0DE97432-0ECF-4692-84B9-A06363828147}" type="presParOf" srcId="{4A85B18E-10ED-43E0-AAB2-6D7DE207197C}" destId="{D3A5C2B8-2FA0-4649-BB1E-0017AD59B408}" srcOrd="0" destOrd="0" presId="urn:microsoft.com/office/officeart/2005/8/layout/orgChart1"/>
    <dgm:cxn modelId="{1DCB8355-85FA-4AA0-AF60-C5533F01BA77}" type="presParOf" srcId="{4A85B18E-10ED-43E0-AAB2-6D7DE207197C}" destId="{CE74800F-33EC-445B-80CB-42737D73336C}" srcOrd="1" destOrd="0" presId="urn:microsoft.com/office/officeart/2005/8/layout/orgChart1"/>
    <dgm:cxn modelId="{76CAD33B-D175-487F-A03B-9620A2B177D9}" type="presParOf" srcId="{CE74800F-33EC-445B-80CB-42737D73336C}" destId="{A06976F2-6722-4911-98BC-73161A29AA95}" srcOrd="0" destOrd="0" presId="urn:microsoft.com/office/officeart/2005/8/layout/orgChart1"/>
    <dgm:cxn modelId="{86C9BFA5-C09B-4E78-963E-B3DCAF2E3EBB}" type="presParOf" srcId="{A06976F2-6722-4911-98BC-73161A29AA95}" destId="{14D2E0D3-1E47-4448-991E-E4F98CD09BAE}" srcOrd="0" destOrd="0" presId="urn:microsoft.com/office/officeart/2005/8/layout/orgChart1"/>
    <dgm:cxn modelId="{402E3F26-C7B0-4F94-84E0-F2BA2C2BD044}" type="presParOf" srcId="{A06976F2-6722-4911-98BC-73161A29AA95}" destId="{BFA5D027-ED2A-4F0E-AC07-2A11D8E1B26F}" srcOrd="1" destOrd="0" presId="urn:microsoft.com/office/officeart/2005/8/layout/orgChart1"/>
    <dgm:cxn modelId="{636E0163-96F3-411C-BE11-F0FBD72184E6}" type="presParOf" srcId="{CE74800F-33EC-445B-80CB-42737D73336C}" destId="{AE3327E5-D40F-4C65-A373-3B3010510B73}" srcOrd="1" destOrd="0" presId="urn:microsoft.com/office/officeart/2005/8/layout/orgChart1"/>
    <dgm:cxn modelId="{D670640D-41E2-4F72-98F6-96B92F63144C}" type="presParOf" srcId="{CE74800F-33EC-445B-80CB-42737D73336C}" destId="{F6E3B00E-5D42-4DDF-B8BC-5625F14F10E6}" srcOrd="2" destOrd="0" presId="urn:microsoft.com/office/officeart/2005/8/layout/orgChart1"/>
  </dgm:cxnLst>
  <dgm:bg>
    <a:noFill/>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5C2B8-2FA0-4649-BB1E-0017AD59B408}">
      <dsp:nvSpPr>
        <dsp:cNvPr id="0" name=""/>
        <dsp:cNvSpPr/>
      </dsp:nvSpPr>
      <dsp:spPr>
        <a:xfrm>
          <a:off x="2615011" y="1050858"/>
          <a:ext cx="171051" cy="749366"/>
        </a:xfrm>
        <a:custGeom>
          <a:avLst/>
          <a:gdLst/>
          <a:ahLst/>
          <a:cxnLst/>
          <a:rect l="0" t="0" r="0" b="0"/>
          <a:pathLst>
            <a:path>
              <a:moveTo>
                <a:pt x="171051" y="0"/>
              </a:moveTo>
              <a:lnTo>
                <a:pt x="171051" y="749366"/>
              </a:lnTo>
              <a:lnTo>
                <a:pt x="0" y="749366"/>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B5A5FFD-C86D-4F14-B282-A4C6F15B678F}">
      <dsp:nvSpPr>
        <dsp:cNvPr id="0" name=""/>
        <dsp:cNvSpPr/>
      </dsp:nvSpPr>
      <dsp:spPr>
        <a:xfrm>
          <a:off x="2786062" y="1050858"/>
          <a:ext cx="1971159" cy="1498732"/>
        </a:xfrm>
        <a:custGeom>
          <a:avLst/>
          <a:gdLst/>
          <a:ahLst/>
          <a:cxnLst/>
          <a:rect l="0" t="0" r="0" b="0"/>
          <a:pathLst>
            <a:path>
              <a:moveTo>
                <a:pt x="0" y="0"/>
              </a:moveTo>
              <a:lnTo>
                <a:pt x="0" y="1327681"/>
              </a:lnTo>
              <a:lnTo>
                <a:pt x="1971159" y="1327681"/>
              </a:lnTo>
              <a:lnTo>
                <a:pt x="1971159"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C626E-E51A-4EC3-8F82-AD29359F323C}">
      <dsp:nvSpPr>
        <dsp:cNvPr id="0" name=""/>
        <dsp:cNvSpPr/>
      </dsp:nvSpPr>
      <dsp:spPr>
        <a:xfrm>
          <a:off x="2740342" y="1050858"/>
          <a:ext cx="91440" cy="1498732"/>
        </a:xfrm>
        <a:custGeom>
          <a:avLst/>
          <a:gdLst/>
          <a:ahLst/>
          <a:cxnLst/>
          <a:rect l="0" t="0" r="0" b="0"/>
          <a:pathLst>
            <a:path>
              <a:moveTo>
                <a:pt x="45720" y="0"/>
              </a:moveTo>
              <a:lnTo>
                <a:pt x="45720"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A72091-D558-477A-98D2-068BCD6CC98E}">
      <dsp:nvSpPr>
        <dsp:cNvPr id="0" name=""/>
        <dsp:cNvSpPr/>
      </dsp:nvSpPr>
      <dsp:spPr>
        <a:xfrm>
          <a:off x="814902" y="1050858"/>
          <a:ext cx="1971159" cy="1498732"/>
        </a:xfrm>
        <a:custGeom>
          <a:avLst/>
          <a:gdLst/>
          <a:ahLst/>
          <a:cxnLst/>
          <a:rect l="0" t="0" r="0" b="0"/>
          <a:pathLst>
            <a:path>
              <a:moveTo>
                <a:pt x="1971159" y="0"/>
              </a:moveTo>
              <a:lnTo>
                <a:pt x="1971159" y="1327681"/>
              </a:lnTo>
              <a:lnTo>
                <a:pt x="0" y="1327681"/>
              </a:lnTo>
              <a:lnTo>
                <a:pt x="0" y="1498732"/>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AF781D-D786-438C-9F93-C7E355F2E8C0}">
      <dsp:nvSpPr>
        <dsp:cNvPr id="0" name=""/>
        <dsp:cNvSpPr/>
      </dsp:nvSpPr>
      <dsp:spPr>
        <a:xfrm>
          <a:off x="1971533" y="236329"/>
          <a:ext cx="1629057" cy="814528"/>
        </a:xfrm>
        <a:prstGeom prst="rect">
          <a:avLst/>
        </a:prstGeom>
        <a:gradFill rotWithShape="0">
          <a:gsLst>
            <a:gs pos="0">
              <a:schemeClr val="accent1">
                <a:alpha val="80000"/>
                <a:hueOff val="0"/>
                <a:satOff val="0"/>
                <a:lumOff val="0"/>
                <a:alphaOff val="0"/>
                <a:lumMod val="110000"/>
                <a:satMod val="105000"/>
                <a:tint val="67000"/>
              </a:schemeClr>
            </a:gs>
            <a:gs pos="50000">
              <a:schemeClr val="accent1">
                <a:alpha val="80000"/>
                <a:hueOff val="0"/>
                <a:satOff val="0"/>
                <a:lumOff val="0"/>
                <a:alphaOff val="0"/>
                <a:lumMod val="105000"/>
                <a:satMod val="103000"/>
                <a:tint val="73000"/>
              </a:schemeClr>
            </a:gs>
            <a:gs pos="100000">
              <a:schemeClr val="accent1">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1971533" y="236329"/>
        <a:ext cx="1629057" cy="814528"/>
      </dsp:txXfrm>
    </dsp:sp>
    <dsp:sp modelId="{E31B4B2B-FEBE-42C6-918E-BD997A94E5AD}">
      <dsp:nvSpPr>
        <dsp:cNvPr id="0" name=""/>
        <dsp:cNvSpPr/>
      </dsp:nvSpPr>
      <dsp:spPr>
        <a:xfrm>
          <a:off x="374"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374" y="2549591"/>
        <a:ext cx="1629057" cy="814528"/>
      </dsp:txXfrm>
    </dsp:sp>
    <dsp:sp modelId="{D5FA5E94-D949-421E-BBAB-CF4491A0710C}">
      <dsp:nvSpPr>
        <dsp:cNvPr id="0" name=""/>
        <dsp:cNvSpPr/>
      </dsp:nvSpPr>
      <dsp:spPr>
        <a:xfrm>
          <a:off x="1971533"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1971533" y="2549591"/>
        <a:ext cx="1629057" cy="814528"/>
      </dsp:txXfrm>
    </dsp:sp>
    <dsp:sp modelId="{1CDA8691-57E4-4481-B44F-321D2F645CEF}">
      <dsp:nvSpPr>
        <dsp:cNvPr id="0" name=""/>
        <dsp:cNvSpPr/>
      </dsp:nvSpPr>
      <dsp:spPr>
        <a:xfrm>
          <a:off x="3942693" y="2549591"/>
          <a:ext cx="1629057" cy="814528"/>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3942693" y="2549591"/>
        <a:ext cx="1629057" cy="814528"/>
      </dsp:txXfrm>
    </dsp:sp>
    <dsp:sp modelId="{14D2E0D3-1E47-4448-991E-E4F98CD09BAE}">
      <dsp:nvSpPr>
        <dsp:cNvPr id="0" name=""/>
        <dsp:cNvSpPr/>
      </dsp:nvSpPr>
      <dsp:spPr>
        <a:xfrm>
          <a:off x="985953" y="1392960"/>
          <a:ext cx="1629057" cy="814528"/>
        </a:xfrm>
        <a:prstGeom prst="rect">
          <a:avLst/>
        </a:prstGeom>
        <a:gradFill rotWithShape="0">
          <a:gsLst>
            <a:gs pos="0">
              <a:schemeClr val="accent1">
                <a:alpha val="90000"/>
                <a:hueOff val="0"/>
                <a:satOff val="0"/>
                <a:lumOff val="0"/>
                <a:alphaOff val="0"/>
                <a:lumMod val="110000"/>
                <a:satMod val="105000"/>
                <a:tint val="67000"/>
              </a:schemeClr>
            </a:gs>
            <a:gs pos="50000">
              <a:schemeClr val="accent1">
                <a:alpha val="90000"/>
                <a:hueOff val="0"/>
                <a:satOff val="0"/>
                <a:lumOff val="0"/>
                <a:alphaOff val="0"/>
                <a:lumMod val="105000"/>
                <a:satMod val="103000"/>
                <a:tint val="73000"/>
              </a:schemeClr>
            </a:gs>
            <a:gs pos="100000">
              <a:schemeClr val="accent1">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3655" tIns="33655" rIns="33655" bIns="33655" numCol="1" spcCol="1270" anchor="ctr" anchorCtr="0">
          <a:noAutofit/>
        </a:bodyPr>
        <a:lstStyle/>
        <a:p>
          <a:pPr marL="0" lvl="0" indent="0" algn="ctr" defTabSz="2355850">
            <a:lnSpc>
              <a:spcPct val="90000"/>
            </a:lnSpc>
            <a:spcBef>
              <a:spcPct val="0"/>
            </a:spcBef>
            <a:spcAft>
              <a:spcPct val="35000"/>
            </a:spcAft>
            <a:buNone/>
          </a:pPr>
          <a:endParaRPr lang="en-AU" sz="5300" kern="1200"/>
        </a:p>
      </dsp:txBody>
      <dsp:txXfrm>
        <a:off x="985953" y="1392960"/>
        <a:ext cx="1629057" cy="8145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A5C2B8-2FA0-4649-BB1E-0017AD59B408}">
      <dsp:nvSpPr>
        <dsp:cNvPr id="0" name=""/>
        <dsp:cNvSpPr/>
      </dsp:nvSpPr>
      <dsp:spPr>
        <a:xfrm>
          <a:off x="2682063" y="1088794"/>
          <a:ext cx="175436" cy="768580"/>
        </a:xfrm>
        <a:custGeom>
          <a:avLst/>
          <a:gdLst/>
          <a:ahLst/>
          <a:cxnLst/>
          <a:rect l="0" t="0" r="0" b="0"/>
          <a:pathLst>
            <a:path>
              <a:moveTo>
                <a:pt x="175436" y="0"/>
              </a:moveTo>
              <a:lnTo>
                <a:pt x="175436" y="768580"/>
              </a:lnTo>
              <a:lnTo>
                <a:pt x="0" y="768580"/>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B5A5FFD-C86D-4F14-B282-A4C6F15B678F}">
      <dsp:nvSpPr>
        <dsp:cNvPr id="0" name=""/>
        <dsp:cNvSpPr/>
      </dsp:nvSpPr>
      <dsp:spPr>
        <a:xfrm>
          <a:off x="2857500" y="1088794"/>
          <a:ext cx="2021702" cy="1537161"/>
        </a:xfrm>
        <a:custGeom>
          <a:avLst/>
          <a:gdLst/>
          <a:ahLst/>
          <a:cxnLst/>
          <a:rect l="0" t="0" r="0" b="0"/>
          <a:pathLst>
            <a:path>
              <a:moveTo>
                <a:pt x="0" y="0"/>
              </a:moveTo>
              <a:lnTo>
                <a:pt x="0" y="1361725"/>
              </a:lnTo>
              <a:lnTo>
                <a:pt x="2021702" y="1361725"/>
              </a:lnTo>
              <a:lnTo>
                <a:pt x="2021702"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3C626E-E51A-4EC3-8F82-AD29359F323C}">
      <dsp:nvSpPr>
        <dsp:cNvPr id="0" name=""/>
        <dsp:cNvSpPr/>
      </dsp:nvSpPr>
      <dsp:spPr>
        <a:xfrm>
          <a:off x="2811780" y="1088794"/>
          <a:ext cx="91440" cy="1537161"/>
        </a:xfrm>
        <a:custGeom>
          <a:avLst/>
          <a:gdLst/>
          <a:ahLst/>
          <a:cxnLst/>
          <a:rect l="0" t="0" r="0" b="0"/>
          <a:pathLst>
            <a:path>
              <a:moveTo>
                <a:pt x="45720" y="0"/>
              </a:moveTo>
              <a:lnTo>
                <a:pt x="45720"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2A72091-D558-477A-98D2-068BCD6CC98E}">
      <dsp:nvSpPr>
        <dsp:cNvPr id="0" name=""/>
        <dsp:cNvSpPr/>
      </dsp:nvSpPr>
      <dsp:spPr>
        <a:xfrm>
          <a:off x="835797" y="1088794"/>
          <a:ext cx="2021702" cy="1537161"/>
        </a:xfrm>
        <a:custGeom>
          <a:avLst/>
          <a:gdLst/>
          <a:ahLst/>
          <a:cxnLst/>
          <a:rect l="0" t="0" r="0" b="0"/>
          <a:pathLst>
            <a:path>
              <a:moveTo>
                <a:pt x="2021702" y="0"/>
              </a:moveTo>
              <a:lnTo>
                <a:pt x="2021702" y="1361725"/>
              </a:lnTo>
              <a:lnTo>
                <a:pt x="0" y="1361725"/>
              </a:lnTo>
              <a:lnTo>
                <a:pt x="0" y="1537161"/>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FAF781D-D786-438C-9F93-C7E355F2E8C0}">
      <dsp:nvSpPr>
        <dsp:cNvPr id="0" name=""/>
        <dsp:cNvSpPr/>
      </dsp:nvSpPr>
      <dsp:spPr>
        <a:xfrm>
          <a:off x="2022085" y="253379"/>
          <a:ext cx="1670828" cy="835414"/>
        </a:xfrm>
        <a:prstGeom prst="rect">
          <a:avLst/>
        </a:prstGeom>
        <a:gradFill rotWithShape="0">
          <a:gsLst>
            <a:gs pos="0">
              <a:schemeClr val="accent1">
                <a:alpha val="80000"/>
                <a:hueOff val="0"/>
                <a:satOff val="0"/>
                <a:lumOff val="0"/>
                <a:alphaOff val="0"/>
                <a:lumMod val="110000"/>
                <a:satMod val="105000"/>
                <a:tint val="67000"/>
              </a:schemeClr>
            </a:gs>
            <a:gs pos="50000">
              <a:schemeClr val="accent1">
                <a:alpha val="80000"/>
                <a:hueOff val="0"/>
                <a:satOff val="0"/>
                <a:lumOff val="0"/>
                <a:alphaOff val="0"/>
                <a:lumMod val="105000"/>
                <a:satMod val="103000"/>
                <a:tint val="73000"/>
              </a:schemeClr>
            </a:gs>
            <a:gs pos="100000">
              <a:schemeClr val="accent1">
                <a:alpha val="8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2022085" y="253379"/>
        <a:ext cx="1670828" cy="835414"/>
      </dsp:txXfrm>
    </dsp:sp>
    <dsp:sp modelId="{E31B4B2B-FEBE-42C6-918E-BD997A94E5AD}">
      <dsp:nvSpPr>
        <dsp:cNvPr id="0" name=""/>
        <dsp:cNvSpPr/>
      </dsp:nvSpPr>
      <dsp:spPr>
        <a:xfrm>
          <a:off x="383"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383" y="2625955"/>
        <a:ext cx="1670828" cy="835414"/>
      </dsp:txXfrm>
    </dsp:sp>
    <dsp:sp modelId="{D5FA5E94-D949-421E-BBAB-CF4491A0710C}">
      <dsp:nvSpPr>
        <dsp:cNvPr id="0" name=""/>
        <dsp:cNvSpPr/>
      </dsp:nvSpPr>
      <dsp:spPr>
        <a:xfrm>
          <a:off x="2022085"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2022085" y="2625955"/>
        <a:ext cx="1670828" cy="835414"/>
      </dsp:txXfrm>
    </dsp:sp>
    <dsp:sp modelId="{1CDA8691-57E4-4481-B44F-321D2F645CEF}">
      <dsp:nvSpPr>
        <dsp:cNvPr id="0" name=""/>
        <dsp:cNvSpPr/>
      </dsp:nvSpPr>
      <dsp:spPr>
        <a:xfrm>
          <a:off x="4043788" y="2625955"/>
          <a:ext cx="1670828" cy="835414"/>
        </a:xfrm>
        <a:prstGeom prst="rect">
          <a:avLst/>
        </a:prstGeom>
        <a:gradFill rotWithShape="0">
          <a:gsLst>
            <a:gs pos="0">
              <a:schemeClr val="accent1">
                <a:alpha val="70000"/>
                <a:hueOff val="0"/>
                <a:satOff val="0"/>
                <a:lumOff val="0"/>
                <a:alphaOff val="0"/>
                <a:lumMod val="110000"/>
                <a:satMod val="105000"/>
                <a:tint val="67000"/>
              </a:schemeClr>
            </a:gs>
            <a:gs pos="50000">
              <a:schemeClr val="accent1">
                <a:alpha val="70000"/>
                <a:hueOff val="0"/>
                <a:satOff val="0"/>
                <a:lumOff val="0"/>
                <a:alphaOff val="0"/>
                <a:lumMod val="105000"/>
                <a:satMod val="103000"/>
                <a:tint val="73000"/>
              </a:schemeClr>
            </a:gs>
            <a:gs pos="100000">
              <a:schemeClr val="accent1">
                <a:alpha val="7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4043788" y="2625955"/>
        <a:ext cx="1670828" cy="835414"/>
      </dsp:txXfrm>
    </dsp:sp>
    <dsp:sp modelId="{14D2E0D3-1E47-4448-991E-E4F98CD09BAE}">
      <dsp:nvSpPr>
        <dsp:cNvPr id="0" name=""/>
        <dsp:cNvSpPr/>
      </dsp:nvSpPr>
      <dsp:spPr>
        <a:xfrm>
          <a:off x="1011234" y="1439667"/>
          <a:ext cx="1670828" cy="835414"/>
        </a:xfrm>
        <a:prstGeom prst="rect">
          <a:avLst/>
        </a:prstGeom>
        <a:gradFill rotWithShape="0">
          <a:gsLst>
            <a:gs pos="0">
              <a:schemeClr val="accent1">
                <a:alpha val="90000"/>
                <a:hueOff val="0"/>
                <a:satOff val="0"/>
                <a:lumOff val="0"/>
                <a:alphaOff val="0"/>
                <a:lumMod val="110000"/>
                <a:satMod val="105000"/>
                <a:tint val="67000"/>
              </a:schemeClr>
            </a:gs>
            <a:gs pos="50000">
              <a:schemeClr val="accent1">
                <a:alpha val="90000"/>
                <a:hueOff val="0"/>
                <a:satOff val="0"/>
                <a:lumOff val="0"/>
                <a:alphaOff val="0"/>
                <a:lumMod val="105000"/>
                <a:satMod val="103000"/>
                <a:tint val="73000"/>
              </a:schemeClr>
            </a:gs>
            <a:gs pos="100000">
              <a:schemeClr val="accent1">
                <a:alpha val="90000"/>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marL="0" lvl="0" indent="0" algn="ctr" defTabSz="2400300">
            <a:lnSpc>
              <a:spcPct val="90000"/>
            </a:lnSpc>
            <a:spcBef>
              <a:spcPct val="0"/>
            </a:spcBef>
            <a:spcAft>
              <a:spcPct val="35000"/>
            </a:spcAft>
            <a:buNone/>
          </a:pPr>
          <a:endParaRPr lang="en-AU" sz="5400" kern="1200"/>
        </a:p>
      </dsp:txBody>
      <dsp:txXfrm>
        <a:off x="1011234" y="1439667"/>
        <a:ext cx="1670828" cy="83541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44BFA-6480-428C-B185-938C68328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NATSPEC_BIM</Template>
  <TotalTime>8</TotalTime>
  <Pages>42</Pages>
  <Words>16962</Words>
  <Characters>96684</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Greenstreet</dc:creator>
  <cp:keywords/>
  <dc:description/>
  <cp:lastModifiedBy>Clara Zaitounian</cp:lastModifiedBy>
  <cp:revision>4</cp:revision>
  <cp:lastPrinted>2024-05-14T06:13:00Z</cp:lastPrinted>
  <dcterms:created xsi:type="dcterms:W3CDTF">2024-04-09T00:16:00Z</dcterms:created>
  <dcterms:modified xsi:type="dcterms:W3CDTF">2024-05-14T06:40:00Z</dcterms:modified>
</cp:coreProperties>
</file>